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58CC2DEA" w:rsidR="007620D2" w:rsidRPr="00C27D3B" w:rsidRDefault="0091701D" w:rsidP="0091701D">
      <w:pPr>
        <w:pStyle w:val="AufgabenID"/>
        <w:tabs>
          <w:tab w:val="right" w:pos="9448"/>
        </w:tabs>
      </w:pPr>
      <w:r>
        <w:t>DRINKS</w:t>
      </w:r>
      <w:r>
        <w:tab/>
        <w:t xml:space="preserve"> </w:t>
      </w:r>
      <w:r w:rsidRPr="0049627B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62E8C412" w14:textId="760F24E7" w:rsidR="00BC6B04" w:rsidRDefault="00BC6B04" w:rsidP="006F0F95"/>
    <w:p w14:paraId="1EAAD039" w14:textId="70CD501D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234B4">
        <w:t>8</w:t>
      </w:r>
      <w:r w:rsidR="0020629D">
        <w:t xml:space="preserve"> P.</w:t>
      </w:r>
    </w:p>
    <w:p w14:paraId="5DE7B204" w14:textId="77777777" w:rsidR="008F12FE" w:rsidRDefault="008F12FE" w:rsidP="008F12FE">
      <w:pPr>
        <w:spacing w:after="40"/>
      </w:pPr>
    </w:p>
    <w:p w14:paraId="43918DE4" w14:textId="77777777" w:rsidR="000234B4" w:rsidRDefault="000234B4" w:rsidP="000234B4">
      <w:pPr>
        <w:tabs>
          <w:tab w:val="left" w:pos="6663"/>
        </w:tabs>
      </w:pPr>
      <w:r>
        <w:t xml:space="preserve">Die Achtklässler betreiben an einem Schulfest eine Bar. Verschiedenen Gruppen stellen Drinks her. Alice und Mirjam mixen und verkaufen einen Drink namens „Dracula“ </w:t>
      </w:r>
    </w:p>
    <w:p w14:paraId="41FD38A6" w14:textId="77777777" w:rsidR="000234B4" w:rsidRDefault="000234B4" w:rsidP="000234B4">
      <w:pPr>
        <w:tabs>
          <w:tab w:val="left" w:pos="6663"/>
        </w:tabs>
      </w:pPr>
      <w:r>
        <w:t>Was die Zutaten kosten, kannst du dieser Tabelle entnehmen.</w:t>
      </w:r>
    </w:p>
    <w:p w14:paraId="2A730376" w14:textId="77777777" w:rsidR="000234B4" w:rsidRDefault="000234B4" w:rsidP="000234B4">
      <w:pPr>
        <w:tabs>
          <w:tab w:val="left" w:pos="6663"/>
        </w:tabs>
        <w:spacing w:after="0"/>
      </w:pPr>
    </w:p>
    <w:p w14:paraId="19588077" w14:textId="77777777" w:rsidR="000234B4" w:rsidRDefault="000234B4" w:rsidP="000234B4">
      <w:pPr>
        <w:tabs>
          <w:tab w:val="left" w:pos="6663"/>
        </w:tabs>
      </w:pPr>
      <w:r>
        <w:t>Preisliste für die Zutaten [in Franken]:</w:t>
      </w:r>
    </w:p>
    <w:p w14:paraId="0ADB72D3" w14:textId="77777777" w:rsidR="000234B4" w:rsidRDefault="000234B4" w:rsidP="008F12FE">
      <w:pPr>
        <w:tabs>
          <w:tab w:val="left" w:pos="6663"/>
        </w:tabs>
      </w:pPr>
    </w:p>
    <w:tbl>
      <w:tblPr>
        <w:tblStyle w:val="Beurteilung2"/>
        <w:tblpPr w:leftFromText="180" w:rightFromText="180" w:vertAnchor="text" w:horzAnchor="page" w:tblpX="1753" w:tblpY="-444"/>
        <w:tblOverlap w:val="never"/>
        <w:tblW w:w="3664" w:type="pct"/>
        <w:tblInd w:w="0" w:type="dxa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4930"/>
        <w:gridCol w:w="2125"/>
      </w:tblGrid>
      <w:tr w:rsidR="00A77E1A" w14:paraId="6D2A9454" w14:textId="77777777" w:rsidTr="00A77E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EA97D0" w14:textId="1F1AE968" w:rsidR="000234B4" w:rsidRPr="000234B4" w:rsidRDefault="000234B4" w:rsidP="000234B4">
            <w:pPr>
              <w:spacing w:before="20" w:after="80"/>
              <w:ind w:left="0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w:r w:rsidRPr="000234B4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>Mineralwasser  (1Liter)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CEEFC4" w14:textId="48944DD4" w:rsidR="000234B4" w:rsidRPr="000234B4" w:rsidRDefault="00126D52" w:rsidP="00A77E1A">
            <w:pPr>
              <w:spacing w:before="20" w:after="80"/>
              <w:ind w:left="0"/>
              <w:jc w:val="right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w:r w:rsidRPr="00126D52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>--.40</w:t>
            </w:r>
          </w:p>
        </w:tc>
      </w:tr>
      <w:tr w:rsidR="00A77E1A" w14:paraId="68C1EBDB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894F2F" w14:textId="3759D5BA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Limonenkonzentrat (200 ml)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AF6A82" w14:textId="3DB9E383" w:rsidR="000234B4" w:rsidRDefault="00126D52" w:rsidP="00A77E1A">
            <w:pPr>
              <w:spacing w:before="20" w:after="80"/>
              <w:jc w:val="right"/>
            </w:pPr>
            <w:r w:rsidRPr="00126D52">
              <w:t>1.40</w:t>
            </w:r>
          </w:p>
        </w:tc>
      </w:tr>
      <w:tr w:rsidR="00A77E1A" w14:paraId="28DD005E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82284B" w14:textId="62D37021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 xml:space="preserve">Grenadinesirup  (3 dl) 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50A921" w14:textId="0138304B" w:rsidR="000234B4" w:rsidRDefault="00126D52" w:rsidP="00A77E1A">
            <w:pPr>
              <w:spacing w:before="20" w:after="80"/>
              <w:jc w:val="right"/>
            </w:pPr>
            <w:r w:rsidRPr="00126D52">
              <w:t>1.20</w:t>
            </w:r>
          </w:p>
        </w:tc>
      </w:tr>
      <w:tr w:rsidR="00A77E1A" w14:paraId="4FA0EBCA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315C82" w14:textId="6481869D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Orangen pro Stück (8 Scheiben)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B6B73F" w14:textId="3F7927E8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--.40</w:t>
            </w:r>
          </w:p>
        </w:tc>
      </w:tr>
      <w:tr w:rsidR="00A77E1A" w14:paraId="7A2FA696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920EA6" w14:textId="58163310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Kirschen (Büchse zu ca. 80 Stück)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48C162" w14:textId="17847981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2.40</w:t>
            </w:r>
          </w:p>
        </w:tc>
      </w:tr>
      <w:tr w:rsidR="00A77E1A" w14:paraId="5C4E8D81" w14:textId="77777777" w:rsidTr="00A77E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DF6436" w14:textId="66B1DA95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Trinkhalme  50 Stück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1456B1" w14:textId="58B46F0D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1.50</w:t>
            </w:r>
          </w:p>
        </w:tc>
      </w:tr>
      <w:tr w:rsidR="00A77E1A" w14:paraId="6610C71A" w14:textId="77777777" w:rsidTr="00A77E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9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C0E54A" w14:textId="05E30A6B" w:rsidR="000234B4" w:rsidRPr="00126D52" w:rsidRDefault="000234B4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Spiesse  100 Stück</w:t>
            </w:r>
          </w:p>
        </w:tc>
        <w:tc>
          <w:tcPr>
            <w:tcW w:w="1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29222D" w14:textId="7295E5EF" w:rsidR="000234B4" w:rsidRDefault="00126D52" w:rsidP="00A77E1A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126D52">
              <w:rPr>
                <w:rFonts w:cs="Arial"/>
                <w:lang w:eastAsia="de-CH"/>
              </w:rPr>
              <w:t>2.--</w:t>
            </w:r>
          </w:p>
        </w:tc>
      </w:tr>
    </w:tbl>
    <w:p w14:paraId="5A4D2636" w14:textId="77777777" w:rsidR="00A77E1A" w:rsidRDefault="00A77E1A" w:rsidP="008F12FE">
      <w:pPr>
        <w:tabs>
          <w:tab w:val="left" w:pos="6663"/>
        </w:tabs>
      </w:pPr>
    </w:p>
    <w:p w14:paraId="5CBFC706" w14:textId="77777777" w:rsidR="00A77E1A" w:rsidRDefault="00A77E1A" w:rsidP="008F12FE">
      <w:pPr>
        <w:tabs>
          <w:tab w:val="left" w:pos="6663"/>
        </w:tabs>
      </w:pPr>
    </w:p>
    <w:p w14:paraId="4443101D" w14:textId="77777777" w:rsidR="00A77E1A" w:rsidRDefault="00A77E1A" w:rsidP="008F12FE">
      <w:pPr>
        <w:tabs>
          <w:tab w:val="left" w:pos="6663"/>
        </w:tabs>
      </w:pPr>
    </w:p>
    <w:p w14:paraId="5BCE07B1" w14:textId="77777777" w:rsidR="00A77E1A" w:rsidRDefault="00A77E1A" w:rsidP="008F12FE">
      <w:pPr>
        <w:tabs>
          <w:tab w:val="left" w:pos="6663"/>
        </w:tabs>
      </w:pPr>
    </w:p>
    <w:p w14:paraId="0A0A055E" w14:textId="77777777" w:rsidR="00A77E1A" w:rsidRDefault="00A77E1A" w:rsidP="008F12FE">
      <w:pPr>
        <w:tabs>
          <w:tab w:val="left" w:pos="6663"/>
        </w:tabs>
      </w:pPr>
    </w:p>
    <w:p w14:paraId="725885DE" w14:textId="16E7266E" w:rsidR="00A77E1A" w:rsidRDefault="00A77E1A" w:rsidP="008F12FE">
      <w:pPr>
        <w:tabs>
          <w:tab w:val="left" w:pos="6663"/>
        </w:tabs>
      </w:pPr>
    </w:p>
    <w:p w14:paraId="3AAB1695" w14:textId="1451C732" w:rsidR="000234B4" w:rsidRDefault="00126D52" w:rsidP="008F12FE">
      <w:pPr>
        <w:tabs>
          <w:tab w:val="left" w:pos="6663"/>
        </w:tabs>
      </w:pPr>
      <w:r w:rsidRPr="00126D52">
        <w:t>Berechne die Kosten für die einzelnen Zutaten</w:t>
      </w:r>
    </w:p>
    <w:tbl>
      <w:tblPr>
        <w:tblStyle w:val="Beurteilung2"/>
        <w:tblpPr w:leftFromText="180" w:rightFromText="180" w:vertAnchor="text" w:horzAnchor="page" w:tblpX="1753" w:tblpY="74"/>
        <w:tblOverlap w:val="never"/>
        <w:tblW w:w="3650" w:type="pct"/>
        <w:tblInd w:w="0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2227"/>
        <w:gridCol w:w="3106"/>
        <w:gridCol w:w="1695"/>
      </w:tblGrid>
      <w:tr w:rsidR="00A77E1A" w14:paraId="276AF9C9" w14:textId="77777777" w:rsidTr="00645D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38"/>
        </w:trPr>
        <w:tc>
          <w:tcPr>
            <w:tcW w:w="1584" w:type="pct"/>
            <w:vMerge w:val="restart"/>
            <w:tcBorders>
              <w:top w:val="single" w:sz="6" w:space="0" w:color="3C5D9F"/>
            </w:tcBorders>
            <w:shd w:val="clear" w:color="auto" w:fill="auto"/>
          </w:tcPr>
          <w:p w14:paraId="64CAF114" w14:textId="45B48DB6" w:rsidR="00032927" w:rsidRPr="00032927" w:rsidRDefault="00032927" w:rsidP="00BE481C">
            <w:pPr>
              <w:tabs>
                <w:tab w:val="left" w:pos="6663"/>
              </w:tabs>
              <w:spacing w:before="120" w:after="0"/>
              <w:ind w:left="0"/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</w:pPr>
            <w:r w:rsidRPr="00032927"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  <w:t>Dracula</w:t>
            </w:r>
            <w:r w:rsidR="00645D32">
              <w:rPr>
                <w:rFonts w:cs="Arial"/>
                <w:bCs w:val="0"/>
                <w:color w:val="000000" w:themeColor="text1"/>
                <w:sz w:val="32"/>
                <w:szCs w:val="32"/>
                <w:lang w:eastAsia="de-CH"/>
              </w:rPr>
              <w:br/>
            </w:r>
            <w:r w:rsidRPr="00A77E1A">
              <w:rPr>
                <w:rFonts w:cs="Arial"/>
                <w:bCs w:val="0"/>
                <w:color w:val="000000" w:themeColor="text1"/>
                <w:sz w:val="6"/>
                <w:szCs w:val="6"/>
                <w:lang w:eastAsia="de-CH"/>
              </w:rPr>
              <w:br/>
            </w:r>
            <w:r w:rsidRPr="00F54ACC">
              <w:rPr>
                <w:rFonts w:asciiTheme="minorHAnsi" w:hAnsiTheme="minorHAnsi"/>
                <w:noProof/>
                <w:sz w:val="24"/>
                <w:lang w:val="en-US"/>
              </w:rPr>
              <w:drawing>
                <wp:inline distT="0" distB="0" distL="0" distR="0" wp14:anchorId="13FD66B6" wp14:editId="0644AE1B">
                  <wp:extent cx="1192107" cy="2010311"/>
                  <wp:effectExtent l="0" t="0" r="1905" b="0"/>
                  <wp:docPr id="26" name="Bild 5" descr="dracu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racu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35000"/>
                                    </a14:imgEffect>
                                    <a14:imgEffect>
                                      <a14:brightnessContrast bright="7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412" cy="2010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638B03" w14:textId="133DB8AB" w:rsidR="00032927" w:rsidRPr="000234B4" w:rsidRDefault="00392FA7" w:rsidP="006F0F95">
            <w:pPr>
              <w:spacing w:before="20" w:after="20"/>
              <w:ind w:left="0"/>
              <w:rPr>
                <w:rFonts w:cs="Arial"/>
                <w:b w:val="0"/>
                <w:bCs w:val="0"/>
                <w:color w:val="000000" w:themeColor="text1"/>
                <w:lang w:eastAsia="de-CH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auto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auto"/>
                    </w:rPr>
                    <m:t>4</m:t>
                  </m:r>
                </m:den>
              </m:f>
            </m:oMath>
            <w:r w:rsidR="006F0F95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 xml:space="preserve"> l</w:t>
            </w:r>
            <w:r w:rsidR="00032927" w:rsidRPr="00032927">
              <w:rPr>
                <w:rFonts w:cs="Arial"/>
                <w:b w:val="0"/>
                <w:bCs w:val="0"/>
                <w:color w:val="000000" w:themeColor="text1"/>
                <w:lang w:eastAsia="de-CH"/>
              </w:rPr>
              <w:t xml:space="preserve"> Mineralwasser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AD8BA2C" w14:textId="175D701C" w:rsidR="00032927" w:rsidRPr="0091701D" w:rsidRDefault="0091701D" w:rsidP="0091701D">
            <w:pPr>
              <w:spacing w:before="20" w:after="80"/>
              <w:ind w:left="0"/>
              <w:jc w:val="right"/>
              <w:rPr>
                <w:rStyle w:val="Schriftrot"/>
                <w:b w:val="0"/>
              </w:rPr>
            </w:pPr>
            <w:r w:rsidRPr="0091701D">
              <w:rPr>
                <w:rStyle w:val="Schriftrot"/>
                <w:b w:val="0"/>
              </w:rPr>
              <w:t>10</w:t>
            </w:r>
            <w:r w:rsidR="00A77E1A" w:rsidRPr="0091701D">
              <w:rPr>
                <w:rStyle w:val="Schriftrot"/>
                <w:b w:val="0"/>
              </w:rPr>
              <w:t xml:space="preserve"> </w:t>
            </w:r>
            <w:r w:rsidR="00032927" w:rsidRPr="0091701D">
              <w:rPr>
                <w:rStyle w:val="Schriftrot"/>
                <w:b w:val="0"/>
              </w:rPr>
              <w:t>Rp.</w:t>
            </w:r>
          </w:p>
        </w:tc>
      </w:tr>
      <w:tr w:rsidR="00A77E1A" w14:paraId="07382B8E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11EAD8DC" w14:textId="77777777" w:rsidR="00032927" w:rsidRPr="00126D52" w:rsidRDefault="00032927" w:rsidP="00126D52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DFD58A7" w14:textId="217B0E30" w:rsidR="00032927" w:rsidRPr="00126D52" w:rsidRDefault="00032927" w:rsidP="00BE481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20 ml Limonenkonzentrat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B3EE732" w14:textId="4B06DE39" w:rsidR="00032927" w:rsidRPr="0091701D" w:rsidRDefault="0091701D" w:rsidP="0091701D">
            <w:pPr>
              <w:spacing w:before="20" w:after="80"/>
              <w:jc w:val="right"/>
            </w:pPr>
            <w:r w:rsidRPr="0091701D">
              <w:rPr>
                <w:rStyle w:val="Schriftrot"/>
              </w:rPr>
              <w:t>14 Rp.</w:t>
            </w:r>
          </w:p>
        </w:tc>
      </w:tr>
      <w:tr w:rsidR="0047106C" w14:paraId="2C244328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5FED6F53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0EB9784" w14:textId="0A64A0F9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3 cl Grenadinesirup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9206DE2" w14:textId="5FA238E8" w:rsidR="0047106C" w:rsidRPr="0091701D" w:rsidRDefault="0091701D" w:rsidP="0091701D">
            <w:pPr>
              <w:spacing w:before="20" w:after="80"/>
              <w:jc w:val="right"/>
            </w:pPr>
            <w:r w:rsidRPr="0091701D">
              <w:rPr>
                <w:rStyle w:val="Schriftrot"/>
              </w:rPr>
              <w:t>12 Rp.</w:t>
            </w:r>
          </w:p>
        </w:tc>
      </w:tr>
      <w:tr w:rsidR="0047106C" w14:paraId="35E87300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23F8F288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6311706" w14:textId="7F8FD80F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>
              <w:rPr>
                <w:rFonts w:cs="Arial"/>
                <w:lang w:eastAsia="de-CH"/>
              </w:rPr>
              <w:t xml:space="preserve">1 </w:t>
            </w:r>
            <w:r w:rsidRPr="00032927">
              <w:rPr>
                <w:rFonts w:cs="Arial"/>
                <w:lang w:eastAsia="de-CH"/>
              </w:rPr>
              <w:t>Spiess mit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44CEB37" w14:textId="5572944E" w:rsidR="0047106C" w:rsidRPr="0091701D" w:rsidRDefault="0091701D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91701D">
              <w:rPr>
                <w:rStyle w:val="Schriftrot"/>
              </w:rPr>
              <w:t>2 Rp.</w:t>
            </w:r>
          </w:p>
        </w:tc>
      </w:tr>
      <w:tr w:rsidR="0047106C" w14:paraId="1F6DA35D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7787278B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1908E8F" w14:textId="2F4EDD62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Orangenscheibe und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1B9C956" w14:textId="4B7BA002" w:rsidR="0047106C" w:rsidRPr="0091701D" w:rsidRDefault="0091701D" w:rsidP="0047106C">
            <w:pPr>
              <w:spacing w:before="20" w:after="80" w:line="240" w:lineRule="auto"/>
              <w:jc w:val="right"/>
              <w:rPr>
                <w:rFonts w:cs="Arial"/>
                <w:lang w:eastAsia="de-CH"/>
              </w:rPr>
            </w:pPr>
            <w:r w:rsidRPr="0091701D">
              <w:rPr>
                <w:rStyle w:val="Schriftrot"/>
              </w:rPr>
              <w:t>5 Rp.</w:t>
            </w:r>
          </w:p>
        </w:tc>
      </w:tr>
      <w:tr w:rsidR="0047106C" w14:paraId="5E08FAE0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36CF3C65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C20E653" w14:textId="390332E2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Kirsche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530D931" w14:textId="3730CDCC" w:rsidR="0047106C" w:rsidRPr="0091701D" w:rsidRDefault="0091701D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 w:rsidRPr="0091701D">
              <w:rPr>
                <w:rStyle w:val="Schriftrot"/>
              </w:rPr>
              <w:t>3 Rp.</w:t>
            </w:r>
          </w:p>
        </w:tc>
      </w:tr>
      <w:tr w:rsidR="0047106C" w14:paraId="5CE94CF8" w14:textId="77777777" w:rsidTr="00645D32">
        <w:trPr>
          <w:trHeight w:hRule="exact" w:val="538"/>
        </w:trPr>
        <w:tc>
          <w:tcPr>
            <w:tcW w:w="1584" w:type="pct"/>
            <w:vMerge/>
            <w:shd w:val="clear" w:color="auto" w:fill="auto"/>
          </w:tcPr>
          <w:p w14:paraId="66150DD4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98D478F" w14:textId="75647D60" w:rsidR="0047106C" w:rsidRPr="00126D52" w:rsidRDefault="0047106C" w:rsidP="0047106C">
            <w:pPr>
              <w:spacing w:before="20" w:after="20"/>
              <w:rPr>
                <w:rFonts w:cs="Arial"/>
                <w:lang w:eastAsia="de-CH"/>
              </w:rPr>
            </w:pPr>
            <w:r w:rsidRPr="00032927">
              <w:rPr>
                <w:rFonts w:cs="Arial"/>
                <w:lang w:eastAsia="de-CH"/>
              </w:rPr>
              <w:t>1 Trinkhalm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BFEE6CE" w14:textId="4765BDA7" w:rsidR="0047106C" w:rsidRDefault="0091701D" w:rsidP="0091701D">
            <w:pPr>
              <w:spacing w:before="80" w:after="80"/>
              <w:jc w:val="right"/>
              <w:rPr>
                <w:rFonts w:cs="Arial"/>
                <w:lang w:eastAsia="de-CH"/>
              </w:rPr>
            </w:pPr>
            <w:r>
              <w:rPr>
                <w:rStyle w:val="Schriftrot"/>
              </w:rPr>
              <w:t xml:space="preserve">3 </w:t>
            </w:r>
            <w:r w:rsidRPr="0091701D">
              <w:rPr>
                <w:rStyle w:val="Schriftrot"/>
              </w:rPr>
              <w:t>Rp.</w:t>
            </w:r>
          </w:p>
        </w:tc>
      </w:tr>
      <w:tr w:rsidR="0047106C" w14:paraId="378243CC" w14:textId="77777777" w:rsidTr="00645D32">
        <w:trPr>
          <w:trHeight w:hRule="exact" w:val="538"/>
        </w:trPr>
        <w:tc>
          <w:tcPr>
            <w:tcW w:w="1584" w:type="pct"/>
            <w:vMerge/>
            <w:tcBorders>
              <w:bottom w:val="single" w:sz="6" w:space="0" w:color="3C5D9F"/>
            </w:tcBorders>
            <w:shd w:val="clear" w:color="auto" w:fill="auto"/>
          </w:tcPr>
          <w:p w14:paraId="15FDF8ED" w14:textId="77777777" w:rsidR="0047106C" w:rsidRPr="00126D52" w:rsidRDefault="0047106C" w:rsidP="0047106C">
            <w:pPr>
              <w:tabs>
                <w:tab w:val="left" w:pos="6663"/>
              </w:tabs>
              <w:spacing w:before="20" w:after="80"/>
              <w:ind w:firstLine="709"/>
              <w:rPr>
                <w:rFonts w:cs="Arial"/>
                <w:lang w:eastAsia="de-CH"/>
              </w:rPr>
            </w:pPr>
          </w:p>
        </w:tc>
        <w:tc>
          <w:tcPr>
            <w:tcW w:w="221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B4356C4" w14:textId="4A94AA51" w:rsidR="0047106C" w:rsidRPr="00A77E1A" w:rsidRDefault="0047106C" w:rsidP="0047106C">
            <w:pPr>
              <w:spacing w:before="20" w:after="20"/>
              <w:rPr>
                <w:rFonts w:cs="Arial"/>
                <w:b/>
                <w:lang w:eastAsia="de-CH"/>
              </w:rPr>
            </w:pPr>
            <w:r w:rsidRPr="00A77E1A">
              <w:rPr>
                <w:rFonts w:cs="Arial"/>
                <w:b/>
                <w:lang w:eastAsia="de-CH"/>
              </w:rPr>
              <w:t>Total</w:t>
            </w:r>
          </w:p>
        </w:tc>
        <w:tc>
          <w:tcPr>
            <w:tcW w:w="12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1647FA8" w14:textId="297695ED" w:rsidR="0047106C" w:rsidRDefault="0091701D" w:rsidP="0047106C">
            <w:pPr>
              <w:spacing w:before="20" w:after="80"/>
              <w:jc w:val="right"/>
              <w:rPr>
                <w:rFonts w:cs="Arial"/>
                <w:lang w:eastAsia="de-CH"/>
              </w:rPr>
            </w:pPr>
            <w:r>
              <w:rPr>
                <w:rStyle w:val="Schriftrot"/>
              </w:rPr>
              <w:t>49</w:t>
            </w:r>
            <w:r w:rsidRPr="0091701D">
              <w:rPr>
                <w:rStyle w:val="Schriftrot"/>
              </w:rPr>
              <w:t xml:space="preserve"> Rp.</w:t>
            </w:r>
          </w:p>
        </w:tc>
      </w:tr>
    </w:tbl>
    <w:p w14:paraId="34C3CB89" w14:textId="77777777" w:rsidR="006210C8" w:rsidRDefault="006210C8" w:rsidP="00F058D6">
      <w:pPr>
        <w:spacing w:after="0"/>
      </w:pPr>
    </w:p>
    <w:p w14:paraId="4163EC17" w14:textId="77777777" w:rsidR="000234B4" w:rsidRDefault="000234B4" w:rsidP="00F058D6">
      <w:pPr>
        <w:spacing w:after="0"/>
      </w:pPr>
    </w:p>
    <w:p w14:paraId="0DEF4135" w14:textId="77777777" w:rsidR="000234B4" w:rsidRDefault="000234B4" w:rsidP="00F058D6">
      <w:pPr>
        <w:spacing w:after="0"/>
      </w:pPr>
    </w:p>
    <w:p w14:paraId="7D3AA1A7" w14:textId="77777777" w:rsidR="00126D52" w:rsidRDefault="00126D52" w:rsidP="00F058D6">
      <w:pPr>
        <w:spacing w:after="0"/>
      </w:pPr>
    </w:p>
    <w:p w14:paraId="4D588285" w14:textId="77777777" w:rsidR="00126D52" w:rsidRDefault="00126D52" w:rsidP="00F058D6">
      <w:pPr>
        <w:spacing w:after="0"/>
      </w:pPr>
    </w:p>
    <w:p w14:paraId="57941616" w14:textId="77777777" w:rsidR="00126D52" w:rsidRDefault="00126D52" w:rsidP="00F058D6">
      <w:pPr>
        <w:spacing w:after="0"/>
      </w:pPr>
    </w:p>
    <w:p w14:paraId="672027CD" w14:textId="77777777" w:rsidR="00126D52" w:rsidRDefault="00126D52" w:rsidP="00F058D6">
      <w:pPr>
        <w:spacing w:after="0"/>
      </w:pPr>
    </w:p>
    <w:p w14:paraId="57A3CD32" w14:textId="77777777" w:rsidR="00126D52" w:rsidRDefault="00126D52" w:rsidP="00F058D6">
      <w:pPr>
        <w:spacing w:after="0"/>
      </w:pPr>
    </w:p>
    <w:p w14:paraId="70F39186" w14:textId="77777777" w:rsidR="00A77E1A" w:rsidRDefault="00A77E1A">
      <w:pPr>
        <w:spacing w:after="200" w:line="240" w:lineRule="auto"/>
      </w:pPr>
    </w:p>
    <w:p w14:paraId="4B22ABC7" w14:textId="77777777" w:rsidR="00A77E1A" w:rsidRDefault="00A77E1A">
      <w:pPr>
        <w:spacing w:after="200" w:line="240" w:lineRule="auto"/>
      </w:pPr>
    </w:p>
    <w:p w14:paraId="2D2A6EB0" w14:textId="77777777" w:rsidR="00A77E1A" w:rsidRDefault="00A77E1A">
      <w:pPr>
        <w:spacing w:after="200" w:line="240" w:lineRule="auto"/>
      </w:pPr>
    </w:p>
    <w:p w14:paraId="56379BA0" w14:textId="77777777" w:rsidR="00BE481C" w:rsidRDefault="00BE481C">
      <w:pPr>
        <w:spacing w:after="200" w:line="240" w:lineRule="auto"/>
      </w:pPr>
    </w:p>
    <w:p w14:paraId="2E5A3FE3" w14:textId="77777777" w:rsidR="00BE481C" w:rsidRDefault="00BE481C">
      <w:pPr>
        <w:spacing w:after="200" w:line="240" w:lineRule="auto"/>
      </w:pPr>
    </w:p>
    <w:p w14:paraId="5751BD7B" w14:textId="77777777" w:rsidR="00BE481C" w:rsidRDefault="00BE481C">
      <w:pPr>
        <w:spacing w:after="200" w:line="240" w:lineRule="auto"/>
      </w:pPr>
    </w:p>
    <w:p w14:paraId="75DF059A" w14:textId="77777777" w:rsidR="00BE481C" w:rsidRDefault="00BE481C">
      <w:pPr>
        <w:spacing w:after="200" w:line="240" w:lineRule="auto"/>
      </w:pPr>
    </w:p>
    <w:p w14:paraId="3273CCAD" w14:textId="77777777" w:rsidR="00A77E1A" w:rsidRDefault="00A77E1A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39FCDD97" w14:textId="3FBC3616" w:rsidR="007C4C44" w:rsidRPr="004521F9" w:rsidRDefault="004368E9" w:rsidP="00B23C2C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0234B4">
        <w:t>2</w:t>
      </w:r>
      <w:r w:rsidR="0020629D">
        <w:t xml:space="preserve"> P.</w:t>
      </w:r>
    </w:p>
    <w:p w14:paraId="07E6D0B2" w14:textId="77777777" w:rsidR="00BE481C" w:rsidRDefault="00BE481C" w:rsidP="00C329AD">
      <w:pPr>
        <w:spacing w:after="0"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40"/>
      </w:tblGrid>
      <w:tr w:rsidR="00645D32" w14:paraId="690CAF7F" w14:textId="77777777" w:rsidTr="00BA68E4">
        <w:tc>
          <w:tcPr>
            <w:tcW w:w="6487" w:type="dxa"/>
          </w:tcPr>
          <w:p w14:paraId="09CCAAC8" w14:textId="77777777" w:rsidR="00BA68E4" w:rsidRDefault="00645D32" w:rsidP="00645D32">
            <w:pPr>
              <w:spacing w:after="0" w:line="276" w:lineRule="auto"/>
            </w:pPr>
            <w:r>
              <w:t>Tom und Edi verkaufe</w:t>
            </w:r>
            <w:r w:rsidR="00BA68E4">
              <w:t xml:space="preserve">n den „Sunset“, Leila und Yves </w:t>
            </w:r>
            <w:r>
              <w:t xml:space="preserve">den </w:t>
            </w:r>
          </w:p>
          <w:p w14:paraId="6B4BDCFD" w14:textId="0BC07F85" w:rsidR="00645D32" w:rsidRDefault="00645D32" w:rsidP="00645D32">
            <w:pPr>
              <w:spacing w:after="0" w:line="276" w:lineRule="auto"/>
            </w:pPr>
            <w:r>
              <w:t>„Surfer“.</w:t>
            </w:r>
          </w:p>
          <w:p w14:paraId="5869C361" w14:textId="77777777" w:rsidR="00645D32" w:rsidRDefault="00645D32" w:rsidP="00645D32">
            <w:pPr>
              <w:spacing w:after="0" w:line="276" w:lineRule="auto"/>
            </w:pPr>
          </w:p>
          <w:p w14:paraId="6C79489C" w14:textId="77777777" w:rsidR="00645D32" w:rsidRDefault="00645D32" w:rsidP="00645D32">
            <w:pPr>
              <w:spacing w:after="0" w:line="276" w:lineRule="auto"/>
            </w:pPr>
            <w:r>
              <w:t>Die Zutaten für einen „Sunset“ kosten  Fr. 1.04.</w:t>
            </w:r>
          </w:p>
          <w:p w14:paraId="03E389DA" w14:textId="77777777" w:rsidR="00645D32" w:rsidRDefault="00645D32" w:rsidP="00645D32">
            <w:pPr>
              <w:spacing w:after="0" w:line="276" w:lineRule="auto"/>
            </w:pPr>
            <w:r>
              <w:t>Die Zutaten für einen „Surfer“ kosten  Fr. --.80.</w:t>
            </w:r>
          </w:p>
          <w:p w14:paraId="4B2C295E" w14:textId="77777777" w:rsidR="00645D32" w:rsidRDefault="00645D32" w:rsidP="00645D32">
            <w:pPr>
              <w:spacing w:after="0" w:line="276" w:lineRule="auto"/>
            </w:pPr>
          </w:p>
          <w:p w14:paraId="783BC553" w14:textId="77777777" w:rsidR="00645D32" w:rsidRDefault="00645D32" w:rsidP="00645D32">
            <w:pPr>
              <w:spacing w:after="0" w:line="276" w:lineRule="auto"/>
            </w:pPr>
            <w:r>
              <w:t xml:space="preserve">Es werden 300 „Sunsets“ und 350 „Surfer“ verkauft. </w:t>
            </w:r>
          </w:p>
          <w:p w14:paraId="280DFA9D" w14:textId="77777777" w:rsidR="00645D32" w:rsidRDefault="00645D32" w:rsidP="00645D32">
            <w:pPr>
              <w:spacing w:after="0" w:line="276" w:lineRule="auto"/>
            </w:pPr>
          </w:p>
          <w:p w14:paraId="14896BFD" w14:textId="428B41B9" w:rsidR="00645D32" w:rsidRDefault="00645D32" w:rsidP="00C329AD">
            <w:pPr>
              <w:spacing w:after="0" w:line="276" w:lineRule="auto"/>
            </w:pPr>
            <w:r>
              <w:t xml:space="preserve">Alle Drinks kosten 2 Franken. </w:t>
            </w:r>
          </w:p>
        </w:tc>
        <w:tc>
          <w:tcPr>
            <w:tcW w:w="314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618"/>
              <w:gridCol w:w="1306"/>
            </w:tblGrid>
            <w:tr w:rsidR="00645D32" w14:paraId="22DD1BFB" w14:textId="77777777" w:rsidTr="00BA68E4">
              <w:trPr>
                <w:trHeight w:hRule="exact" w:val="2183"/>
              </w:trPr>
              <w:tc>
                <w:tcPr>
                  <w:tcW w:w="1668" w:type="dxa"/>
                </w:tcPr>
                <w:p w14:paraId="747EE887" w14:textId="77777777" w:rsidR="00645D32" w:rsidRDefault="00645D32" w:rsidP="00645D32">
                  <w:pPr>
                    <w:spacing w:after="200" w:line="240" w:lineRule="auto"/>
                  </w:pPr>
                  <w:r w:rsidRPr="00C038D5">
                    <w:rPr>
                      <w:rFonts w:asciiTheme="minorHAnsi" w:hAnsiTheme="minorHAnsi"/>
                      <w:noProof/>
                      <w:sz w:val="24"/>
                      <w:lang w:val="en-US"/>
                    </w:rPr>
                    <w:drawing>
                      <wp:inline distT="0" distB="0" distL="0" distR="0" wp14:anchorId="46BF26DC" wp14:editId="3663DB34">
                        <wp:extent cx="795655" cy="1341755"/>
                        <wp:effectExtent l="0" t="0" r="0" b="4445"/>
                        <wp:docPr id="10" name="Bild 7" descr="bananadrea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bananadrea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2">
                                          <a14:imgEffect>
                                            <a14:sharpenSoften amount="26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5655" cy="1341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14" w:type="dxa"/>
                </w:tcPr>
                <w:p w14:paraId="43AB6F64" w14:textId="77777777" w:rsidR="00645D32" w:rsidRDefault="00645D32" w:rsidP="00645D32">
                  <w:pPr>
                    <w:spacing w:after="200" w:line="240" w:lineRule="auto"/>
                  </w:pPr>
                  <w:r>
                    <w:rPr>
                      <w:rFonts w:asciiTheme="minorHAnsi" w:hAnsiTheme="minorHAnsi"/>
                      <w:noProof/>
                      <w:sz w:val="24"/>
                      <w:lang w:val="en-US"/>
                    </w:rPr>
                    <w:drawing>
                      <wp:inline distT="0" distB="0" distL="0" distR="0" wp14:anchorId="4DF4C221" wp14:editId="1D2B4B95">
                        <wp:extent cx="794184" cy="1344168"/>
                        <wp:effectExtent l="0" t="0" r="0" b="2540"/>
                        <wp:docPr id="11" name="Bild 2" descr="C:\Users\Werner\Documents\Bildung\Orientierungsarbeiten\Serie 2015\7S6_cool surf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Werner\Documents\Bildung\Orientierungsarbeiten\Serie 2015\7S6_cool surf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4">
                                          <a14:imgEffect>
                                            <a14:sharpenSoften amount="24000"/>
                                          </a14:imgEffect>
                                          <a14:imgEffect>
                                            <a14:saturation sat="257000"/>
                                          </a14:imgEffect>
                                          <a14:imgEffect>
                                            <a14:brightnessContrast bright="-17000" contrast="39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5807" cy="1363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45D32" w14:paraId="7AA27DC0" w14:textId="77777777" w:rsidTr="00BA68E4">
              <w:tc>
                <w:tcPr>
                  <w:tcW w:w="1668" w:type="dxa"/>
                </w:tcPr>
                <w:p w14:paraId="17873F0F" w14:textId="77777777" w:rsidR="00645D32" w:rsidRDefault="00645D32" w:rsidP="00645D32">
                  <w:pPr>
                    <w:spacing w:after="0" w:line="276" w:lineRule="auto"/>
                  </w:pPr>
                  <w:r>
                    <w:t>Sunset</w:t>
                  </w:r>
                </w:p>
              </w:tc>
              <w:tc>
                <w:tcPr>
                  <w:tcW w:w="1314" w:type="dxa"/>
                </w:tcPr>
                <w:p w14:paraId="3A8AD1E1" w14:textId="77777777" w:rsidR="00645D32" w:rsidRDefault="00645D32" w:rsidP="00645D32">
                  <w:pPr>
                    <w:spacing w:after="0" w:line="276" w:lineRule="auto"/>
                  </w:pPr>
                  <w:r>
                    <w:t>Surfer</w:t>
                  </w:r>
                </w:p>
              </w:tc>
            </w:tr>
          </w:tbl>
          <w:p w14:paraId="77007EC8" w14:textId="77777777" w:rsidR="00645D32" w:rsidRDefault="00645D32" w:rsidP="00C329AD">
            <w:pPr>
              <w:spacing w:after="0" w:line="276" w:lineRule="auto"/>
            </w:pPr>
          </w:p>
        </w:tc>
      </w:tr>
    </w:tbl>
    <w:p w14:paraId="57A43145" w14:textId="77777777" w:rsidR="00645D32" w:rsidRDefault="00645D32" w:rsidP="00C329AD">
      <w:pPr>
        <w:spacing w:after="0" w:line="276" w:lineRule="auto"/>
      </w:pPr>
    </w:p>
    <w:p w14:paraId="363B3206" w14:textId="106D539C" w:rsidR="00645D32" w:rsidRPr="0091701D" w:rsidRDefault="00645D32" w:rsidP="0091701D">
      <w:pPr>
        <w:tabs>
          <w:tab w:val="left" w:pos="6521"/>
          <w:tab w:val="left" w:pos="8505"/>
        </w:tabs>
        <w:spacing w:after="0" w:line="276" w:lineRule="auto"/>
        <w:rPr>
          <w:rStyle w:val="Schriftrot"/>
        </w:rPr>
      </w:pPr>
      <w:r>
        <w:t>Wie viel verdienen sie insgesamt beim Verkauf der „Sunsets“?</w:t>
      </w:r>
      <w:r w:rsidR="00BA68E4">
        <w:t xml:space="preserve"> </w:t>
      </w:r>
      <w:r w:rsidR="00BA68E4">
        <w:tab/>
      </w:r>
      <w:r w:rsidR="0091701D" w:rsidRPr="0091701D">
        <w:rPr>
          <w:rStyle w:val="Schriftrot"/>
        </w:rPr>
        <w:t xml:space="preserve">(300 </w:t>
      </w:r>
      <w:r w:rsidR="0091701D">
        <w:rPr>
          <w:rFonts w:ascii="Wingdings 2" w:hAnsi="Wingdings 2"/>
          <w:color w:val="FF0000"/>
          <w:sz w:val="24"/>
        </w:rPr>
        <w:t></w:t>
      </w:r>
      <w:r w:rsidR="0091701D" w:rsidRPr="0091701D">
        <w:rPr>
          <w:rStyle w:val="Schriftrot"/>
        </w:rPr>
        <w:t>0.96 Fr.)</w:t>
      </w:r>
      <w:r w:rsidR="0091701D">
        <w:rPr>
          <w:rStyle w:val="Schriftrot"/>
        </w:rPr>
        <w:tab/>
      </w:r>
      <w:r w:rsidR="0091701D" w:rsidRPr="0091701D">
        <w:rPr>
          <w:rStyle w:val="Schriftrot"/>
        </w:rPr>
        <w:t>288 Fr.</w:t>
      </w:r>
    </w:p>
    <w:p w14:paraId="0CA099A5" w14:textId="0FC9F8E6" w:rsidR="00645D32" w:rsidRDefault="00645D32" w:rsidP="0091701D">
      <w:pPr>
        <w:tabs>
          <w:tab w:val="left" w:pos="6521"/>
          <w:tab w:val="left" w:pos="8505"/>
        </w:tabs>
        <w:spacing w:after="0" w:line="276" w:lineRule="auto"/>
      </w:pPr>
      <w:r>
        <w:t xml:space="preserve">Wie viel verdienen </w:t>
      </w:r>
      <w:r w:rsidR="006F0F95">
        <w:t xml:space="preserve">sie insgesamt </w:t>
      </w:r>
      <w:r w:rsidR="006773DD">
        <w:t xml:space="preserve">beim </w:t>
      </w:r>
      <w:bookmarkStart w:id="0" w:name="_GoBack"/>
      <w:bookmarkEnd w:id="0"/>
      <w:r>
        <w:t>Verkauf der „Surfer“?</w:t>
      </w:r>
      <w:r w:rsidR="00BA68E4">
        <w:t xml:space="preserve"> </w:t>
      </w:r>
      <w:r w:rsidR="00BA68E4">
        <w:tab/>
      </w:r>
      <w:r w:rsidR="0091701D" w:rsidRPr="0091701D">
        <w:rPr>
          <w:rStyle w:val="Schriftrot"/>
        </w:rPr>
        <w:t xml:space="preserve">(350 </w:t>
      </w:r>
      <w:r w:rsidR="0091701D">
        <w:rPr>
          <w:rFonts w:ascii="Wingdings 2" w:hAnsi="Wingdings 2"/>
          <w:color w:val="FF0000"/>
          <w:sz w:val="24"/>
        </w:rPr>
        <w:t></w:t>
      </w:r>
      <w:r w:rsidR="0091701D">
        <w:rPr>
          <w:rStyle w:val="Schriftrot"/>
        </w:rPr>
        <w:t>1.20 Fr.)</w:t>
      </w:r>
      <w:r w:rsidR="0091701D">
        <w:rPr>
          <w:rStyle w:val="Schriftrot"/>
        </w:rPr>
        <w:tab/>
      </w:r>
      <w:r w:rsidR="0091701D" w:rsidRPr="0091701D">
        <w:rPr>
          <w:rStyle w:val="Schriftrot"/>
        </w:rPr>
        <w:t>420 Fr.</w:t>
      </w:r>
    </w:p>
    <w:p w14:paraId="38C0F6B6" w14:textId="77777777" w:rsidR="00645D32" w:rsidRDefault="00645D32" w:rsidP="00C329AD">
      <w:pPr>
        <w:spacing w:after="0" w:line="276" w:lineRule="auto"/>
      </w:pPr>
    </w:p>
    <w:p w14:paraId="7BE7BF46" w14:textId="77777777" w:rsidR="00B91D53" w:rsidRDefault="00B91D53" w:rsidP="00C329AD">
      <w:pPr>
        <w:spacing w:after="0" w:line="276" w:lineRule="auto"/>
      </w:pPr>
    </w:p>
    <w:p w14:paraId="51AA07BD" w14:textId="7D12052B" w:rsidR="006210C8" w:rsidRDefault="004368E9" w:rsidP="006210C8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0234B4">
        <w:t>2</w:t>
      </w:r>
      <w:r w:rsidR="0020629D">
        <w:t xml:space="preserve"> P.</w:t>
      </w:r>
    </w:p>
    <w:p w14:paraId="39FAED78" w14:textId="77777777" w:rsidR="00B45030" w:rsidRDefault="00B45030" w:rsidP="00A728EF">
      <w:pPr>
        <w:spacing w:after="80"/>
        <w:rPr>
          <w:noProof/>
          <w:lang w:val="en-US"/>
        </w:rPr>
      </w:pPr>
    </w:p>
    <w:p w14:paraId="32883C06" w14:textId="77777777" w:rsidR="00B91D53" w:rsidRDefault="00B91D53" w:rsidP="00B91D53">
      <w:pPr>
        <w:tabs>
          <w:tab w:val="left" w:pos="1080"/>
        </w:tabs>
        <w:spacing w:after="80"/>
      </w:pPr>
      <w:r>
        <w:t>Von jedem verkauften Drink gehen 5 Rappen in die Klassenkasse, der Rest in die Festkasse der Schule.</w:t>
      </w:r>
    </w:p>
    <w:p w14:paraId="2F7386DA" w14:textId="77777777" w:rsidR="00B91D53" w:rsidRDefault="00B91D53" w:rsidP="00B91D53">
      <w:pPr>
        <w:tabs>
          <w:tab w:val="left" w:pos="1080"/>
        </w:tabs>
        <w:spacing w:after="80"/>
      </w:pPr>
    </w:p>
    <w:p w14:paraId="3DADA358" w14:textId="5FB0E131" w:rsidR="00B91D53" w:rsidRDefault="00B91D53" w:rsidP="0091701D">
      <w:pPr>
        <w:tabs>
          <w:tab w:val="left" w:pos="1080"/>
          <w:tab w:val="left" w:pos="6521"/>
          <w:tab w:val="left" w:pos="8505"/>
        </w:tabs>
        <w:spacing w:after="80"/>
      </w:pPr>
      <w:r>
        <w:t>Wie viel bringen Tom und Edi in ihre Klassenkasse?</w:t>
      </w:r>
      <w:r w:rsidR="002246EC">
        <w:t xml:space="preserve"> </w:t>
      </w:r>
      <w:r w:rsidR="002246EC">
        <w:tab/>
      </w:r>
      <w:r w:rsidR="0091701D" w:rsidRPr="0091701D">
        <w:rPr>
          <w:rStyle w:val="Schriftrot"/>
        </w:rPr>
        <w:t>Fr.  15</w:t>
      </w:r>
      <w:r w:rsidR="0091701D">
        <w:rPr>
          <w:rStyle w:val="Schriftrot"/>
        </w:rPr>
        <w:t xml:space="preserve">.-- </w:t>
      </w:r>
      <w:r w:rsidR="0091701D">
        <w:rPr>
          <w:rStyle w:val="Schriftrot"/>
        </w:rPr>
        <w:tab/>
      </w:r>
      <w:r w:rsidR="0091701D" w:rsidRPr="0091701D">
        <w:rPr>
          <w:rStyle w:val="Schriftrot"/>
        </w:rPr>
        <w:t>½ P.</w:t>
      </w:r>
    </w:p>
    <w:p w14:paraId="496041B5" w14:textId="1FBC0220" w:rsidR="00B91D53" w:rsidRDefault="00B91D53" w:rsidP="0091701D">
      <w:pPr>
        <w:tabs>
          <w:tab w:val="left" w:pos="1080"/>
          <w:tab w:val="left" w:pos="6521"/>
          <w:tab w:val="left" w:pos="8505"/>
        </w:tabs>
        <w:spacing w:after="80"/>
      </w:pPr>
      <w:r>
        <w:t>Wie viel bringen Leila und Yves in ihre Klassenkasse?</w:t>
      </w:r>
      <w:r w:rsidR="002246EC">
        <w:t xml:space="preserve"> </w:t>
      </w:r>
      <w:r w:rsidR="002246EC">
        <w:tab/>
      </w:r>
      <w:r w:rsidR="0091701D" w:rsidRPr="0091701D">
        <w:rPr>
          <w:rStyle w:val="Schriftrot"/>
        </w:rPr>
        <w:t xml:space="preserve">Fr.  17.50 </w:t>
      </w:r>
      <w:r w:rsidR="0091701D">
        <w:rPr>
          <w:rStyle w:val="Schriftrot"/>
        </w:rPr>
        <w:tab/>
      </w:r>
      <w:r w:rsidR="0091701D" w:rsidRPr="0091701D">
        <w:rPr>
          <w:rStyle w:val="Schriftrot"/>
        </w:rPr>
        <w:t>½ P.</w:t>
      </w:r>
    </w:p>
    <w:p w14:paraId="2E6CE14D" w14:textId="0AAA39A1" w:rsidR="00B45030" w:rsidRDefault="00B91D53" w:rsidP="0091701D">
      <w:pPr>
        <w:tabs>
          <w:tab w:val="left" w:pos="1080"/>
          <w:tab w:val="left" w:pos="6521"/>
          <w:tab w:val="left" w:pos="8609"/>
        </w:tabs>
        <w:spacing w:after="80"/>
        <w:rPr>
          <w:rStyle w:val="Schriftrot"/>
        </w:rPr>
      </w:pPr>
      <w:r>
        <w:t>Wie viel geht in die Festkasse der Schule?</w:t>
      </w:r>
      <w:r w:rsidR="002246EC">
        <w:t xml:space="preserve"> </w:t>
      </w:r>
      <w:r w:rsidR="002246EC">
        <w:tab/>
      </w:r>
      <w:r w:rsidR="0091701D" w:rsidRPr="0091701D">
        <w:rPr>
          <w:rStyle w:val="Schriftrot"/>
        </w:rPr>
        <w:t>Fr.  675.50</w:t>
      </w:r>
      <w:r w:rsidR="0091701D">
        <w:rPr>
          <w:rStyle w:val="Schriftrot"/>
        </w:rPr>
        <w:t xml:space="preserve"> </w:t>
      </w:r>
      <w:r w:rsidR="0091701D">
        <w:rPr>
          <w:rStyle w:val="Schriftrot"/>
        </w:rPr>
        <w:tab/>
      </w:r>
      <w:r w:rsidR="0091701D" w:rsidRPr="0091701D">
        <w:rPr>
          <w:rStyle w:val="Schriftrot"/>
        </w:rPr>
        <w:t>1P.</w:t>
      </w:r>
    </w:p>
    <w:p w14:paraId="3877559B" w14:textId="77777777" w:rsidR="0091701D" w:rsidRDefault="0091701D" w:rsidP="002246EC">
      <w:pPr>
        <w:tabs>
          <w:tab w:val="left" w:pos="1080"/>
          <w:tab w:val="left" w:pos="6521"/>
        </w:tabs>
        <w:spacing w:after="80"/>
        <w:rPr>
          <w:rStyle w:val="Schriftrot"/>
        </w:rPr>
      </w:pPr>
    </w:p>
    <w:p w14:paraId="2C98847A" w14:textId="1907E559" w:rsidR="0091701D" w:rsidRPr="0091701D" w:rsidRDefault="0091701D" w:rsidP="0091701D">
      <w:pPr>
        <w:rPr>
          <w:rStyle w:val="Schriftrot"/>
        </w:rPr>
      </w:pPr>
      <w:r w:rsidRPr="0091701D">
        <w:rPr>
          <w:rStyle w:val="Schriftrot"/>
        </w:rPr>
        <w:t>288*  +  420*  -  15*  -  17.5*   =   67</w:t>
      </w:r>
      <w:r w:rsidR="00F94ED0">
        <w:rPr>
          <w:rStyle w:val="Schriftrot"/>
        </w:rPr>
        <w:t>5</w:t>
      </w:r>
      <w:r w:rsidRPr="0091701D">
        <w:rPr>
          <w:rStyle w:val="Schriftrot"/>
        </w:rPr>
        <w:t>,5</w:t>
      </w:r>
    </w:p>
    <w:p w14:paraId="721F15B5" w14:textId="77777777" w:rsidR="0091701D" w:rsidRPr="0091701D" w:rsidRDefault="0091701D" w:rsidP="0091701D">
      <w:pPr>
        <w:rPr>
          <w:rStyle w:val="Schriftrot"/>
        </w:rPr>
      </w:pPr>
      <w:r w:rsidRPr="0091701D">
        <w:rPr>
          <w:rStyle w:val="Schriftrot"/>
        </w:rPr>
        <w:t>(Beachte Folgefehler)</w:t>
      </w:r>
    </w:p>
    <w:p w14:paraId="551BF526" w14:textId="77777777" w:rsidR="0091701D" w:rsidRPr="0091701D" w:rsidRDefault="0091701D" w:rsidP="002246EC">
      <w:pPr>
        <w:tabs>
          <w:tab w:val="left" w:pos="1080"/>
          <w:tab w:val="left" w:pos="6521"/>
        </w:tabs>
        <w:spacing w:after="80"/>
        <w:rPr>
          <w:rStyle w:val="Schriftrot"/>
        </w:rPr>
      </w:pPr>
    </w:p>
    <w:sectPr w:rsidR="0091701D" w:rsidRPr="0091701D" w:rsidSect="001B4C36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E0B70" w14:textId="77777777" w:rsidR="00B91D53" w:rsidRDefault="00B91D53" w:rsidP="00E61129">
      <w:pPr>
        <w:spacing w:after="0"/>
      </w:pPr>
      <w:r>
        <w:separator/>
      </w:r>
    </w:p>
  </w:endnote>
  <w:endnote w:type="continuationSeparator" w:id="0">
    <w:p w14:paraId="21AF0A1F" w14:textId="77777777" w:rsidR="00B91D53" w:rsidRDefault="00B91D5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77777777" w:rsidR="00B91D53" w:rsidRPr="00A52340" w:rsidRDefault="00B91D5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392FA7">
        <w:rPr>
          <w:noProof/>
        </w:rPr>
        <w:t>MA_S05_Drinks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92FA7" w:rsidRPr="00392FA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92FA7" w:rsidRPr="00392FA7">
        <w:rPr>
          <w:noProof/>
          <w:lang w:val="de-DE"/>
        </w:rPr>
        <w:t>2</w:t>
      </w:r>
    </w:fldSimple>
  </w:p>
  <w:p w14:paraId="4E54B2C6" w14:textId="77777777" w:rsidR="00B91D53" w:rsidRDefault="00B91D5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B91D53" w:rsidRDefault="00B91D5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392FA7">
        <w:rPr>
          <w:noProof/>
        </w:rPr>
        <w:t>MA_S05_Drinks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392FA7" w:rsidRPr="00392FA7">
        <w:rPr>
          <w:noProof/>
          <w:lang w:val="de-DE"/>
        </w:rPr>
        <w:t>2</w:t>
      </w:r>
    </w:fldSimple>
  </w:p>
  <w:p w14:paraId="125CC2E2" w14:textId="77777777" w:rsidR="00B91D53" w:rsidRDefault="00B91D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660B" w14:textId="77777777" w:rsidR="00B91D53" w:rsidRDefault="00B91D53" w:rsidP="00E61129">
      <w:pPr>
        <w:spacing w:after="0"/>
      </w:pPr>
      <w:r>
        <w:separator/>
      </w:r>
    </w:p>
  </w:footnote>
  <w:footnote w:type="continuationSeparator" w:id="0">
    <w:p w14:paraId="1A4708A5" w14:textId="77777777" w:rsidR="00B91D53" w:rsidRDefault="00B91D5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268CF4DF" w:rsidR="00B91D53" w:rsidRPr="00F25B93" w:rsidRDefault="00B91D5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B91D53" w:rsidRPr="00093725" w:rsidRDefault="00B91D53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B91D53" w:rsidRPr="00BB20F6" w:rsidRDefault="00B91D53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B91D53" w:rsidRPr="00093725" w:rsidRDefault="00B91D53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B91D53" w:rsidRPr="00BB20F6" w:rsidRDefault="00B91D53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</w:p>
  <w:p w14:paraId="456B8927" w14:textId="77777777" w:rsidR="00B91D53" w:rsidRDefault="00B91D5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B91D53" w:rsidRDefault="00B91D5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B91D53" w:rsidRPr="00093725" w:rsidRDefault="00B91D5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6F29339" w14:textId="77777777" w:rsidR="00B91D53" w:rsidRPr="00093725" w:rsidRDefault="00B91D5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B91D53" w:rsidRDefault="00B91D5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B91D53" w:rsidRDefault="00B91D5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B91D53" w:rsidRDefault="00B91D5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B91D53" w:rsidRDefault="00B91D5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34B4"/>
    <w:rsid w:val="000234B5"/>
    <w:rsid w:val="00027A8D"/>
    <w:rsid w:val="00032927"/>
    <w:rsid w:val="00046A29"/>
    <w:rsid w:val="00063B3E"/>
    <w:rsid w:val="000826F2"/>
    <w:rsid w:val="00093725"/>
    <w:rsid w:val="000A1533"/>
    <w:rsid w:val="000D5FE5"/>
    <w:rsid w:val="000D778F"/>
    <w:rsid w:val="001055AD"/>
    <w:rsid w:val="00126D52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246EC"/>
    <w:rsid w:val="00234D56"/>
    <w:rsid w:val="002467CE"/>
    <w:rsid w:val="00247BBB"/>
    <w:rsid w:val="0027227B"/>
    <w:rsid w:val="00285B8B"/>
    <w:rsid w:val="002945F2"/>
    <w:rsid w:val="002B17C6"/>
    <w:rsid w:val="002B2FAD"/>
    <w:rsid w:val="002C3473"/>
    <w:rsid w:val="002D4FD8"/>
    <w:rsid w:val="002F2755"/>
    <w:rsid w:val="002F7263"/>
    <w:rsid w:val="00300C81"/>
    <w:rsid w:val="00307CF9"/>
    <w:rsid w:val="003131E0"/>
    <w:rsid w:val="00313CCE"/>
    <w:rsid w:val="00324B78"/>
    <w:rsid w:val="003251AC"/>
    <w:rsid w:val="00342F40"/>
    <w:rsid w:val="00381A2D"/>
    <w:rsid w:val="00392FA7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106C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5E5EA2"/>
    <w:rsid w:val="005E6C07"/>
    <w:rsid w:val="006210C8"/>
    <w:rsid w:val="006245C9"/>
    <w:rsid w:val="00634654"/>
    <w:rsid w:val="00634953"/>
    <w:rsid w:val="006376CC"/>
    <w:rsid w:val="00645D32"/>
    <w:rsid w:val="00651E15"/>
    <w:rsid w:val="00664211"/>
    <w:rsid w:val="00665E44"/>
    <w:rsid w:val="00666F57"/>
    <w:rsid w:val="006773DD"/>
    <w:rsid w:val="00677494"/>
    <w:rsid w:val="00682D01"/>
    <w:rsid w:val="006901A8"/>
    <w:rsid w:val="00691DD4"/>
    <w:rsid w:val="006A5EDD"/>
    <w:rsid w:val="006D36D8"/>
    <w:rsid w:val="006F0F95"/>
    <w:rsid w:val="006F1B56"/>
    <w:rsid w:val="00705BBD"/>
    <w:rsid w:val="007171B0"/>
    <w:rsid w:val="007201E2"/>
    <w:rsid w:val="00730CDC"/>
    <w:rsid w:val="007368E6"/>
    <w:rsid w:val="00740F50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677E3"/>
    <w:rsid w:val="0088314E"/>
    <w:rsid w:val="00886D58"/>
    <w:rsid w:val="008F12FE"/>
    <w:rsid w:val="00904C94"/>
    <w:rsid w:val="00905B48"/>
    <w:rsid w:val="0091701D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66B4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52340"/>
    <w:rsid w:val="00A71ABD"/>
    <w:rsid w:val="00A728EF"/>
    <w:rsid w:val="00A77E1A"/>
    <w:rsid w:val="00A922BD"/>
    <w:rsid w:val="00A9626B"/>
    <w:rsid w:val="00AA5402"/>
    <w:rsid w:val="00AD0C62"/>
    <w:rsid w:val="00AE1EF5"/>
    <w:rsid w:val="00AE2523"/>
    <w:rsid w:val="00AE5F2E"/>
    <w:rsid w:val="00AE63FE"/>
    <w:rsid w:val="00AF4F8E"/>
    <w:rsid w:val="00B0459D"/>
    <w:rsid w:val="00B23375"/>
    <w:rsid w:val="00B23C2C"/>
    <w:rsid w:val="00B23F47"/>
    <w:rsid w:val="00B25321"/>
    <w:rsid w:val="00B26651"/>
    <w:rsid w:val="00B27990"/>
    <w:rsid w:val="00B323B4"/>
    <w:rsid w:val="00B45030"/>
    <w:rsid w:val="00B55B55"/>
    <w:rsid w:val="00B622D3"/>
    <w:rsid w:val="00B91D53"/>
    <w:rsid w:val="00B92F68"/>
    <w:rsid w:val="00BA68E4"/>
    <w:rsid w:val="00BC46E0"/>
    <w:rsid w:val="00BC6428"/>
    <w:rsid w:val="00BC6B04"/>
    <w:rsid w:val="00BE481C"/>
    <w:rsid w:val="00BF5EB3"/>
    <w:rsid w:val="00C01F72"/>
    <w:rsid w:val="00C237BD"/>
    <w:rsid w:val="00C25CFD"/>
    <w:rsid w:val="00C27D3B"/>
    <w:rsid w:val="00C329AD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1747D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0021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2B81"/>
    <w:rsid w:val="00EC3945"/>
    <w:rsid w:val="00ED2441"/>
    <w:rsid w:val="00ED2485"/>
    <w:rsid w:val="00ED2549"/>
    <w:rsid w:val="00ED2DA3"/>
    <w:rsid w:val="00ED3F01"/>
    <w:rsid w:val="00ED3FE8"/>
    <w:rsid w:val="00ED6840"/>
    <w:rsid w:val="00ED6DA4"/>
    <w:rsid w:val="00EE197E"/>
    <w:rsid w:val="00EF5E6B"/>
    <w:rsid w:val="00EF7946"/>
    <w:rsid w:val="00F058D6"/>
    <w:rsid w:val="00F14879"/>
    <w:rsid w:val="00F25B93"/>
    <w:rsid w:val="00F26B73"/>
    <w:rsid w:val="00F31068"/>
    <w:rsid w:val="00F503E6"/>
    <w:rsid w:val="00F8799F"/>
    <w:rsid w:val="00F944C8"/>
    <w:rsid w:val="00F94A2C"/>
    <w:rsid w:val="00F94ED0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91701D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91701D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microsoft.com/office/2007/relationships/hdphoto" Target="media/hdphoto2.wdp"/><Relationship Id="rId13" Type="http://schemas.openxmlformats.org/officeDocument/2006/relationships/image" Target="media/image3.jpeg"/><Relationship Id="rId14" Type="http://schemas.microsoft.com/office/2007/relationships/hdphoto" Target="media/hdphoto3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M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8E6D-F00A-5240-98C8-29206E94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Master_M_V4.0.dotx</Template>
  <TotalTime>11</TotalTime>
  <Pages>2</Pages>
  <Words>244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1634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2015-09-23T11:27:00Z</cp:lastPrinted>
  <dcterms:created xsi:type="dcterms:W3CDTF">2015-08-01T11:03:00Z</dcterms:created>
  <dcterms:modified xsi:type="dcterms:W3CDTF">2015-09-23T11:27:00Z</dcterms:modified>
  <cp:category/>
</cp:coreProperties>
</file>