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000995" w14:textId="451DEF19" w:rsidR="007620D2" w:rsidRPr="00C27D3B" w:rsidRDefault="00837C44" w:rsidP="004F2069">
      <w:pPr>
        <w:pStyle w:val="AufgabenID"/>
        <w:tabs>
          <w:tab w:val="right" w:pos="9434"/>
        </w:tabs>
      </w:pPr>
      <w:r w:rsidRPr="00837C44">
        <w:t>DREIECKE  ZUSAMMENSETZEN</w:t>
      </w:r>
      <w:r w:rsidR="004F2069">
        <w:tab/>
        <w:t xml:space="preserve"> </w:t>
      </w:r>
      <w:r w:rsidR="004F2069" w:rsidRPr="0049627B">
        <w:rPr>
          <w:rStyle w:val="Eingabefeld0"/>
          <w:bCs w:val="0"/>
          <w:color w:val="E50600"/>
          <w:position w:val="0"/>
          <w:sz w:val="28"/>
          <w:szCs w:val="28"/>
        </w:rPr>
        <w:t>Ab September</w:t>
      </w:r>
    </w:p>
    <w:p w14:paraId="187C55C0" w14:textId="77777777" w:rsidR="00F76C8B" w:rsidRDefault="00F76C8B" w:rsidP="00FA74ED"/>
    <w:p w14:paraId="74F25833" w14:textId="77777777" w:rsidR="00E3400A" w:rsidRPr="00E3400A" w:rsidRDefault="006F1B56" w:rsidP="003810D9">
      <w:pPr>
        <w:pStyle w:val="KurzbeschriebTitel"/>
      </w:pPr>
      <w:r>
        <w:t>A</w:t>
      </w:r>
      <w:r w:rsidR="00E3400A">
        <w:t xml:space="preserve"> </w:t>
      </w:r>
      <w:r w:rsidR="00E3400A">
        <w:tab/>
      </w:r>
      <w:r w:rsidR="005706FF">
        <w:t>6</w:t>
      </w:r>
      <w:r w:rsidR="0020629D">
        <w:t xml:space="preserve"> P.</w:t>
      </w:r>
    </w:p>
    <w:p w14:paraId="102E983D" w14:textId="77777777" w:rsidR="005706FF" w:rsidRDefault="00026739" w:rsidP="005706FF">
      <w:pPr>
        <w:tabs>
          <w:tab w:val="left" w:pos="3969"/>
        </w:tabs>
        <w:spacing w:after="40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5509F718" wp14:editId="7A592B28">
                <wp:simplePos x="0" y="0"/>
                <wp:positionH relativeFrom="column">
                  <wp:posOffset>20320</wp:posOffset>
                </wp:positionH>
                <wp:positionV relativeFrom="paragraph">
                  <wp:posOffset>250825</wp:posOffset>
                </wp:positionV>
                <wp:extent cx="276860" cy="276860"/>
                <wp:effectExtent l="0" t="0" r="27940" b="27940"/>
                <wp:wrapThrough wrapText="bothSides">
                  <wp:wrapPolygon edited="0">
                    <wp:start x="21600" y="15853"/>
                    <wp:lineTo x="3765" y="0"/>
                    <wp:lineTo x="-198" y="0"/>
                    <wp:lineTo x="-198" y="21798"/>
                    <wp:lineTo x="21600" y="21798"/>
                    <wp:lineTo x="21600" y="15853"/>
                  </wp:wrapPolygon>
                </wp:wrapThrough>
                <wp:docPr id="11" name="Right Tri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76860" cy="276860"/>
                        </a:xfrm>
                        <a:prstGeom prst="rtTriangle">
                          <a:avLst/>
                        </a:prstGeom>
                        <a:noFill/>
                        <a:ln w="12700">
                          <a:solidFill>
                            <a:srgbClr val="3C5D9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" coordsize="21600,21600" o:spt="6" path="m0,0l0,21600,21600,21600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11" o:spid="_x0000_s1026" type="#_x0000_t6" style="position:absolute;margin-left:1.6pt;margin-top:19.75pt;width:21.8pt;height:21.8pt;rotation:-90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" filled="f" strokecolor="#3c5d9f" strokeweight="1pt">
                <w10:wrap type="through"/>
              </v:shape>
            </w:pict>
          </mc:Fallback>
        </mc:AlternateContent>
      </w:r>
      <w:r w:rsidR="00F75FDF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35712" behindDoc="0" locked="0" layoutInCell="1" allowOverlap="1" wp14:anchorId="49D99CC2" wp14:editId="3C5FA8CD">
                <wp:simplePos x="0" y="0"/>
                <wp:positionH relativeFrom="column">
                  <wp:posOffset>4514850</wp:posOffset>
                </wp:positionH>
                <wp:positionV relativeFrom="paragraph">
                  <wp:posOffset>269875</wp:posOffset>
                </wp:positionV>
                <wp:extent cx="831850" cy="276860"/>
                <wp:effectExtent l="0" t="0" r="31750" b="27940"/>
                <wp:wrapThrough wrapText="bothSides">
                  <wp:wrapPolygon edited="0">
                    <wp:start x="5276" y="0"/>
                    <wp:lineTo x="0" y="17835"/>
                    <wp:lineTo x="0" y="21798"/>
                    <wp:lineTo x="16489" y="21798"/>
                    <wp:lineTo x="21765" y="3963"/>
                    <wp:lineTo x="21765" y="0"/>
                    <wp:lineTo x="5276" y="0"/>
                  </wp:wrapPolygon>
                </wp:wrapThrough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1850" cy="276860"/>
                          <a:chOff x="0" y="0"/>
                          <a:chExt cx="1028700" cy="342900"/>
                        </a:xfrm>
                      </wpg:grpSpPr>
                      <wps:wsp>
                        <wps:cNvPr id="16" name="Right Triangle 16"/>
                        <wps:cNvSpPr/>
                        <wps:spPr>
                          <a:xfrm rot="5400000">
                            <a:off x="343535" y="0"/>
                            <a:ext cx="342900" cy="342900"/>
                          </a:xfrm>
                          <a:prstGeom prst="rtTriangle">
                            <a:avLst/>
                          </a:prstGeom>
                          <a:noFill/>
                          <a:ln w="12700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" name="Group 19"/>
                        <wpg:cNvGrpSpPr/>
                        <wpg:grpSpPr>
                          <a:xfrm>
                            <a:off x="0" y="0"/>
                            <a:ext cx="1028700" cy="342900"/>
                            <a:chOff x="0" y="0"/>
                            <a:chExt cx="1028700" cy="342900"/>
                          </a:xfrm>
                        </wpg:grpSpPr>
                        <wps:wsp>
                          <wps:cNvPr id="12" name="Right Triangle 12"/>
                          <wps:cNvSpPr/>
                          <wps:spPr>
                            <a:xfrm rot="16200000">
                              <a:off x="0" y="0"/>
                              <a:ext cx="342900" cy="342900"/>
                            </a:xfrm>
                            <a:prstGeom prst="rtTriangle">
                              <a:avLst/>
                            </a:prstGeom>
                            <a:noFill/>
                            <a:ln w="12700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Right Triangle 17"/>
                          <wps:cNvSpPr/>
                          <wps:spPr>
                            <a:xfrm rot="16200000">
                              <a:off x="342900" y="0"/>
                              <a:ext cx="342900" cy="342900"/>
                            </a:xfrm>
                            <a:prstGeom prst="rtTriangle">
                              <a:avLst/>
                            </a:prstGeom>
                            <a:noFill/>
                            <a:ln w="12700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Right Triangle 18"/>
                          <wps:cNvSpPr/>
                          <wps:spPr>
                            <a:xfrm rot="5400000">
                              <a:off x="685800" y="0"/>
                              <a:ext cx="342900" cy="342900"/>
                            </a:xfrm>
                            <a:prstGeom prst="rtTriangle">
                              <a:avLst/>
                            </a:prstGeom>
                            <a:noFill/>
                            <a:ln w="12700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0" o:spid="_x0000_s1026" style="position:absolute;margin-left:355.5pt;margin-top:21.25pt;width:65.5pt;height:21.8pt;z-index:251635712;mso-width-relative:margin;mso-height-relative:margin" coordsize="102870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">
                <v:shape id="Right Triangle 16" o:spid="_x0000_s1027" type="#_x0000_t6" style="position:absolute;left:343535;width:342900;height:342900;rotation: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cYhavgAA&#10;ANsAAAAPAAAAZHJzL2Rvd25yZXYueG1sRE/NisIwEL4LvkOYhb3ImipadrtGUUHwqvYBhma2KTaT&#10;kkRb334jCN7m4/ud1WawrbiTD41jBbNpBoK4crrhWkF5OXx9gwgRWWPrmBQ8KMBmPR6tsNCu5xPd&#10;z7EWKYRDgQpMjF0hZagMWQxT1xEn7s95izFBX0vtsU/htpXzLMulxYZTg8GO9oaq6/lmFfjZsdvX&#10;18duOVn8uPwWTiX1RqnPj2H7CyLSEN/il/uo0/wcnr+kA+T6H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ZnGIWr4AAADbAAAADwAAAAAAAAAAAAAAAACXAgAAZHJzL2Rvd25yZXYu&#10;eG1sUEsFBgAAAAAEAAQA9QAAAIIDAAAAAA==&#10;" filled="f" strokecolor="#3c5d9f" strokeweight="1pt"/>
                <v:group id="Group 19" o:spid="_x0000_s1028" style="position:absolute;width:1028700;height:342900" coordsize="1028700,3429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8B2uHwQAAANsAAAAPAAAAZHJzL2Rvd25yZXYueG1sRE9Ni8IwEL0L+x/CLHjT&#10;tLsobtcoIq54EEFdEG9DM7bFZlKa2NZ/bwTB2zze50znnSlFQ7UrLCuIhxEI4tTqgjMF/8e/wQSE&#10;88gaS8uk4E4O5rOP3hQTbVveU3PwmQgh7BJUkHtfJVK6NCeDbmgr4sBdbG3QB1hnUtfYhnBTyq8o&#10;GkuDBYeGHCta5pReDzejYN1iu/iOV832elnez8fR7rSNSan+Z7f4BeGp82/xy73RYf4P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8B2uHwQAAANsAAAAPAAAA&#10;AAAAAAAAAAAAAKkCAABkcnMvZG93bnJldi54bWxQSwUGAAAAAAQABAD6AAAAlwMAAAAA&#10;">
                  <v:shape id="Right Triangle 12" o:spid="_x0000_s1029" type="#_x0000_t6" style="position:absolute;width:342900;height:34290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stbGwQAA&#10;ANsAAAAPAAAAZHJzL2Rvd25yZXYueG1sRE9NawIxEL0X+h/CFLzVRA9FVqPUBdF669pij8Nm3F3c&#10;TJZN1OivbwTB2zze58wW0bbiTL1vHGsYDRUI4tKZhisNP7vV+wSED8gGW8ek4UoeFvPXlxlmxl34&#10;m85FqEQKYZ+hhjqELpPSlzVZ9EPXESfu4HqLIcG+kqbHSwq3rRwr9SEtNpwaauwor6k8FierIf/7&#10;/Vqui3jYrfbrkcq38XZUS60Hb/FzCiJQDE/xw70xaf4Y7r+kA+T8H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JrLWxsEAAADbAAAADwAAAAAAAAAAAAAAAACXAgAAZHJzL2Rvd25y&#10;ZXYueG1sUEsFBgAAAAAEAAQA9QAAAIUDAAAAAA==&#10;" filled="f" strokecolor="#3c5d9f" strokeweight="1pt"/>
                  <v:shape id="Right Triangle 17" o:spid="_x0000_s1030" type="#_x0000_t6" style="position:absolute;left:342900;width:342900;height:34290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xXVewgAA&#10;ANsAAAAPAAAAZHJzL2Rvd25yZXYueG1sRE9NawIxEL0X/A9hCt5qogctW6PUBbH25lqxx2Ez7i5u&#10;Jssm1dhfb4RCb/N4nzNfRtuKC/W+caxhPFIgiEtnGq40fO3XL68gfEA22DomDTfysFwMnuaYGXfl&#10;HV2KUIkUwj5DDXUIXSalL2uy6EeuI07cyfUWQ4J9JU2P1xRuWzlRaiotNpwaauwor6k8Fz9WQ/59&#10;2K42RTzt18fNWOWf8fesVloPn+P7G4hAMfyL/9wfJs2fweOXdIBc3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bFdV7CAAAA2wAAAA8AAAAAAAAAAAAAAAAAlwIAAGRycy9kb3du&#10;cmV2LnhtbFBLBQYAAAAABAAEAPUAAACGAwAAAAA=&#10;" filled="f" strokecolor="#3c5d9f" strokeweight="1pt"/>
                  <v:shape id="Right Triangle 18" o:spid="_x0000_s1031" type="#_x0000_t6" style="position:absolute;left:685800;width:342900;height:342900;rotation: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ormzwgAA&#10;ANsAAAAPAAAAZHJzL2Rvd25yZXYueG1sRI9Ba8MwDIXvg/0Ho8EuY3U6trBlcctWKPTarj9AxFoc&#10;EsvBdpv031eHQm8S7+m9T/V69oM6U0xdYAPLRQGKuAm249bA8W/7+gkqZWSLQ2AycKEE69XjQ42V&#10;DRPv6XzIrZIQThUacDmPldapceQxLcJILNp/iB6zrLHVNuIk4X7Qb0VRao8dS4PDkTaOmv5w8gbi&#10;cjdu2v7y+/Hy/hXKU9ofaXLGPD/NP9+gMs35br5d76zgC6z8IgPo1RU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iiubPCAAAA2wAAAA8AAAAAAAAAAAAAAAAAlwIAAGRycy9kb3du&#10;cmV2LnhtbFBLBQYAAAAABAAEAPUAAACGAwAAAAA=&#10;" filled="f" strokecolor="#3c5d9f" strokeweight="1pt"/>
                </v:group>
                <w10:wrap type="through"/>
              </v:group>
            </w:pict>
          </mc:Fallback>
        </mc:AlternateContent>
      </w:r>
      <w:r w:rsidR="00550036">
        <w:br/>
      </w:r>
    </w:p>
    <w:p w14:paraId="66930B70" w14:textId="77777777" w:rsidR="005706FF" w:rsidRDefault="005706FF" w:rsidP="00F75FDF">
      <w:pPr>
        <w:tabs>
          <w:tab w:val="left" w:pos="657"/>
          <w:tab w:val="left" w:pos="3969"/>
        </w:tabs>
        <w:spacing w:after="40"/>
      </w:pPr>
      <w:r w:rsidRPr="005706FF">
        <w:t xml:space="preserve">Aus 4 solchen Dreiecken kann man zum Beispiel dieses Viereck   </w:t>
      </w:r>
      <w:r>
        <w:br/>
      </w:r>
      <w:r w:rsidR="00F75FDF">
        <w:br/>
      </w:r>
      <w:r w:rsidR="00F75FDF">
        <w:tab/>
      </w:r>
      <w:r w:rsidRPr="005706FF">
        <w:t>zusammensetzen.</w:t>
      </w:r>
    </w:p>
    <w:p w14:paraId="322AB921" w14:textId="77777777" w:rsidR="005706FF" w:rsidRDefault="005706FF" w:rsidP="005706FF">
      <w:pPr>
        <w:tabs>
          <w:tab w:val="left" w:pos="3969"/>
        </w:tabs>
        <w:spacing w:after="40"/>
      </w:pPr>
    </w:p>
    <w:p w14:paraId="2C0D00FB" w14:textId="77777777" w:rsidR="00F75FDF" w:rsidRDefault="00F75FDF" w:rsidP="00F75FDF">
      <w:pPr>
        <w:tabs>
          <w:tab w:val="left" w:pos="3969"/>
        </w:tabs>
        <w:spacing w:after="40"/>
      </w:pPr>
      <w:r>
        <w:t xml:space="preserve">Zeichne andere Figuren, die man aus 4 solchen Dreiecken zusammensetzen kann. </w:t>
      </w:r>
    </w:p>
    <w:p w14:paraId="09EB566F" w14:textId="77777777" w:rsidR="00F75FDF" w:rsidRDefault="00F75FDF" w:rsidP="00F75FDF">
      <w:pPr>
        <w:tabs>
          <w:tab w:val="left" w:pos="3969"/>
        </w:tabs>
        <w:spacing w:after="40"/>
      </w:pPr>
      <w:r>
        <w:t>Jede Figur zählt ½ Punkt.</w:t>
      </w:r>
    </w:p>
    <w:p w14:paraId="245F8B1C" w14:textId="77777777" w:rsidR="005706FF" w:rsidRDefault="005706FF" w:rsidP="005706FF">
      <w:pPr>
        <w:tabs>
          <w:tab w:val="left" w:pos="3969"/>
        </w:tabs>
        <w:spacing w:after="40"/>
      </w:pPr>
    </w:p>
    <w:p w14:paraId="00688027" w14:textId="77777777" w:rsidR="005706FF" w:rsidRDefault="00F75FDF" w:rsidP="005706FF">
      <w:pPr>
        <w:tabs>
          <w:tab w:val="left" w:pos="3969"/>
        </w:tabs>
        <w:spacing w:after="40"/>
      </w:pPr>
      <w:r w:rsidRPr="00F75FDF">
        <w:t xml:space="preserve">Die Dreiecke müssen sich mit einer ganzen Kante berühren. </w:t>
      </w:r>
      <w:r>
        <w:br/>
      </w:r>
      <w:r w:rsidRPr="00F75FDF">
        <w:t>Pass auf: so</w:t>
      </w:r>
      <w:r w:rsidRPr="00F75FDF">
        <w:t>l</w:t>
      </w:r>
      <w:r w:rsidRPr="00F75FDF">
        <w:t>che Figuren gelten nicht!</w:t>
      </w:r>
    </w:p>
    <w:p w14:paraId="4408F684" w14:textId="77777777" w:rsidR="005706FF" w:rsidRDefault="00026739" w:rsidP="005706FF">
      <w:pPr>
        <w:tabs>
          <w:tab w:val="left" w:pos="3969"/>
        </w:tabs>
        <w:spacing w:after="40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3CDB90A5" wp14:editId="4E48F16B">
                <wp:simplePos x="0" y="0"/>
                <wp:positionH relativeFrom="column">
                  <wp:posOffset>1726565</wp:posOffset>
                </wp:positionH>
                <wp:positionV relativeFrom="paragraph">
                  <wp:posOffset>200025</wp:posOffset>
                </wp:positionV>
                <wp:extent cx="559435" cy="276860"/>
                <wp:effectExtent l="0" t="0" r="24765" b="27940"/>
                <wp:wrapThrough wrapText="bothSides">
                  <wp:wrapPolygon edited="0">
                    <wp:start x="7846" y="0"/>
                    <wp:lineTo x="0" y="17835"/>
                    <wp:lineTo x="0" y="21798"/>
                    <wp:lineTo x="21575" y="21798"/>
                    <wp:lineTo x="21575" y="0"/>
                    <wp:lineTo x="7846" y="0"/>
                  </wp:wrapPolygon>
                </wp:wrapThrough>
                <wp:docPr id="68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9435" cy="276860"/>
                          <a:chOff x="0" y="0"/>
                          <a:chExt cx="559435" cy="276860"/>
                        </a:xfrm>
                      </wpg:grpSpPr>
                      <wps:wsp>
                        <wps:cNvPr id="66" name="Right Triangle 66"/>
                        <wps:cNvSpPr/>
                        <wps:spPr>
                          <a:xfrm rot="16200000">
                            <a:off x="0" y="0"/>
                            <a:ext cx="276860" cy="276860"/>
                          </a:xfrm>
                          <a:prstGeom prst="rtTriangle">
                            <a:avLst/>
                          </a:prstGeom>
                          <a:noFill/>
                          <a:ln w="12700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Right Triangle 67"/>
                        <wps:cNvSpPr/>
                        <wps:spPr>
                          <a:xfrm rot="10800000">
                            <a:off x="282575" y="0"/>
                            <a:ext cx="276860" cy="276860"/>
                          </a:xfrm>
                          <a:prstGeom prst="rtTriangle">
                            <a:avLst/>
                          </a:prstGeom>
                          <a:noFill/>
                          <a:ln w="12700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8" o:spid="_x0000_s1026" style="position:absolute;margin-left:135.95pt;margin-top:15.75pt;width:44.05pt;height:21.8pt;z-index:251645952" coordsize="559435,2768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">
                <v:shape id="Right Triangle 66" o:spid="_x0000_s1027" type="#_x0000_t6" style="position:absolute;width:276860;height:27686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j6O4xAAA&#10;ANsAAAAPAAAAZHJzL2Rvd25yZXYueG1sRI9Ba8JAFITvQv/D8grezK49hJK6Sg2IbW/Glvb4yD6T&#10;YPZtyG517a93C4LHYWa+YRaraHtxotF3jjXMMwWCuHam40bD534zewbhA7LB3jFpuJCH1fJhssDC&#10;uDPv6FSFRiQI+wI1tCEMhZS+bsmiz9xAnLyDGy2GJMdGmhHPCW57+aRULi12nBZaHKhsqT5Wv1ZD&#10;+fP1vt5W8bDffG/nqvyIf0e11nr6GF9fQASK4R6+td+MhjyH/y/pB8jlF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Y+juMQAAADbAAAADwAAAAAAAAAAAAAAAACXAgAAZHJzL2Rv&#10;d25yZXYueG1sUEsFBgAAAAAEAAQA9QAAAIgDAAAAAA==&#10;" filled="f" strokecolor="#3c5d9f" strokeweight="1pt"/>
                <v:shape id="Right Triangle 67" o:spid="_x0000_s1028" type="#_x0000_t6" style="position:absolute;left:282575;width:276860;height:276860;rotation:1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i+2MwwAA&#10;ANsAAAAPAAAAZHJzL2Rvd25yZXYueG1sRI9BawIxFITvBf9DeIKXotn2YGVrFFkoihdx1ftj87q7&#10;bfKyJum6/feNIPQ4zMw3zHI9WCN68qF1rOBlloEgrpxuuVZwPn1MFyBCRNZoHJOCXwqwXo2elphr&#10;d+Mj9WWsRYJwyFFBE2OXSxmqhiyGmeuIk/fpvMWYpK+l9nhLcGvka5bNpcWW00KDHRUNVd/lj1WQ&#10;mUI+l5d+sfvabw/bQl6unoxSk/GweQcRaYj/4Ud7pxXM3+D+Jf0Aufo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Ui+2MwwAAANsAAAAPAAAAAAAAAAAAAAAAAJcCAABkcnMvZG93&#10;bnJldi54bWxQSwUGAAAAAAQABAD1AAAAhwMAAAAA&#10;" filled="f" strokecolor="#3c5d9f" strokeweight="1pt"/>
                <w10:wrap type="through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42880" behindDoc="0" locked="0" layoutInCell="1" allowOverlap="1" wp14:anchorId="5F6269CA" wp14:editId="5D815501">
                <wp:simplePos x="0" y="0"/>
                <wp:positionH relativeFrom="column">
                  <wp:posOffset>815975</wp:posOffset>
                </wp:positionH>
                <wp:positionV relativeFrom="paragraph">
                  <wp:posOffset>60325</wp:posOffset>
                </wp:positionV>
                <wp:extent cx="555625" cy="417195"/>
                <wp:effectExtent l="0" t="0" r="28575" b="14605"/>
                <wp:wrapThrough wrapText="bothSides">
                  <wp:wrapPolygon edited="0">
                    <wp:start x="8887" y="0"/>
                    <wp:lineTo x="0" y="18411"/>
                    <wp:lineTo x="0" y="21041"/>
                    <wp:lineTo x="12837" y="21041"/>
                    <wp:lineTo x="21723" y="15781"/>
                    <wp:lineTo x="21723" y="11836"/>
                    <wp:lineTo x="13824" y="0"/>
                    <wp:lineTo x="8887" y="0"/>
                  </wp:wrapPolygon>
                </wp:wrapThrough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625" cy="417195"/>
                          <a:chOff x="0" y="0"/>
                          <a:chExt cx="555625" cy="417195"/>
                        </a:xfrm>
                      </wpg:grpSpPr>
                      <wps:wsp>
                        <wps:cNvPr id="25" name="Right Triangle 25"/>
                        <wps:cNvSpPr/>
                        <wps:spPr>
                          <a:xfrm rot="16200000">
                            <a:off x="0" y="140335"/>
                            <a:ext cx="276860" cy="276860"/>
                          </a:xfrm>
                          <a:prstGeom prst="rtTriangle">
                            <a:avLst/>
                          </a:prstGeom>
                          <a:noFill/>
                          <a:ln w="12700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Right Triangle 26"/>
                        <wps:cNvSpPr/>
                        <wps:spPr>
                          <a:xfrm>
                            <a:off x="278765" y="0"/>
                            <a:ext cx="276860" cy="276860"/>
                          </a:xfrm>
                          <a:prstGeom prst="rtTriangle">
                            <a:avLst/>
                          </a:prstGeom>
                          <a:noFill/>
                          <a:ln w="12700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1" o:spid="_x0000_s1026" style="position:absolute;margin-left:64.25pt;margin-top:4.75pt;width:43.75pt;height:32.85pt;z-index:251642880" coordsize="555625,41719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">
                <v:shape id="Right Triangle 25" o:spid="_x0000_s1027" type="#_x0000_t6" style="position:absolute;top:140335;width:276860;height:27686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N4QPxQAA&#10;ANsAAAAPAAAAZHJzL2Rvd25yZXYueG1sRI9BawIxFITvQv9DeIXe3EShRbZG0QWx9da1pR4fm+fu&#10;4uZl2aSa+uubguBxmJlvmPky2k6cafCtYw2TTIEgrpxpudbwud+MZyB8QDbYOSYNv+RhuXgYzTE3&#10;7sIfdC5DLRKEfY4amhD6XEpfNWTRZ64nTt7RDRZDkkMtzYCXBLednCr1Ii22nBYa7KloqDqVP1ZD&#10;cfh6X2/LeNxvvrcTVezi9aTWWj89xtUriEAx3MO39pvRMH2G/y/pB8jF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c3hA/FAAAA2wAAAA8AAAAAAAAAAAAAAAAAlwIAAGRycy9k&#10;b3ducmV2LnhtbFBLBQYAAAAABAAEAPUAAACJAwAAAAA=&#10;" filled="f" strokecolor="#3c5d9f" strokeweight="1pt"/>
                <v:shape id="Right Triangle 26" o:spid="_x0000_s1028" type="#_x0000_t6" style="position:absolute;left:278765;width:276860;height:2768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gQPZwwAA&#10;ANsAAAAPAAAAZHJzL2Rvd25yZXYueG1sRI/NisJAEITvwr7D0AvedLIeRLJOggr+gHtR9wHaTJtE&#10;Mz3ZzGiSt98RBI9FVX1FzdPOVOJBjSstK/gaRyCIM6tLzhX8ntajGQjnkTVWlklBTw7S5GMwx1jb&#10;lg/0OPpcBAi7GBUU3texlC4ryKAb25o4eBfbGPRBNrnUDbYBbio5iaKpNFhyWCiwplVB2e14Nwru&#10;6/3GHPrtz1+Gq92y7forn3ulhp/d4huEp86/w6/2TiuYTOH5JfwAmfw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CgQPZwwAAANsAAAAPAAAAAAAAAAAAAAAAAJcCAABkcnMvZG93&#10;bnJldi54bWxQSwUGAAAAAAQABAD1AAAAhwMAAAAA&#10;" filled="f" strokecolor="#3c5d9f" strokeweight="1pt"/>
                <w10:wrap type="through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45A6F369" wp14:editId="30D4DA23">
                <wp:simplePos x="0" y="0"/>
                <wp:positionH relativeFrom="column">
                  <wp:posOffset>-107950</wp:posOffset>
                </wp:positionH>
                <wp:positionV relativeFrom="paragraph">
                  <wp:posOffset>142875</wp:posOffset>
                </wp:positionV>
                <wp:extent cx="416560" cy="334010"/>
                <wp:effectExtent l="0" t="76200" r="15240" b="21590"/>
                <wp:wrapThrough wrapText="bothSides">
                  <wp:wrapPolygon edited="0">
                    <wp:start x="5268" y="-4928"/>
                    <wp:lineTo x="5268" y="21354"/>
                    <wp:lineTo x="21073" y="21354"/>
                    <wp:lineTo x="21073" y="-4928"/>
                    <wp:lineTo x="10537" y="-4928"/>
                    <wp:lineTo x="5268" y="-4928"/>
                  </wp:wrapPolygon>
                </wp:wrapThrough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6560" cy="334010"/>
                          <a:chOff x="0" y="0"/>
                          <a:chExt cx="416560" cy="334010"/>
                        </a:xfrm>
                      </wpg:grpSpPr>
                      <wps:wsp>
                        <wps:cNvPr id="21" name="Right Triangle 21"/>
                        <wps:cNvSpPr/>
                        <wps:spPr>
                          <a:xfrm rot="16200000">
                            <a:off x="139700" y="57150"/>
                            <a:ext cx="276860" cy="276860"/>
                          </a:xfrm>
                          <a:prstGeom prst="rtTriangle">
                            <a:avLst/>
                          </a:prstGeom>
                          <a:noFill/>
                          <a:ln w="12700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Right Triangle 22"/>
                        <wps:cNvSpPr/>
                        <wps:spPr>
                          <a:xfrm rot="13500000">
                            <a:off x="0" y="0"/>
                            <a:ext cx="276860" cy="276860"/>
                          </a:xfrm>
                          <a:prstGeom prst="rtTriangle">
                            <a:avLst/>
                          </a:prstGeom>
                          <a:noFill/>
                          <a:ln w="12700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3" o:spid="_x0000_s1026" style="position:absolute;margin-left:-8.45pt;margin-top:11.25pt;width:32.8pt;height:26.3pt;z-index:251639808" coordsize="416560,3340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">
                <v:shape id="Right Triangle 21" o:spid="_x0000_s1027" type="#_x0000_t6" style="position:absolute;left:139700;top:57150;width:276860;height:27686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DIIMxQAA&#10;ANsAAAAPAAAAZHJzL2Rvd25yZXYueG1sRI9PawIxFMTvBb9DeIK3mqwHKVuj1AXxz61rS3t8bJ67&#10;i5uXZRM1+umbQqHHYWZ+wyxW0XbiSoNvHWvIpgoEceVMy7WGj+Pm+QWED8gGO8ek4U4eVsvR0wJz&#10;4278Ttcy1CJB2OeooQmhz6X0VUMW/dT1xMk7ucFiSHKopRnwluC2kzOl5tJiy2mhwZ6KhqpzebEa&#10;iu/P/XpbxtNx87XNVHGIj7Naaz0Zx7dXEIFi+A//tXdGwyyD3y/pB8jl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gMggzFAAAA2wAAAA8AAAAAAAAAAAAAAAAAlwIAAGRycy9k&#10;b3ducmV2LnhtbFBLBQYAAAAABAAEAPUAAACJAwAAAAA=&#10;" filled="f" strokecolor="#3c5d9f" strokeweight="1pt"/>
                <v:shape id="Right Triangle 22" o:spid="_x0000_s1028" type="#_x0000_t6" style="position:absolute;width:276860;height:276860;rotation:-13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uPBkxAAA&#10;ANsAAAAPAAAAZHJzL2Rvd25yZXYueG1sRI9Ba8JAFITvBf/D8oTe6sYcpERXEUGpF7FREW+P7DMb&#10;zL4N2W1M/fXdguBxmJlvmNmit7XoqPWVYwXjUQKCuHC64lLB8bD++AThA7LG2jEp+CUPi/ngbYaZ&#10;dnf+pi4PpYgQ9hkqMCE0mZS+MGTRj1xDHL2ray2GKNtS6hbvEW5rmSbJRFqsOC4YbGhlqLjlP1ZB&#10;/rBJs+tW5/2et5PTxjyul+NBqfdhv5yCCNSHV/jZ/tIK0hT+v8QfIOd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67jwZMQAAADbAAAADwAAAAAAAAAAAAAAAACXAgAAZHJzL2Rv&#10;d25yZXYueG1sUEsFBgAAAAAEAAQA9QAAAIgDAAAAAA==&#10;" filled="f" strokecolor="#3c5d9f" strokeweight="1pt"/>
                <w10:wrap type="through"/>
              </v:group>
            </w:pict>
          </mc:Fallback>
        </mc:AlternateContent>
      </w:r>
    </w:p>
    <w:p w14:paraId="26E5EF16" w14:textId="77777777" w:rsidR="005706FF" w:rsidRDefault="005706FF" w:rsidP="005706FF">
      <w:pPr>
        <w:tabs>
          <w:tab w:val="left" w:pos="3969"/>
        </w:tabs>
        <w:spacing w:after="40"/>
      </w:pPr>
    </w:p>
    <w:p w14:paraId="5E11EBA4" w14:textId="77777777" w:rsidR="00F75FDF" w:rsidRDefault="00F75FDF" w:rsidP="005706FF">
      <w:pPr>
        <w:tabs>
          <w:tab w:val="left" w:pos="3969"/>
        </w:tabs>
        <w:spacing w:after="40"/>
      </w:pPr>
    </w:p>
    <w:p w14:paraId="7089EBCF" w14:textId="77777777" w:rsidR="00026739" w:rsidRDefault="00026739" w:rsidP="005706FF">
      <w:pPr>
        <w:tabs>
          <w:tab w:val="left" w:pos="3969"/>
        </w:tabs>
        <w:spacing w:after="40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70C14621" wp14:editId="41AC62E3">
                <wp:simplePos x="0" y="0"/>
                <wp:positionH relativeFrom="column">
                  <wp:posOffset>3949700</wp:posOffset>
                </wp:positionH>
                <wp:positionV relativeFrom="paragraph">
                  <wp:posOffset>90170</wp:posOffset>
                </wp:positionV>
                <wp:extent cx="831850" cy="276860"/>
                <wp:effectExtent l="74295" t="78105" r="80645" b="80645"/>
                <wp:wrapThrough wrapText="bothSides">
                  <wp:wrapPolygon edited="0">
                    <wp:start x="-2028" y="5598"/>
                    <wp:lineTo x="7865" y="27396"/>
                    <wp:lineTo x="23035" y="27396"/>
                    <wp:lineTo x="23035" y="17488"/>
                    <wp:lineTo x="20396" y="11543"/>
                    <wp:lineTo x="10503" y="-4310"/>
                    <wp:lineTo x="-2028" y="-4310"/>
                    <wp:lineTo x="-2028" y="5598"/>
                  </wp:wrapPolygon>
                </wp:wrapThrough>
                <wp:docPr id="75" name="Group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831850" cy="276860"/>
                          <a:chOff x="0" y="0"/>
                          <a:chExt cx="1028700" cy="342900"/>
                        </a:xfrm>
                        <a:scene3d>
                          <a:camera prst="orthographicFront">
                            <a:rot lat="0" lon="10800000" rev="0"/>
                          </a:camera>
                          <a:lightRig rig="threePt" dir="t"/>
                        </a:scene3d>
                      </wpg:grpSpPr>
                      <wps:wsp>
                        <wps:cNvPr id="76" name="Right Triangle 76"/>
                        <wps:cNvSpPr/>
                        <wps:spPr>
                          <a:xfrm rot="5400000">
                            <a:off x="343535" y="0"/>
                            <a:ext cx="342900" cy="342900"/>
                          </a:xfrm>
                          <a:prstGeom prst="rtTriangle">
                            <a:avLst/>
                          </a:prstGeom>
                          <a:noFill/>
                          <a:ln w="12700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7" name="Group 77"/>
                        <wpg:cNvGrpSpPr/>
                        <wpg:grpSpPr>
                          <a:xfrm>
                            <a:off x="0" y="0"/>
                            <a:ext cx="1028700" cy="342900"/>
                            <a:chOff x="0" y="0"/>
                            <a:chExt cx="1028700" cy="342900"/>
                          </a:xfrm>
                        </wpg:grpSpPr>
                        <wps:wsp>
                          <wps:cNvPr id="78" name="Right Triangle 78"/>
                          <wps:cNvSpPr/>
                          <wps:spPr>
                            <a:xfrm rot="16200000">
                              <a:off x="0" y="0"/>
                              <a:ext cx="342900" cy="342900"/>
                            </a:xfrm>
                            <a:prstGeom prst="rtTriangle">
                              <a:avLst/>
                            </a:prstGeom>
                            <a:noFill/>
                            <a:ln w="12700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" name="Right Triangle 79"/>
                          <wps:cNvSpPr/>
                          <wps:spPr>
                            <a:xfrm rot="16200000">
                              <a:off x="342900" y="0"/>
                              <a:ext cx="342900" cy="342900"/>
                            </a:xfrm>
                            <a:prstGeom prst="rtTriangle">
                              <a:avLst/>
                            </a:prstGeom>
                            <a:noFill/>
                            <a:ln w="12700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" name="Right Triangle 80"/>
                          <wps:cNvSpPr/>
                          <wps:spPr>
                            <a:xfrm rot="5400000">
                              <a:off x="685800" y="0"/>
                              <a:ext cx="342900" cy="342900"/>
                            </a:xfrm>
                            <a:prstGeom prst="rtTriangle">
                              <a:avLst/>
                            </a:prstGeom>
                            <a:noFill/>
                            <a:ln w="12700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75" o:spid="_x0000_s1026" style="position:absolute;margin-left:311pt;margin-top:7.1pt;width:65.5pt;height:21.8pt;rotation:90;z-index:251650048;mso-width-relative:margin;mso-height-relative:margin" coordsize="102870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">
                <v:shape id="Right Triangle 76" o:spid="_x0000_s1027" type="#_x0000_t6" style="position:absolute;left:343535;width:342900;height:342900;rotation: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rm36wQAA&#10;ANsAAAAPAAAAZHJzL2Rvd25yZXYueG1sRI/disIwFITvBd8hnIW9EU2VtWrXKCoseOvPAxyaY1Ns&#10;TkoSbX37zcKCl8PMfMOst71txJN8qB0rmE4yEMSl0zVXCq6Xn/ESRIjIGhvHpOBFAbab4WCNhXYd&#10;n+h5jpVIEA4FKjAxtoWUoTRkMUxcS5y8m/MWY5K+ktpjl+C2kbMsy6XFmtOCwZYOhsr7+WEV+Omx&#10;PVT3134++lq5/BFOV+qMUp8f/e4bRKQ+vsP/7aNWsMjh70v6AXLzC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u65t+sEAAADbAAAADwAAAAAAAAAAAAAAAACXAgAAZHJzL2Rvd25y&#10;ZXYueG1sUEsFBgAAAAAEAAQA9QAAAIUDAAAAAA==&#10;" filled="f" strokecolor="#3c5d9f" strokeweight="1pt"/>
                <v:group id="Group 77" o:spid="_x0000_s1028" style="position:absolute;width:1028700;height:342900" coordsize="1028700,3429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/C7/OxAAAANsAAAAP&#10;AAAAAAAAAAAAAAAAAKkCAABkcnMvZG93bnJldi54bWxQSwUGAAAAAAQABAD6AAAAmgMAAAAA&#10;">
                  <v:shape id="Right Triangle 78" o:spid="_x0000_s1029" type="#_x0000_t6" style="position:absolute;width:342900;height:34290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hQSMwQAA&#10;ANsAAAAPAAAAZHJzL2Rvd25yZXYueG1sRE/Pa8IwFL4P/B/CG3ibiR50dEaZBXHuZlXc8dE822Lz&#10;UppM4/56cxB2/Ph+z5fRtuJKvW8caxiPFAji0pmGKw2H/frtHYQPyAZbx6ThTh6Wi8HLHDPjbryj&#10;axEqkULYZ6ihDqHLpPRlTRb9yHXEiTu73mJIsK+k6fGWwm0rJ0pNpcWGU0ONHeU1lZfi12rIf47b&#10;1aaI5/36tBmr/Dv+XdRK6+Fr/PwAESiGf/HT/WU0zNLY9CX9ALl4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moUEjMEAAADbAAAADwAAAAAAAAAAAAAAAACXAgAAZHJzL2Rvd25y&#10;ZXYueG1sUEsFBgAAAAAEAAQA9QAAAIUDAAAAAA==&#10;" filled="f" strokecolor="#3c5d9f" strokeweight="1pt"/>
                  <v:shape id="Right Triangle 79" o:spid="_x0000_s1030" type="#_x0000_t6" style="position:absolute;left:342900;width:342900;height:34290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1yaEXxQAA&#10;ANsAAAAPAAAAZHJzL2Rvd25yZXYueG1sRI9BawIxFITvhf6H8Aq91cQetF2NUhfE1lvXih4fm+fu&#10;4uZl2URN/fWmUPA4zMw3zHQebSvO1PvGsYbhQIEgLp1puNLws1m+vIHwAdlg65g0/JKH+ezxYYqZ&#10;cRf+pnMRKpEg7DPUUIfQZVL6siaLfuA64uQdXG8xJNlX0vR4SXDbylelRtJiw2mhxo7ymspjcbIa&#10;8v32a7Eq4mGz3K2GKl/H61EttH5+ih8TEIFiuIf/259Gw/gd/r6kHyBnN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XJoRfFAAAA2wAAAA8AAAAAAAAAAAAAAAAAlwIAAGRycy9k&#10;b3ducmV2LnhtbFBLBQYAAAAABAAEAPUAAACJAwAAAAA=&#10;" filled="f" strokecolor="#3c5d9f" strokeweight="1pt"/>
                  <v:shape id="Right Triangle 80" o:spid="_x0000_s1031" type="#_x0000_t6" style="position:absolute;left:685800;width:342900;height:342900;rotation: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3iAyvwAA&#10;ANsAAAAPAAAAZHJzL2Rvd25yZXYueG1sRE9LasMwEN0HegcxhW5CI6e0IXUsh9ZQ8NZJDjBYE8vE&#10;GhlJie3bV4tCl4/3L46zHcSDfOgdK9huMhDErdM9dwou55/XPYgQkTUOjknBQgGO5dOqwFy7iRt6&#10;nGInUgiHHBWYGMdcytAashg2biRO3NV5izFB30ntcUrhdpBvWbaTFntODQZHqgy1t9PdKvDbeqy6&#10;2/L9sX7/dLt7aC40GaVenuevA4hIc/wX/7lrrWCf1qcv6QfI8hc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G7eIDK/AAAA2wAAAA8AAAAAAAAAAAAAAAAAlwIAAGRycy9kb3ducmV2&#10;LnhtbFBLBQYAAAAABAAEAPUAAACDAwAAAAA=&#10;" filled="f" strokecolor="#3c5d9f" strokeweight="1pt"/>
                </v:group>
                <w10:wrap type="through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0D5A84E5" wp14:editId="64A90447">
                <wp:simplePos x="0" y="0"/>
                <wp:positionH relativeFrom="column">
                  <wp:posOffset>4654550</wp:posOffset>
                </wp:positionH>
                <wp:positionV relativeFrom="paragraph">
                  <wp:posOffset>85725</wp:posOffset>
                </wp:positionV>
                <wp:extent cx="831850" cy="276860"/>
                <wp:effectExtent l="0" t="0" r="31750" b="27940"/>
                <wp:wrapThrough wrapText="bothSides">
                  <wp:wrapPolygon edited="0">
                    <wp:start x="5276" y="0"/>
                    <wp:lineTo x="0" y="17835"/>
                    <wp:lineTo x="0" y="21798"/>
                    <wp:lineTo x="16489" y="21798"/>
                    <wp:lineTo x="21765" y="3963"/>
                    <wp:lineTo x="21765" y="0"/>
                    <wp:lineTo x="5276" y="0"/>
                  </wp:wrapPolygon>
                </wp:wrapThrough>
                <wp:docPr id="69" name="Group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1850" cy="276860"/>
                          <a:chOff x="0" y="0"/>
                          <a:chExt cx="1028700" cy="342900"/>
                        </a:xfrm>
                      </wpg:grpSpPr>
                      <wps:wsp>
                        <wps:cNvPr id="70" name="Right Triangle 70"/>
                        <wps:cNvSpPr/>
                        <wps:spPr>
                          <a:xfrm rot="5400000">
                            <a:off x="343535" y="0"/>
                            <a:ext cx="342900" cy="342900"/>
                          </a:xfrm>
                          <a:prstGeom prst="rtTriangle">
                            <a:avLst/>
                          </a:prstGeom>
                          <a:noFill/>
                          <a:ln w="12700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1" name="Group 71"/>
                        <wpg:cNvGrpSpPr/>
                        <wpg:grpSpPr>
                          <a:xfrm>
                            <a:off x="0" y="0"/>
                            <a:ext cx="1028700" cy="342900"/>
                            <a:chOff x="0" y="0"/>
                            <a:chExt cx="1028700" cy="342900"/>
                          </a:xfrm>
                        </wpg:grpSpPr>
                        <wps:wsp>
                          <wps:cNvPr id="72" name="Right Triangle 72"/>
                          <wps:cNvSpPr/>
                          <wps:spPr>
                            <a:xfrm rot="16200000">
                              <a:off x="0" y="0"/>
                              <a:ext cx="342900" cy="342900"/>
                            </a:xfrm>
                            <a:prstGeom prst="rtTriangle">
                              <a:avLst/>
                            </a:prstGeom>
                            <a:noFill/>
                            <a:ln w="12700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" name="Right Triangle 73"/>
                          <wps:cNvSpPr/>
                          <wps:spPr>
                            <a:xfrm rot="16200000">
                              <a:off x="342900" y="0"/>
                              <a:ext cx="342900" cy="342900"/>
                            </a:xfrm>
                            <a:prstGeom prst="rtTriangle">
                              <a:avLst/>
                            </a:prstGeom>
                            <a:noFill/>
                            <a:ln w="12700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" name="Right Triangle 74"/>
                          <wps:cNvSpPr/>
                          <wps:spPr>
                            <a:xfrm rot="5400000">
                              <a:off x="685800" y="0"/>
                              <a:ext cx="342900" cy="342900"/>
                            </a:xfrm>
                            <a:prstGeom prst="rtTriangle">
                              <a:avLst/>
                            </a:prstGeom>
                            <a:noFill/>
                            <a:ln w="12700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69" o:spid="_x0000_s1026" style="position:absolute;margin-left:366.5pt;margin-top:6.75pt;width:65.5pt;height:21.8pt;z-index:251648000;mso-width-relative:margin;mso-height-relative:margin" coordsize="102870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">
                <v:shape id="Right Triangle 70" o:spid="_x0000_s1027" type="#_x0000_t6" style="position:absolute;left:343535;width:342900;height:342900;rotation: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C1AVvQAA&#10;ANsAAAAPAAAAZHJzL2Rvd25yZXYueG1sRE/LisIwFN0L/kO4ghvRVPEx0zGKCoJbHx9wae40xeam&#10;JNHWvzcLweXhvNfbztbiST5UjhVMJxkI4sLpiksFt+tx/AMiRGSNtWNS8KIA202/t8Zcu5bP9LzE&#10;UqQQDjkqMDE2uZShMGQxTFxDnLh/5y3GBH0ptcc2hdtazrJsKS1WnBoMNnQwVNwvD6vAT0/Noby/&#10;9ovR/NctH+F8o9YoNRx0uz8Qkbr4FX/cJ61gldanL+kHyM0b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BbC1AVvQAAANsAAAAPAAAAAAAAAAAAAAAAAJcCAABkcnMvZG93bnJldi54&#10;bWxQSwUGAAAAAAQABAD1AAAAgQMAAAAA&#10;" filled="f" strokecolor="#3c5d9f" strokeweight="1pt"/>
                <v:group id="Group 71" o:spid="_x0000_s1028" style="position:absolute;width:1028700;height:342900" coordsize="1028700,3429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X66CIcUAAADbAAAA&#10;DwAAAAAAAAAAAAAAAACpAgAAZHJzL2Rvd25yZXYueG1sUEsFBgAAAAAEAAQA+gAAAJsDAAAAAA==&#10;">
                  <v:shape id="Right Triangle 72" o:spid="_x0000_s1029" type="#_x0000_t6" style="position:absolute;width:342900;height:34290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7bTNmxQAA&#10;ANsAAAAPAAAAZHJzL2Rvd25yZXYueG1sRI9BawIxFITvQv9DeIXe3EQPrWyNogti661rSz0+Ns/d&#10;xc3Lskk19dc3BcHjMDPfMPNltJ040+BbxxommQJBXDnTcq3hc78Zz0D4gGywc0wafsnDcvEwmmNu&#10;3IU/6FyGWiQI+xw1NCH0uZS+asiiz1xPnLyjGyyGJIdamgEvCW47OVXqWVpsOS002FPRUHUqf6yG&#10;4vD1vt6W8bjffG8nqtjF60mttX56jKtXEIFiuIdv7Tej4WUK/1/SD5CL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ttM2bFAAAA2wAAAA8AAAAAAAAAAAAAAAAAlwIAAGRycy9k&#10;b3ducmV2LnhtbFBLBQYAAAAABAAEAPUAAACJAwAAAAA=&#10;" filled="f" strokecolor="#3c5d9f" strokeweight="1pt"/>
                  <v:shape id="Right Triangle 73" o:spid="_x0000_s1030" type="#_x0000_t6" style="position:absolute;left:342900;width:342900;height:34290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IZb9xQAA&#10;ANsAAAAPAAAAZHJzL2Rvd25yZXYueG1sRI9BawIxFITvhf6H8Aq91cQKtqxGqQti661rRY+PzXN3&#10;cfOybKKm/npTKHgcZuYbZjqPthVn6n3jWMNwoEAQl840XGn42Sxf3kH4gGywdUwafsnDfPb4MMXM&#10;uAt/07kIlUgQ9hlqqEPoMil9WZNFP3AdcfIOrrcYkuwraXq8JLht5atSY2mx4bRQY0d5TeWxOFkN&#10;+X77tVgV8bBZ7lZDla/j9agWWj8/xY8JiEAx3MP/7U+j4W0Ef1/SD5CzG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Qhlv3FAAAA2wAAAA8AAAAAAAAAAAAAAAAAlwIAAGRycy9k&#10;b3ducmV2LnhtbFBLBQYAAAAABAAEAPUAAACJAwAAAAA=&#10;" filled="f" strokecolor="#3c5d9f" strokeweight="1pt"/>
                  <v:shape id="Right Triangle 74" o:spid="_x0000_s1031" type="#_x0000_t6" style="position:absolute;left:685800;width:342900;height:342900;rotation: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MFYWwQAA&#10;ANsAAAAPAAAAZHJzL2Rvd25yZXYueG1sRI/RisIwFETfBf8hXGFfZE1d1NVqlF1hwVerH3Bprk2x&#10;uSlJtPXvjbDg4zAzZ5jNrreNuJMPtWMF00kGgrh0uuZKwfn097kEESKyxsYxKXhQgN12ONhgrl3H&#10;R7oXsRIJwiFHBSbGNpcylIYsholriZN3cd5iTNJXUnvsEtw28ivLFtJizWnBYEt7Q+W1uFkFfnpo&#10;99X18Tsfz1ZucQvHM3VGqY9R/7MGEamP7/B/+6AVfM/g9SX9ALl9A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JDBWFsEAAADbAAAADwAAAAAAAAAAAAAAAACXAgAAZHJzL2Rvd25y&#10;ZXYueG1sUEsFBgAAAAAEAAQA9QAAAIUDAAAAAA==&#10;" filled="f" strokecolor="#3c5d9f" strokeweight="1pt"/>
                </v:group>
                <w10:wrap type="through"/>
              </v:group>
            </w:pict>
          </mc:Fallback>
        </mc:AlternateContent>
      </w:r>
    </w:p>
    <w:p w14:paraId="7628605A" w14:textId="77777777" w:rsidR="00F75FDF" w:rsidRDefault="00026739" w:rsidP="005706FF">
      <w:pPr>
        <w:tabs>
          <w:tab w:val="left" w:pos="3969"/>
        </w:tabs>
        <w:spacing w:after="40"/>
      </w:pPr>
      <w:r w:rsidRPr="00026739">
        <w:t>Gespiegelte oder gedrehte Figuren gelten als eine Lösung.  Z.B</w:t>
      </w:r>
      <w:r>
        <w:t>.</w:t>
      </w:r>
    </w:p>
    <w:p w14:paraId="06055C27" w14:textId="77777777" w:rsidR="00F75FDF" w:rsidRDefault="00F75FDF" w:rsidP="005706FF">
      <w:pPr>
        <w:tabs>
          <w:tab w:val="left" w:pos="3969"/>
        </w:tabs>
        <w:spacing w:after="40"/>
      </w:pPr>
    </w:p>
    <w:p w14:paraId="16ACF699" w14:textId="77777777" w:rsidR="00026739" w:rsidRDefault="00026739" w:rsidP="005706FF">
      <w:pPr>
        <w:tabs>
          <w:tab w:val="left" w:pos="3969"/>
        </w:tabs>
        <w:spacing w:after="40"/>
      </w:pPr>
    </w:p>
    <w:tbl>
      <w:tblPr>
        <w:tblStyle w:val="TableGrid"/>
        <w:tblW w:w="94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6" w:space="0" w:color="DEEDFF"/>
          <w:insideV w:val="single" w:sz="6" w:space="0" w:color="DEEDFF"/>
        </w:tblBorders>
        <w:tblLayout w:type="fixed"/>
        <w:tblCellMar>
          <w:top w:w="0" w:type="dxa"/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72"/>
        <w:gridCol w:w="473"/>
        <w:gridCol w:w="472"/>
        <w:gridCol w:w="473"/>
        <w:gridCol w:w="472"/>
        <w:gridCol w:w="473"/>
        <w:gridCol w:w="472"/>
        <w:gridCol w:w="473"/>
        <w:gridCol w:w="472"/>
        <w:gridCol w:w="473"/>
        <w:gridCol w:w="472"/>
        <w:gridCol w:w="473"/>
        <w:gridCol w:w="472"/>
        <w:gridCol w:w="473"/>
        <w:gridCol w:w="472"/>
        <w:gridCol w:w="472"/>
        <w:gridCol w:w="472"/>
        <w:gridCol w:w="473"/>
        <w:gridCol w:w="472"/>
        <w:gridCol w:w="473"/>
      </w:tblGrid>
      <w:tr w:rsidR="00CE7C9C" w:rsidRPr="00451E94" w14:paraId="223C9536" w14:textId="77777777" w:rsidTr="00CE7C9C">
        <w:trPr>
          <w:cantSplit/>
          <w:trHeight w:hRule="exact" w:val="454"/>
        </w:trPr>
        <w:tc>
          <w:tcPr>
            <w:tcW w:w="472" w:type="dxa"/>
          </w:tcPr>
          <w:p w14:paraId="047D086E" w14:textId="77777777" w:rsidR="00CE7C9C" w:rsidRPr="00451E94" w:rsidRDefault="00CE7C9C" w:rsidP="00026739"/>
        </w:tc>
        <w:tc>
          <w:tcPr>
            <w:tcW w:w="473" w:type="dxa"/>
          </w:tcPr>
          <w:p w14:paraId="4BB903F4" w14:textId="77777777" w:rsidR="00CE7C9C" w:rsidRPr="00451E94" w:rsidRDefault="00CE7C9C" w:rsidP="00026739"/>
        </w:tc>
        <w:tc>
          <w:tcPr>
            <w:tcW w:w="472" w:type="dxa"/>
          </w:tcPr>
          <w:p w14:paraId="13D996FD" w14:textId="77777777" w:rsidR="00CE7C9C" w:rsidRPr="00451E94" w:rsidRDefault="00CE7C9C" w:rsidP="00026739"/>
        </w:tc>
        <w:tc>
          <w:tcPr>
            <w:tcW w:w="473" w:type="dxa"/>
          </w:tcPr>
          <w:p w14:paraId="1D82183E" w14:textId="77777777" w:rsidR="00CE7C9C" w:rsidRPr="00451E94" w:rsidRDefault="00CE7C9C" w:rsidP="00026739"/>
        </w:tc>
        <w:tc>
          <w:tcPr>
            <w:tcW w:w="472" w:type="dxa"/>
          </w:tcPr>
          <w:p w14:paraId="22E8BC12" w14:textId="77777777" w:rsidR="00CE7C9C" w:rsidRPr="00451E94" w:rsidRDefault="00CE7C9C" w:rsidP="00026739"/>
        </w:tc>
        <w:tc>
          <w:tcPr>
            <w:tcW w:w="473" w:type="dxa"/>
          </w:tcPr>
          <w:p w14:paraId="5583C532" w14:textId="77777777" w:rsidR="00CE7C9C" w:rsidRPr="00451E94" w:rsidRDefault="00CE7C9C" w:rsidP="00026739"/>
        </w:tc>
        <w:tc>
          <w:tcPr>
            <w:tcW w:w="472" w:type="dxa"/>
          </w:tcPr>
          <w:p w14:paraId="3B30F405" w14:textId="77777777" w:rsidR="00CE7C9C" w:rsidRPr="00451E94" w:rsidRDefault="00CE7C9C" w:rsidP="00026739"/>
        </w:tc>
        <w:tc>
          <w:tcPr>
            <w:tcW w:w="473" w:type="dxa"/>
          </w:tcPr>
          <w:p w14:paraId="600E2A06" w14:textId="77777777" w:rsidR="00CE7C9C" w:rsidRPr="00451E94" w:rsidRDefault="00CE7C9C" w:rsidP="00026739"/>
        </w:tc>
        <w:tc>
          <w:tcPr>
            <w:tcW w:w="472" w:type="dxa"/>
          </w:tcPr>
          <w:p w14:paraId="1A6F0997" w14:textId="77777777" w:rsidR="00CE7C9C" w:rsidRPr="00451E94" w:rsidRDefault="00CE7C9C" w:rsidP="00026739"/>
        </w:tc>
        <w:tc>
          <w:tcPr>
            <w:tcW w:w="473" w:type="dxa"/>
          </w:tcPr>
          <w:p w14:paraId="30CF9E6D" w14:textId="77777777" w:rsidR="00CE7C9C" w:rsidRPr="00451E94" w:rsidRDefault="00CE7C9C" w:rsidP="00026739"/>
        </w:tc>
        <w:tc>
          <w:tcPr>
            <w:tcW w:w="472" w:type="dxa"/>
          </w:tcPr>
          <w:p w14:paraId="27FD9AC2" w14:textId="77777777" w:rsidR="00CE7C9C" w:rsidRPr="00451E94" w:rsidRDefault="00CE7C9C" w:rsidP="00026739"/>
        </w:tc>
        <w:tc>
          <w:tcPr>
            <w:tcW w:w="473" w:type="dxa"/>
          </w:tcPr>
          <w:p w14:paraId="4726D22D" w14:textId="77777777" w:rsidR="00CE7C9C" w:rsidRPr="00451E94" w:rsidRDefault="00CE7C9C" w:rsidP="00026739"/>
        </w:tc>
        <w:tc>
          <w:tcPr>
            <w:tcW w:w="472" w:type="dxa"/>
          </w:tcPr>
          <w:p w14:paraId="3759F00D" w14:textId="77777777" w:rsidR="00CE7C9C" w:rsidRPr="00451E94" w:rsidRDefault="00CE7C9C" w:rsidP="00026739"/>
        </w:tc>
        <w:tc>
          <w:tcPr>
            <w:tcW w:w="473" w:type="dxa"/>
          </w:tcPr>
          <w:p w14:paraId="105AE530" w14:textId="77777777" w:rsidR="00CE7C9C" w:rsidRPr="00451E94" w:rsidRDefault="00CE7C9C" w:rsidP="00026739"/>
        </w:tc>
        <w:tc>
          <w:tcPr>
            <w:tcW w:w="472" w:type="dxa"/>
          </w:tcPr>
          <w:p w14:paraId="0A171A56" w14:textId="77777777" w:rsidR="00CE7C9C" w:rsidRPr="00451E94" w:rsidRDefault="00CE7C9C" w:rsidP="00026739"/>
        </w:tc>
        <w:tc>
          <w:tcPr>
            <w:tcW w:w="472" w:type="dxa"/>
          </w:tcPr>
          <w:p w14:paraId="335A1C0D" w14:textId="77777777" w:rsidR="00CE7C9C" w:rsidRPr="00451E94" w:rsidRDefault="00CE7C9C" w:rsidP="00026739"/>
        </w:tc>
        <w:tc>
          <w:tcPr>
            <w:tcW w:w="472" w:type="dxa"/>
          </w:tcPr>
          <w:p w14:paraId="22F2EB27" w14:textId="77777777" w:rsidR="00CE7C9C" w:rsidRPr="00451E94" w:rsidRDefault="00CE7C9C" w:rsidP="00026739"/>
        </w:tc>
        <w:tc>
          <w:tcPr>
            <w:tcW w:w="473" w:type="dxa"/>
          </w:tcPr>
          <w:p w14:paraId="5C33F522" w14:textId="77777777" w:rsidR="00CE7C9C" w:rsidRPr="00451E94" w:rsidRDefault="00CE7C9C" w:rsidP="00026739"/>
        </w:tc>
        <w:tc>
          <w:tcPr>
            <w:tcW w:w="472" w:type="dxa"/>
          </w:tcPr>
          <w:p w14:paraId="504FFB82" w14:textId="77777777" w:rsidR="00CE7C9C" w:rsidRPr="00451E94" w:rsidRDefault="00CE7C9C" w:rsidP="00026739"/>
        </w:tc>
        <w:tc>
          <w:tcPr>
            <w:tcW w:w="473" w:type="dxa"/>
          </w:tcPr>
          <w:p w14:paraId="2770821F" w14:textId="77777777" w:rsidR="00CE7C9C" w:rsidRPr="00451E94" w:rsidRDefault="00CE7C9C" w:rsidP="00026739"/>
        </w:tc>
      </w:tr>
      <w:tr w:rsidR="00CE7C9C" w:rsidRPr="00451E94" w14:paraId="6EC97A41" w14:textId="77777777" w:rsidTr="00CE7C9C">
        <w:trPr>
          <w:cantSplit/>
          <w:trHeight w:hRule="exact" w:val="454"/>
        </w:trPr>
        <w:tc>
          <w:tcPr>
            <w:tcW w:w="472" w:type="dxa"/>
          </w:tcPr>
          <w:p w14:paraId="09350A11" w14:textId="77777777" w:rsidR="00CE7C9C" w:rsidRPr="00451E94" w:rsidRDefault="002F42FE" w:rsidP="00026739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31615BF" wp14:editId="414D2730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-17145</wp:posOffset>
                      </wp:positionV>
                      <wp:extent cx="1143000" cy="3200400"/>
                      <wp:effectExtent l="0" t="0" r="0" b="0"/>
                      <wp:wrapNone/>
                      <wp:docPr id="86" name="Text Box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43000" cy="3200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1E031D6" w14:textId="77777777" w:rsidR="00657B73" w:rsidRDefault="00657B73" w:rsidP="000E6232">
                                  <w:r>
                                    <w:t>Dreieck</w:t>
                                  </w:r>
                                </w:p>
                                <w:p w14:paraId="30E49C1C" w14:textId="77777777" w:rsidR="00657B73" w:rsidRDefault="00657B73" w:rsidP="000E6232"/>
                                <w:p w14:paraId="4D45AEF2" w14:textId="77777777" w:rsidR="00657B73" w:rsidRDefault="00657B73" w:rsidP="000E6232"/>
                                <w:p w14:paraId="05554C6A" w14:textId="77777777" w:rsidR="00657B73" w:rsidRDefault="00657B73" w:rsidP="000E6232">
                                  <w:r>
                                    <w:t>Vierecke</w:t>
                                  </w:r>
                                </w:p>
                                <w:p w14:paraId="34613176" w14:textId="77777777" w:rsidR="00657B73" w:rsidRDefault="00657B73" w:rsidP="000E6232"/>
                                <w:p w14:paraId="0FB34321" w14:textId="77777777" w:rsidR="00657B73" w:rsidRDefault="00657B73" w:rsidP="000E6232"/>
                                <w:p w14:paraId="6B22F27F" w14:textId="77777777" w:rsidR="00657B73" w:rsidRDefault="00657B73" w:rsidP="000E6232">
                                  <w:r>
                                    <w:t>Fünfecke</w:t>
                                  </w:r>
                                </w:p>
                                <w:p w14:paraId="36BDE41B" w14:textId="77777777" w:rsidR="00657B73" w:rsidRDefault="00657B73" w:rsidP="000E6232"/>
                                <w:p w14:paraId="2DE49DED" w14:textId="77777777" w:rsidR="00657B73" w:rsidRDefault="00657B73" w:rsidP="000E6232"/>
                                <w:p w14:paraId="368B56D4" w14:textId="77777777" w:rsidR="00657B73" w:rsidRPr="000E6232" w:rsidRDefault="00657B73" w:rsidP="000E6232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t>Sechsecke</w:t>
                                  </w:r>
                                </w:p>
                                <w:p w14:paraId="1A8ED2AB" w14:textId="77777777" w:rsidR="00657B73" w:rsidRDefault="00657B73"/>
                                <w:p w14:paraId="7434A0D1" w14:textId="77777777" w:rsidR="00657B73" w:rsidRPr="000E6232" w:rsidRDefault="00657B73">
                                  <w:pPr>
                                    <w:rPr>
                                      <w:lang w:val="de-DE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86" o:spid="_x0000_s1026" type="#_x0000_t202" style="position:absolute;margin-left:9pt;margin-top:-1.3pt;width:90pt;height:252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" filled="f" stroked="f">
                      <v:textbox>
                        <w:txbxContent>
                          <w:p w14:paraId="777EE330" w14:textId="2648CA17" w:rsidR="00657B73" w:rsidRDefault="00657B73" w:rsidP="000E6232">
                            <w:r>
                              <w:t>Dreieck</w:t>
                            </w:r>
                          </w:p>
                          <w:p w14:paraId="35D778F9" w14:textId="77777777" w:rsidR="00657B73" w:rsidRDefault="00657B73" w:rsidP="000E6232"/>
                          <w:p w14:paraId="0A511FE7" w14:textId="77777777" w:rsidR="00657B73" w:rsidRDefault="00657B73" w:rsidP="000E6232"/>
                          <w:p w14:paraId="5BB63B2C" w14:textId="68BF011E" w:rsidR="00657B73" w:rsidRDefault="00657B73" w:rsidP="000E6232">
                            <w:r>
                              <w:t>Vierecke</w:t>
                            </w:r>
                          </w:p>
                          <w:p w14:paraId="0D18A76C" w14:textId="77777777" w:rsidR="00657B73" w:rsidRDefault="00657B73" w:rsidP="000E6232"/>
                          <w:p w14:paraId="0B968D92" w14:textId="77777777" w:rsidR="00657B73" w:rsidRDefault="00657B73" w:rsidP="000E6232"/>
                          <w:p w14:paraId="029AD3B6" w14:textId="20894B50" w:rsidR="00657B73" w:rsidRDefault="00657B73" w:rsidP="000E6232">
                            <w:r>
                              <w:t>Fünfecke</w:t>
                            </w:r>
                          </w:p>
                          <w:p w14:paraId="698EA628" w14:textId="77777777" w:rsidR="00657B73" w:rsidRDefault="00657B73" w:rsidP="000E6232"/>
                          <w:p w14:paraId="29C1C2CD" w14:textId="77777777" w:rsidR="00657B73" w:rsidRDefault="00657B73" w:rsidP="000E6232"/>
                          <w:p w14:paraId="4E1AFC6D" w14:textId="7C52BC8F" w:rsidR="00657B73" w:rsidRPr="000E6232" w:rsidRDefault="00657B73" w:rsidP="000E6232">
                            <w:pPr>
                              <w:rPr>
                                <w:lang w:val="en-US"/>
                              </w:rPr>
                            </w:pPr>
                            <w:r>
                              <w:t>Sechsecke</w:t>
                            </w:r>
                          </w:p>
                          <w:p w14:paraId="08B8B19B" w14:textId="77777777" w:rsidR="00657B73" w:rsidRDefault="00657B73"/>
                          <w:p w14:paraId="30823B8A" w14:textId="77777777" w:rsidR="00657B73" w:rsidRPr="000E6232" w:rsidRDefault="00657B73">
                            <w:pPr>
                              <w:rPr>
                                <w:lang w:val="de-DE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3" w:type="dxa"/>
          </w:tcPr>
          <w:p w14:paraId="52CFF2A9" w14:textId="77777777" w:rsidR="00CE7C9C" w:rsidRPr="00451E94" w:rsidRDefault="00CE7C9C" w:rsidP="00026739"/>
        </w:tc>
        <w:tc>
          <w:tcPr>
            <w:tcW w:w="472" w:type="dxa"/>
          </w:tcPr>
          <w:p w14:paraId="0E9D17FC" w14:textId="77777777" w:rsidR="00CE7C9C" w:rsidRPr="00451E94" w:rsidRDefault="00CE7C9C" w:rsidP="00026739"/>
        </w:tc>
        <w:tc>
          <w:tcPr>
            <w:tcW w:w="473" w:type="dxa"/>
          </w:tcPr>
          <w:p w14:paraId="3BADE92D" w14:textId="77777777" w:rsidR="00CE7C9C" w:rsidRPr="00451E94" w:rsidRDefault="00CE7C9C" w:rsidP="00026739"/>
        </w:tc>
        <w:tc>
          <w:tcPr>
            <w:tcW w:w="472" w:type="dxa"/>
          </w:tcPr>
          <w:p w14:paraId="19D739E4" w14:textId="77777777" w:rsidR="00CE7C9C" w:rsidRPr="00451E94" w:rsidRDefault="000456BD" w:rsidP="00026739"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731968" behindDoc="0" locked="0" layoutInCell="1" allowOverlap="1" wp14:anchorId="47E53E5E" wp14:editId="4096857F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-1905</wp:posOffset>
                      </wp:positionV>
                      <wp:extent cx="586740" cy="574040"/>
                      <wp:effectExtent l="0" t="0" r="22860" b="35560"/>
                      <wp:wrapNone/>
                      <wp:docPr id="92" name="Group 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6740" cy="574040"/>
                                <a:chOff x="0" y="0"/>
                                <a:chExt cx="574040" cy="574040"/>
                              </a:xfrm>
                            </wpg:grpSpPr>
                            <wps:wsp>
                              <wps:cNvPr id="87" name="Right Triangle 87"/>
                              <wps:cNvSpPr/>
                              <wps:spPr>
                                <a:xfrm>
                                  <a:off x="287020" y="287020"/>
                                  <a:ext cx="287020" cy="287020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8" name="Right Triangle 88"/>
                              <wps:cNvSpPr/>
                              <wps:spPr>
                                <a:xfrm rot="10800000">
                                  <a:off x="287020" y="287020"/>
                                  <a:ext cx="287020" cy="287020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" name="Right Triangle 89"/>
                              <wps:cNvSpPr/>
                              <wps:spPr>
                                <a:xfrm rot="16200000">
                                  <a:off x="287020" y="0"/>
                                  <a:ext cx="287020" cy="287020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0" name="Right Triangle 90"/>
                              <wps:cNvSpPr/>
                              <wps:spPr>
                                <a:xfrm rot="16200000">
                                  <a:off x="0" y="287020"/>
                                  <a:ext cx="287020" cy="287020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id="Group 92" o:spid="_x0000_s1026" style="position:absolute;margin-left:.35pt;margin-top:-.1pt;width:46.2pt;height:45.2pt;z-index:251731968;mso-width-relative:margin" coordsize="574040,5740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">
                      <v:shape id="Right Triangle 87" o:spid="_x0000_s1027" type="#_x0000_t6" style="position:absolute;left:287020;top:287020;width:287020;height:28702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q/l4wwAA&#10;ANsAAAAPAAAAZHJzL2Rvd25yZXYueG1sRI/NbsIwEITvlXgHa5G4NQ4cKEoxCJD4kcqFnwfYxtsk&#10;JV6H2JDk7TESEsfRzHyjmc5bU4o71a6wrGAYxSCIU6sLzhScT+vPCQjnkTWWlklBRw7ms97HFBNt&#10;Gz7Q/egzESDsElSQe18lUro0J4MushVx8P5sbdAHWWdS19gEuCnlKI7H0mDBYSHHilY5pZfjzSi4&#10;rX825tBt99cUV7tl03b//NspNei3i28Qnlr/Dr/aO61g8gXPL+EHyNk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Lq/l4wwAAANsAAAAPAAAAAAAAAAAAAAAAAJcCAABkcnMvZG93&#10;bnJldi54bWxQSwUGAAAAAAQABAD1AAAAhwMAAAAA&#10;" filled="f" strokecolor="#3c5d9f" strokeweight="1pt"/>
                      <v:shape id="Right Triangle 88" o:spid="_x0000_s1028" type="#_x0000_t6" style="position:absolute;left:287020;top:287020;width:287020;height:287020;rotation:1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GJ8EwAAA&#10;ANsAAAAPAAAAZHJzL2Rvd25yZXYueG1sRE/Pa8IwFL4P/B/CE7wMTedBSmcUKQxll7E674/m2VaT&#10;l5pktfvvl4Pg8eP7vd6O1oiBfOgcK3hbZCCIa6c7bhT8HD/mOYgQkTUax6TgjwJsN5OXNRba3fmb&#10;hio2IoVwKFBBG2NfSBnqliyGheuJE3d23mJM0DdSe7yncGvkMstW0mLHqaHFnsqW6mv1axVkppSv&#10;1WnID5fP/de+lKebJ6PUbDru3kFEGuNT/HAftII8jU1f0g+Qm3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VGJ8EwAAAANsAAAAPAAAAAAAAAAAAAAAAAJcCAABkcnMvZG93bnJl&#10;di54bWxQSwUGAAAAAAQABAD1AAAAhAMAAAAA&#10;" filled="f" strokecolor="#3c5d9f" strokeweight="1pt"/>
                      <v:shape id="Right Triangle 89" o:spid="_x0000_s1029" type="#_x0000_t6" style="position:absolute;left:287020;width:287020;height:28702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HNEwxAAA&#10;ANsAAAAPAAAAZHJzL2Rvd25yZXYueG1sRI9BawIxFITvBf9DeIK3mtiD2K1RdEHU3rq21ONj89xd&#10;3Lwsm1Sjv74pFDwOM/MNM19G24oL9b5xrGEyViCIS2carjR8HjbPMxA+IBtsHZOGG3lYLgZPc8yM&#10;u/IHXYpQiQRhn6GGOoQuk9KXNVn0Y9cRJ+/keoshyb6SpsdrgttWvig1lRYbTgs1dpTXVJ6LH6sh&#10;P37t19sing6b7+1E5e/xflZrrUfDuHoDESiGR/i/vTMaZq/w9yX9ALn4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BzRMMQAAADbAAAADwAAAAAAAAAAAAAAAACXAgAAZHJzL2Rv&#10;d25yZXYueG1sUEsFBgAAAAAEAAQA9QAAAIgDAAAAAA==&#10;" filled="f" strokecolor="#3c5d9f" strokeweight="1pt"/>
                      <v:shape id="Right Triangle 90" o:spid="_x0000_s1030" type="#_x0000_t6" style="position:absolute;top:287020;width:287020;height:28702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/+5wwQAA&#10;ANsAAAAPAAAAZHJzL2Rvd25yZXYueG1sRE/Pa8IwFL4P/B/CG3ibiR7EdUaZBXHuZlXc8dE822Lz&#10;UppM4/56cxB2/Ph+z5fRtuJKvW8caxiPFAji0pmGKw2H/fptBsIHZIOtY9JwJw/LxeBljplxN97R&#10;tQiVSCHsM9RQh9BlUvqyJot+5DrixJ1dbzEk2FfS9HhL4baVE6Wm0mLDqaHGjvKaykvxazXkP8ft&#10;alPE83592oxV/h3/Lmql9fA1fn6ACBTDv/jp/jIa3tP69CX9ALl4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1P/ucMEAAADbAAAADwAAAAAAAAAAAAAAAACXAgAAZHJzL2Rvd25y&#10;ZXYueG1sUEsFBgAAAAAEAAQA9QAAAIUDAAAAAA==&#10;" filled="f" strokecolor="#3c5d9f" strokeweight="1pt"/>
                    </v:group>
                  </w:pict>
                </mc:Fallback>
              </mc:AlternateContent>
            </w:r>
          </w:p>
        </w:tc>
        <w:tc>
          <w:tcPr>
            <w:tcW w:w="473" w:type="dxa"/>
          </w:tcPr>
          <w:p w14:paraId="70D4B1CC" w14:textId="77777777" w:rsidR="00CE7C9C" w:rsidRPr="00451E94" w:rsidRDefault="00CE7C9C" w:rsidP="00026739"/>
        </w:tc>
        <w:tc>
          <w:tcPr>
            <w:tcW w:w="472" w:type="dxa"/>
          </w:tcPr>
          <w:p w14:paraId="2AB5D460" w14:textId="77777777" w:rsidR="00CE7C9C" w:rsidRPr="00451E94" w:rsidRDefault="00CE7C9C" w:rsidP="00026739"/>
        </w:tc>
        <w:tc>
          <w:tcPr>
            <w:tcW w:w="473" w:type="dxa"/>
          </w:tcPr>
          <w:p w14:paraId="1CA124B1" w14:textId="77777777" w:rsidR="00CE7C9C" w:rsidRPr="00451E94" w:rsidRDefault="00CE7C9C" w:rsidP="00026739"/>
        </w:tc>
        <w:tc>
          <w:tcPr>
            <w:tcW w:w="472" w:type="dxa"/>
          </w:tcPr>
          <w:p w14:paraId="6D096E85" w14:textId="77777777" w:rsidR="00CE7C9C" w:rsidRPr="00451E94" w:rsidRDefault="00CE7C9C" w:rsidP="00026739"/>
        </w:tc>
        <w:tc>
          <w:tcPr>
            <w:tcW w:w="473" w:type="dxa"/>
          </w:tcPr>
          <w:p w14:paraId="1DE1C474" w14:textId="77777777" w:rsidR="00CE7C9C" w:rsidRPr="00451E94" w:rsidRDefault="000456BD" w:rsidP="00026739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98C41CF" wp14:editId="44C598E3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45508</wp:posOffset>
                      </wp:positionV>
                      <wp:extent cx="1415415" cy="586740"/>
                      <wp:effectExtent l="0" t="0" r="0" b="0"/>
                      <wp:wrapNone/>
                      <wp:docPr id="85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5415" cy="5867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3790861" w14:textId="77777777" w:rsidR="00657B73" w:rsidRPr="000E6232" w:rsidRDefault="00657B73" w:rsidP="000456BD">
                                  <w:pPr>
                                    <w:spacing w:after="0"/>
                                    <w:rPr>
                                      <w:rStyle w:val="Schriftrot"/>
                                    </w:rPr>
                                  </w:pPr>
                                  <w:r w:rsidRPr="000E6232">
                                    <w:rPr>
                                      <w:rStyle w:val="Schriftrot"/>
                                    </w:rPr>
                                    <w:t xml:space="preserve">Pro Figur ½ P. </w:t>
                                  </w:r>
                                </w:p>
                                <w:p w14:paraId="5543302D" w14:textId="77777777" w:rsidR="00657B73" w:rsidRPr="000E6232" w:rsidRDefault="00657B73">
                                  <w:pPr>
                                    <w:rPr>
                                      <w:rStyle w:val="Schriftrot"/>
                                    </w:rPr>
                                  </w:pPr>
                                  <w:r w:rsidRPr="000E6232">
                                    <w:rPr>
                                      <w:rStyle w:val="Schriftrot"/>
                                    </w:rPr>
                                    <w:t>Maximal 6P.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xt Box 85" o:spid="_x0000_s1027" type="#_x0000_t202" style="position:absolute;margin-left:3.05pt;margin-top:3.6pt;width:111.45pt;height:46.2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" filled="f" stroked="f">
                      <v:textbox style="mso-fit-shape-to-text:t">
                        <w:txbxContent>
                          <w:p w14:paraId="29D2105D" w14:textId="77777777" w:rsidR="00657B73" w:rsidRPr="000E6232" w:rsidRDefault="00657B73" w:rsidP="000456BD">
                            <w:pPr>
                              <w:spacing w:after="0"/>
                              <w:rPr>
                                <w:rStyle w:val="Schriftrot"/>
                              </w:rPr>
                            </w:pPr>
                            <w:r w:rsidRPr="000E6232">
                              <w:rPr>
                                <w:rStyle w:val="Schriftrot"/>
                              </w:rPr>
                              <w:t xml:space="preserve">Pro Figur ½ P. </w:t>
                            </w:r>
                          </w:p>
                          <w:p w14:paraId="7ACA85C4" w14:textId="77777777" w:rsidR="00657B73" w:rsidRPr="000E6232" w:rsidRDefault="00657B73">
                            <w:pPr>
                              <w:rPr>
                                <w:rStyle w:val="Schriftrot"/>
                              </w:rPr>
                            </w:pPr>
                            <w:r w:rsidRPr="000E6232">
                              <w:rPr>
                                <w:rStyle w:val="Schriftrot"/>
                              </w:rPr>
                              <w:t>Maximal 6P.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2" w:type="dxa"/>
          </w:tcPr>
          <w:p w14:paraId="793A4B69" w14:textId="77777777" w:rsidR="00CE7C9C" w:rsidRPr="00451E94" w:rsidRDefault="00CE7C9C" w:rsidP="00026739"/>
        </w:tc>
        <w:tc>
          <w:tcPr>
            <w:tcW w:w="473" w:type="dxa"/>
          </w:tcPr>
          <w:p w14:paraId="4C6C00F7" w14:textId="77777777" w:rsidR="00CE7C9C" w:rsidRPr="00451E94" w:rsidRDefault="00CE7C9C" w:rsidP="00026739"/>
        </w:tc>
        <w:tc>
          <w:tcPr>
            <w:tcW w:w="472" w:type="dxa"/>
          </w:tcPr>
          <w:p w14:paraId="666DED74" w14:textId="77777777" w:rsidR="00CE7C9C" w:rsidRPr="00451E94" w:rsidRDefault="00CE7C9C" w:rsidP="00026739"/>
        </w:tc>
        <w:tc>
          <w:tcPr>
            <w:tcW w:w="473" w:type="dxa"/>
          </w:tcPr>
          <w:p w14:paraId="223B604C" w14:textId="77777777" w:rsidR="00CE7C9C" w:rsidRPr="00451E94" w:rsidRDefault="00CE7C9C" w:rsidP="00026739"/>
        </w:tc>
        <w:tc>
          <w:tcPr>
            <w:tcW w:w="472" w:type="dxa"/>
          </w:tcPr>
          <w:p w14:paraId="5AE9FF53" w14:textId="77777777" w:rsidR="00CE7C9C" w:rsidRPr="00451E94" w:rsidRDefault="00CE7C9C" w:rsidP="00026739"/>
        </w:tc>
        <w:tc>
          <w:tcPr>
            <w:tcW w:w="472" w:type="dxa"/>
          </w:tcPr>
          <w:p w14:paraId="5DF50A70" w14:textId="77777777" w:rsidR="00CE7C9C" w:rsidRPr="00451E94" w:rsidRDefault="00CE7C9C" w:rsidP="00026739"/>
        </w:tc>
        <w:tc>
          <w:tcPr>
            <w:tcW w:w="472" w:type="dxa"/>
          </w:tcPr>
          <w:p w14:paraId="1C9E4B1F" w14:textId="77777777" w:rsidR="00CE7C9C" w:rsidRPr="00451E94" w:rsidRDefault="00CE7C9C" w:rsidP="00026739"/>
        </w:tc>
        <w:tc>
          <w:tcPr>
            <w:tcW w:w="473" w:type="dxa"/>
          </w:tcPr>
          <w:p w14:paraId="7FB4B555" w14:textId="77777777" w:rsidR="00CE7C9C" w:rsidRPr="00451E94" w:rsidRDefault="00CE7C9C" w:rsidP="00026739"/>
        </w:tc>
        <w:tc>
          <w:tcPr>
            <w:tcW w:w="472" w:type="dxa"/>
          </w:tcPr>
          <w:p w14:paraId="529D6C3F" w14:textId="77777777" w:rsidR="00CE7C9C" w:rsidRPr="00451E94" w:rsidRDefault="00CE7C9C" w:rsidP="00026739"/>
        </w:tc>
        <w:tc>
          <w:tcPr>
            <w:tcW w:w="473" w:type="dxa"/>
          </w:tcPr>
          <w:p w14:paraId="7C4E9C27" w14:textId="77777777" w:rsidR="00CE7C9C" w:rsidRPr="00451E94" w:rsidRDefault="00CE7C9C" w:rsidP="00026739"/>
        </w:tc>
      </w:tr>
      <w:tr w:rsidR="00CE7C9C" w:rsidRPr="00451E94" w14:paraId="126CD371" w14:textId="77777777" w:rsidTr="00CE7C9C">
        <w:trPr>
          <w:cantSplit/>
          <w:trHeight w:hRule="exact" w:val="454"/>
        </w:trPr>
        <w:tc>
          <w:tcPr>
            <w:tcW w:w="472" w:type="dxa"/>
          </w:tcPr>
          <w:p w14:paraId="4263F3A5" w14:textId="77777777" w:rsidR="00CE7C9C" w:rsidRPr="00451E94" w:rsidRDefault="00CE7C9C" w:rsidP="00026739"/>
        </w:tc>
        <w:tc>
          <w:tcPr>
            <w:tcW w:w="473" w:type="dxa"/>
          </w:tcPr>
          <w:p w14:paraId="0F86C74D" w14:textId="77777777" w:rsidR="00CE7C9C" w:rsidRPr="00451E94" w:rsidRDefault="00CE7C9C" w:rsidP="00026739"/>
        </w:tc>
        <w:tc>
          <w:tcPr>
            <w:tcW w:w="472" w:type="dxa"/>
          </w:tcPr>
          <w:p w14:paraId="40989DF4" w14:textId="77777777" w:rsidR="00CE7C9C" w:rsidRPr="00451E94" w:rsidRDefault="00CE7C9C" w:rsidP="00026739"/>
        </w:tc>
        <w:tc>
          <w:tcPr>
            <w:tcW w:w="473" w:type="dxa"/>
          </w:tcPr>
          <w:p w14:paraId="39F07055" w14:textId="77777777" w:rsidR="00CE7C9C" w:rsidRPr="00451E94" w:rsidRDefault="00CE7C9C" w:rsidP="00026739"/>
        </w:tc>
        <w:tc>
          <w:tcPr>
            <w:tcW w:w="472" w:type="dxa"/>
          </w:tcPr>
          <w:p w14:paraId="58124CC9" w14:textId="77777777" w:rsidR="00CE7C9C" w:rsidRPr="00451E94" w:rsidRDefault="00CE7C9C" w:rsidP="00026739"/>
        </w:tc>
        <w:tc>
          <w:tcPr>
            <w:tcW w:w="473" w:type="dxa"/>
          </w:tcPr>
          <w:p w14:paraId="5118A80A" w14:textId="77777777" w:rsidR="00CE7C9C" w:rsidRPr="00451E94" w:rsidRDefault="00CE7C9C" w:rsidP="00026739"/>
        </w:tc>
        <w:tc>
          <w:tcPr>
            <w:tcW w:w="472" w:type="dxa"/>
          </w:tcPr>
          <w:p w14:paraId="39F36C7D" w14:textId="77777777" w:rsidR="00CE7C9C" w:rsidRPr="00451E94" w:rsidRDefault="00CE7C9C" w:rsidP="00026739"/>
        </w:tc>
        <w:tc>
          <w:tcPr>
            <w:tcW w:w="473" w:type="dxa"/>
          </w:tcPr>
          <w:p w14:paraId="4A95BD9E" w14:textId="77777777" w:rsidR="00CE7C9C" w:rsidRPr="00451E94" w:rsidRDefault="00CE7C9C" w:rsidP="00026739"/>
        </w:tc>
        <w:tc>
          <w:tcPr>
            <w:tcW w:w="472" w:type="dxa"/>
          </w:tcPr>
          <w:p w14:paraId="6D9837CE" w14:textId="77777777" w:rsidR="00CE7C9C" w:rsidRPr="00451E94" w:rsidRDefault="00CE7C9C" w:rsidP="00026739"/>
        </w:tc>
        <w:tc>
          <w:tcPr>
            <w:tcW w:w="473" w:type="dxa"/>
          </w:tcPr>
          <w:p w14:paraId="03A1B8C6" w14:textId="77777777" w:rsidR="00CE7C9C" w:rsidRPr="00451E94" w:rsidRDefault="00CE7C9C" w:rsidP="00026739"/>
        </w:tc>
        <w:tc>
          <w:tcPr>
            <w:tcW w:w="472" w:type="dxa"/>
          </w:tcPr>
          <w:p w14:paraId="6E3A3CCC" w14:textId="77777777" w:rsidR="00CE7C9C" w:rsidRPr="00451E94" w:rsidRDefault="00CE7C9C" w:rsidP="00026739"/>
        </w:tc>
        <w:tc>
          <w:tcPr>
            <w:tcW w:w="473" w:type="dxa"/>
          </w:tcPr>
          <w:p w14:paraId="4B3B5924" w14:textId="77777777" w:rsidR="00CE7C9C" w:rsidRPr="00451E94" w:rsidRDefault="00CE7C9C" w:rsidP="00026739"/>
        </w:tc>
        <w:tc>
          <w:tcPr>
            <w:tcW w:w="472" w:type="dxa"/>
          </w:tcPr>
          <w:p w14:paraId="3ED79DCF" w14:textId="77777777" w:rsidR="00CE7C9C" w:rsidRPr="00451E94" w:rsidRDefault="00CE7C9C" w:rsidP="00026739"/>
        </w:tc>
        <w:tc>
          <w:tcPr>
            <w:tcW w:w="473" w:type="dxa"/>
          </w:tcPr>
          <w:p w14:paraId="70CDDEF8" w14:textId="77777777" w:rsidR="00CE7C9C" w:rsidRPr="00451E94" w:rsidRDefault="00CE7C9C" w:rsidP="00026739"/>
        </w:tc>
        <w:tc>
          <w:tcPr>
            <w:tcW w:w="472" w:type="dxa"/>
          </w:tcPr>
          <w:p w14:paraId="24EFC8F4" w14:textId="77777777" w:rsidR="00CE7C9C" w:rsidRPr="00451E94" w:rsidRDefault="00CE7C9C" w:rsidP="00026739"/>
        </w:tc>
        <w:tc>
          <w:tcPr>
            <w:tcW w:w="472" w:type="dxa"/>
          </w:tcPr>
          <w:p w14:paraId="1DFD1208" w14:textId="77777777" w:rsidR="00CE7C9C" w:rsidRPr="00451E94" w:rsidRDefault="00CE7C9C" w:rsidP="00026739"/>
        </w:tc>
        <w:tc>
          <w:tcPr>
            <w:tcW w:w="472" w:type="dxa"/>
          </w:tcPr>
          <w:p w14:paraId="10A98B22" w14:textId="77777777" w:rsidR="00CE7C9C" w:rsidRPr="00451E94" w:rsidRDefault="00CE7C9C" w:rsidP="00026739"/>
        </w:tc>
        <w:tc>
          <w:tcPr>
            <w:tcW w:w="473" w:type="dxa"/>
          </w:tcPr>
          <w:p w14:paraId="534B631A" w14:textId="77777777" w:rsidR="00CE7C9C" w:rsidRPr="00451E94" w:rsidRDefault="00CE7C9C" w:rsidP="00026739"/>
        </w:tc>
        <w:tc>
          <w:tcPr>
            <w:tcW w:w="472" w:type="dxa"/>
          </w:tcPr>
          <w:p w14:paraId="0E25CECA" w14:textId="77777777" w:rsidR="00CE7C9C" w:rsidRPr="00451E94" w:rsidRDefault="00CE7C9C" w:rsidP="00026739"/>
        </w:tc>
        <w:tc>
          <w:tcPr>
            <w:tcW w:w="473" w:type="dxa"/>
          </w:tcPr>
          <w:p w14:paraId="5B7AD5E7" w14:textId="77777777" w:rsidR="00CE7C9C" w:rsidRPr="00451E94" w:rsidRDefault="00CE7C9C" w:rsidP="00026739"/>
        </w:tc>
      </w:tr>
      <w:tr w:rsidR="00CE7C9C" w:rsidRPr="00451E94" w14:paraId="745E7D5B" w14:textId="77777777" w:rsidTr="00CE7C9C">
        <w:trPr>
          <w:cantSplit/>
          <w:trHeight w:hRule="exact" w:val="454"/>
        </w:trPr>
        <w:tc>
          <w:tcPr>
            <w:tcW w:w="472" w:type="dxa"/>
          </w:tcPr>
          <w:p w14:paraId="73F84554" w14:textId="77777777" w:rsidR="00CE7C9C" w:rsidRPr="00451E94" w:rsidRDefault="00CE7C9C" w:rsidP="00026739"/>
        </w:tc>
        <w:tc>
          <w:tcPr>
            <w:tcW w:w="473" w:type="dxa"/>
          </w:tcPr>
          <w:p w14:paraId="168898F6" w14:textId="77777777" w:rsidR="00CE7C9C" w:rsidRPr="00451E94" w:rsidRDefault="00CE7C9C" w:rsidP="00026739"/>
        </w:tc>
        <w:tc>
          <w:tcPr>
            <w:tcW w:w="472" w:type="dxa"/>
          </w:tcPr>
          <w:p w14:paraId="1160C925" w14:textId="77777777" w:rsidR="00CE7C9C" w:rsidRPr="00451E94" w:rsidRDefault="00CE7C9C" w:rsidP="00026739"/>
        </w:tc>
        <w:tc>
          <w:tcPr>
            <w:tcW w:w="473" w:type="dxa"/>
          </w:tcPr>
          <w:p w14:paraId="491157A0" w14:textId="77777777" w:rsidR="00CE7C9C" w:rsidRPr="00451E94" w:rsidRDefault="00CE7C9C" w:rsidP="00026739"/>
        </w:tc>
        <w:tc>
          <w:tcPr>
            <w:tcW w:w="472" w:type="dxa"/>
          </w:tcPr>
          <w:p w14:paraId="395B5E08" w14:textId="77777777" w:rsidR="00CE7C9C" w:rsidRPr="00451E94" w:rsidRDefault="00CE7C9C" w:rsidP="00026739"/>
        </w:tc>
        <w:tc>
          <w:tcPr>
            <w:tcW w:w="473" w:type="dxa"/>
          </w:tcPr>
          <w:p w14:paraId="013328A2" w14:textId="77777777" w:rsidR="00CE7C9C" w:rsidRPr="00451E94" w:rsidRDefault="00CE7C9C" w:rsidP="00026739"/>
        </w:tc>
        <w:tc>
          <w:tcPr>
            <w:tcW w:w="472" w:type="dxa"/>
          </w:tcPr>
          <w:p w14:paraId="22AA8C85" w14:textId="77777777" w:rsidR="00CE7C9C" w:rsidRPr="00451E94" w:rsidRDefault="00CE7C9C" w:rsidP="00026739"/>
        </w:tc>
        <w:tc>
          <w:tcPr>
            <w:tcW w:w="473" w:type="dxa"/>
          </w:tcPr>
          <w:p w14:paraId="03DD909B" w14:textId="77777777" w:rsidR="00CE7C9C" w:rsidRPr="00451E94" w:rsidRDefault="00CE7C9C" w:rsidP="00026739"/>
        </w:tc>
        <w:tc>
          <w:tcPr>
            <w:tcW w:w="472" w:type="dxa"/>
          </w:tcPr>
          <w:p w14:paraId="66013175" w14:textId="77777777" w:rsidR="00CE7C9C" w:rsidRPr="00451E94" w:rsidRDefault="00CE7C9C" w:rsidP="00026739"/>
        </w:tc>
        <w:tc>
          <w:tcPr>
            <w:tcW w:w="473" w:type="dxa"/>
          </w:tcPr>
          <w:p w14:paraId="56D33EF7" w14:textId="77777777" w:rsidR="00CE7C9C" w:rsidRPr="00451E94" w:rsidRDefault="00CE7C9C" w:rsidP="00026739">
            <w:pPr>
              <w:jc w:val="center"/>
            </w:pPr>
          </w:p>
        </w:tc>
        <w:tc>
          <w:tcPr>
            <w:tcW w:w="472" w:type="dxa"/>
          </w:tcPr>
          <w:p w14:paraId="012369A5" w14:textId="77777777" w:rsidR="00CE7C9C" w:rsidRPr="00451E94" w:rsidRDefault="00CE7C9C" w:rsidP="00026739"/>
        </w:tc>
        <w:tc>
          <w:tcPr>
            <w:tcW w:w="473" w:type="dxa"/>
          </w:tcPr>
          <w:p w14:paraId="46987F3C" w14:textId="77777777" w:rsidR="00CE7C9C" w:rsidRPr="00451E94" w:rsidRDefault="00CE7C9C" w:rsidP="00026739"/>
        </w:tc>
        <w:tc>
          <w:tcPr>
            <w:tcW w:w="472" w:type="dxa"/>
          </w:tcPr>
          <w:p w14:paraId="635605A6" w14:textId="77777777" w:rsidR="00CE7C9C" w:rsidRPr="00451E94" w:rsidRDefault="00CE7C9C" w:rsidP="00026739"/>
        </w:tc>
        <w:tc>
          <w:tcPr>
            <w:tcW w:w="473" w:type="dxa"/>
          </w:tcPr>
          <w:p w14:paraId="7623A956" w14:textId="77777777" w:rsidR="00CE7C9C" w:rsidRPr="00451E94" w:rsidRDefault="00CE7C9C" w:rsidP="00026739"/>
        </w:tc>
        <w:tc>
          <w:tcPr>
            <w:tcW w:w="472" w:type="dxa"/>
          </w:tcPr>
          <w:p w14:paraId="512447FF" w14:textId="77777777" w:rsidR="00CE7C9C" w:rsidRPr="00451E94" w:rsidRDefault="00CE7C9C" w:rsidP="00026739"/>
        </w:tc>
        <w:tc>
          <w:tcPr>
            <w:tcW w:w="472" w:type="dxa"/>
          </w:tcPr>
          <w:p w14:paraId="77EACFEF" w14:textId="77777777" w:rsidR="00CE7C9C" w:rsidRPr="00451E94" w:rsidRDefault="00CE7C9C" w:rsidP="00026739"/>
        </w:tc>
        <w:tc>
          <w:tcPr>
            <w:tcW w:w="472" w:type="dxa"/>
          </w:tcPr>
          <w:p w14:paraId="0637FCEA" w14:textId="77777777" w:rsidR="00CE7C9C" w:rsidRPr="00451E94" w:rsidRDefault="00CE7C9C" w:rsidP="00026739"/>
        </w:tc>
        <w:tc>
          <w:tcPr>
            <w:tcW w:w="473" w:type="dxa"/>
          </w:tcPr>
          <w:p w14:paraId="2CEE3E81" w14:textId="77777777" w:rsidR="00CE7C9C" w:rsidRPr="00451E94" w:rsidRDefault="00CE7C9C" w:rsidP="00026739"/>
        </w:tc>
        <w:tc>
          <w:tcPr>
            <w:tcW w:w="472" w:type="dxa"/>
          </w:tcPr>
          <w:p w14:paraId="4AE095C2" w14:textId="77777777" w:rsidR="00CE7C9C" w:rsidRPr="00451E94" w:rsidRDefault="00CE7C9C" w:rsidP="00026739"/>
        </w:tc>
        <w:tc>
          <w:tcPr>
            <w:tcW w:w="473" w:type="dxa"/>
          </w:tcPr>
          <w:p w14:paraId="24DE047A" w14:textId="77777777" w:rsidR="00CE7C9C" w:rsidRPr="00451E94" w:rsidRDefault="00CE7C9C" w:rsidP="00026739"/>
        </w:tc>
      </w:tr>
      <w:tr w:rsidR="00CE7C9C" w:rsidRPr="00451E94" w14:paraId="60510126" w14:textId="77777777" w:rsidTr="00CE7C9C">
        <w:trPr>
          <w:cantSplit/>
          <w:trHeight w:hRule="exact" w:val="454"/>
        </w:trPr>
        <w:tc>
          <w:tcPr>
            <w:tcW w:w="472" w:type="dxa"/>
          </w:tcPr>
          <w:p w14:paraId="67FBFF5F" w14:textId="77777777" w:rsidR="00CE7C9C" w:rsidRPr="00451E94" w:rsidRDefault="00CE7C9C" w:rsidP="00026739"/>
        </w:tc>
        <w:tc>
          <w:tcPr>
            <w:tcW w:w="473" w:type="dxa"/>
          </w:tcPr>
          <w:p w14:paraId="4980CE55" w14:textId="77777777" w:rsidR="00CE7C9C" w:rsidRPr="00451E94" w:rsidRDefault="00CE7C9C" w:rsidP="00026739"/>
        </w:tc>
        <w:tc>
          <w:tcPr>
            <w:tcW w:w="472" w:type="dxa"/>
          </w:tcPr>
          <w:p w14:paraId="6D785F27" w14:textId="77777777" w:rsidR="00CE7C9C" w:rsidRPr="00432B2D" w:rsidRDefault="00CE7C9C" w:rsidP="00026739">
            <w:pPr>
              <w:jc w:val="center"/>
              <w:rPr>
                <w:color w:val="3C5D9F"/>
                <w:sz w:val="40"/>
                <w:szCs w:val="40"/>
              </w:rPr>
            </w:pPr>
          </w:p>
        </w:tc>
        <w:tc>
          <w:tcPr>
            <w:tcW w:w="473" w:type="dxa"/>
          </w:tcPr>
          <w:p w14:paraId="3DE757ED" w14:textId="77777777" w:rsidR="00CE7C9C" w:rsidRPr="00451E94" w:rsidRDefault="002F42FE" w:rsidP="00026739"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96128" behindDoc="0" locked="0" layoutInCell="1" allowOverlap="1" wp14:anchorId="6B870B83" wp14:editId="36D192A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4445</wp:posOffset>
                      </wp:positionV>
                      <wp:extent cx="883920" cy="574040"/>
                      <wp:effectExtent l="0" t="0" r="30480" b="35560"/>
                      <wp:wrapNone/>
                      <wp:docPr id="96" name="Group 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83920" cy="574040"/>
                                <a:chOff x="0" y="0"/>
                                <a:chExt cx="861060" cy="574040"/>
                              </a:xfrm>
                            </wpg:grpSpPr>
                            <wps:wsp>
                              <wps:cNvPr id="91" name="Right Triangle 91"/>
                              <wps:cNvSpPr/>
                              <wps:spPr>
                                <a:xfrm rot="16200000">
                                  <a:off x="287020" y="0"/>
                                  <a:ext cx="287020" cy="287020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3" name="Right Triangle 93"/>
                              <wps:cNvSpPr/>
                              <wps:spPr>
                                <a:xfrm rot="16200000">
                                  <a:off x="0" y="287020"/>
                                  <a:ext cx="287020" cy="287020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4" name="Right Triangle 94"/>
                              <wps:cNvSpPr/>
                              <wps:spPr>
                                <a:xfrm rot="5400000">
                                  <a:off x="574040" y="0"/>
                                  <a:ext cx="287020" cy="287020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5" name="Right Triangle 95"/>
                              <wps:cNvSpPr/>
                              <wps:spPr>
                                <a:xfrm rot="5400000">
                                  <a:off x="287020" y="287020"/>
                                  <a:ext cx="287020" cy="287020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id="Group 96" o:spid="_x0000_s1026" style="position:absolute;margin-left:0;margin-top:.35pt;width:69.6pt;height:45.2pt;z-index:251696128;mso-width-relative:margin" coordsize="861060,5740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">
                      <v:shape id="Right Triangle 91" o:spid="_x0000_s1027" type="#_x0000_t6" style="position:absolute;left:287020;width:287020;height:28702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s0vrxQAA&#10;ANsAAAAPAAAAZHJzL2Rvd25yZXYueG1sRI9BawIxFITvQv9DeIXeNNkeSl2NUhdE25trSz0+Ns/d&#10;xc3Lsoma9tc3gtDjMDPfMPNltJ240OBbxxqyiQJBXDnTcq3hc78ev4LwAdlg55g0/JCH5eJhNMfc&#10;uCvv6FKGWiQI+xw1NCH0uZS+asiin7ieOHlHN1gMSQ61NANeE9x28lmpF2mx5bTQYE9FQ9WpPFsN&#10;xeHrfbUp43G//t5kqviIvye10vrpMb7NQASK4T98b2+NhmkGty/pB8jF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uzS+vFAAAA2wAAAA8AAAAAAAAAAAAAAAAAlwIAAGRycy9k&#10;b3ducmV2LnhtbFBLBQYAAAAABAAEAPUAAACJAwAAAAA=&#10;" filled="f" strokecolor="#3c5d9f" strokeweight="1pt"/>
                      <v:shape id="Right Triangle 93" o:spid="_x0000_s1028" type="#_x0000_t6" style="position:absolute;top:287020;width:287020;height:28702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LXAHxQAA&#10;ANsAAAAPAAAAZHJzL2Rvd25yZXYueG1sRI9BawIxFITvhf6H8Aq91cQK0q5GqQti661rRY+PzXN3&#10;cfOybKKm/npTKHgcZuYbZjqPthVn6n3jWMNwoEAQl840XGn42Sxf3kD4gGywdUwafsnDfPb4MMXM&#10;uAt/07kIlUgQ9hlqqEPoMil9WZNFP3AdcfIOrrcYkuwraXq8JLht5atSY2mx4bRQY0d5TeWxOFkN&#10;+X77tVgV8bBZ7lZDla/j9agWWj8/xY8JiEAx3MP/7U+j4X0Ef1/SD5CzG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QtcAfFAAAA2wAAAA8AAAAAAAAAAAAAAAAAlwIAAGRycy9k&#10;b3ducmV2LnhtbFBLBQYAAAAABAAEAPUAAACJAwAAAAA=&#10;" filled="f" strokecolor="#3c5d9f" strokeweight="1pt"/>
                      <v:shape id="Right Triangle 94" o:spid="_x0000_s1029" type="#_x0000_t6" style="position:absolute;left:574040;width:287020;height:287020;rotation: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PLDswAAA&#10;ANsAAAAPAAAAZHJzL2Rvd25yZXYueG1sRI/disIwFITvF3yHcARvFk0VV7QaRQXBW38e4NAcm2Jz&#10;UpJo69sbQdjLYWa+YVabztbiST5UjhWMRxkI4sLpiksF18thOAcRIrLG2jEpeFGAzbr3s8Jcu5ZP&#10;9DzHUiQIhxwVmBibXMpQGLIYRq4hTt7NeYsxSV9K7bFNcFvLSZbNpMWK04LBhvaGivv5YRX48bHZ&#10;l/fX7u93unCzRzhdqTVKDfrddgkiUhf/w9/2UStYTOHzJf0AuX4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UPLDswAAAANsAAAAPAAAAAAAAAAAAAAAAAJcCAABkcnMvZG93bnJl&#10;di54bWxQSwUGAAAAAAQABAD1AAAAhAMAAAAA&#10;" filled="f" strokecolor="#3c5d9f" strokeweight="1pt"/>
                      <v:shape id="Right Triangle 95" o:spid="_x0000_s1030" type="#_x0000_t6" style="position:absolute;left:287020;top:287020;width:287020;height:287020;rotation: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7cBV3wAAA&#10;ANsAAAAPAAAAZHJzL2Rvd25yZXYueG1sRI/disIwFITvF3yHcARvFk2VVbQaRQXBW38e4NAcm2Jz&#10;UpJo69sbQdjLYWa+YVabztbiST5UjhWMRxkI4sLpiksF18thOAcRIrLG2jEpeFGAzbr3s8Jcu5ZP&#10;9DzHUiQIhxwVmBibXMpQGLIYRq4hTt7NeYsxSV9K7bFNcFvLSZbNpMWK04LBhvaGivv5YRX48bHZ&#10;l/fXbvr7t3CzRzhdqTVKDfrddgkiUhf/w9/2UStYTOHzJf0AuX4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7cBV3wAAAANsAAAAPAAAAAAAAAAAAAAAAAJcCAABkcnMvZG93bnJl&#10;di54bWxQSwUGAAAAAAQABAD1AAAAhAMAAAAA&#10;" filled="f" strokecolor="#3c5d9f" strokeweight="1pt"/>
                    </v:group>
                  </w:pict>
                </mc:Fallback>
              </mc:AlternateContent>
            </w:r>
          </w:p>
        </w:tc>
        <w:tc>
          <w:tcPr>
            <w:tcW w:w="472" w:type="dxa"/>
          </w:tcPr>
          <w:p w14:paraId="6F24E334" w14:textId="77777777" w:rsidR="00CE7C9C" w:rsidRPr="00451E94" w:rsidRDefault="00CE7C9C" w:rsidP="00026739"/>
        </w:tc>
        <w:tc>
          <w:tcPr>
            <w:tcW w:w="473" w:type="dxa"/>
          </w:tcPr>
          <w:p w14:paraId="752D465C" w14:textId="77777777" w:rsidR="00CE7C9C" w:rsidRPr="00451E94" w:rsidRDefault="00CE7C9C" w:rsidP="00026739"/>
        </w:tc>
        <w:tc>
          <w:tcPr>
            <w:tcW w:w="472" w:type="dxa"/>
          </w:tcPr>
          <w:p w14:paraId="64F13D04" w14:textId="77777777" w:rsidR="00CE7C9C" w:rsidRPr="00451E94" w:rsidRDefault="000456BD" w:rsidP="00026739"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737088" behindDoc="0" locked="0" layoutInCell="1" allowOverlap="1" wp14:anchorId="20F31603" wp14:editId="28A03DAB">
                      <wp:simplePos x="0" y="0"/>
                      <wp:positionH relativeFrom="column">
                        <wp:posOffset>2117</wp:posOffset>
                      </wp:positionH>
                      <wp:positionV relativeFrom="paragraph">
                        <wp:posOffset>1270</wp:posOffset>
                      </wp:positionV>
                      <wp:extent cx="586740" cy="575310"/>
                      <wp:effectExtent l="0" t="0" r="22860" b="34290"/>
                      <wp:wrapNone/>
                      <wp:docPr id="124" name="Group 1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6740" cy="575310"/>
                                <a:chOff x="0" y="0"/>
                                <a:chExt cx="586740" cy="575310"/>
                              </a:xfrm>
                            </wpg:grpSpPr>
                            <wps:wsp>
                              <wps:cNvPr id="119" name="Right Triangle 119"/>
                              <wps:cNvSpPr/>
                              <wps:spPr>
                                <a:xfrm>
                                  <a:off x="293370" y="0"/>
                                  <a:ext cx="293370" cy="28702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D41A1F"/>
                                </a:solidFill>
                                <a:ln w="12700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0" name="Right Triangle 120"/>
                              <wps:cNvSpPr/>
                              <wps:spPr>
                                <a:xfrm rot="10800000">
                                  <a:off x="0" y="285750"/>
                                  <a:ext cx="293370" cy="28702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D41A1F"/>
                                </a:solidFill>
                                <a:ln w="12700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1" name="Right Triangle 121"/>
                              <wps:cNvSpPr/>
                              <wps:spPr>
                                <a:xfrm rot="5400000">
                                  <a:off x="295910" y="285115"/>
                                  <a:ext cx="287020" cy="29337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D41A1F"/>
                                </a:solidFill>
                                <a:ln w="12700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2" name="Right Triangle 122"/>
                              <wps:cNvSpPr/>
                              <wps:spPr>
                                <a:xfrm rot="16200000">
                                  <a:off x="3175" y="-3175"/>
                                  <a:ext cx="287020" cy="29337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D41A1F"/>
                                </a:solidFill>
                                <a:ln w="12700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124" o:spid="_x0000_s1026" style="position:absolute;margin-left:.15pt;margin-top:.1pt;width:46.2pt;height:45.3pt;z-index:251737088" coordsize="586740,5753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">
                      <v:shape id="Right Triangle 119" o:spid="_x0000_s1027" type="#_x0000_t6" style="position:absolute;left:293370;width:293370;height:28702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6iboxwQAA&#10;ANwAAAAPAAAAZHJzL2Rvd25yZXYueG1sRE9Ni8IwEL0v+B/CCN7WtILLWo2igui6J13peWjGtthM&#10;ahNt/fdGEPY2j/c5s0VnKnGnxpWWFcTDCARxZnXJuYLT3+bzG4TzyBory6TgQQ4W897HDBNtWz7Q&#10;/ehzEULYJaig8L5OpHRZQQbd0NbEgTvbxqAPsMmlbrAN4aaSoyj6kgZLDg0F1rQuKLscb0YB337z&#10;QzpOV+llUtE2bq+R+9krNeh3yykIT53/F7/dOx3mxxN4PRMukPMn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+om6McEAAADcAAAADwAAAAAAAAAAAAAAAACXAgAAZHJzL2Rvd25y&#10;ZXYueG1sUEsFBgAAAAAEAAQA9QAAAIUDAAAAAA==&#10;" fillcolor="#d41a1f" strokecolor="#3c5d9f" strokeweight="1pt"/>
                      <v:shape id="Right Triangle 120" o:spid="_x0000_s1028" type="#_x0000_t6" style="position:absolute;top:285750;width:293370;height:287020;rotation:1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Bqc5xAAA&#10;ANwAAAAPAAAAZHJzL2Rvd25yZXYueG1sRI9Pa8MwDMXvg30Ho0Fvq9NSykjrljLY2B92mFt6VmM1&#10;CY3lYHtp9u2nQ2E3iff03k/r7eg7NVBMbWADs2kBirgKruXawGH/8vgEKmVkh11gMvBLCbab+7s1&#10;li5c+ZsGm2slIZxKNNDk3Jdap6ohj2kaemLRziF6zLLGWruIVwn3nZ4XxVJ7bFkaGuzpuaHqYn+8&#10;gfpD+6/3YTGztjr6I79+ZhtPxkwext0KVKYx/5tv129O8OeCL8/IBHrz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ganOcQAAADcAAAADwAAAAAAAAAAAAAAAACXAgAAZHJzL2Rv&#10;d25yZXYueG1sUEsFBgAAAAAEAAQA9QAAAIgDAAAAAA==&#10;" fillcolor="#d41a1f" strokecolor="#3c5d9f" strokeweight="1pt"/>
                      <v:shape id="Right Triangle 121" o:spid="_x0000_s1029" type="#_x0000_t6" style="position:absolute;left:295910;top:285115;width:287020;height:293370;rotation: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qRt1wgAA&#10;ANwAAAAPAAAAZHJzL2Rvd25yZXYueG1sRE9LawIxEL4X/A9hhN5qVg+lrEYRtdBDaesq6HHczD5w&#10;M1mSuK7/vhEEb/PxPWe26E0jOnK+tqxgPEpAEOdW11wq2O8+3z5A+ICssbFMCm7kYTEfvMww1fbK&#10;W+qyUIoYwj5FBVUIbSqlzysy6Ee2JY5cYZ3BEKErpXZ4jeGmkZMkeZcGa44NFba0qig/Zxej4PCd&#10;2/1f1q1dtvnB4nj5PW1vhVKvw345BRGoD0/xw/2l4/zJGO7PxAvk/B8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qpG3XCAAAA3AAAAA8AAAAAAAAAAAAAAAAAlwIAAGRycy9kb3du&#10;cmV2LnhtbFBLBQYAAAAABAAEAPUAAACGAwAAAAA=&#10;" fillcolor="#d41a1f" strokecolor="#3c5d9f" strokeweight="1pt"/>
                      <v:shape id="Right Triangle 122" o:spid="_x0000_s1030" type="#_x0000_t6" style="position:absolute;left:3175;top:-3175;width:287020;height:29337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5vjcxAAA&#10;ANwAAAAPAAAAZHJzL2Rvd25yZXYueG1sRE9La8JAEL4L/Q/LFLzppqGIpNlIKQhFqtTHpbdpdprE&#10;ZmdDdt3Ef98VhN7m43tOvhpNKwL1rrGs4GmegCAurW64UnA6rmdLEM4ja2wtk4IrOVgVD5McM20H&#10;3lM4+ErEEHYZKqi97zIpXVmTQTe3HXHkfmxv0EfYV1L3OMRw08o0SRbSYMOxocaO3moqfw8Xo+Cr&#10;DB/fx2233ezCEE7n8+fzehyUmj6Ory8gPI3+X3x3v+s4P03h9ky8QBZ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+b43MQAAADcAAAADwAAAAAAAAAAAAAAAACXAgAAZHJzL2Rv&#10;d25yZXYueG1sUEsFBgAAAAAEAAQA9QAAAIgDAAAAAA==&#10;" fillcolor="#d41a1f" strokecolor="#3c5d9f" strokeweight="1pt"/>
                    </v:group>
                  </w:pict>
                </mc:Fallback>
              </mc:AlternateContent>
            </w:r>
          </w:p>
        </w:tc>
        <w:tc>
          <w:tcPr>
            <w:tcW w:w="473" w:type="dxa"/>
          </w:tcPr>
          <w:p w14:paraId="15BEBD90" w14:textId="77777777" w:rsidR="00CE7C9C" w:rsidRPr="00451E94" w:rsidRDefault="00CE7C9C" w:rsidP="00026739"/>
        </w:tc>
        <w:tc>
          <w:tcPr>
            <w:tcW w:w="472" w:type="dxa"/>
          </w:tcPr>
          <w:p w14:paraId="517B017F" w14:textId="77777777" w:rsidR="00CE7C9C" w:rsidRPr="00451E94" w:rsidRDefault="00A45CA7" w:rsidP="00026739"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745280" behindDoc="0" locked="0" layoutInCell="1" allowOverlap="1" wp14:anchorId="266A9506" wp14:editId="61E3E118">
                      <wp:simplePos x="0" y="0"/>
                      <wp:positionH relativeFrom="column">
                        <wp:posOffset>297815</wp:posOffset>
                      </wp:positionH>
                      <wp:positionV relativeFrom="paragraph">
                        <wp:posOffset>-2540</wp:posOffset>
                      </wp:positionV>
                      <wp:extent cx="294640" cy="581025"/>
                      <wp:effectExtent l="0" t="0" r="35560" b="28575"/>
                      <wp:wrapNone/>
                      <wp:docPr id="128" name="Group 1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4640" cy="581025"/>
                                <a:chOff x="0" y="0"/>
                                <a:chExt cx="294640" cy="581025"/>
                              </a:xfrm>
                            </wpg:grpSpPr>
                            <wps:wsp>
                              <wps:cNvPr id="123" name="Right Triangle 123"/>
                              <wps:cNvSpPr/>
                              <wps:spPr>
                                <a:xfrm rot="5400000">
                                  <a:off x="4445" y="-3175"/>
                                  <a:ext cx="287020" cy="293370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5" name="Right Triangle 125"/>
                              <wps:cNvSpPr/>
                              <wps:spPr>
                                <a:xfrm>
                                  <a:off x="635" y="283210"/>
                                  <a:ext cx="287020" cy="293370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6" name="Right Triangle 126"/>
                              <wps:cNvSpPr/>
                              <wps:spPr>
                                <a:xfrm rot="16200000">
                                  <a:off x="3175" y="0"/>
                                  <a:ext cx="287020" cy="293370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7" name="Right Triangle 127"/>
                              <wps:cNvSpPr/>
                              <wps:spPr>
                                <a:xfrm rot="10800000">
                                  <a:off x="5080" y="287655"/>
                                  <a:ext cx="287020" cy="293370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128" o:spid="_x0000_s1026" style="position:absolute;margin-left:23.45pt;margin-top:-.15pt;width:23.2pt;height:45.75pt;z-index:251745280" coordsize="294640,58102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">
                      <v:shape id="Right Triangle 123" o:spid="_x0000_s1027" type="#_x0000_t6" style="position:absolute;left:4445;top:-3175;width:287020;height:293370;rotation: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bJeRvwAA&#10;ANwAAAAPAAAAZHJzL2Rvd25yZXYueG1sRE/bisIwEH0X/Icwgi+yprquaDXKriD46uUDhmZsis2k&#10;JNHWvzfCgm9zONdZbztbiwf5UDlWMBlnIIgLpysuFVzO+68FiBCRNdaOScGTAmw3/d4ac+1aPtLj&#10;FEuRQjjkqMDE2ORShsKQxTB2DXHirs5bjAn6UmqPbQq3tZxm2VxarDg1GGxoZ6i4ne5WgZ8cml15&#10;e/79jGZLN7+H44Vao9Rw0P2uQETq4kf87z7oNH/6De9n0gVy8wI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Mlsl5G/AAAA3AAAAA8AAAAAAAAAAAAAAAAAlwIAAGRycy9kb3ducmV2&#10;LnhtbFBLBQYAAAAABAAEAPUAAACDAwAAAAA=&#10;" filled="f" strokecolor="#3c5d9f" strokeweight="1pt"/>
                      <v:shape id="Right Triangle 125" o:spid="_x0000_s1028" type="#_x0000_t6" style="position:absolute;left:635;top:283210;width:287020;height:29337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APPTwgAA&#10;ANwAAAAPAAAAZHJzL2Rvd25yZXYueG1sRE/NasJAEL4LfYdlCr3ppgFLia7SClGhXrR9gHF3TGKz&#10;szG7muTtu0LB23x8vzNf9rYWN2p95VjB6yQBQaydqbhQ8POdj99B+IBssHZMCgbysFw8jeaYGdfx&#10;nm6HUIgYwj5DBWUITSal1yVZ9BPXEEfu5FqLIcK2kKbFLobbWqZJ8iYtVhwbSmxoVZL+PVytgmv+&#10;tbb7YbO7aFxtP7t+OPNxUOrluf+YgQjUh4f43701cX46hfsz8QK5+A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MA89PCAAAA3AAAAA8AAAAAAAAAAAAAAAAAlwIAAGRycy9kb3du&#10;cmV2LnhtbFBLBQYAAAAABAAEAPUAAACGAwAAAAA=&#10;" filled="f" strokecolor="#3c5d9f" strokeweight="1pt"/>
                      <v:shape id="Right Triangle 126" o:spid="_x0000_s1029" type="#_x0000_t6" style="position:absolute;left:3175;width:287020;height:29337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bs2/wgAA&#10;ANwAAAAPAAAAZHJzL2Rvd25yZXYueG1sRE9NawIxEL0X+h/CCN5qogcpW6Pogtj25mrR47AZdxc3&#10;k2WTauyvNwXB2zze58wW0bbiQr1vHGsYjxQI4tKZhisN+9367R2ED8gGW8ek4UYeFvPXlxlmxl15&#10;S5ciVCKFsM9QQx1Cl0npy5os+pHriBN3cr3FkGBfSdPjNYXbVk6UmkqLDaeGGjvKayrPxa/VkB9/&#10;vlabIp5268NmrPLv+HdWK62Hg7j8ABEohqf44f40af5kCv/PpAvk/A4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xuzb/CAAAA3AAAAA8AAAAAAAAAAAAAAAAAlwIAAGRycy9kb3du&#10;cmV2LnhtbFBLBQYAAAAABAAEAPUAAACGAwAAAAA=&#10;" filled="f" strokecolor="#3c5d9f" strokeweight="1pt"/>
                      <v:shape id="Right Triangle 127" o:spid="_x0000_s1030" type="#_x0000_t6" style="position:absolute;left:5080;top:287655;width:287020;height:293370;rotation:1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EMviwgAA&#10;ANwAAAAPAAAAZHJzL2Rvd25yZXYueG1sRE9NawIxEL0X/A9hhF6KZuuhla1RZKEoXsRV78Nmurtt&#10;MlmTdF3/vSkIvc3jfc5iNVgjevKhdazgdZqBIK6cbrlWcDp+TuYgQkTWaByTghsFWC1HTwvMtbvy&#10;gfoy1iKFcMhRQRNjl0sZqoYshqnriBP35bzFmKCvpfZ4TeHWyFmWvUmLLaeGBjsqGqp+yl+rIDOF&#10;fCnP/Xz7vdvsN4U8XzwZpZ7Hw/oDRKQh/osf7q1O82fv8PdMukAu7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kQy+LCAAAA3AAAAA8AAAAAAAAAAAAAAAAAlwIAAGRycy9kb3du&#10;cmV2LnhtbFBLBQYAAAAABAAEAPUAAACGAwAAAAA=&#10;" filled="f" strokecolor="#3c5d9f" strokeweight="1pt"/>
                    </v:group>
                  </w:pict>
                </mc:Fallback>
              </mc:AlternateContent>
            </w:r>
          </w:p>
        </w:tc>
        <w:tc>
          <w:tcPr>
            <w:tcW w:w="473" w:type="dxa"/>
          </w:tcPr>
          <w:p w14:paraId="76F54A36" w14:textId="77777777" w:rsidR="00CE7C9C" w:rsidRPr="00451E94" w:rsidRDefault="00CE7C9C" w:rsidP="00026739"/>
        </w:tc>
        <w:tc>
          <w:tcPr>
            <w:tcW w:w="472" w:type="dxa"/>
          </w:tcPr>
          <w:p w14:paraId="3B2CFB18" w14:textId="77777777" w:rsidR="00CE7C9C" w:rsidRPr="00451E94" w:rsidRDefault="00CE7C9C" w:rsidP="00026739"/>
        </w:tc>
        <w:tc>
          <w:tcPr>
            <w:tcW w:w="473" w:type="dxa"/>
          </w:tcPr>
          <w:p w14:paraId="47A99CC3" w14:textId="77777777" w:rsidR="00CE7C9C" w:rsidRPr="00451E94" w:rsidRDefault="00657B73" w:rsidP="00026739"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784192" behindDoc="0" locked="0" layoutInCell="1" allowOverlap="1" wp14:anchorId="7E3F2E5B" wp14:editId="58E254B0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635</wp:posOffset>
                      </wp:positionV>
                      <wp:extent cx="869950" cy="295275"/>
                      <wp:effectExtent l="0" t="0" r="19050" b="34925"/>
                      <wp:wrapNone/>
                      <wp:docPr id="165" name="Group 1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69950" cy="295275"/>
                                <a:chOff x="0" y="0"/>
                                <a:chExt cx="869950" cy="295275"/>
                              </a:xfrm>
                            </wpg:grpSpPr>
                            <wps:wsp>
                              <wps:cNvPr id="160" name="Right Triangle 160"/>
                              <wps:cNvSpPr/>
                              <wps:spPr>
                                <a:xfrm>
                                  <a:off x="294005" y="635"/>
                                  <a:ext cx="287020" cy="293370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64" name="Group 164"/>
                              <wpg:cNvGrpSpPr/>
                              <wpg:grpSpPr>
                                <a:xfrm>
                                  <a:off x="0" y="0"/>
                                  <a:ext cx="869950" cy="295275"/>
                                  <a:chOff x="0" y="0"/>
                                  <a:chExt cx="869950" cy="295275"/>
                                </a:xfrm>
                              </wpg:grpSpPr>
                              <wps:wsp>
                                <wps:cNvPr id="161" name="Right Triangle 161"/>
                                <wps:cNvSpPr/>
                                <wps:spPr>
                                  <a:xfrm rot="16200000">
                                    <a:off x="3175" y="1270"/>
                                    <a:ext cx="287020" cy="293370"/>
                                  </a:xfrm>
                                  <a:prstGeom prst="rtTriangl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C5D9F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2" name="Right Triangle 162"/>
                                <wps:cNvSpPr/>
                                <wps:spPr>
                                  <a:xfrm rot="10800000">
                                    <a:off x="297180" y="1905"/>
                                    <a:ext cx="287020" cy="293370"/>
                                  </a:xfrm>
                                  <a:prstGeom prst="rtTriangl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C5D9F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3" name="Right Triangle 163"/>
                                <wps:cNvSpPr/>
                                <wps:spPr>
                                  <a:xfrm>
                                    <a:off x="582930" y="0"/>
                                    <a:ext cx="287020" cy="293370"/>
                                  </a:xfrm>
                                  <a:prstGeom prst="rtTriangl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C5D9F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165" o:spid="_x0000_s1026" style="position:absolute;margin-left:.4pt;margin-top:.05pt;width:68.5pt;height:23.25pt;z-index:251784192" coordsize="869950,29527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">
                      <v:shape id="Right Triangle 160" o:spid="_x0000_s1027" type="#_x0000_t6" style="position:absolute;left:294005;top:635;width:287020;height:29337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1HemLxAAA&#10;ANwAAAAPAAAAZHJzL2Rvd25yZXYueG1sRI/NbsJADITvlXiHlZG4lQ09oCqwIECiILUXfh7AZE0S&#10;yHpDdiHJ29eHSr3ZmvHM5/myc5V6URNKzwYm4wQUceZtybmB82n7/gkqRGSLlWcy0FOA5WLwNsfU&#10;+pYP9DrGXEkIhxQNFDHWqdYhK8hhGPuaWLSrbxxGWZtc2wZbCXeV/kiSqXZYsjQUWNOmoOx+fDoD&#10;z+33lzv0u59Hhpv9uu36G196Y0bDbjUDFamL/+a/670V/KngyzMygV78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R3pi8QAAADcAAAADwAAAAAAAAAAAAAAAACXAgAAZHJzL2Rv&#10;d25yZXYueG1sUEsFBgAAAAAEAAQA9QAAAIgDAAAAAA==&#10;" filled="f" strokecolor="#3c5d9f" strokeweight="1pt"/>
                      <v:group id="Group 164" o:spid="_x0000_s1028" style="position:absolute;width:869950;height:295275" coordsize="869950,29527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Okgef/DAAAA3AAAAA8A&#10;AAAAAAAAAAAAAAAAqQIAAGRycy9kb3ducmV2LnhtbFBLBQYAAAAABAAEAPoAAACZAwAAAAA=&#10;">
                        <v:shape id="Right Triangle 161" o:spid="_x0000_s1029" type="#_x0000_t6" style="position:absolute;left:3175;top:1270;width:287020;height:29337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7ewLwwAA&#10;ANwAAAAPAAAAZHJzL2Rvd25yZXYueG1sRE9Na8JAEL0L/Q/LFHozu+lBJHWVGhC1t0alPQ7ZMQlm&#10;Z0N2q9v++q5Q6G0e73MWq2h7caXRd4415JkCQVw703Gj4XjYTOcgfEA22DsmDd/kYbV8mCywMO7G&#10;73StQiNSCPsCNbQhDIWUvm7Jos/cQJy4sxsthgTHRpoRbync9vJZqZm02HFqaHGgsqX6Un1ZDeXn&#10;ab/eVvF82Hxsc1W+xZ+LWmv99BhfX0AEiuFf/OfemTR/lsP9mXSBXP4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F7ewLwwAAANwAAAAPAAAAAAAAAAAAAAAAAJcCAABkcnMvZG93&#10;bnJldi54bWxQSwUGAAAAAAQABAD1AAAAhwMAAAAA&#10;" filled="f" strokecolor="#3c5d9f" strokeweight="1pt"/>
                        <v:shape id="Right Triangle 162" o:spid="_x0000_s1030" type="#_x0000_t6" style="position:absolute;left:297180;top:1905;width:287020;height:293370;rotation:1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DdG6wQAA&#10;ANwAAAAPAAAAZHJzL2Rvd25yZXYueG1sRE9NawIxEL0L/ocwQi+i2XoQWY0iC0XppbjV+7AZd1eT&#10;yTZJ1+2/N4VCb/N4n7PZDdaInnxoHSt4nWcgiCunW64VnD/fZisQISJrNI5JwQ8F2G3How3m2j34&#10;RH0Za5FCOOSooImxy6UMVUMWw9x1xIm7Om8xJuhrqT0+Urg1cpFlS2mx5dTQYEdFQ9W9/LYKMlPI&#10;aXnpV8fb++HjUMjLlyej1Mtk2K9BRBriv/jPfdRp/nIBv8+kC+T2C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w3RusEAAADcAAAADwAAAAAAAAAAAAAAAACXAgAAZHJzL2Rvd25y&#10;ZXYueG1sUEsFBgAAAAAEAAQA9QAAAIUDAAAAAA==&#10;" filled="f" strokecolor="#3c5d9f" strokeweight="1pt"/>
                        <v:shape id="Right Triangle 163" o:spid="_x0000_s1031" type="#_x0000_t6" style="position:absolute;left:582930;width:287020;height:29337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z3f8wgAA&#10;ANwAAAAPAAAAZHJzL2Rvd25yZXYueG1sRE/NasJAEL4LvsMyQm+6aQuhRFdpBduAvUR9gDE7JrHZ&#10;2TS7Mcnbu4WCt/n4fme1GUwtbtS6yrKC50UEgji3uuJCwem4m7+BcB5ZY22ZFIzkYLOeTlaYaNtz&#10;RreDL0QIYZeggtL7JpHS5SUZdAvbEAfuYluDPsC2kLrFPoSbWr5EUSwNVhwaSmxoW1L+c+iMgm63&#10;/zTZ+PX9m+M2/eiH8crnUamn2fC+BOFp8A/xvzvVYX78Cn/PhAvk+g4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XPd/zCAAAA3AAAAA8AAAAAAAAAAAAAAAAAlwIAAGRycy9kb3du&#10;cmV2LnhtbFBLBQYAAAAABAAEAPUAAACGAwAAAAA=&#10;" filled="f" strokecolor="#3c5d9f" strokeweight="1pt"/>
                      </v:group>
                    </v:group>
                  </w:pict>
                </mc:Fallback>
              </mc:AlternateContent>
            </w:r>
          </w:p>
        </w:tc>
        <w:tc>
          <w:tcPr>
            <w:tcW w:w="472" w:type="dxa"/>
          </w:tcPr>
          <w:p w14:paraId="50EFC4E6" w14:textId="77777777" w:rsidR="00CE7C9C" w:rsidRPr="00451E94" w:rsidRDefault="00CE7C9C" w:rsidP="00026739">
            <w:pPr>
              <w:jc w:val="center"/>
            </w:pPr>
          </w:p>
        </w:tc>
        <w:tc>
          <w:tcPr>
            <w:tcW w:w="473" w:type="dxa"/>
          </w:tcPr>
          <w:p w14:paraId="19618027" w14:textId="77777777" w:rsidR="00CE7C9C" w:rsidRPr="00451E94" w:rsidRDefault="00CE7C9C" w:rsidP="00026739"/>
        </w:tc>
        <w:tc>
          <w:tcPr>
            <w:tcW w:w="472" w:type="dxa"/>
          </w:tcPr>
          <w:p w14:paraId="4C7E0E6A" w14:textId="77777777" w:rsidR="00CE7C9C" w:rsidRPr="00451E94" w:rsidRDefault="00CE7C9C" w:rsidP="00026739"/>
        </w:tc>
        <w:tc>
          <w:tcPr>
            <w:tcW w:w="472" w:type="dxa"/>
          </w:tcPr>
          <w:p w14:paraId="1AFBE5D5" w14:textId="77777777" w:rsidR="00CE7C9C" w:rsidRPr="00451E94" w:rsidRDefault="00CE7C9C" w:rsidP="00026739"/>
        </w:tc>
        <w:tc>
          <w:tcPr>
            <w:tcW w:w="472" w:type="dxa"/>
          </w:tcPr>
          <w:p w14:paraId="4CACD061" w14:textId="77777777" w:rsidR="00CE7C9C" w:rsidRPr="00451E94" w:rsidRDefault="00CE7C9C" w:rsidP="00026739"/>
        </w:tc>
        <w:tc>
          <w:tcPr>
            <w:tcW w:w="473" w:type="dxa"/>
          </w:tcPr>
          <w:p w14:paraId="1CC2F554" w14:textId="77777777" w:rsidR="00CE7C9C" w:rsidRPr="00451E94" w:rsidRDefault="00CE7C9C" w:rsidP="00026739"/>
        </w:tc>
        <w:tc>
          <w:tcPr>
            <w:tcW w:w="472" w:type="dxa"/>
          </w:tcPr>
          <w:p w14:paraId="7E4A540E" w14:textId="77777777" w:rsidR="00CE7C9C" w:rsidRPr="00451E94" w:rsidRDefault="00CE7C9C" w:rsidP="00026739"/>
        </w:tc>
        <w:tc>
          <w:tcPr>
            <w:tcW w:w="473" w:type="dxa"/>
          </w:tcPr>
          <w:p w14:paraId="0487944D" w14:textId="77777777" w:rsidR="00CE7C9C" w:rsidRPr="00451E94" w:rsidRDefault="00CE7C9C" w:rsidP="00026739"/>
        </w:tc>
      </w:tr>
      <w:tr w:rsidR="00CE7C9C" w:rsidRPr="00451E94" w14:paraId="5A7E43AF" w14:textId="77777777" w:rsidTr="00CE7C9C">
        <w:trPr>
          <w:cantSplit/>
          <w:trHeight w:hRule="exact" w:val="454"/>
        </w:trPr>
        <w:tc>
          <w:tcPr>
            <w:tcW w:w="472" w:type="dxa"/>
          </w:tcPr>
          <w:p w14:paraId="1EA5EAF8" w14:textId="77777777" w:rsidR="00CE7C9C" w:rsidRPr="00451E94" w:rsidRDefault="00CE7C9C" w:rsidP="00026739"/>
        </w:tc>
        <w:tc>
          <w:tcPr>
            <w:tcW w:w="473" w:type="dxa"/>
          </w:tcPr>
          <w:p w14:paraId="5E33EF9A" w14:textId="77777777" w:rsidR="00CE7C9C" w:rsidRPr="00451E94" w:rsidRDefault="00CE7C9C" w:rsidP="00026739"/>
        </w:tc>
        <w:tc>
          <w:tcPr>
            <w:tcW w:w="472" w:type="dxa"/>
          </w:tcPr>
          <w:p w14:paraId="097BDA0A" w14:textId="77777777" w:rsidR="00CE7C9C" w:rsidRPr="00451E94" w:rsidRDefault="00CE7C9C" w:rsidP="00026739"/>
        </w:tc>
        <w:tc>
          <w:tcPr>
            <w:tcW w:w="473" w:type="dxa"/>
          </w:tcPr>
          <w:p w14:paraId="6F68651B" w14:textId="77777777" w:rsidR="00CE7C9C" w:rsidRPr="00451E94" w:rsidRDefault="00CE7C9C" w:rsidP="00026739"/>
        </w:tc>
        <w:tc>
          <w:tcPr>
            <w:tcW w:w="472" w:type="dxa"/>
          </w:tcPr>
          <w:p w14:paraId="12FBB4D9" w14:textId="77777777" w:rsidR="00CE7C9C" w:rsidRPr="00451E94" w:rsidRDefault="00CE7C9C" w:rsidP="00026739"/>
        </w:tc>
        <w:tc>
          <w:tcPr>
            <w:tcW w:w="473" w:type="dxa"/>
          </w:tcPr>
          <w:p w14:paraId="5D559C02" w14:textId="77777777" w:rsidR="00CE7C9C" w:rsidRPr="00451E94" w:rsidRDefault="00CE7C9C" w:rsidP="00026739"/>
        </w:tc>
        <w:tc>
          <w:tcPr>
            <w:tcW w:w="472" w:type="dxa"/>
          </w:tcPr>
          <w:p w14:paraId="384ED4E4" w14:textId="77777777" w:rsidR="00CE7C9C" w:rsidRPr="00451E94" w:rsidRDefault="00CE7C9C" w:rsidP="00026739"/>
        </w:tc>
        <w:tc>
          <w:tcPr>
            <w:tcW w:w="473" w:type="dxa"/>
          </w:tcPr>
          <w:p w14:paraId="4349F257" w14:textId="77777777" w:rsidR="00CE7C9C" w:rsidRPr="00451E94" w:rsidRDefault="00CE7C9C" w:rsidP="00026739"/>
        </w:tc>
        <w:tc>
          <w:tcPr>
            <w:tcW w:w="472" w:type="dxa"/>
          </w:tcPr>
          <w:p w14:paraId="06E2C056" w14:textId="77777777" w:rsidR="00CE7C9C" w:rsidRPr="00451E94" w:rsidRDefault="00CE7C9C" w:rsidP="00026739"/>
        </w:tc>
        <w:tc>
          <w:tcPr>
            <w:tcW w:w="473" w:type="dxa"/>
          </w:tcPr>
          <w:p w14:paraId="43F956B8" w14:textId="77777777" w:rsidR="00CE7C9C" w:rsidRPr="00451E94" w:rsidRDefault="00CE7C9C" w:rsidP="00026739"/>
        </w:tc>
        <w:tc>
          <w:tcPr>
            <w:tcW w:w="472" w:type="dxa"/>
          </w:tcPr>
          <w:p w14:paraId="4F80A284" w14:textId="77777777" w:rsidR="00CE7C9C" w:rsidRPr="00451E94" w:rsidRDefault="00CE7C9C" w:rsidP="00026739"/>
        </w:tc>
        <w:tc>
          <w:tcPr>
            <w:tcW w:w="473" w:type="dxa"/>
          </w:tcPr>
          <w:p w14:paraId="14E77B58" w14:textId="77777777" w:rsidR="00CE7C9C" w:rsidRPr="00451E94" w:rsidRDefault="006F7EDE" w:rsidP="00026739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26495" behindDoc="0" locked="0" layoutInCell="1" allowOverlap="1" wp14:anchorId="7DD7D90C" wp14:editId="5CAE9DE4">
                      <wp:simplePos x="0" y="0"/>
                      <wp:positionH relativeFrom="column">
                        <wp:posOffset>66887</wp:posOffset>
                      </wp:positionH>
                      <wp:positionV relativeFrom="paragraph">
                        <wp:posOffset>183515</wp:posOffset>
                      </wp:positionV>
                      <wp:extent cx="1420495" cy="457200"/>
                      <wp:effectExtent l="0" t="0" r="0" b="0"/>
                      <wp:wrapNone/>
                      <wp:docPr id="173" name="Text Box 1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20495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945C4D4" w14:textId="77777777" w:rsidR="006F7EDE" w:rsidRPr="006F7EDE" w:rsidRDefault="006F7EDE" w:rsidP="006F7EDE">
                                  <w:pPr>
                                    <w:tabs>
                                      <w:tab w:val="right" w:pos="1803"/>
                                    </w:tabs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  <w:r w:rsidRPr="006F7EDE">
                                    <w:rPr>
                                      <w:sz w:val="48"/>
                                      <w:szCs w:val="48"/>
                                    </w:rPr>
                                    <w:t>(</w:t>
                                  </w:r>
                                  <w:r w:rsidRPr="006F7EDE">
                                    <w:rPr>
                                      <w:sz w:val="48"/>
                                      <w:szCs w:val="48"/>
                                    </w:rPr>
                                    <w:tab/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3" o:spid="_x0000_s1028" type="#_x0000_t202" style="position:absolute;margin-left:5.25pt;margin-top:14.45pt;width:111.85pt;height:36pt;z-index:2516264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" filled="f" stroked="f">
                      <v:textbox>
                        <w:txbxContent>
                          <w:p w14:paraId="471A14FD" w14:textId="05343885" w:rsidR="006F7EDE" w:rsidRPr="006F7EDE" w:rsidRDefault="006F7EDE" w:rsidP="006F7EDE">
                            <w:pPr>
                              <w:tabs>
                                <w:tab w:val="right" w:pos="1803"/>
                              </w:tabs>
                              <w:rPr>
                                <w:sz w:val="48"/>
                                <w:szCs w:val="48"/>
                              </w:rPr>
                            </w:pPr>
                            <w:r w:rsidRPr="006F7EDE">
                              <w:rPr>
                                <w:sz w:val="48"/>
                                <w:szCs w:val="48"/>
                              </w:rPr>
                              <w:t>(</w:t>
                            </w:r>
                            <w:r w:rsidRPr="006F7EDE">
                              <w:rPr>
                                <w:sz w:val="48"/>
                                <w:szCs w:val="48"/>
                              </w:rPr>
                              <w:tab/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2" w:type="dxa"/>
          </w:tcPr>
          <w:p w14:paraId="0F73AD32" w14:textId="77777777" w:rsidR="00CE7C9C" w:rsidRPr="00451E94" w:rsidRDefault="00CE7C9C" w:rsidP="00026739"/>
        </w:tc>
        <w:tc>
          <w:tcPr>
            <w:tcW w:w="473" w:type="dxa"/>
          </w:tcPr>
          <w:p w14:paraId="63C822EA" w14:textId="77777777" w:rsidR="00CE7C9C" w:rsidRPr="00451E94" w:rsidRDefault="00CE7C9C" w:rsidP="00026739"/>
        </w:tc>
        <w:tc>
          <w:tcPr>
            <w:tcW w:w="472" w:type="dxa"/>
          </w:tcPr>
          <w:p w14:paraId="0FF05D5A" w14:textId="77777777" w:rsidR="00CE7C9C" w:rsidRPr="00451E94" w:rsidRDefault="00CE7C9C" w:rsidP="00026739"/>
        </w:tc>
        <w:tc>
          <w:tcPr>
            <w:tcW w:w="472" w:type="dxa"/>
          </w:tcPr>
          <w:p w14:paraId="133A0038" w14:textId="77777777" w:rsidR="00CE7C9C" w:rsidRPr="00451E94" w:rsidRDefault="00CE7C9C" w:rsidP="00026739"/>
        </w:tc>
        <w:tc>
          <w:tcPr>
            <w:tcW w:w="472" w:type="dxa"/>
          </w:tcPr>
          <w:p w14:paraId="33271280" w14:textId="77777777" w:rsidR="00CE7C9C" w:rsidRPr="00451E94" w:rsidRDefault="00CE7C9C" w:rsidP="00026739"/>
        </w:tc>
        <w:tc>
          <w:tcPr>
            <w:tcW w:w="473" w:type="dxa"/>
          </w:tcPr>
          <w:p w14:paraId="7CFD8E24" w14:textId="77777777" w:rsidR="00CE7C9C" w:rsidRPr="00451E94" w:rsidRDefault="00CE7C9C" w:rsidP="00026739"/>
        </w:tc>
        <w:tc>
          <w:tcPr>
            <w:tcW w:w="472" w:type="dxa"/>
          </w:tcPr>
          <w:p w14:paraId="2642EC85" w14:textId="77777777" w:rsidR="00CE7C9C" w:rsidRPr="00451E94" w:rsidRDefault="00CE7C9C" w:rsidP="00026739"/>
        </w:tc>
        <w:tc>
          <w:tcPr>
            <w:tcW w:w="473" w:type="dxa"/>
          </w:tcPr>
          <w:p w14:paraId="70788474" w14:textId="77777777" w:rsidR="00CE7C9C" w:rsidRPr="00451E94" w:rsidRDefault="00CE7C9C" w:rsidP="00026739"/>
        </w:tc>
      </w:tr>
      <w:tr w:rsidR="00CE7C9C" w:rsidRPr="00451E94" w14:paraId="4175170E" w14:textId="77777777" w:rsidTr="00CE7C9C">
        <w:trPr>
          <w:cantSplit/>
          <w:trHeight w:hRule="exact" w:val="454"/>
        </w:trPr>
        <w:tc>
          <w:tcPr>
            <w:tcW w:w="472" w:type="dxa"/>
          </w:tcPr>
          <w:p w14:paraId="38F77FFE" w14:textId="77777777" w:rsidR="00CE7C9C" w:rsidRPr="00451E94" w:rsidRDefault="00CE7C9C" w:rsidP="00026739"/>
        </w:tc>
        <w:tc>
          <w:tcPr>
            <w:tcW w:w="473" w:type="dxa"/>
          </w:tcPr>
          <w:p w14:paraId="09F610F0" w14:textId="77777777" w:rsidR="00CE7C9C" w:rsidRPr="00451E94" w:rsidRDefault="00CE7C9C" w:rsidP="00026739"/>
        </w:tc>
        <w:tc>
          <w:tcPr>
            <w:tcW w:w="472" w:type="dxa"/>
          </w:tcPr>
          <w:p w14:paraId="3FF47C9D" w14:textId="77777777" w:rsidR="00CE7C9C" w:rsidRPr="00451E94" w:rsidRDefault="00CE7C9C" w:rsidP="00026739"/>
        </w:tc>
        <w:tc>
          <w:tcPr>
            <w:tcW w:w="473" w:type="dxa"/>
          </w:tcPr>
          <w:p w14:paraId="215D5A12" w14:textId="77777777" w:rsidR="00CE7C9C" w:rsidRPr="00451E94" w:rsidRDefault="00CE7C9C" w:rsidP="00026739"/>
        </w:tc>
        <w:tc>
          <w:tcPr>
            <w:tcW w:w="472" w:type="dxa"/>
          </w:tcPr>
          <w:p w14:paraId="15551F83" w14:textId="77777777" w:rsidR="00CE7C9C" w:rsidRPr="00451E94" w:rsidRDefault="00CE7C9C" w:rsidP="00026739"/>
        </w:tc>
        <w:tc>
          <w:tcPr>
            <w:tcW w:w="473" w:type="dxa"/>
          </w:tcPr>
          <w:p w14:paraId="7DA69630" w14:textId="77777777" w:rsidR="00CE7C9C" w:rsidRPr="00451E94" w:rsidRDefault="00CE7C9C" w:rsidP="00026739"/>
        </w:tc>
        <w:tc>
          <w:tcPr>
            <w:tcW w:w="472" w:type="dxa"/>
          </w:tcPr>
          <w:p w14:paraId="7ADCB914" w14:textId="77777777" w:rsidR="00CE7C9C" w:rsidRPr="00451E94" w:rsidRDefault="00CE7C9C" w:rsidP="00026739"/>
        </w:tc>
        <w:tc>
          <w:tcPr>
            <w:tcW w:w="473" w:type="dxa"/>
          </w:tcPr>
          <w:p w14:paraId="00B52809" w14:textId="77777777" w:rsidR="00CE7C9C" w:rsidRPr="00451E94" w:rsidRDefault="00CE7C9C" w:rsidP="00026739"/>
        </w:tc>
        <w:tc>
          <w:tcPr>
            <w:tcW w:w="472" w:type="dxa"/>
          </w:tcPr>
          <w:p w14:paraId="40CD86CF" w14:textId="77777777" w:rsidR="00CE7C9C" w:rsidRPr="00451E94" w:rsidRDefault="00CE7C9C" w:rsidP="00026739"/>
        </w:tc>
        <w:tc>
          <w:tcPr>
            <w:tcW w:w="473" w:type="dxa"/>
          </w:tcPr>
          <w:p w14:paraId="27B98D1E" w14:textId="77777777" w:rsidR="00CE7C9C" w:rsidRPr="00451E94" w:rsidRDefault="00CE7C9C" w:rsidP="00026739"/>
        </w:tc>
        <w:tc>
          <w:tcPr>
            <w:tcW w:w="472" w:type="dxa"/>
          </w:tcPr>
          <w:p w14:paraId="146775A4" w14:textId="77777777" w:rsidR="00CE7C9C" w:rsidRPr="00451E94" w:rsidRDefault="00CE7C9C" w:rsidP="00026739"/>
        </w:tc>
        <w:tc>
          <w:tcPr>
            <w:tcW w:w="473" w:type="dxa"/>
          </w:tcPr>
          <w:p w14:paraId="6018E1D4" w14:textId="77777777" w:rsidR="00CE7C9C" w:rsidRPr="00451E94" w:rsidRDefault="006F7EDE" w:rsidP="00026739"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792384" behindDoc="0" locked="0" layoutInCell="1" allowOverlap="1" wp14:anchorId="31EC0979" wp14:editId="47343209">
                      <wp:simplePos x="0" y="0"/>
                      <wp:positionH relativeFrom="column">
                        <wp:posOffset>300990</wp:posOffset>
                      </wp:positionH>
                      <wp:positionV relativeFrom="paragraph">
                        <wp:posOffset>-3810</wp:posOffset>
                      </wp:positionV>
                      <wp:extent cx="880110" cy="294640"/>
                      <wp:effectExtent l="0" t="0" r="34290" b="35560"/>
                      <wp:wrapNone/>
                      <wp:docPr id="174" name="Group 17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80110" cy="294640"/>
                                <a:chOff x="0" y="0"/>
                                <a:chExt cx="880110" cy="294640"/>
                              </a:xfrm>
                            </wpg:grpSpPr>
                            <wps:wsp>
                              <wps:cNvPr id="167" name="Right Triangle 167"/>
                              <wps:cNvSpPr/>
                              <wps:spPr>
                                <a:xfrm>
                                  <a:off x="294005" y="0"/>
                                  <a:ext cx="287020" cy="293370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9" name="Right Triangle 169"/>
                              <wps:cNvSpPr/>
                              <wps:spPr>
                                <a:xfrm rot="16200000">
                                  <a:off x="3175" y="635"/>
                                  <a:ext cx="287020" cy="293370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0" name="Right Triangle 170"/>
                              <wps:cNvSpPr/>
                              <wps:spPr>
                                <a:xfrm rot="10800000">
                                  <a:off x="297180" y="1270"/>
                                  <a:ext cx="287020" cy="293370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1" name="Right Triangle 171"/>
                              <wps:cNvSpPr/>
                              <wps:spPr>
                                <a:xfrm rot="5400000">
                                  <a:off x="589915" y="-635"/>
                                  <a:ext cx="287020" cy="293370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174" o:spid="_x0000_s1026" style="position:absolute;margin-left:23.7pt;margin-top:-.25pt;width:69.3pt;height:23.2pt;z-index:251792384" coordsize="880110,2946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">
                      <v:shape id="Right Triangle 167" o:spid="_x0000_s1027" type="#_x0000_t6" style="position:absolute;left:294005;width:287020;height:29337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AzrgvgAA&#10;ANwAAAAPAAAAZHJzL2Rvd25yZXYueG1sRE/JCsIwEL0L/kMYwZumenCpRhHBBQTB5QPGZmyLzaQ0&#10;UatfbwTB2zzeOtN5bQrxoMrllhX0uhEI4sTqnFMF59OqMwLhPLLGwjIpeJGD+azZmGKs7ZMP9Dj6&#10;VIQQdjEqyLwvYyldkpFB17UlceCutjLoA6xSqSt8hnBTyH4UDaTBnENDhiUtM0pux7tRMN6vz3K8&#10;50uJ791m2LutNjoqlGq36sUEhKfa/8U/91aH+YMhfJ8JF8jZB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sAM64L4AAADcAAAADwAAAAAAAAAAAAAAAACXAgAAZHJzL2Rvd25yZXYu&#10;eG1sUEsFBgAAAAAEAAQA9QAAAIIDAAAAAA==&#10;" filled="f" strokecolor="black [3213]" strokeweight="1pt"/>
                      <v:shape id="Right Triangle 169" o:spid="_x0000_s1028" type="#_x0000_t6" style="position:absolute;left:3175;top:635;width:287020;height:29337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TCkjvgAA&#10;ANwAAAAPAAAAZHJzL2Rvd25yZXYueG1sRE/JCsIwEL0L/kMYwZumKrhUo4goKJ5c8Dw0Y1ttJqWJ&#10;Wv/eCIK3ebx1ZovaFOJJlcstK+h1IxDEidU5pwrOp01nDMJ5ZI2FZVLwJgeLebMxw1jbFx/oefSp&#10;CCHsYlSQeV/GUrokI4Oua0viwF1tZdAHWKVSV/gK4aaQ/SgaSoM5h4YMS1pllNyPD6Ng/06K9S11&#10;6422q8H2iuXoctsp1W7VyykIT7X/i3/urQ7zhxP4PhMukPMP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TUwpI74AAADcAAAADwAAAAAAAAAAAAAAAACXAgAAZHJzL2Rvd25yZXYu&#10;eG1sUEsFBgAAAAAEAAQA9QAAAIIDAAAAAA==&#10;" filled="f" strokecolor="black [3213]" strokeweight="1pt"/>
                      <v:shape id="Right Triangle 170" o:spid="_x0000_s1029" type="#_x0000_t6" style="position:absolute;left:297180;top:1270;width:287020;height:293370;rotation:1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kJ7oxgAA&#10;ANwAAAAPAAAAZHJzL2Rvd25yZXYueG1sRI9Ba8JAEIXvQv/DMoXedNNaVKKrSIvFQynUKngcs2M2&#10;mJ0N2a2J/75zKHib4b1575vFqve1ulIbq8AGnkcZKOIi2IpLA/ufzXAGKiZki3VgMnCjCKvlw2CB&#10;uQ0df9N1l0olIRxzNOBSanKtY+HIYxyFhli0c2g9JlnbUtsWOwn3tX7Json2WLE0OGzozVFx2f16&#10;A4fze/06zj5Pt+P04+TWk+5rGztjnh779RxUoj7dzf/XWyv4U8GXZ2QCvfw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VkJ7oxgAAANwAAAAPAAAAAAAAAAAAAAAAAJcCAABkcnMv&#10;ZG93bnJldi54bWxQSwUGAAAAAAQABAD1AAAAigMAAAAA&#10;" filled="f" strokecolor="black [3213]" strokeweight="1pt"/>
                      <v:shape id="Right Triangle 171" o:spid="_x0000_s1030" type="#_x0000_t6" style="position:absolute;left:589915;top:-635;width:287020;height:293370;rotation: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f0h0wAAA&#10;ANwAAAAPAAAAZHJzL2Rvd25yZXYueG1sRE/fa8IwEH4f+D+EE3ybqSJVqlFUGAxhD+vm+9mcTbG5&#10;lCTW+t8vg8He7uP7eZvdYFvRkw+NYwWzaQaCuHK64VrB99fb6wpEiMgaW8ek4EkBdtvRywYL7R78&#10;SX0Za5FCOBSowMTYFVKGypDFMHUdceKuzluMCfpaao+PFG5bOc+yXFpsODUY7OhoqLqVd6ug//AL&#10;Oe/uZC7l4YDn5SmPIVdqMh72axCRhvgv/nO/6zR/OYPfZ9IFcvs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Pf0h0wAAAANwAAAAPAAAAAAAAAAAAAAAAAJcCAABkcnMvZG93bnJl&#10;di54bWxQSwUGAAAAAAQABAD1AAAAhAMAAAAA&#10;" filled="f" strokecolor="black [3213]" strokeweight="1pt"/>
                    </v:group>
                  </w:pict>
                </mc:Fallback>
              </mc:AlternateContent>
            </w:r>
          </w:p>
        </w:tc>
        <w:tc>
          <w:tcPr>
            <w:tcW w:w="472" w:type="dxa"/>
          </w:tcPr>
          <w:p w14:paraId="359C6645" w14:textId="77777777" w:rsidR="00CE7C9C" w:rsidRPr="00451E94" w:rsidRDefault="00A45CA7" w:rsidP="00026739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38705D42" wp14:editId="49B68C96">
                      <wp:simplePos x="0" y="0"/>
                      <wp:positionH relativeFrom="column">
                        <wp:posOffset>-897890</wp:posOffset>
                      </wp:positionH>
                      <wp:positionV relativeFrom="paragraph">
                        <wp:posOffset>-582295</wp:posOffset>
                      </wp:positionV>
                      <wp:extent cx="287020" cy="293370"/>
                      <wp:effectExtent l="0" t="3175" r="14605" b="14605"/>
                      <wp:wrapNone/>
                      <wp:docPr id="129" name="Right Triangle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287020" cy="293370"/>
                              </a:xfrm>
                              <a:prstGeom prst="rtTriangle">
                                <a:avLst/>
                              </a:prstGeom>
                              <a:noFill/>
                              <a:ln w="12700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Right Triangle 129" o:spid="_x0000_s1026" type="#_x0000_t6" style="position:absolute;margin-left:-70.65pt;margin-top:-45.8pt;width:22.6pt;height:23.1pt;rotation:90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" filled="f" strokecolor="#3c5d9f" strokeweight="1pt"/>
                  </w:pict>
                </mc:Fallback>
              </mc:AlternateContent>
            </w:r>
          </w:p>
        </w:tc>
        <w:tc>
          <w:tcPr>
            <w:tcW w:w="473" w:type="dxa"/>
          </w:tcPr>
          <w:p w14:paraId="4C0C4041" w14:textId="77777777" w:rsidR="00CE7C9C" w:rsidRPr="00451E94" w:rsidRDefault="00CE7C9C" w:rsidP="00026739"/>
        </w:tc>
        <w:tc>
          <w:tcPr>
            <w:tcW w:w="472" w:type="dxa"/>
          </w:tcPr>
          <w:p w14:paraId="0D09D9A1" w14:textId="77777777" w:rsidR="00CE7C9C" w:rsidRPr="00451E94" w:rsidRDefault="00CE7C9C" w:rsidP="00026739"/>
        </w:tc>
        <w:tc>
          <w:tcPr>
            <w:tcW w:w="472" w:type="dxa"/>
          </w:tcPr>
          <w:p w14:paraId="4DEEAB10" w14:textId="77777777" w:rsidR="00CE7C9C" w:rsidRPr="00451E94" w:rsidRDefault="00CE7C9C" w:rsidP="00026739"/>
        </w:tc>
        <w:tc>
          <w:tcPr>
            <w:tcW w:w="472" w:type="dxa"/>
          </w:tcPr>
          <w:p w14:paraId="582559C8" w14:textId="77777777" w:rsidR="00CE7C9C" w:rsidRPr="00451E94" w:rsidRDefault="00CE7C9C" w:rsidP="00026739"/>
        </w:tc>
        <w:tc>
          <w:tcPr>
            <w:tcW w:w="473" w:type="dxa"/>
          </w:tcPr>
          <w:p w14:paraId="2BF226BF" w14:textId="77777777" w:rsidR="00CE7C9C" w:rsidRPr="00451E94" w:rsidRDefault="00CE7C9C" w:rsidP="00026739"/>
        </w:tc>
        <w:tc>
          <w:tcPr>
            <w:tcW w:w="472" w:type="dxa"/>
          </w:tcPr>
          <w:p w14:paraId="03C5461B" w14:textId="77777777" w:rsidR="00CE7C9C" w:rsidRPr="00451E94" w:rsidRDefault="00CE7C9C" w:rsidP="00026739"/>
        </w:tc>
        <w:tc>
          <w:tcPr>
            <w:tcW w:w="473" w:type="dxa"/>
          </w:tcPr>
          <w:p w14:paraId="421F2FAF" w14:textId="77777777" w:rsidR="00CE7C9C" w:rsidRPr="00451E94" w:rsidRDefault="00CE7C9C" w:rsidP="00026739"/>
        </w:tc>
      </w:tr>
      <w:tr w:rsidR="00CE7C9C" w:rsidRPr="00451E94" w14:paraId="5C113D08" w14:textId="77777777" w:rsidTr="00CE7C9C">
        <w:trPr>
          <w:cantSplit/>
          <w:trHeight w:hRule="exact" w:val="454"/>
        </w:trPr>
        <w:tc>
          <w:tcPr>
            <w:tcW w:w="472" w:type="dxa"/>
          </w:tcPr>
          <w:p w14:paraId="44023CB1" w14:textId="77777777" w:rsidR="00CE7C9C" w:rsidRPr="00451E94" w:rsidRDefault="00CE7C9C" w:rsidP="00026739"/>
        </w:tc>
        <w:tc>
          <w:tcPr>
            <w:tcW w:w="473" w:type="dxa"/>
          </w:tcPr>
          <w:p w14:paraId="24DF2C84" w14:textId="77777777" w:rsidR="00CE7C9C" w:rsidRPr="00451E94" w:rsidRDefault="00CE7C9C" w:rsidP="00026739"/>
        </w:tc>
        <w:tc>
          <w:tcPr>
            <w:tcW w:w="472" w:type="dxa"/>
          </w:tcPr>
          <w:p w14:paraId="20BB921B" w14:textId="77777777" w:rsidR="00CE7C9C" w:rsidRPr="00451E94" w:rsidRDefault="00CE7C9C" w:rsidP="00026739"/>
        </w:tc>
        <w:tc>
          <w:tcPr>
            <w:tcW w:w="473" w:type="dxa"/>
          </w:tcPr>
          <w:p w14:paraId="56E0DA97" w14:textId="77777777" w:rsidR="00CE7C9C" w:rsidRPr="00451E94" w:rsidRDefault="00CE7C9C" w:rsidP="00026739"/>
        </w:tc>
        <w:tc>
          <w:tcPr>
            <w:tcW w:w="472" w:type="dxa"/>
          </w:tcPr>
          <w:p w14:paraId="0B2EC952" w14:textId="77777777" w:rsidR="00CE7C9C" w:rsidRPr="00451E94" w:rsidRDefault="003C7DD7" w:rsidP="00026739"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704320" behindDoc="0" locked="0" layoutInCell="1" allowOverlap="1" wp14:anchorId="7B3C27A3" wp14:editId="4DC98D8D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5715</wp:posOffset>
                      </wp:positionV>
                      <wp:extent cx="883920" cy="574040"/>
                      <wp:effectExtent l="0" t="0" r="30480" b="35560"/>
                      <wp:wrapNone/>
                      <wp:docPr id="101" name="Group 10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83920" cy="574040"/>
                                <a:chOff x="0" y="0"/>
                                <a:chExt cx="861060" cy="574040"/>
                              </a:xfrm>
                            </wpg:grpSpPr>
                            <wps:wsp>
                              <wps:cNvPr id="97" name="Right Triangle 97"/>
                              <wps:cNvSpPr/>
                              <wps:spPr>
                                <a:xfrm rot="5400000">
                                  <a:off x="574040" y="0"/>
                                  <a:ext cx="287020" cy="287020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Right Triangle 98"/>
                              <wps:cNvSpPr/>
                              <wps:spPr>
                                <a:xfrm rot="5400000">
                                  <a:off x="287020" y="287020"/>
                                  <a:ext cx="287020" cy="287020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" name="Right Triangle 99"/>
                              <wps:cNvSpPr/>
                              <wps:spPr>
                                <a:xfrm rot="16200000">
                                  <a:off x="287020" y="0"/>
                                  <a:ext cx="287020" cy="287020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" name="Right Triangle 100"/>
                              <wps:cNvSpPr/>
                              <wps:spPr>
                                <a:xfrm rot="10800000">
                                  <a:off x="0" y="287020"/>
                                  <a:ext cx="287020" cy="287020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id="Group 101" o:spid="_x0000_s1026" style="position:absolute;margin-left:.15pt;margin-top:.45pt;width:69.6pt;height:45.2pt;z-index:251704320;mso-width-relative:margin" coordsize="861060,5740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">
                      <v:shape id="Right Triangle 97" o:spid="_x0000_s1027" type="#_x0000_t6" style="position:absolute;left:574040;width:287020;height:287020;rotation: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7i6bwQAA&#10;ANsAAAAPAAAAZHJzL2Rvd25yZXYueG1sRI/disIwFITvF3yHcARvFk1dXH+qUVxB8NafBzg0x6bY&#10;nJQk2vr2RhD2cpiZb5jVprO1eJAPlWMF41EGgrhwuuJSweW8H85BhIissXZMCp4UYLPufa0w167l&#10;Iz1OsRQJwiFHBSbGJpcyFIYshpFriJN3dd5iTNKXUntsE9zW8ifLptJixWnBYEM7Q8XtdLcK/PjQ&#10;7Mrb8+/3e7Jw03s4Xqg1Sg363XYJIlIX/8Of9kErWMzg/SX9ALl+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O4um8EAAADbAAAADwAAAAAAAAAAAAAAAACXAgAAZHJzL2Rvd25y&#10;ZXYueG1sUEsFBgAAAAAEAAQA9QAAAIUDAAAAAA==&#10;" filled="f" strokecolor="#3c5d9f" strokeweight="1pt"/>
                      <v:shape id="Right Triangle 98" o:spid="_x0000_s1028" type="#_x0000_t6" style="position:absolute;left:287020;top:287020;width:287020;height:287020;rotation: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cbrpvQAA&#10;ANsAAAAPAAAAZHJzL2Rvd25yZXYueG1sRE/LisIwFN0P+A/hCm4GTRUt2jGKCoJbHx9wae40xeam&#10;JNHWvzcLweXhvNfb3jbiST7UjhVMJxkI4tLpmisFt+txvAQRIrLGxjEpeFGA7Wbws8ZCu47P9LzE&#10;SqQQDgUqMDG2hZShNGQxTFxLnLh/5y3GBH0ltccuhdtGzrIslxZrTg0GWzoYKu+Xh1Xgp6f2UN1f&#10;+8XvfOXyRzjfqDNKjYb97g9EpD5+xR/3SStYpbHpS/oBcvMG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AVcbrpvQAAANsAAAAPAAAAAAAAAAAAAAAAAJcCAABkcnMvZG93bnJldi54&#10;bWxQSwUGAAAAAAQABAD1AAAAgQMAAAAA&#10;" filled="f" strokecolor="#3c5d9f" strokeweight="1pt"/>
                      <v:shape id="Right Triangle 99" o:spid="_x0000_s1029" type="#_x0000_t6" style="position:absolute;left:287020;width:287020;height:28702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xUftxQAA&#10;ANsAAAAPAAAAZHJzL2Rvd25yZXYueG1sRI9BawIxFITvQv9DeIXe3MQeim6Nogti6821pR4fm+fu&#10;4uZl2aSa9tebQsHjMDPfMPNltJ240OBbxxommQJBXDnTcq3h47AZT0H4gGywc0wafsjDcvEwmmNu&#10;3JX3dClDLRKEfY4amhD6XEpfNWTRZ64nTt7JDRZDkkMtzYDXBLedfFbqRVpsOS002FPRUHUuv62G&#10;4vj5vt6W8XTYfG0nqtjF37Naa/30GFevIALFcA//t9+MhtkM/r6kHyAXN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XFR+3FAAAA2wAAAA8AAAAAAAAAAAAAAAAAlwIAAGRycy9k&#10;b3ducmV2LnhtbFBLBQYAAAAABAAEAPUAAACJAwAAAAA=&#10;" filled="f" strokecolor="#3c5d9f" strokeweight="1pt"/>
                      <v:shape id="Right Triangle 100" o:spid="_x0000_s1030" type="#_x0000_t6" style="position:absolute;top:287020;width:287020;height:287020;rotation:1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TA/2xAAA&#10;ANwAAAAPAAAAZHJzL2Rvd25yZXYueG1sRI9BT8MwDIXvSPsPkSdxQSyBA5rKsmmqhDZxQRR2txrT&#10;FhKnS0JX/j0+IHGz9Z7f+7zZzcGriVIeIlu4WxlQxG10A3cW3t+ebtegckF26COThR/KsNsurjZY&#10;uXjhV5qa0ikJ4Vyhhb6UsdI6tz0FzKs4Eov2EVPAImvqtEt4kfDg9b0xDzrgwNLQ40h1T+1X8x0s&#10;GF/rm+Y0rY+fz4eXQ61P50Te2uvlvH8EVWgu/+a/66MTfCP48oxMoLe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UwP9sQAAADcAAAADwAAAAAAAAAAAAAAAACXAgAAZHJzL2Rv&#10;d25yZXYueG1sUEsFBgAAAAAEAAQA9QAAAIgDAAAAAA==&#10;" filled="f" strokecolor="#3c5d9f" strokeweight="1pt"/>
                    </v:group>
                  </w:pict>
                </mc:Fallback>
              </mc:AlternateContent>
            </w:r>
          </w:p>
        </w:tc>
        <w:tc>
          <w:tcPr>
            <w:tcW w:w="473" w:type="dxa"/>
          </w:tcPr>
          <w:p w14:paraId="1CEE08F0" w14:textId="77777777" w:rsidR="00CE7C9C" w:rsidRPr="00451E94" w:rsidRDefault="00CE7C9C" w:rsidP="00026739"/>
        </w:tc>
        <w:tc>
          <w:tcPr>
            <w:tcW w:w="472" w:type="dxa"/>
          </w:tcPr>
          <w:p w14:paraId="72D990DD" w14:textId="77777777" w:rsidR="00CE7C9C" w:rsidRPr="00451E94" w:rsidRDefault="00CE7C9C" w:rsidP="00026739"/>
        </w:tc>
        <w:tc>
          <w:tcPr>
            <w:tcW w:w="473" w:type="dxa"/>
          </w:tcPr>
          <w:p w14:paraId="1F975889" w14:textId="77777777" w:rsidR="00CE7C9C" w:rsidRPr="00451E94" w:rsidRDefault="00A45CA7" w:rsidP="00026739"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755520" behindDoc="0" locked="0" layoutInCell="1" allowOverlap="1" wp14:anchorId="48484572" wp14:editId="179CFD7C">
                      <wp:simplePos x="0" y="0"/>
                      <wp:positionH relativeFrom="column">
                        <wp:posOffset>299085</wp:posOffset>
                      </wp:positionH>
                      <wp:positionV relativeFrom="paragraph">
                        <wp:posOffset>-4445</wp:posOffset>
                      </wp:positionV>
                      <wp:extent cx="598805" cy="574040"/>
                      <wp:effectExtent l="0" t="0" r="36195" b="35560"/>
                      <wp:wrapNone/>
                      <wp:docPr id="134" name="Group 1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98805" cy="574040"/>
                                <a:chOff x="0" y="0"/>
                                <a:chExt cx="577850" cy="574040"/>
                              </a:xfrm>
                            </wpg:grpSpPr>
                            <wps:wsp>
                              <wps:cNvPr id="130" name="Right Triangle 130"/>
                              <wps:cNvSpPr/>
                              <wps:spPr>
                                <a:xfrm rot="16200000">
                                  <a:off x="3175" y="-3175"/>
                                  <a:ext cx="287020" cy="293370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1" name="Right Triangle 131"/>
                              <wps:cNvSpPr/>
                              <wps:spPr>
                                <a:xfrm>
                                  <a:off x="290830" y="280670"/>
                                  <a:ext cx="287020" cy="293370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2" name="Right Triangle 132"/>
                              <wps:cNvSpPr/>
                              <wps:spPr>
                                <a:xfrm rot="16200000">
                                  <a:off x="3175" y="281940"/>
                                  <a:ext cx="287020" cy="293370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3" name="Right Triangle 133"/>
                              <wps:cNvSpPr/>
                              <wps:spPr>
                                <a:xfrm rot="5400000">
                                  <a:off x="3175" y="282575"/>
                                  <a:ext cx="287020" cy="293370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id="Group 134" o:spid="_x0000_s1026" style="position:absolute;margin-left:23.55pt;margin-top:-.3pt;width:47.15pt;height:45.2pt;z-index:251755520;mso-width-relative:margin" coordsize="577850,5740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">
                      <v:shape id="Right Triangle 130" o:spid="_x0000_s1027" type="#_x0000_t6" style="position:absolute;left:3175;top:-3175;width:287020;height:29337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5EmaNxgAA&#10;ANwAAAAPAAAAZHJzL2Rvd25yZXYueG1sRI9BSwMxEIXvQv9DGMGbTVpBZG1a7EKpenPbUo/DZrq7&#10;dDNZNrGN/nrnIHib4b1575vFKvteXWiMXWALs6kBRVwH13FjYb/b3D+BignZYR+YLHxThNVycrPA&#10;woUrf9ClSo2SEI4FWmhTGgqtY92SxzgNA7FopzB6TLKOjXYjXiXc93puzKP22LE0tDhQ2VJ9rr68&#10;hfLz8LbeVvm02xy3M1O+55+zWVt7d5tfnkElyunf/Hf96gT/QfDlGZlAL3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5EmaNxgAAANwAAAAPAAAAAAAAAAAAAAAAAJcCAABkcnMv&#10;ZG93bnJldi54bWxQSwUGAAAAAAQABAD1AAAAigMAAAAA&#10;" filled="f" strokecolor="#3c5d9f" strokeweight="1pt"/>
                      <v:shape id="Right Triangle 131" o:spid="_x0000_s1028" type="#_x0000_t6" style="position:absolute;left:290830;top:280670;width:287020;height:29337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4mMNwgAA&#10;ANwAAAAPAAAAZHJzL2Rvd25yZXYueG1sRE/NasJAEL4LvsMyhd50YwtFYjbSCraB9hL1AcbsmMRm&#10;Z2N2NcnbdwuCt/n4fidZD6YRN+pcbVnBYh6BIC6srrlUcNhvZ0sQziNrbCyTgpEcrNPpJMFY255z&#10;uu18KUIIuxgVVN63sZSuqMigm9uWOHAn2xn0AXal1B32Idw08iWK3qTBmkNDhS1tKip+d1ej4Lr9&#10;/jT5+PVzKXCTffTDeObjqNTz0/C+AuFp8A/x3Z3pMP91Af/PhAtk+g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niYw3CAAAA3AAAAA8AAAAAAAAAAAAAAAAAlwIAAGRycy9kb3du&#10;cmV2LnhtbFBLBQYAAAAABAAEAPUAAACGAwAAAAA=&#10;" filled="f" strokecolor="#3c5d9f" strokeweight="1pt"/>
                      <v:shape id="Right Triangle 132" o:spid="_x0000_s1029" type="#_x0000_t6" style="position:absolute;left:3175;top:281940;width:287020;height:29337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jF1hwwAA&#10;ANwAAAAPAAAAZHJzL2Rvd25yZXYueG1sRE/fa8IwEH4X9j+EG+zNJjoY0hlFC+Lm2+rGfDyasy02&#10;l9JkmvnXLwPBt/v4ft58GW0nzjT41rGGSaZAEFfOtFxr+NxvxjMQPiAb7ByThl/ysFw8jOaYG3fh&#10;DzqXoRYphH2OGpoQ+lxKXzVk0WeuJ07c0Q0WQ4JDLc2AlxRuOzlV6kVabDk1NNhT0VB1Kn+shuLw&#10;9b7elvG433xvJ6rYxetJrbV+eoyrVxCBYriLb+43k+Y/T+H/mXSBXPw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mjF1hwwAAANwAAAAPAAAAAAAAAAAAAAAAAJcCAABkcnMvZG93&#10;bnJldi54bWxQSwUGAAAAAAQABAD1AAAAhwMAAAAA&#10;" filled="f" strokecolor="#3c5d9f" strokeweight="1pt"/>
                      <v:shape id="Right Triangle 133" o:spid="_x0000_s1030" type="#_x0000_t6" style="position:absolute;left:3175;top:282575;width:287020;height:293370;rotation: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tQFMvwAA&#10;ANwAAAAPAAAAZHJzL2Rvd25yZXYueG1sRE/bisIwEH1f8B/CCL4sa+plRatRdgXBVy8fMDRjU2wm&#10;JYm2/r0RBN/mcK6z2nS2FnfyoXKsYDTMQBAXTldcKjifdj9zECEia6wdk4IHBdise18rzLVr+UD3&#10;YyxFCuGQowITY5NLGQpDFsPQNcSJuzhvMSboS6k9tinc1nKcZTNpseLUYLChraHierxZBX60b7bl&#10;9fH/+z1duNktHM7UGqUG/e5vCSJSFz/it3uv0/zJBF7PpAvk+gk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Ey1AUy/AAAA3AAAAA8AAAAAAAAAAAAAAAAAlwIAAGRycy9kb3ducmV2&#10;LnhtbFBLBQYAAAAABAAEAPUAAACDAwAAAAA=&#10;" filled="f" strokecolor="#3c5d9f" strokeweight="1pt"/>
                    </v:group>
                  </w:pict>
                </mc:Fallback>
              </mc:AlternateContent>
            </w:r>
          </w:p>
        </w:tc>
        <w:tc>
          <w:tcPr>
            <w:tcW w:w="472" w:type="dxa"/>
          </w:tcPr>
          <w:p w14:paraId="0C2C4921" w14:textId="77777777" w:rsidR="00CE7C9C" w:rsidRPr="00451E94" w:rsidRDefault="00CE7C9C" w:rsidP="00026739"/>
        </w:tc>
        <w:tc>
          <w:tcPr>
            <w:tcW w:w="473" w:type="dxa"/>
          </w:tcPr>
          <w:p w14:paraId="19FE23CC" w14:textId="77777777" w:rsidR="00CE7C9C" w:rsidRPr="00451E94" w:rsidRDefault="00CE7C9C" w:rsidP="00026739"/>
        </w:tc>
        <w:tc>
          <w:tcPr>
            <w:tcW w:w="472" w:type="dxa"/>
          </w:tcPr>
          <w:p w14:paraId="45B0146A" w14:textId="77777777" w:rsidR="00CE7C9C" w:rsidRPr="00451E94" w:rsidRDefault="00CE7C9C" w:rsidP="00026739"/>
        </w:tc>
        <w:tc>
          <w:tcPr>
            <w:tcW w:w="473" w:type="dxa"/>
          </w:tcPr>
          <w:p w14:paraId="0F0BEF0B" w14:textId="77777777" w:rsidR="00CE7C9C" w:rsidRPr="00451E94" w:rsidRDefault="00CE7C9C" w:rsidP="00026739"/>
        </w:tc>
        <w:tc>
          <w:tcPr>
            <w:tcW w:w="472" w:type="dxa"/>
          </w:tcPr>
          <w:p w14:paraId="57DE25E1" w14:textId="77777777" w:rsidR="00CE7C9C" w:rsidRPr="00451E94" w:rsidRDefault="00CE7C9C" w:rsidP="00026739"/>
        </w:tc>
        <w:tc>
          <w:tcPr>
            <w:tcW w:w="473" w:type="dxa"/>
          </w:tcPr>
          <w:p w14:paraId="005FFB04" w14:textId="77777777" w:rsidR="00CE7C9C" w:rsidRPr="00451E94" w:rsidRDefault="00CE7C9C" w:rsidP="00026739"/>
        </w:tc>
        <w:tc>
          <w:tcPr>
            <w:tcW w:w="472" w:type="dxa"/>
          </w:tcPr>
          <w:p w14:paraId="7D2D667F" w14:textId="77777777" w:rsidR="00CE7C9C" w:rsidRPr="00451E94" w:rsidRDefault="00CE7C9C" w:rsidP="00026739"/>
        </w:tc>
        <w:tc>
          <w:tcPr>
            <w:tcW w:w="472" w:type="dxa"/>
          </w:tcPr>
          <w:p w14:paraId="51C2101F" w14:textId="77777777" w:rsidR="00CE7C9C" w:rsidRPr="00451E94" w:rsidRDefault="00CE7C9C" w:rsidP="00026739"/>
        </w:tc>
        <w:tc>
          <w:tcPr>
            <w:tcW w:w="472" w:type="dxa"/>
          </w:tcPr>
          <w:p w14:paraId="1CF15266" w14:textId="77777777" w:rsidR="00CE7C9C" w:rsidRPr="00451E94" w:rsidRDefault="00CE7C9C" w:rsidP="00026739"/>
        </w:tc>
        <w:tc>
          <w:tcPr>
            <w:tcW w:w="473" w:type="dxa"/>
          </w:tcPr>
          <w:p w14:paraId="70F2E46D" w14:textId="77777777" w:rsidR="00CE7C9C" w:rsidRPr="00451E94" w:rsidRDefault="00CE7C9C" w:rsidP="00026739"/>
        </w:tc>
        <w:tc>
          <w:tcPr>
            <w:tcW w:w="472" w:type="dxa"/>
          </w:tcPr>
          <w:p w14:paraId="31320D7A" w14:textId="77777777" w:rsidR="00CE7C9C" w:rsidRPr="00451E94" w:rsidRDefault="00CE7C9C" w:rsidP="00026739"/>
        </w:tc>
        <w:tc>
          <w:tcPr>
            <w:tcW w:w="473" w:type="dxa"/>
          </w:tcPr>
          <w:p w14:paraId="683BE01A" w14:textId="77777777" w:rsidR="00CE7C9C" w:rsidRPr="00451E94" w:rsidRDefault="00CE7C9C" w:rsidP="00026739"/>
        </w:tc>
      </w:tr>
      <w:tr w:rsidR="00CE7C9C" w:rsidRPr="00451E94" w14:paraId="1C75E8ED" w14:textId="77777777" w:rsidTr="00CE7C9C">
        <w:trPr>
          <w:cantSplit/>
          <w:trHeight w:hRule="exact" w:val="454"/>
        </w:trPr>
        <w:tc>
          <w:tcPr>
            <w:tcW w:w="472" w:type="dxa"/>
          </w:tcPr>
          <w:p w14:paraId="1C5F31DA" w14:textId="77777777" w:rsidR="00CE7C9C" w:rsidRPr="00451E94" w:rsidRDefault="00CE7C9C" w:rsidP="00026739"/>
        </w:tc>
        <w:tc>
          <w:tcPr>
            <w:tcW w:w="473" w:type="dxa"/>
          </w:tcPr>
          <w:p w14:paraId="0B0838C9" w14:textId="77777777" w:rsidR="00CE7C9C" w:rsidRPr="00451E94" w:rsidRDefault="00CE7C9C" w:rsidP="00026739"/>
        </w:tc>
        <w:tc>
          <w:tcPr>
            <w:tcW w:w="472" w:type="dxa"/>
          </w:tcPr>
          <w:p w14:paraId="55774086" w14:textId="77777777" w:rsidR="00CE7C9C" w:rsidRPr="00451E94" w:rsidRDefault="00CE7C9C" w:rsidP="00026739"/>
        </w:tc>
        <w:tc>
          <w:tcPr>
            <w:tcW w:w="473" w:type="dxa"/>
          </w:tcPr>
          <w:p w14:paraId="5AF335C9" w14:textId="77777777" w:rsidR="00CE7C9C" w:rsidRPr="00451E94" w:rsidRDefault="00CE7C9C" w:rsidP="00026739"/>
        </w:tc>
        <w:tc>
          <w:tcPr>
            <w:tcW w:w="472" w:type="dxa"/>
          </w:tcPr>
          <w:p w14:paraId="3F634972" w14:textId="77777777" w:rsidR="00CE7C9C" w:rsidRPr="00451E94" w:rsidRDefault="00CE7C9C" w:rsidP="00026739"/>
        </w:tc>
        <w:tc>
          <w:tcPr>
            <w:tcW w:w="473" w:type="dxa"/>
          </w:tcPr>
          <w:p w14:paraId="5F0563B1" w14:textId="77777777" w:rsidR="00CE7C9C" w:rsidRPr="00451E94" w:rsidRDefault="00CE7C9C" w:rsidP="00026739"/>
        </w:tc>
        <w:tc>
          <w:tcPr>
            <w:tcW w:w="472" w:type="dxa"/>
          </w:tcPr>
          <w:p w14:paraId="6CCE6FDD" w14:textId="77777777" w:rsidR="00CE7C9C" w:rsidRPr="00451E94" w:rsidRDefault="00CE7C9C" w:rsidP="00026739"/>
        </w:tc>
        <w:tc>
          <w:tcPr>
            <w:tcW w:w="473" w:type="dxa"/>
          </w:tcPr>
          <w:p w14:paraId="46A66713" w14:textId="77777777" w:rsidR="00CE7C9C" w:rsidRPr="00451E94" w:rsidRDefault="00CE7C9C" w:rsidP="00026739"/>
        </w:tc>
        <w:tc>
          <w:tcPr>
            <w:tcW w:w="472" w:type="dxa"/>
          </w:tcPr>
          <w:p w14:paraId="78CD0C0E" w14:textId="77777777" w:rsidR="00CE7C9C" w:rsidRPr="00451E94" w:rsidRDefault="00CE7C9C" w:rsidP="00026739"/>
        </w:tc>
        <w:tc>
          <w:tcPr>
            <w:tcW w:w="473" w:type="dxa"/>
          </w:tcPr>
          <w:p w14:paraId="6D547237" w14:textId="77777777" w:rsidR="00CE7C9C" w:rsidRPr="00451E94" w:rsidRDefault="00CE7C9C" w:rsidP="00026739"/>
        </w:tc>
        <w:tc>
          <w:tcPr>
            <w:tcW w:w="472" w:type="dxa"/>
          </w:tcPr>
          <w:p w14:paraId="5BAE8F01" w14:textId="77777777" w:rsidR="00CE7C9C" w:rsidRPr="00451E94" w:rsidRDefault="00CE7C9C" w:rsidP="00026739"/>
        </w:tc>
        <w:tc>
          <w:tcPr>
            <w:tcW w:w="473" w:type="dxa"/>
          </w:tcPr>
          <w:p w14:paraId="52B11046" w14:textId="77777777" w:rsidR="00CE7C9C" w:rsidRPr="00451E94" w:rsidRDefault="00CE7C9C" w:rsidP="00026739"/>
        </w:tc>
        <w:tc>
          <w:tcPr>
            <w:tcW w:w="472" w:type="dxa"/>
          </w:tcPr>
          <w:p w14:paraId="6DCA3162" w14:textId="77777777" w:rsidR="00CE7C9C" w:rsidRPr="00451E94" w:rsidRDefault="00CE7C9C" w:rsidP="00026739"/>
        </w:tc>
        <w:tc>
          <w:tcPr>
            <w:tcW w:w="473" w:type="dxa"/>
          </w:tcPr>
          <w:p w14:paraId="00D56249" w14:textId="77777777" w:rsidR="00CE7C9C" w:rsidRPr="00451E94" w:rsidRDefault="00CE7C9C" w:rsidP="00026739"/>
        </w:tc>
        <w:tc>
          <w:tcPr>
            <w:tcW w:w="472" w:type="dxa"/>
          </w:tcPr>
          <w:p w14:paraId="15282A5E" w14:textId="77777777" w:rsidR="00CE7C9C" w:rsidRPr="00451E94" w:rsidRDefault="00CE7C9C" w:rsidP="00026739"/>
        </w:tc>
        <w:tc>
          <w:tcPr>
            <w:tcW w:w="472" w:type="dxa"/>
          </w:tcPr>
          <w:p w14:paraId="40EE1332" w14:textId="77777777" w:rsidR="00CE7C9C" w:rsidRPr="00451E94" w:rsidRDefault="00CE7C9C" w:rsidP="00026739"/>
        </w:tc>
        <w:tc>
          <w:tcPr>
            <w:tcW w:w="472" w:type="dxa"/>
          </w:tcPr>
          <w:p w14:paraId="0863293D" w14:textId="77777777" w:rsidR="00CE7C9C" w:rsidRPr="00451E94" w:rsidRDefault="00CE7C9C" w:rsidP="00026739"/>
        </w:tc>
        <w:tc>
          <w:tcPr>
            <w:tcW w:w="473" w:type="dxa"/>
          </w:tcPr>
          <w:p w14:paraId="5F31D0A4" w14:textId="77777777" w:rsidR="00CE7C9C" w:rsidRPr="00451E94" w:rsidRDefault="00CE7C9C" w:rsidP="00026739"/>
        </w:tc>
        <w:tc>
          <w:tcPr>
            <w:tcW w:w="472" w:type="dxa"/>
          </w:tcPr>
          <w:p w14:paraId="151E085C" w14:textId="77777777" w:rsidR="00CE7C9C" w:rsidRPr="00451E94" w:rsidRDefault="00CE7C9C" w:rsidP="00026739"/>
        </w:tc>
        <w:tc>
          <w:tcPr>
            <w:tcW w:w="473" w:type="dxa"/>
          </w:tcPr>
          <w:p w14:paraId="3C3370A9" w14:textId="77777777" w:rsidR="00CE7C9C" w:rsidRPr="00451E94" w:rsidRDefault="00CE7C9C" w:rsidP="00026739"/>
        </w:tc>
      </w:tr>
      <w:tr w:rsidR="00CE7C9C" w:rsidRPr="00451E94" w14:paraId="48B09D72" w14:textId="77777777" w:rsidTr="00CE7C9C">
        <w:trPr>
          <w:cantSplit/>
          <w:trHeight w:hRule="exact" w:val="454"/>
        </w:trPr>
        <w:tc>
          <w:tcPr>
            <w:tcW w:w="472" w:type="dxa"/>
          </w:tcPr>
          <w:p w14:paraId="7275844B" w14:textId="77777777" w:rsidR="00CE7C9C" w:rsidRPr="00451E94" w:rsidRDefault="00CE7C9C" w:rsidP="00026739"/>
        </w:tc>
        <w:tc>
          <w:tcPr>
            <w:tcW w:w="473" w:type="dxa"/>
          </w:tcPr>
          <w:p w14:paraId="216113EE" w14:textId="77777777" w:rsidR="00CE7C9C" w:rsidRPr="00451E94" w:rsidRDefault="00CE7C9C" w:rsidP="00026739"/>
        </w:tc>
        <w:tc>
          <w:tcPr>
            <w:tcW w:w="472" w:type="dxa"/>
          </w:tcPr>
          <w:p w14:paraId="24464D7B" w14:textId="77777777" w:rsidR="00CE7C9C" w:rsidRPr="00451E94" w:rsidRDefault="00CE7C9C" w:rsidP="00026739"/>
        </w:tc>
        <w:tc>
          <w:tcPr>
            <w:tcW w:w="473" w:type="dxa"/>
          </w:tcPr>
          <w:p w14:paraId="38172E1E" w14:textId="77777777" w:rsidR="00CE7C9C" w:rsidRPr="00451E94" w:rsidRDefault="00CE7C9C" w:rsidP="00026739"/>
        </w:tc>
        <w:tc>
          <w:tcPr>
            <w:tcW w:w="472" w:type="dxa"/>
          </w:tcPr>
          <w:p w14:paraId="6C5104D8" w14:textId="77777777" w:rsidR="00CE7C9C" w:rsidRPr="00451E94" w:rsidRDefault="00CE7C9C" w:rsidP="00026739">
            <w:pPr>
              <w:jc w:val="center"/>
            </w:pPr>
          </w:p>
        </w:tc>
        <w:tc>
          <w:tcPr>
            <w:tcW w:w="473" w:type="dxa"/>
          </w:tcPr>
          <w:p w14:paraId="7B33CB66" w14:textId="77777777" w:rsidR="00CE7C9C" w:rsidRPr="00451E94" w:rsidRDefault="00CE7C9C" w:rsidP="00026739"/>
        </w:tc>
        <w:tc>
          <w:tcPr>
            <w:tcW w:w="472" w:type="dxa"/>
          </w:tcPr>
          <w:p w14:paraId="0D0F0EDB" w14:textId="77777777" w:rsidR="00CE7C9C" w:rsidRPr="00451E94" w:rsidRDefault="00CE7C9C" w:rsidP="00026739"/>
        </w:tc>
        <w:tc>
          <w:tcPr>
            <w:tcW w:w="473" w:type="dxa"/>
          </w:tcPr>
          <w:p w14:paraId="15B99258" w14:textId="77777777" w:rsidR="00CE7C9C" w:rsidRPr="00451E94" w:rsidRDefault="00CE7C9C" w:rsidP="00026739"/>
        </w:tc>
        <w:tc>
          <w:tcPr>
            <w:tcW w:w="472" w:type="dxa"/>
          </w:tcPr>
          <w:p w14:paraId="0B3008F2" w14:textId="77777777" w:rsidR="00CE7C9C" w:rsidRPr="00451E94" w:rsidRDefault="00CE7C9C" w:rsidP="00026739">
            <w:pPr>
              <w:jc w:val="center"/>
            </w:pPr>
          </w:p>
        </w:tc>
        <w:tc>
          <w:tcPr>
            <w:tcW w:w="473" w:type="dxa"/>
          </w:tcPr>
          <w:p w14:paraId="4CD3F09F" w14:textId="77777777" w:rsidR="00CE7C9C" w:rsidRPr="00451E94" w:rsidRDefault="00CE7C9C" w:rsidP="00026739"/>
        </w:tc>
        <w:tc>
          <w:tcPr>
            <w:tcW w:w="472" w:type="dxa"/>
          </w:tcPr>
          <w:p w14:paraId="79C2F340" w14:textId="77777777" w:rsidR="00CE7C9C" w:rsidRPr="00451E94" w:rsidRDefault="00CE7C9C" w:rsidP="00026739"/>
        </w:tc>
        <w:tc>
          <w:tcPr>
            <w:tcW w:w="473" w:type="dxa"/>
          </w:tcPr>
          <w:p w14:paraId="46FAE93E" w14:textId="77777777" w:rsidR="00CE7C9C" w:rsidRPr="00451E94" w:rsidRDefault="00CE7C9C" w:rsidP="00026739"/>
        </w:tc>
        <w:tc>
          <w:tcPr>
            <w:tcW w:w="472" w:type="dxa"/>
          </w:tcPr>
          <w:p w14:paraId="22D2C744" w14:textId="77777777" w:rsidR="00CE7C9C" w:rsidRPr="00451E94" w:rsidRDefault="00CE7C9C" w:rsidP="00026739"/>
        </w:tc>
        <w:tc>
          <w:tcPr>
            <w:tcW w:w="473" w:type="dxa"/>
          </w:tcPr>
          <w:p w14:paraId="0B334A15" w14:textId="77777777" w:rsidR="00CE7C9C" w:rsidRPr="00451E94" w:rsidRDefault="00CE7C9C" w:rsidP="00026739"/>
        </w:tc>
        <w:tc>
          <w:tcPr>
            <w:tcW w:w="472" w:type="dxa"/>
          </w:tcPr>
          <w:p w14:paraId="49ADBAF4" w14:textId="77777777" w:rsidR="00CE7C9C" w:rsidRPr="00451E94" w:rsidRDefault="00CE7C9C" w:rsidP="00026739"/>
        </w:tc>
        <w:tc>
          <w:tcPr>
            <w:tcW w:w="472" w:type="dxa"/>
          </w:tcPr>
          <w:p w14:paraId="28EA0CBE" w14:textId="77777777" w:rsidR="00CE7C9C" w:rsidRPr="00451E94" w:rsidRDefault="00CE7C9C" w:rsidP="00026739"/>
        </w:tc>
        <w:tc>
          <w:tcPr>
            <w:tcW w:w="472" w:type="dxa"/>
          </w:tcPr>
          <w:p w14:paraId="35F7904B" w14:textId="77777777" w:rsidR="00CE7C9C" w:rsidRPr="00451E94" w:rsidRDefault="00CE7C9C" w:rsidP="00026739"/>
        </w:tc>
        <w:tc>
          <w:tcPr>
            <w:tcW w:w="473" w:type="dxa"/>
          </w:tcPr>
          <w:p w14:paraId="75675AB8" w14:textId="77777777" w:rsidR="00CE7C9C" w:rsidRPr="00451E94" w:rsidRDefault="00CE7C9C" w:rsidP="00026739"/>
        </w:tc>
        <w:tc>
          <w:tcPr>
            <w:tcW w:w="472" w:type="dxa"/>
          </w:tcPr>
          <w:p w14:paraId="19103E01" w14:textId="77777777" w:rsidR="00CE7C9C" w:rsidRPr="00451E94" w:rsidRDefault="00CE7C9C" w:rsidP="00026739"/>
        </w:tc>
        <w:tc>
          <w:tcPr>
            <w:tcW w:w="473" w:type="dxa"/>
          </w:tcPr>
          <w:p w14:paraId="1F277B44" w14:textId="77777777" w:rsidR="00CE7C9C" w:rsidRPr="00451E94" w:rsidRDefault="00CE7C9C" w:rsidP="00026739"/>
        </w:tc>
      </w:tr>
      <w:tr w:rsidR="00CE7C9C" w:rsidRPr="00451E94" w14:paraId="41FA260F" w14:textId="77777777" w:rsidTr="00CE7C9C">
        <w:trPr>
          <w:cantSplit/>
          <w:trHeight w:hRule="exact" w:val="454"/>
        </w:trPr>
        <w:tc>
          <w:tcPr>
            <w:tcW w:w="472" w:type="dxa"/>
          </w:tcPr>
          <w:p w14:paraId="3A94EBAA" w14:textId="77777777" w:rsidR="00CE7C9C" w:rsidRPr="00451E94" w:rsidRDefault="00CE7C9C" w:rsidP="00026739"/>
        </w:tc>
        <w:tc>
          <w:tcPr>
            <w:tcW w:w="473" w:type="dxa"/>
          </w:tcPr>
          <w:p w14:paraId="7E21BD02" w14:textId="77777777" w:rsidR="00CE7C9C" w:rsidRPr="00451E94" w:rsidRDefault="00CE7C9C" w:rsidP="00026739"/>
        </w:tc>
        <w:tc>
          <w:tcPr>
            <w:tcW w:w="472" w:type="dxa"/>
          </w:tcPr>
          <w:p w14:paraId="6F5CF746" w14:textId="77777777" w:rsidR="00CE7C9C" w:rsidRPr="00451E94" w:rsidRDefault="00CE7C9C" w:rsidP="00026739"/>
        </w:tc>
        <w:tc>
          <w:tcPr>
            <w:tcW w:w="473" w:type="dxa"/>
          </w:tcPr>
          <w:p w14:paraId="5C873AE1" w14:textId="77777777" w:rsidR="00CE7C9C" w:rsidRPr="00451E94" w:rsidRDefault="00CE7C9C" w:rsidP="00026739"/>
        </w:tc>
        <w:tc>
          <w:tcPr>
            <w:tcW w:w="472" w:type="dxa"/>
          </w:tcPr>
          <w:p w14:paraId="4AEAACB8" w14:textId="77777777" w:rsidR="00CE7C9C" w:rsidRPr="00451E94" w:rsidRDefault="00CE7C9C" w:rsidP="00026739"/>
        </w:tc>
        <w:tc>
          <w:tcPr>
            <w:tcW w:w="473" w:type="dxa"/>
          </w:tcPr>
          <w:p w14:paraId="27F0E6A9" w14:textId="77777777" w:rsidR="00CE7C9C" w:rsidRPr="00451E94" w:rsidRDefault="003C7DD7" w:rsidP="00026739"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712512" behindDoc="0" locked="0" layoutInCell="1" allowOverlap="1" wp14:anchorId="7CB53411" wp14:editId="4E9B6EF4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9525</wp:posOffset>
                      </wp:positionV>
                      <wp:extent cx="584200" cy="574040"/>
                      <wp:effectExtent l="0" t="0" r="25400" b="35560"/>
                      <wp:wrapNone/>
                      <wp:docPr id="107" name="Group 10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4200" cy="574040"/>
                                <a:chOff x="0" y="0"/>
                                <a:chExt cx="574040" cy="574040"/>
                              </a:xfrm>
                            </wpg:grpSpPr>
                            <wps:wsp>
                              <wps:cNvPr id="102" name="Right Triangle 102"/>
                              <wps:cNvSpPr/>
                              <wps:spPr>
                                <a:xfrm rot="16200000">
                                  <a:off x="0" y="287020"/>
                                  <a:ext cx="287020" cy="287020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06" name="Group 106"/>
                              <wpg:cNvGrpSpPr/>
                              <wpg:grpSpPr>
                                <a:xfrm>
                                  <a:off x="0" y="0"/>
                                  <a:ext cx="574040" cy="574040"/>
                                  <a:chOff x="0" y="0"/>
                                  <a:chExt cx="574040" cy="574040"/>
                                </a:xfrm>
                              </wpg:grpSpPr>
                              <wps:wsp>
                                <wps:cNvPr id="103" name="Right Triangle 103"/>
                                <wps:cNvSpPr/>
                                <wps:spPr>
                                  <a:xfrm rot="16200000">
                                    <a:off x="0" y="0"/>
                                    <a:ext cx="287020" cy="287020"/>
                                  </a:xfrm>
                                  <a:prstGeom prst="rtTriangl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C5D9F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4" name="Right Triangle 104"/>
                                <wps:cNvSpPr/>
                                <wps:spPr>
                                  <a:xfrm rot="5400000">
                                    <a:off x="0" y="287020"/>
                                    <a:ext cx="287020" cy="287020"/>
                                  </a:xfrm>
                                  <a:prstGeom prst="rtTriangl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C5D9F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5" name="Right Triangle 105"/>
                                <wps:cNvSpPr/>
                                <wps:spPr>
                                  <a:xfrm rot="5400000">
                                    <a:off x="287020" y="287020"/>
                                    <a:ext cx="287020" cy="287020"/>
                                  </a:xfrm>
                                  <a:prstGeom prst="rtTriangl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C5D9F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id="Group 107" o:spid="_x0000_s1026" style="position:absolute;margin-left:.35pt;margin-top:.75pt;width:46pt;height:45.2pt;z-index:251712512;mso-width-relative:margin" coordsize="574040,5740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">
                      <v:shape id="Right Triangle 102" o:spid="_x0000_s1027" type="#_x0000_t6" style="position:absolute;top:287020;width:287020;height:28702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4JfcwgAA&#10;ANwAAAAPAAAAZHJzL2Rvd25yZXYueG1sRE9NawIxEL0X+h/CFLzVRA9FVqPUBdF669pij8Nm3F3c&#10;TJZN1OivbwTB2zze58wW0bbiTL1vHGsYDRUI4tKZhisNP7vV+wSED8gGW8ek4UoeFvPXlxlmxl34&#10;m85FqEQKYZ+hhjqELpPSlzVZ9EPXESfu4HqLIcG+kqbHSwq3rRwr9SEtNpwaauwor6k8FierIf/7&#10;/Vqui3jYrfbrkcq38XZUS60Hb/FzCiJQDE/xw70xab4aw/2ZdIGc/w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jgl9zCAAAA3AAAAA8AAAAAAAAAAAAAAAAAlwIAAGRycy9kb3du&#10;cmV2LnhtbFBLBQYAAAAABAAEAPUAAACGAwAAAAA=&#10;" filled="f" strokecolor="#3c5d9f" strokeweight="1pt"/>
                      <v:group id="Group 106" o:spid="_x0000_s1028" style="position:absolute;width:574040;height:574040" coordsize="574040,57404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q2Gns8IAAADcAAAADwAA&#10;AAAAAAAAAAAAAACpAgAAZHJzL2Rvd25yZXYueG1sUEsFBgAAAAAEAAQA+gAAAJgDAAAAAA==&#10;">
                        <v:shape id="Right Triangle 103" o:spid="_x0000_s1029" type="#_x0000_t6" style="position:absolute;width:287020;height:28702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rDJHwgAA&#10;ANwAAAAPAAAAZHJzL2Rvd25yZXYueG1sRE9NawIxEL0X/A9hCt5qooKUrVHqglh7c63Y47AZdxc3&#10;k2WTauyvN0Kht3m8z5kvo23FhXrfONYwHikQxKUzDVcavvbrl1cQPiAbbB2Thht5WC4GT3PMjLvy&#10;ji5FqEQKYZ+hhjqELpPSlzVZ9CPXESfu5HqLIcG+kqbHawq3rZwoNZMWG04NNXaU11Seix+rIf8+&#10;bFebIp726+NmrPLP+HtWK62Hz/H9DUSgGP7Ff+4Pk+arKTyeSRfIxR0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esMkfCAAAA3AAAAA8AAAAAAAAAAAAAAAAAlwIAAGRycy9kb3du&#10;cmV2LnhtbFBLBQYAAAAABAAEAPUAAACGAwAAAAA=&#10;" filled="f" strokecolor="#3c5d9f" strokeweight="1pt"/>
                        <v:shape id="Right Triangle 104" o:spid="_x0000_s1030" type="#_x0000_t6" style="position:absolute;top:287020;width:287020;height:287020;rotation: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MFOFvgAA&#10;ANwAAAAPAAAAZHJzL2Rvd25yZXYueG1sRE/LqsIwEN0L/kMYwY1oqqhoNYoKF9z6+IChGZtiMylJ&#10;tPXvby5ccDeH85ztvrO1eJMPlWMF00kGgrhwuuJSwf32M16BCBFZY+2YFHwowH7X720x167lC72v&#10;sRQphEOOCkyMTS5lKAxZDBPXECfu4bzFmKAvpfbYpnBby1mWLaXFilODwYZOhorn9WUV+Om5OZXP&#10;z3Exmq/d8hUud2qNUsNBd9iAiNTFr/jffdZpfjaHv2fSBXL3C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DTBThb4AAADcAAAADwAAAAAAAAAAAAAAAACXAgAAZHJzL2Rvd25yZXYu&#10;eG1sUEsFBgAAAAAEAAQA9QAAAIIDAAAAAA==&#10;" filled="f" strokecolor="#3c5d9f" strokeweight="1pt"/>
                        <v:shape id="Right Triangle 105" o:spid="_x0000_s1031" type="#_x0000_t6" style="position:absolute;left:287020;top:287020;width:287020;height:287020;rotation: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fPYevgAA&#10;ANwAAAAPAAAAZHJzL2Rvd25yZXYueG1sRE/LqsIwEN0L/kMYwY1oqqhoNYoKF9z6+IChGZtiMylJ&#10;tPXvby5ccDeH85ztvrO1eJMPlWMF00kGgrhwuuJSwf32M16BCBFZY+2YFHwowH7X720x167lC72v&#10;sRQphEOOCkyMTS5lKAxZDBPXECfu4bzFmKAvpfbYpnBby1mWLaXFilODwYZOhorn9WUV+Om5OZXP&#10;z3Exmq/d8hUud2qNUsNBd9iAiNTFr/jffdZpfraAv2fSBXL3C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Ynz2Hr4AAADcAAAADwAAAAAAAAAAAAAAAACXAgAAZHJzL2Rvd25yZXYu&#10;eG1sUEsFBgAAAAAEAAQA9QAAAIIDAAAAAA==&#10;" filled="f" strokecolor="#3c5d9f" strokeweight="1pt"/>
                      </v:group>
                    </v:group>
                  </w:pict>
                </mc:Fallback>
              </mc:AlternateContent>
            </w:r>
          </w:p>
        </w:tc>
        <w:tc>
          <w:tcPr>
            <w:tcW w:w="472" w:type="dxa"/>
          </w:tcPr>
          <w:p w14:paraId="5FCDB6BC" w14:textId="77777777" w:rsidR="00CE7C9C" w:rsidRPr="00451E94" w:rsidRDefault="00CE7C9C" w:rsidP="00026739"/>
        </w:tc>
        <w:tc>
          <w:tcPr>
            <w:tcW w:w="473" w:type="dxa"/>
          </w:tcPr>
          <w:p w14:paraId="71E8463A" w14:textId="77777777" w:rsidR="00CE7C9C" w:rsidRPr="00451E94" w:rsidRDefault="00CE7C9C" w:rsidP="00026739"/>
        </w:tc>
        <w:tc>
          <w:tcPr>
            <w:tcW w:w="472" w:type="dxa"/>
          </w:tcPr>
          <w:p w14:paraId="76DB098A" w14:textId="77777777" w:rsidR="00CE7C9C" w:rsidRPr="00451E94" w:rsidRDefault="00657B73" w:rsidP="00026739"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763712" behindDoc="0" locked="0" layoutInCell="1" allowOverlap="1" wp14:anchorId="3BFC6D5E" wp14:editId="5DFC8A1C">
                      <wp:simplePos x="0" y="0"/>
                      <wp:positionH relativeFrom="column">
                        <wp:posOffset>295910</wp:posOffset>
                      </wp:positionH>
                      <wp:positionV relativeFrom="paragraph">
                        <wp:posOffset>-13335</wp:posOffset>
                      </wp:positionV>
                      <wp:extent cx="582930" cy="586740"/>
                      <wp:effectExtent l="0" t="0" r="26670" b="22860"/>
                      <wp:wrapNone/>
                      <wp:docPr id="139" name="Group 1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2930" cy="586740"/>
                                <a:chOff x="0" y="0"/>
                                <a:chExt cx="582930" cy="586740"/>
                              </a:xfrm>
                            </wpg:grpSpPr>
                            <wps:wsp>
                              <wps:cNvPr id="135" name="Right Triangle 135"/>
                              <wps:cNvSpPr/>
                              <wps:spPr>
                                <a:xfrm rot="16200000">
                                  <a:off x="3175" y="1270"/>
                                  <a:ext cx="287020" cy="293370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6" name="Right Triangle 136"/>
                              <wps:cNvSpPr/>
                              <wps:spPr>
                                <a:xfrm>
                                  <a:off x="295910" y="0"/>
                                  <a:ext cx="287020" cy="293370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" name="Right Triangle 137"/>
                              <wps:cNvSpPr/>
                              <wps:spPr>
                                <a:xfrm rot="16200000">
                                  <a:off x="6350" y="296545"/>
                                  <a:ext cx="287020" cy="293370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8" name="Right Triangle 138"/>
                              <wps:cNvSpPr/>
                              <wps:spPr>
                                <a:xfrm rot="5400000">
                                  <a:off x="5715" y="291465"/>
                                  <a:ext cx="287020" cy="293370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139" o:spid="_x0000_s1026" style="position:absolute;margin-left:23.3pt;margin-top:-1pt;width:45.9pt;height:46.2pt;z-index:251763712" coordsize="582930,5867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">
                      <v:shape id="Right Triangle 135" o:spid="_x0000_s1027" type="#_x0000_t6" style="position:absolute;left:3175;top:1270;width:287020;height:29337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ZcUVwwAA&#10;ANwAAAAPAAAAZHJzL2Rvd25yZXYueG1sRE9NawIxEL0L/Q9hCr1pYkulrEapC2LtzbWlHofNuLu4&#10;mSybVGN/fSMI3ubxPme2iLYVJ+p941jDeKRAEJfONFxp+Nqthm8gfEA22DomDRfysJg/DGaYGXfm&#10;LZ2KUIkUwj5DDXUIXSalL2uy6EeuI07cwfUWQ4J9JU2P5xRuW/ms1ERabDg11NhRXlN5LH6thnz/&#10;vVmui3jYrX7WY5V/xr+jWmr99BjfpyACxXAX39wfJs1/eYXrM+kCOf8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pZcUVwwAAANwAAAAPAAAAAAAAAAAAAAAAAJcCAABkcnMvZG93&#10;bnJldi54bWxQSwUGAAAAAAQABAD1AAAAhwMAAAAA&#10;" filled="f" strokecolor="#3c5d9f" strokeweight="1pt"/>
                      <v:shape id="Right Triangle 136" o:spid="_x0000_s1028" type="#_x0000_t6" style="position:absolute;left:295910;width:287020;height:29337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C/t5wgAA&#10;ANwAAAAPAAAAZHJzL2Rvd25yZXYueG1sRE/NasJAEL4LvsMyQm+6aQuhRFdpBduAvUR9gDE7JrHZ&#10;2TS7Mcnbu4WCt/n4fme1GUwtbtS6yrKC50UEgji3uuJCwem4m7+BcB5ZY22ZFIzkYLOeTlaYaNtz&#10;RreDL0QIYZeggtL7JpHS5SUZdAvbEAfuYluDPsC2kLrFPoSbWr5EUSwNVhwaSmxoW1L+c+iMgm63&#10;/zTZ+PX9m+M2/eiH8crnUamn2fC+BOFp8A/xvzvVYf5rDH/PhAvk+g4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YL+3nCAAAA3AAAAA8AAAAAAAAAAAAAAAAAlwIAAGRycy9kb3du&#10;cmV2LnhtbFBLBQYAAAAABAAEAPUAAACGAwAAAAA=&#10;" filled="f" strokecolor="#3c5d9f" strokeweight="1pt"/>
                      <v:shape id="Right Triangle 137" o:spid="_x0000_s1029" type="#_x0000_t6" style="position:absolute;left:6350;top:296545;width:287020;height:29337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+/75wwAA&#10;ANwAAAAPAAAAZHJzL2Rvd25yZXYueG1sRE9NawIxEL0L/Q9hCr1pYgu1rEapC2LtzbWlHofNuLu4&#10;mSybVGN/fSMI3ubxPme2iLYVJ+p941jDeKRAEJfONFxp+Nqthm8gfEA22DomDRfysJg/DGaYGXfm&#10;LZ2KUIkUwj5DDXUIXSalL2uy6EeuI07cwfUWQ4J9JU2P5xRuW/ms1Ku02HBqqLGjvKbyWPxaDfn+&#10;e7NcF/GwW/2sxyr/jH9HtdT66TG+T0EEiuEuvrk/TJr/MoHrM+kCOf8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2+/75wwAAANwAAAAPAAAAAAAAAAAAAAAAAJcCAABkcnMvZG93&#10;bnJldi54bWxQSwUGAAAAAAQABAD1AAAAhwMAAAAA&#10;" filled="f" strokecolor="#3c5d9f" strokeweight="1pt"/>
                      <v:shape id="Right Triangle 138" o:spid="_x0000_s1030" type="#_x0000_t6" style="position:absolute;left:5715;top:291465;width:287020;height:293370;rotation: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EZM9xAAA&#10;ANwAAAAPAAAAZHJzL2Rvd25yZXYueG1sRI/NagMxDITvgb6DUSGX0Hjz09Bu44Q2EMg1Pw8g1up6&#10;yVpebCe7efvqUMhNYkYzn9bbwbfqTjE1gQ3MpgUo4irYhmsDl/P+7QNUysgW28Bk4EEJtpuX0RpL&#10;G3o+0v2UayUhnEo04HLuSq1T5chjmoaOWLTfED1mWWOtbcRewn2r50Wx0h4blgaHHe0cVdfTzRuI&#10;s0O3q6+Pn/fJ8jOsbul4od4ZM34dvr9AZRry0/x/fbCCvxBaeUYm0Js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hGTPcQAAADcAAAADwAAAAAAAAAAAAAAAACXAgAAZHJzL2Rv&#10;d25yZXYueG1sUEsFBgAAAAAEAAQA9QAAAIgDAAAAAA==&#10;" filled="f" strokecolor="#3c5d9f" strokeweight="1pt"/>
                    </v:group>
                  </w:pict>
                </mc:Fallback>
              </mc:AlternateContent>
            </w:r>
          </w:p>
        </w:tc>
        <w:tc>
          <w:tcPr>
            <w:tcW w:w="473" w:type="dxa"/>
          </w:tcPr>
          <w:p w14:paraId="4C09F7AE" w14:textId="77777777" w:rsidR="00CE7C9C" w:rsidRPr="00451E94" w:rsidRDefault="00CE7C9C" w:rsidP="00026739"/>
        </w:tc>
        <w:tc>
          <w:tcPr>
            <w:tcW w:w="472" w:type="dxa"/>
          </w:tcPr>
          <w:p w14:paraId="356FB47D" w14:textId="77777777" w:rsidR="00CE7C9C" w:rsidRPr="00451E94" w:rsidRDefault="00CE7C9C" w:rsidP="00026739"/>
        </w:tc>
        <w:tc>
          <w:tcPr>
            <w:tcW w:w="473" w:type="dxa"/>
          </w:tcPr>
          <w:p w14:paraId="196BF6EE" w14:textId="77777777" w:rsidR="00CE7C9C" w:rsidRPr="00451E94" w:rsidRDefault="00CE7C9C" w:rsidP="00026739"/>
        </w:tc>
        <w:tc>
          <w:tcPr>
            <w:tcW w:w="472" w:type="dxa"/>
          </w:tcPr>
          <w:p w14:paraId="5DECC1EE" w14:textId="77777777" w:rsidR="00CE7C9C" w:rsidRPr="00451E94" w:rsidRDefault="00CE7C9C" w:rsidP="00026739"/>
        </w:tc>
        <w:tc>
          <w:tcPr>
            <w:tcW w:w="473" w:type="dxa"/>
          </w:tcPr>
          <w:p w14:paraId="5ED8AD83" w14:textId="77777777" w:rsidR="00CE7C9C" w:rsidRPr="00451E94" w:rsidRDefault="00657B73" w:rsidP="00026739">
            <w:pPr>
              <w:jc w:val="center"/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779072" behindDoc="0" locked="0" layoutInCell="1" allowOverlap="1" wp14:anchorId="3C4B41A5" wp14:editId="2E2218E1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-635</wp:posOffset>
                      </wp:positionV>
                      <wp:extent cx="589915" cy="583565"/>
                      <wp:effectExtent l="0" t="0" r="19685" b="26035"/>
                      <wp:wrapNone/>
                      <wp:docPr id="158" name="Group 1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9915" cy="583565"/>
                                <a:chOff x="0" y="0"/>
                                <a:chExt cx="589915" cy="583565"/>
                              </a:xfrm>
                            </wpg:grpSpPr>
                            <wps:wsp>
                              <wps:cNvPr id="155" name="Right Triangle 155"/>
                              <wps:cNvSpPr/>
                              <wps:spPr>
                                <a:xfrm rot="16200000">
                                  <a:off x="6350" y="293370"/>
                                  <a:ext cx="287020" cy="293370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57" name="Group 157"/>
                              <wpg:cNvGrpSpPr/>
                              <wpg:grpSpPr>
                                <a:xfrm>
                                  <a:off x="0" y="0"/>
                                  <a:ext cx="589915" cy="578485"/>
                                  <a:chOff x="0" y="0"/>
                                  <a:chExt cx="589915" cy="578485"/>
                                </a:xfrm>
                              </wpg:grpSpPr>
                              <wps:wsp>
                                <wps:cNvPr id="153" name="Right Triangle 153"/>
                                <wps:cNvSpPr/>
                                <wps:spPr>
                                  <a:xfrm rot="16200000">
                                    <a:off x="3175" y="-1905"/>
                                    <a:ext cx="287020" cy="293370"/>
                                  </a:xfrm>
                                  <a:prstGeom prst="rtTriangl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C5D9F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4" name="Right Triangle 154"/>
                                <wps:cNvSpPr/>
                                <wps:spPr>
                                  <a:xfrm rot="5400000">
                                    <a:off x="299720" y="-3175"/>
                                    <a:ext cx="287020" cy="293370"/>
                                  </a:xfrm>
                                  <a:prstGeom prst="rtTriangl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C5D9F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6" name="Right Triangle 156"/>
                                <wps:cNvSpPr/>
                                <wps:spPr>
                                  <a:xfrm rot="5400000">
                                    <a:off x="5715" y="288290"/>
                                    <a:ext cx="287020" cy="293370"/>
                                  </a:xfrm>
                                  <a:prstGeom prst="rtTriangl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C5D9F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158" o:spid="_x0000_s1026" style="position:absolute;margin-left:-.05pt;margin-top:0;width:46.45pt;height:45.95pt;z-index:251779072" coordsize="589915,58356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">
                      <v:shape id="Right Triangle 155" o:spid="_x0000_s1027" type="#_x0000_t6" style="position:absolute;left:6350;top:293370;width:287020;height:29337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uiC1wwAA&#10;ANwAAAAPAAAAZHJzL2Rvd25yZXYueG1sRE/fa8IwEH4f+D+EE/a2Jg4cozOKFsTp2+rGfDyasy02&#10;l9JkGv3rl8HAt/v4ft5sEW0nzjT41rGGSaZAEFfOtFxr+Nyvn15B+IBssHNMGq7kYTEfPcwwN+7C&#10;H3QuQy1SCPscNTQh9LmUvmrIos9cT5y4oxsshgSHWpoBLyncdvJZqRdpseXU0GBPRUPVqfyxGorD&#10;13a1KeNxv/7eTFSxi7eTWmn9OI7LNxCBYriL/93vJs2fTuHvmXSBnP8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0uiC1wwAAANwAAAAPAAAAAAAAAAAAAAAAAJcCAABkcnMvZG93&#10;bnJldi54bWxQSwUGAAAAAAQABAD1AAAAhwMAAAAA&#10;" filled="f" strokecolor="#3c5d9f" strokeweight="1pt"/>
                      <v:group id="Group 157" o:spid="_x0000_s1028" style="position:absolute;width:589915;height:578485" coordsize="589915,57848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NeeLTXDAAAA3AAAAA8A&#10;AAAAAAAAAAAAAAAAqQIAAGRycy9kb3ducmV2LnhtbFBLBQYAAAAABAAEAPoAAACZAwAAAAA=&#10;">
                        <v:shape id="Right Triangle 153" o:spid="_x0000_s1029" type="#_x0000_t6" style="position:absolute;left:3175;top:-1905;width:287020;height:29337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Hx1awwAA&#10;ANwAAAAPAAAAZHJzL2Rvd25yZXYueG1sRE9NawIxEL0L/Q9hCr1pYkulrEapC2LtzbWlHofNuLu4&#10;mSybVGN/fSMI3ubxPme2iLYVJ+p941jDeKRAEJfONFxp+Nqthm8gfEA22DomDRfysJg/DGaYGXfm&#10;LZ2KUIkUwj5DDXUIXSalL2uy6EeuI07cwfUWQ4J9JU2P5xRuW/ms1ERabDg11NhRXlN5LH6thnz/&#10;vVmui3jYrX7WY5V/xr+jWmr99BjfpyACxXAX39wfJs1/fYHrM+kCOf8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UHx1awwAAANwAAAAPAAAAAAAAAAAAAAAAAJcCAABkcnMvZG93&#10;bnJldi54bWxQSwUGAAAAAAQABAD1AAAAhwMAAAAA&#10;" filled="f" strokecolor="#3c5d9f" strokeweight="1pt"/>
                        <v:shape id="Right Triangle 154" o:spid="_x0000_s1030" type="#_x0000_t6" style="position:absolute;left:299720;top:-3175;width:287020;height:293370;rotation: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g3yYvgAA&#10;ANwAAAAPAAAAZHJzL2Rvd25yZXYueG1sRE/LqsIwEN0L/kMYwY1o6kVFq1G8guDWxwcMzdgUm0lJ&#10;oq1/b4QLdzeH85zNrrO1eJEPlWMF00kGgrhwuuJSwe16HC9BhIissXZMCt4UYLft9zaYa9fymV6X&#10;WIoUwiFHBSbGJpcyFIYsholriBN3d95iTNCXUntsU7it5U+WLaTFilODwYYOhorH5WkV+OmpOZSP&#10;9+98NFu5xTOcb9QapYaDbr8GEamL/+I/90mn+fMZfJ9JF8jtB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HoN8mL4AAADcAAAADwAAAAAAAAAAAAAAAACXAgAAZHJzL2Rvd25yZXYu&#10;eG1sUEsFBgAAAAAEAAQA9QAAAIIDAAAAAA==&#10;" filled="f" strokecolor="#3c5d9f" strokeweight="1pt"/>
                        <v:shape id="Right Triangle 156" o:spid="_x0000_s1031" type="#_x0000_t6" style="position:absolute;left:5715;top:288290;width:287020;height:293370;rotation: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HUd0vwAA&#10;ANwAAAAPAAAAZHJzL2Rvd25yZXYueG1sRE/NisIwEL4LvkMYwYtoqmhZq1FUWPCq6wMMzdgUm0lJ&#10;oq1vv1lY8DYf3+9s971txIt8qB0rmM8yEMSl0zVXCm4/39MvECEia2wck4I3BdjvhoMtFtp1fKHX&#10;NVYihXAoUIGJsS2kDKUhi2HmWuLE3Z23GBP0ldQeuxRuG7nIslxarDk1GGzpZKh8XJ9WgZ+f21P1&#10;eB9Xk+Xa5c9wuVFnlBqP+sMGRKQ+fsT/7rNO81c5/D2TLpC7X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IEdR3S/AAAA3AAAAA8AAAAAAAAAAAAAAAAAlwIAAGRycy9kb3ducmV2&#10;LnhtbFBLBQYAAAAABAAEAPUAAACDAwAAAAA=&#10;" filled="f" strokecolor="#3c5d9f" strokeweight="1pt"/>
                      </v:group>
                    </v:group>
                  </w:pict>
                </mc:Fallback>
              </mc:AlternateContent>
            </w:r>
          </w:p>
        </w:tc>
        <w:tc>
          <w:tcPr>
            <w:tcW w:w="472" w:type="dxa"/>
          </w:tcPr>
          <w:p w14:paraId="39856391" w14:textId="77777777" w:rsidR="00CE7C9C" w:rsidRPr="00451E94" w:rsidRDefault="00CE7C9C" w:rsidP="00026739"/>
        </w:tc>
        <w:tc>
          <w:tcPr>
            <w:tcW w:w="472" w:type="dxa"/>
          </w:tcPr>
          <w:p w14:paraId="4D497782" w14:textId="77777777" w:rsidR="00CE7C9C" w:rsidRPr="00451E94" w:rsidRDefault="00CE7C9C" w:rsidP="00026739"/>
        </w:tc>
        <w:tc>
          <w:tcPr>
            <w:tcW w:w="472" w:type="dxa"/>
          </w:tcPr>
          <w:p w14:paraId="167A9B28" w14:textId="77777777" w:rsidR="00CE7C9C" w:rsidRPr="00451E94" w:rsidRDefault="00CE7C9C" w:rsidP="00026739"/>
        </w:tc>
        <w:tc>
          <w:tcPr>
            <w:tcW w:w="473" w:type="dxa"/>
          </w:tcPr>
          <w:p w14:paraId="789F1AB4" w14:textId="77777777" w:rsidR="00CE7C9C" w:rsidRPr="00451E94" w:rsidRDefault="00CE7C9C" w:rsidP="00026739"/>
        </w:tc>
        <w:tc>
          <w:tcPr>
            <w:tcW w:w="472" w:type="dxa"/>
          </w:tcPr>
          <w:p w14:paraId="0AD06F0B" w14:textId="77777777" w:rsidR="00CE7C9C" w:rsidRPr="00451E94" w:rsidRDefault="00CE7C9C" w:rsidP="00026739"/>
        </w:tc>
        <w:tc>
          <w:tcPr>
            <w:tcW w:w="473" w:type="dxa"/>
          </w:tcPr>
          <w:p w14:paraId="7940B203" w14:textId="77777777" w:rsidR="00CE7C9C" w:rsidRPr="00451E94" w:rsidRDefault="00CE7C9C" w:rsidP="00026739"/>
        </w:tc>
      </w:tr>
      <w:tr w:rsidR="00CE7C9C" w:rsidRPr="00451E94" w14:paraId="50EA0F72" w14:textId="77777777" w:rsidTr="00CE7C9C">
        <w:trPr>
          <w:cantSplit/>
          <w:trHeight w:hRule="exact" w:val="454"/>
        </w:trPr>
        <w:tc>
          <w:tcPr>
            <w:tcW w:w="472" w:type="dxa"/>
          </w:tcPr>
          <w:p w14:paraId="3492E8CA" w14:textId="77777777" w:rsidR="00CE7C9C" w:rsidRPr="00451E94" w:rsidRDefault="00CE7C9C" w:rsidP="00026739"/>
        </w:tc>
        <w:tc>
          <w:tcPr>
            <w:tcW w:w="473" w:type="dxa"/>
          </w:tcPr>
          <w:p w14:paraId="02F950F9" w14:textId="77777777" w:rsidR="00CE7C9C" w:rsidRPr="00451E94" w:rsidRDefault="00CE7C9C" w:rsidP="00026739"/>
        </w:tc>
        <w:tc>
          <w:tcPr>
            <w:tcW w:w="472" w:type="dxa"/>
          </w:tcPr>
          <w:p w14:paraId="31A40DCA" w14:textId="77777777" w:rsidR="00CE7C9C" w:rsidRPr="00451E94" w:rsidRDefault="00CE7C9C" w:rsidP="00026739"/>
        </w:tc>
        <w:tc>
          <w:tcPr>
            <w:tcW w:w="473" w:type="dxa"/>
          </w:tcPr>
          <w:p w14:paraId="7DB1D41A" w14:textId="77777777" w:rsidR="00CE7C9C" w:rsidRPr="00451E94" w:rsidRDefault="00CE7C9C" w:rsidP="00026739"/>
        </w:tc>
        <w:tc>
          <w:tcPr>
            <w:tcW w:w="472" w:type="dxa"/>
          </w:tcPr>
          <w:p w14:paraId="2A22D27F" w14:textId="77777777" w:rsidR="00CE7C9C" w:rsidRPr="00451E94" w:rsidRDefault="00CE7C9C" w:rsidP="00026739"/>
        </w:tc>
        <w:tc>
          <w:tcPr>
            <w:tcW w:w="473" w:type="dxa"/>
          </w:tcPr>
          <w:p w14:paraId="14F21F17" w14:textId="77777777" w:rsidR="00CE7C9C" w:rsidRPr="00451E94" w:rsidRDefault="00CE7C9C" w:rsidP="00026739"/>
        </w:tc>
        <w:tc>
          <w:tcPr>
            <w:tcW w:w="472" w:type="dxa"/>
          </w:tcPr>
          <w:p w14:paraId="279F7DBD" w14:textId="77777777" w:rsidR="00CE7C9C" w:rsidRPr="00451E94" w:rsidRDefault="00CE7C9C" w:rsidP="00026739"/>
        </w:tc>
        <w:tc>
          <w:tcPr>
            <w:tcW w:w="473" w:type="dxa"/>
          </w:tcPr>
          <w:p w14:paraId="2CA780F8" w14:textId="77777777" w:rsidR="00CE7C9C" w:rsidRPr="00451E94" w:rsidRDefault="00CE7C9C" w:rsidP="00026739"/>
        </w:tc>
        <w:tc>
          <w:tcPr>
            <w:tcW w:w="472" w:type="dxa"/>
          </w:tcPr>
          <w:p w14:paraId="310B849C" w14:textId="77777777" w:rsidR="00CE7C9C" w:rsidRPr="00451E94" w:rsidRDefault="00CE7C9C" w:rsidP="00026739"/>
        </w:tc>
        <w:tc>
          <w:tcPr>
            <w:tcW w:w="473" w:type="dxa"/>
          </w:tcPr>
          <w:p w14:paraId="21EB1856" w14:textId="77777777" w:rsidR="00CE7C9C" w:rsidRPr="00451E94" w:rsidRDefault="00CE7C9C" w:rsidP="00026739"/>
        </w:tc>
        <w:tc>
          <w:tcPr>
            <w:tcW w:w="472" w:type="dxa"/>
          </w:tcPr>
          <w:p w14:paraId="53114F8B" w14:textId="77777777" w:rsidR="00CE7C9C" w:rsidRPr="00451E94" w:rsidRDefault="00CE7C9C" w:rsidP="00026739"/>
        </w:tc>
        <w:tc>
          <w:tcPr>
            <w:tcW w:w="473" w:type="dxa"/>
          </w:tcPr>
          <w:p w14:paraId="5A255917" w14:textId="77777777" w:rsidR="00CE7C9C" w:rsidRPr="00451E94" w:rsidRDefault="00CE7C9C" w:rsidP="00026739"/>
        </w:tc>
        <w:tc>
          <w:tcPr>
            <w:tcW w:w="472" w:type="dxa"/>
          </w:tcPr>
          <w:p w14:paraId="65D7C023" w14:textId="77777777" w:rsidR="00CE7C9C" w:rsidRPr="00451E94" w:rsidRDefault="00CE7C9C" w:rsidP="00026739"/>
        </w:tc>
        <w:tc>
          <w:tcPr>
            <w:tcW w:w="473" w:type="dxa"/>
          </w:tcPr>
          <w:p w14:paraId="20F2F76D" w14:textId="77777777" w:rsidR="00CE7C9C" w:rsidRPr="00451E94" w:rsidRDefault="00CE7C9C" w:rsidP="00026739"/>
        </w:tc>
        <w:tc>
          <w:tcPr>
            <w:tcW w:w="472" w:type="dxa"/>
          </w:tcPr>
          <w:p w14:paraId="240ADBFA" w14:textId="77777777" w:rsidR="00CE7C9C" w:rsidRPr="00451E94" w:rsidRDefault="00CE7C9C" w:rsidP="00026739"/>
        </w:tc>
        <w:tc>
          <w:tcPr>
            <w:tcW w:w="472" w:type="dxa"/>
          </w:tcPr>
          <w:p w14:paraId="4FA5D552" w14:textId="77777777" w:rsidR="00CE7C9C" w:rsidRPr="00451E94" w:rsidRDefault="00CE7C9C" w:rsidP="00026739"/>
        </w:tc>
        <w:tc>
          <w:tcPr>
            <w:tcW w:w="472" w:type="dxa"/>
          </w:tcPr>
          <w:p w14:paraId="27F579EA" w14:textId="77777777" w:rsidR="00CE7C9C" w:rsidRPr="00451E94" w:rsidRDefault="00CE7C9C" w:rsidP="00026739"/>
        </w:tc>
        <w:tc>
          <w:tcPr>
            <w:tcW w:w="473" w:type="dxa"/>
          </w:tcPr>
          <w:p w14:paraId="0F52D8A8" w14:textId="77777777" w:rsidR="00CE7C9C" w:rsidRPr="00451E94" w:rsidRDefault="00CE7C9C" w:rsidP="00026739"/>
        </w:tc>
        <w:tc>
          <w:tcPr>
            <w:tcW w:w="472" w:type="dxa"/>
          </w:tcPr>
          <w:p w14:paraId="784E65EB" w14:textId="77777777" w:rsidR="00CE7C9C" w:rsidRPr="00451E94" w:rsidRDefault="00CE7C9C" w:rsidP="00026739"/>
        </w:tc>
        <w:tc>
          <w:tcPr>
            <w:tcW w:w="473" w:type="dxa"/>
          </w:tcPr>
          <w:p w14:paraId="72A8CDBF" w14:textId="77777777" w:rsidR="00CE7C9C" w:rsidRPr="00451E94" w:rsidRDefault="00CE7C9C" w:rsidP="00026739"/>
        </w:tc>
      </w:tr>
      <w:tr w:rsidR="00CE7C9C" w:rsidRPr="00451E94" w14:paraId="165B0B5E" w14:textId="77777777" w:rsidTr="00CE7C9C">
        <w:trPr>
          <w:cantSplit/>
          <w:trHeight w:hRule="exact" w:val="454"/>
        </w:trPr>
        <w:tc>
          <w:tcPr>
            <w:tcW w:w="472" w:type="dxa"/>
          </w:tcPr>
          <w:p w14:paraId="3E5F7A61" w14:textId="77777777" w:rsidR="00CE7C9C" w:rsidRPr="00451E94" w:rsidRDefault="00CE7C9C" w:rsidP="00026739"/>
        </w:tc>
        <w:tc>
          <w:tcPr>
            <w:tcW w:w="473" w:type="dxa"/>
          </w:tcPr>
          <w:p w14:paraId="6FE6BFA4" w14:textId="77777777" w:rsidR="00CE7C9C" w:rsidRPr="00451E94" w:rsidRDefault="00CE7C9C" w:rsidP="00026739"/>
        </w:tc>
        <w:tc>
          <w:tcPr>
            <w:tcW w:w="472" w:type="dxa"/>
          </w:tcPr>
          <w:p w14:paraId="0252DFB5" w14:textId="77777777" w:rsidR="00CE7C9C" w:rsidRPr="00451E94" w:rsidRDefault="00CE7C9C" w:rsidP="00026739"/>
        </w:tc>
        <w:tc>
          <w:tcPr>
            <w:tcW w:w="473" w:type="dxa"/>
          </w:tcPr>
          <w:p w14:paraId="405CD03C" w14:textId="77777777" w:rsidR="00CE7C9C" w:rsidRPr="00451E94" w:rsidRDefault="003C7DD7" w:rsidP="00026739"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722752" behindDoc="0" locked="0" layoutInCell="1" allowOverlap="1" wp14:anchorId="6D214395" wp14:editId="302A8EC9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12065</wp:posOffset>
                      </wp:positionV>
                      <wp:extent cx="586740" cy="574040"/>
                      <wp:effectExtent l="0" t="0" r="22860" b="35560"/>
                      <wp:wrapNone/>
                      <wp:docPr id="112" name="Group 1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6740" cy="574040"/>
                                <a:chOff x="0" y="0"/>
                                <a:chExt cx="574040" cy="574040"/>
                              </a:xfrm>
                            </wpg:grpSpPr>
                            <wps:wsp>
                              <wps:cNvPr id="108" name="Right Triangle 108"/>
                              <wps:cNvSpPr/>
                              <wps:spPr>
                                <a:xfrm rot="5400000">
                                  <a:off x="0" y="287020"/>
                                  <a:ext cx="287020" cy="287020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9" name="Right Triangle 109"/>
                              <wps:cNvSpPr/>
                              <wps:spPr>
                                <a:xfrm rot="10800000">
                                  <a:off x="287020" y="287020"/>
                                  <a:ext cx="287020" cy="287020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0" name="Right Triangle 110"/>
                              <wps:cNvSpPr/>
                              <wps:spPr>
                                <a:xfrm rot="16200000">
                                  <a:off x="0" y="0"/>
                                  <a:ext cx="287020" cy="287020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1" name="Right Triangle 111"/>
                              <wps:cNvSpPr/>
                              <wps:spPr>
                                <a:xfrm>
                                  <a:off x="287020" y="0"/>
                                  <a:ext cx="287020" cy="287020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id="Group 112" o:spid="_x0000_s1026" style="position:absolute;margin-left:.2pt;margin-top:.95pt;width:46.2pt;height:45.2pt;z-index:251722752;mso-width-relative:margin" coordsize="574040,5740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">
                      <v:shape id="Right Triangle 108" o:spid="_x0000_s1027" type="#_x0000_t6" style="position:absolute;top:287020;width:287020;height:287020;rotation: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fVmAwwAA&#10;ANwAAAAPAAAAZHJzL2Rvd25yZXYueG1sRI/dagIxEIXvhb5DmEJvpGYtKnY1SisI3vrzAMNm3Cxu&#10;JksS3fXtnYtC72Y4Z875Zr0dfKseFFMT2MB0UoAiroJtuDZwOe8/l6BSRrbYBiYDT0qw3byN1lja&#10;0PORHqdcKwnhVKIBl3NXap0qRx7TJHTEol1D9JhljbW2EXsJ963+KoqF9tiwNDjsaOeoup3u3kCc&#10;HrpdfXv+zsez77C4p+OFemfMx/vwswKVacj/5r/rgxX8QmjlGZlAb1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MfVmAwwAAANwAAAAPAAAAAAAAAAAAAAAAAJcCAABkcnMvZG93&#10;bnJldi54bWxQSwUGAAAAAAQABAD1AAAAhwMAAAAA&#10;" filled="f" strokecolor="#3c5d9f" strokeweight="1pt"/>
                      <v:shape id="Right Triangle 109" o:spid="_x0000_s1028" type="#_x0000_t6" style="position:absolute;left:287020;top:287020;width:287020;height:287020;rotation:1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dqZrwgAA&#10;ANwAAAAPAAAAZHJzL2Rvd25yZXYueG1sRE9NawIxEL0X+h/CFLyUmuih2K1RyoIoXorbeh82093V&#10;ZLJN4rr9941Q6G0e73OW69FZMVCInWcNs6kCQVx703Gj4fNj87QAEROyQeuZNPxQhPXq/m6JhfFX&#10;PtBQpUbkEI4FamhT6gspY92Swzj1PXHmvnxwmDIMjTQBrzncWTlX6lk67Dg3tNhT2VJ9ri5Og7Kl&#10;fKyOw2J32m/ft6U8fgeyWk8exrdXEInG9C/+c+9Mnq9e4PZMvkCuf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x2pmvCAAAA3AAAAA8AAAAAAAAAAAAAAAAAlwIAAGRycy9kb3du&#10;cmV2LnhtbFBLBQYAAAAABAAEAPUAAACGAwAAAAA=&#10;" filled="f" strokecolor="#3c5d9f" strokeweight="1pt"/>
                      <v:shape id="Right Triangle 110" o:spid="_x0000_s1029" type="#_x0000_t6" style="position:absolute;width:287020;height:28702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pzrtxQAA&#10;ANwAAAAPAAAAZHJzL2Rvd25yZXYueG1sRI9BT8MwDIXvSPyHyEi7saQcJlSWTazSNNiNDgRHq/Ha&#10;ao1TNWHL+PX4gMTN1nt+7/Nynf2gzjTFPrCFYm5AETfB9dxaeD9s7x9BxYTscAhMFq4UYb26vVli&#10;6cKF3+hcp1ZJCMcSLXQpjaXWsenIY5yHkVi0Y5g8JlmnVrsJLxLuB/1gzEJ77FkaOhyp6qg51d/e&#10;QvX18brZ1fl42H7uClPt88/JbKyd3eXnJ1CJcvo3/12/OMEvBF+ekQn06h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KnOu3FAAAA3AAAAA8AAAAAAAAAAAAAAAAAlwIAAGRycy9k&#10;b3ducmV2LnhtbFBLBQYAAAAABAAEAPUAAACJAwAAAAA=&#10;" filled="f" strokecolor="#3c5d9f" strokeweight="1pt"/>
                      <v:shape id="Right Triangle 111" o:spid="_x0000_s1030" type="#_x0000_t6" style="position:absolute;left:287020;width:287020;height:28702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Vz9twgAA&#10;ANwAAAAPAAAAZHJzL2Rvd25yZXYueG1sRE/NasJAEL4LvsMyhd50Ew8iqau0ghpoL0n7ANPsNEmb&#10;nY3ZNT9v3xUEb/Px/c52P5pG9NS52rKCeBmBIC6srrlU8PV5XGxAOI+ssbFMCiZysN/NZ1tMtB04&#10;oz73pQgh7BJUUHnfJlK6oiKDbmlb4sD92M6gD7Arpe5wCOGmkasoWkuDNYeGCls6VFT85Vej4Hp8&#10;P5lsOn9cCjykb8M4/fL3pNTz0/j6AsLT6B/iuzvVYX4cw+2ZcIHc/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JXP23CAAAA3AAAAA8AAAAAAAAAAAAAAAAAlwIAAGRycy9kb3du&#10;cmV2LnhtbFBLBQYAAAAABAAEAPUAAACGAwAAAAA=&#10;" filled="f" strokecolor="#3c5d9f" strokeweight="1pt"/>
                    </v:group>
                  </w:pict>
                </mc:Fallback>
              </mc:AlternateContent>
            </w:r>
          </w:p>
        </w:tc>
        <w:tc>
          <w:tcPr>
            <w:tcW w:w="472" w:type="dxa"/>
          </w:tcPr>
          <w:p w14:paraId="43AD7174" w14:textId="77777777" w:rsidR="00CE7C9C" w:rsidRPr="00451E94" w:rsidRDefault="00CE7C9C" w:rsidP="00026739"/>
        </w:tc>
        <w:tc>
          <w:tcPr>
            <w:tcW w:w="473" w:type="dxa"/>
          </w:tcPr>
          <w:p w14:paraId="6FE64FF2" w14:textId="77777777" w:rsidR="00CE7C9C" w:rsidRPr="00451E94" w:rsidRDefault="00CE7C9C" w:rsidP="00026739"/>
        </w:tc>
        <w:tc>
          <w:tcPr>
            <w:tcW w:w="472" w:type="dxa"/>
          </w:tcPr>
          <w:p w14:paraId="7195EAD3" w14:textId="77777777" w:rsidR="00CE7C9C" w:rsidRPr="00451E94" w:rsidRDefault="00CE7C9C" w:rsidP="00026739"/>
        </w:tc>
        <w:tc>
          <w:tcPr>
            <w:tcW w:w="473" w:type="dxa"/>
          </w:tcPr>
          <w:p w14:paraId="1F5EA0DB" w14:textId="77777777" w:rsidR="00CE7C9C" w:rsidRPr="00432B2D" w:rsidRDefault="00657B73" w:rsidP="00026739">
            <w:pPr>
              <w:spacing w:after="0" w:line="240" w:lineRule="auto"/>
              <w:jc w:val="center"/>
              <w:rPr>
                <w:position w:val="10"/>
              </w:rPr>
            </w:pPr>
            <w:r>
              <w:rPr>
                <w:noProof/>
                <w:position w:val="10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768832" behindDoc="0" locked="0" layoutInCell="1" allowOverlap="1" wp14:anchorId="6BB47EF9" wp14:editId="0677FB04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-635</wp:posOffset>
                      </wp:positionV>
                      <wp:extent cx="880745" cy="575310"/>
                      <wp:effectExtent l="0" t="0" r="33655" b="34290"/>
                      <wp:wrapNone/>
                      <wp:docPr id="145" name="Group 1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80745" cy="575310"/>
                                <a:chOff x="0" y="0"/>
                                <a:chExt cx="880745" cy="575310"/>
                              </a:xfrm>
                            </wpg:grpSpPr>
                            <wps:wsp>
                              <wps:cNvPr id="141" name="Right Triangle 141"/>
                              <wps:cNvSpPr/>
                              <wps:spPr>
                                <a:xfrm rot="5400000">
                                  <a:off x="590550" y="285115"/>
                                  <a:ext cx="287020" cy="293370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2" name="Right Triangle 142"/>
                              <wps:cNvSpPr/>
                              <wps:spPr>
                                <a:xfrm rot="10800000">
                                  <a:off x="293370" y="287020"/>
                                  <a:ext cx="293370" cy="287020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3" name="Right Triangle 143"/>
                              <wps:cNvSpPr/>
                              <wps:spPr>
                                <a:xfrm rot="16200000">
                                  <a:off x="3175" y="-3175"/>
                                  <a:ext cx="287020" cy="293370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4" name="Right Triangle 144"/>
                              <wps:cNvSpPr/>
                              <wps:spPr>
                                <a:xfrm>
                                  <a:off x="293370" y="0"/>
                                  <a:ext cx="293370" cy="287020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145" o:spid="_x0000_s1026" style="position:absolute;margin-left:.35pt;margin-top:0;width:69.35pt;height:45.3pt;z-index:251768832" coordsize="880745,5753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">
                      <v:shape id="Right Triangle 141" o:spid="_x0000_s1027" type="#_x0000_t6" style="position:absolute;left:590550;top:285115;width:287020;height:293370;rotation: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LUndvwAA&#10;ANwAAAAPAAAAZHJzL2Rvd25yZXYueG1sRE/bisIwEH0X/Icwwr6Ipl1c0WoUFRZ89fIBQzM2xWZS&#10;kmjr328EYd/mcK6z3va2EU/yoXasIJ9mIIhLp2uuFFwvv5MFiBCRNTaOScGLAmw3w8EaC+06PtHz&#10;HCuRQjgUqMDE2BZShtKQxTB1LXHibs5bjAn6SmqPXQq3jfzOsrm0WHNqMNjSwVB5Pz+sAp8f20N1&#10;f+1/xrOlmz/C6UqdUepr1O9WICL18V/8cR91mj/L4f1MukBu/g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IstSd2/AAAA3AAAAA8AAAAAAAAAAAAAAAAAlwIAAGRycy9kb3ducmV2&#10;LnhtbFBLBQYAAAAABAAEAPUAAACDAwAAAAA=&#10;" filled="f" strokecolor="#3c5d9f" strokeweight="1pt"/>
                      <v:shape id="Right Triangle 142" o:spid="_x0000_s1028" type="#_x0000_t6" style="position:absolute;left:293370;top:287020;width:293370;height:287020;rotation:1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uI3awgAA&#10;ANwAAAAPAAAAZHJzL2Rvd25yZXYueG1sRE/fa8IwEH4f+D+EE/YyNJ2MIZ1RpDAUX8Sq70dza7sl&#10;l5pktf73ZiDs7T6+n7dYDdaInnxoHSt4nWYgiCunW64VnI6fkzmIEJE1Gsek4EYBVsvR0wJz7a58&#10;oL6MtUghHHJU0MTY5VKGqiGLYeo64sR9OW8xJuhrqT1eU7g1cpZl79Jiy6mhwY6Khqqf8tcqyEwh&#10;X8pzP99+7zb7TSHPF09GqefxsP4AEWmI/+KHe6vT/LcZ/D2TLpDLO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S4jdrCAAAA3AAAAA8AAAAAAAAAAAAAAAAAlwIAAGRycy9kb3du&#10;cmV2LnhtbFBLBQYAAAAABAAEAPUAAACGAwAAAAA=&#10;" filled="f" strokecolor="#3c5d9f" strokeweight="1pt"/>
                      <v:shape id="Right Triangle 143" o:spid="_x0000_s1029" type="#_x0000_t6" style="position:absolute;left:3175;top:-3175;width:287020;height:29337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xouHwwAA&#10;ANwAAAAPAAAAZHJzL2Rvd25yZXYueG1sRE9NawIxEL0L/Q9hCr1pYlukrEapC2LtzbWlHofNuLu4&#10;mSybVGN/fSMI3ubxPme2iLYVJ+p941jDeKRAEJfONFxp+Nqthm8gfEA22DomDRfysJg/DGaYGXfm&#10;LZ2KUIkUwj5DDXUIXSalL2uy6EeuI07cwfUWQ4J9JU2P5xRuW/ms1ERabDg11NhRXlN5LH6thnz/&#10;vVmui3jYrX7WY5V/xr+jWmr99BjfpyACxXAX39wfJs1/fYHrM+kCOf8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RxouHwwAAANwAAAAPAAAAAAAAAAAAAAAAAJcCAABkcnMvZG93&#10;bnJldi54bWxQSwUGAAAAAAQABAD1AAAAhwMAAAAA&#10;" filled="f" strokecolor="#3c5d9f" strokeweight="1pt"/>
                      <v:shape id="Right Triangle 144" o:spid="_x0000_s1030" type="#_x0000_t6" style="position:absolute;left:293370;width:293370;height:28702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k7PowgAA&#10;ANwAAAAPAAAAZHJzL2Rvd25yZXYueG1sRE/JasMwEL0H+g9iCr0lcospxYliUkMWaC9ZPmBiTWwn&#10;1si1FC9/XxUKuc3jrbNIB1OLjlpXWVbwOotAEOdWV1woOB3X0w8QziNrrC2TgpEcpMunyQITbXve&#10;U3fwhQgh7BJUUHrfJFK6vCSDbmYb4sBdbGvQB9gWUrfYh3BTy7coepcGKw4NJTaUlZTfDnej4L7+&#10;2pj9uP3+yTHbffbDeOXzqNTL87Cag/A0+If4373TYX4cw98z4QK5/AU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GTs+jCAAAA3AAAAA8AAAAAAAAAAAAAAAAAlwIAAGRycy9kb3du&#10;cmV2LnhtbFBLBQYAAAAABAAEAPUAAACGAwAAAAA=&#10;" filled="f" strokecolor="#3c5d9f" strokeweight="1pt"/>
                    </v:group>
                  </w:pict>
                </mc:Fallback>
              </mc:AlternateContent>
            </w:r>
          </w:p>
        </w:tc>
        <w:tc>
          <w:tcPr>
            <w:tcW w:w="472" w:type="dxa"/>
          </w:tcPr>
          <w:p w14:paraId="0C4DC34F" w14:textId="77777777" w:rsidR="00CE7C9C" w:rsidRPr="00451E94" w:rsidRDefault="00CE7C9C" w:rsidP="00026739"/>
        </w:tc>
        <w:tc>
          <w:tcPr>
            <w:tcW w:w="473" w:type="dxa"/>
          </w:tcPr>
          <w:p w14:paraId="1E4A67B2" w14:textId="77777777" w:rsidR="00CE7C9C" w:rsidRPr="00451E94" w:rsidRDefault="00CE7C9C" w:rsidP="00026739"/>
        </w:tc>
        <w:tc>
          <w:tcPr>
            <w:tcW w:w="472" w:type="dxa"/>
          </w:tcPr>
          <w:p w14:paraId="2778E1C5" w14:textId="77777777" w:rsidR="00CE7C9C" w:rsidRPr="00451E94" w:rsidRDefault="00CE7C9C" w:rsidP="00026739"/>
        </w:tc>
        <w:tc>
          <w:tcPr>
            <w:tcW w:w="473" w:type="dxa"/>
          </w:tcPr>
          <w:p w14:paraId="637A0EB1" w14:textId="77777777" w:rsidR="00CE7C9C" w:rsidRPr="00451E94" w:rsidRDefault="00657B73" w:rsidP="00026739"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773952" behindDoc="0" locked="0" layoutInCell="1" allowOverlap="1" wp14:anchorId="43E572F0" wp14:editId="54773AA7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-5715</wp:posOffset>
                      </wp:positionV>
                      <wp:extent cx="587375" cy="581660"/>
                      <wp:effectExtent l="0" t="0" r="22225" b="27940"/>
                      <wp:wrapNone/>
                      <wp:docPr id="151" name="Group 1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7375" cy="581660"/>
                                <a:chOff x="0" y="0"/>
                                <a:chExt cx="587375" cy="581660"/>
                              </a:xfrm>
                            </wpg:grpSpPr>
                            <wps:wsp>
                              <wps:cNvPr id="147" name="Right Triangle 147"/>
                              <wps:cNvSpPr/>
                              <wps:spPr>
                                <a:xfrm rot="16200000">
                                  <a:off x="3175" y="1270"/>
                                  <a:ext cx="287020" cy="293370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8" name="Right Triangle 148"/>
                              <wps:cNvSpPr/>
                              <wps:spPr>
                                <a:xfrm>
                                  <a:off x="295910" y="0"/>
                                  <a:ext cx="287020" cy="293370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9" name="Right Triangle 149"/>
                              <wps:cNvSpPr/>
                              <wps:spPr>
                                <a:xfrm rot="16200000">
                                  <a:off x="3175" y="290195"/>
                                  <a:ext cx="287020" cy="293370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0" name="Right Triangle 150"/>
                              <wps:cNvSpPr/>
                              <wps:spPr>
                                <a:xfrm rot="5400000">
                                  <a:off x="297180" y="291465"/>
                                  <a:ext cx="287020" cy="293370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151" o:spid="_x0000_s1026" style="position:absolute;margin-left:.45pt;margin-top:-.4pt;width:46.25pt;height:45.8pt;z-index:251773952" coordsize="587375,5816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">
                      <v:shape id="Right Triangle 147" o:spid="_x0000_s1027" type="#_x0000_t6" style="position:absolute;left:3175;top:1270;width:287020;height:29337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/Y2EwwAA&#10;ANwAAAAPAAAAZHJzL2Rvd25yZXYueG1sRE9NawIxEL0L/Q9hCr1pYim1rEapC2LtzbWlHofNuLu4&#10;mSybVGN/fSMI3ubxPme2iLYVJ+p941jDeKRAEJfONFxp+Nqthm8gfEA22DomDRfysJg/DGaYGXfm&#10;LZ2KUIkUwj5DDXUIXSalL2uy6EeuI07cwfUWQ4J9JU2P5xRuW/ms1Ku02HBqqLGjvKbyWPxaDfn+&#10;e7NcF/GwW/2sxyr/jH9HtdT66TG+T0EEiuEuvrk/TJr/MoHrM+kCOf8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u/Y2EwwAAANwAAAAPAAAAAAAAAAAAAAAAAJcCAABkcnMvZG93&#10;bnJldi54bWxQSwUGAAAAAAQABAD1AAAAhwMAAAAA&#10;" filled="f" strokecolor="#3c5d9f" strokeweight="1pt"/>
                      <v:shape id="Right Triangle 148" o:spid="_x0000_s1028" type="#_x0000_t6" style="position:absolute;left:295910;width:287020;height:29337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3rntxAAA&#10;ANwAAAAPAAAAZHJzL2Rvd25yZXYueG1sRI/BbsJADETvlfoPKyP1VjZUCFUpCwIkClK5AP0AkzVJ&#10;IOtNswtJ/h4fkHqzNeOZ5+m8c5W6UxNKzwZGwwQUceZtybmB3+P6/RNUiMgWK89koKcA89nryxRT&#10;61ve0/0QcyUhHFI0UMRYp1qHrCCHYehrYtHOvnEYZW1ybRtsJdxV+iNJJtphydJQYE2rgrLr4eYM&#10;3NY/327fb3Z/Ga62y7brL3zqjXkbdIsvUJG6+G9+Xm+t4I+FVp6RCfTs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N657cQAAADcAAAADwAAAAAAAAAAAAAAAACXAgAAZHJzL2Rv&#10;d25yZXYueG1sUEsFBgAAAAAEAAQA9QAAAIgDAAAAAA==&#10;" filled="f" strokecolor="#3c5d9f" strokeweight="1pt"/>
                      <v:shape id="Right Triangle 149" o:spid="_x0000_s1029" type="#_x0000_t6" style="position:absolute;left:3175;top:290195;width:287020;height:29337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LrxtwwAA&#10;ANwAAAAPAAAAZHJzL2Rvd25yZXYueG1sRE9NawIxEL0L/Q9hCr1pYinFrkapC2LtzbWlHofNuLu4&#10;mSybVGN/fSMI3ubxPme2iLYVJ+p941jDeKRAEJfONFxp+NqthhMQPiAbbB2Thgt5WMwfBjPMjDvz&#10;lk5FqEQKYZ+hhjqELpPSlzVZ9CPXESfu4HqLIcG+kqbHcwq3rXxW6lVabDg11NhRXlN5LH6thnz/&#10;vVmui3jYrX7WY5V/xr+jWmr99BjfpyACxXAX39wfJs1/eYPrM+kCOf8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wLrxtwwAAANwAAAAPAAAAAAAAAAAAAAAAAJcCAABkcnMvZG93&#10;bnJldi54bWxQSwUGAAAAAAQABAD1AAAAhwMAAAAA&#10;" filled="f" strokecolor="#3c5d9f" strokeweight="1pt"/>
                      <v:shape id="Right Triangle 150" o:spid="_x0000_s1030" type="#_x0000_t6" style="position:absolute;left:297180;top:291465;width:287020;height:293370;rotation: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uHqbwwAA&#10;ANwAAAAPAAAAZHJzL2Rvd25yZXYueG1sRI/NbsIwEITvSH0Hayv1gooDgqhNMaggVeLKzwOs4m0c&#10;Ea8j25Dw9t1DJW67mtmZb9fb0XfqTjG1gQ3MZwUo4jrYlhsDl/PP+weolJEtdoHJwIMSbDcvkzVW&#10;Ngx8pPspN0pCOFVowOXcV1qn2pHHNAs9sWi/IXrMssZG24iDhPtOL4qi1B5blgaHPe0d1dfTzRuI&#10;80O/b66P3Wq6/AzlLR0vNDhj3l7H7y9Qmcb8NP9fH6zgrwRfnpEJ9OY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huHqbwwAAANwAAAAPAAAAAAAAAAAAAAAAAJcCAABkcnMvZG93&#10;bnJldi54bWxQSwUGAAAAAAQABAD1AAAAhwMAAAAA&#10;" filled="f" strokecolor="#3c5d9f" strokeweight="1pt"/>
                    </v:group>
                  </w:pict>
                </mc:Fallback>
              </mc:AlternateContent>
            </w:r>
          </w:p>
        </w:tc>
        <w:tc>
          <w:tcPr>
            <w:tcW w:w="472" w:type="dxa"/>
          </w:tcPr>
          <w:p w14:paraId="5C928B1E" w14:textId="77777777" w:rsidR="00CE7C9C" w:rsidRPr="00451E94" w:rsidRDefault="00CE7C9C" w:rsidP="00026739"/>
        </w:tc>
        <w:tc>
          <w:tcPr>
            <w:tcW w:w="473" w:type="dxa"/>
          </w:tcPr>
          <w:p w14:paraId="7CEFF089" w14:textId="77777777" w:rsidR="00CE7C9C" w:rsidRPr="00451E94" w:rsidRDefault="00CE7C9C" w:rsidP="00026739"/>
        </w:tc>
        <w:tc>
          <w:tcPr>
            <w:tcW w:w="472" w:type="dxa"/>
          </w:tcPr>
          <w:p w14:paraId="1BEBB487" w14:textId="77777777" w:rsidR="00CE7C9C" w:rsidRPr="00451E94" w:rsidRDefault="00CE7C9C" w:rsidP="00026739"/>
        </w:tc>
        <w:tc>
          <w:tcPr>
            <w:tcW w:w="472" w:type="dxa"/>
          </w:tcPr>
          <w:p w14:paraId="3C796327" w14:textId="77777777" w:rsidR="00CE7C9C" w:rsidRPr="00451E94" w:rsidRDefault="00CE7C9C" w:rsidP="00026739"/>
        </w:tc>
        <w:tc>
          <w:tcPr>
            <w:tcW w:w="472" w:type="dxa"/>
          </w:tcPr>
          <w:p w14:paraId="17DDAD48" w14:textId="77777777" w:rsidR="00CE7C9C" w:rsidRPr="00451E94" w:rsidRDefault="00CE7C9C" w:rsidP="00026739"/>
        </w:tc>
        <w:tc>
          <w:tcPr>
            <w:tcW w:w="473" w:type="dxa"/>
          </w:tcPr>
          <w:p w14:paraId="2E4D5C07" w14:textId="77777777" w:rsidR="00CE7C9C" w:rsidRPr="00451E94" w:rsidRDefault="00CE7C9C" w:rsidP="00026739"/>
        </w:tc>
        <w:tc>
          <w:tcPr>
            <w:tcW w:w="472" w:type="dxa"/>
          </w:tcPr>
          <w:p w14:paraId="68D04D36" w14:textId="77777777" w:rsidR="00CE7C9C" w:rsidRPr="00451E94" w:rsidRDefault="00CE7C9C" w:rsidP="00026739"/>
        </w:tc>
        <w:tc>
          <w:tcPr>
            <w:tcW w:w="473" w:type="dxa"/>
          </w:tcPr>
          <w:p w14:paraId="1A2EF433" w14:textId="77777777" w:rsidR="00CE7C9C" w:rsidRPr="00451E94" w:rsidRDefault="00CE7C9C" w:rsidP="00026739"/>
        </w:tc>
      </w:tr>
      <w:tr w:rsidR="00CE7C9C" w:rsidRPr="00451E94" w14:paraId="221C0282" w14:textId="77777777" w:rsidTr="00CE7C9C">
        <w:trPr>
          <w:cantSplit/>
          <w:trHeight w:hRule="exact" w:val="454"/>
        </w:trPr>
        <w:tc>
          <w:tcPr>
            <w:tcW w:w="472" w:type="dxa"/>
          </w:tcPr>
          <w:p w14:paraId="3DCFC986" w14:textId="77777777" w:rsidR="00CE7C9C" w:rsidRPr="00451E94" w:rsidRDefault="00CE7C9C" w:rsidP="00026739"/>
        </w:tc>
        <w:tc>
          <w:tcPr>
            <w:tcW w:w="473" w:type="dxa"/>
          </w:tcPr>
          <w:p w14:paraId="6772F23E" w14:textId="77777777" w:rsidR="00CE7C9C" w:rsidRPr="00451E94" w:rsidRDefault="00CE7C9C" w:rsidP="00026739"/>
        </w:tc>
        <w:tc>
          <w:tcPr>
            <w:tcW w:w="472" w:type="dxa"/>
          </w:tcPr>
          <w:p w14:paraId="3FC42930" w14:textId="77777777" w:rsidR="00CE7C9C" w:rsidRPr="00451E94" w:rsidRDefault="00CE7C9C" w:rsidP="00026739"/>
        </w:tc>
        <w:tc>
          <w:tcPr>
            <w:tcW w:w="473" w:type="dxa"/>
          </w:tcPr>
          <w:p w14:paraId="636CE928" w14:textId="77777777" w:rsidR="00CE7C9C" w:rsidRPr="00451E94" w:rsidRDefault="00CE7C9C" w:rsidP="00026739"/>
        </w:tc>
        <w:tc>
          <w:tcPr>
            <w:tcW w:w="472" w:type="dxa"/>
          </w:tcPr>
          <w:p w14:paraId="643991C0" w14:textId="77777777" w:rsidR="00CE7C9C" w:rsidRPr="00451E94" w:rsidRDefault="00CE7C9C" w:rsidP="00026739"/>
        </w:tc>
        <w:tc>
          <w:tcPr>
            <w:tcW w:w="473" w:type="dxa"/>
          </w:tcPr>
          <w:p w14:paraId="0F995403" w14:textId="77777777" w:rsidR="00CE7C9C" w:rsidRPr="00451E94" w:rsidRDefault="00CE7C9C" w:rsidP="00026739"/>
        </w:tc>
        <w:tc>
          <w:tcPr>
            <w:tcW w:w="472" w:type="dxa"/>
          </w:tcPr>
          <w:p w14:paraId="0838A1BA" w14:textId="77777777" w:rsidR="00CE7C9C" w:rsidRPr="00451E94" w:rsidRDefault="00CE7C9C" w:rsidP="00026739"/>
        </w:tc>
        <w:tc>
          <w:tcPr>
            <w:tcW w:w="473" w:type="dxa"/>
          </w:tcPr>
          <w:p w14:paraId="7FA11D9B" w14:textId="77777777" w:rsidR="00CE7C9C" w:rsidRPr="00451E94" w:rsidRDefault="00CE7C9C" w:rsidP="00026739"/>
        </w:tc>
        <w:tc>
          <w:tcPr>
            <w:tcW w:w="472" w:type="dxa"/>
          </w:tcPr>
          <w:p w14:paraId="62F9B69F" w14:textId="77777777" w:rsidR="00CE7C9C" w:rsidRPr="00451E94" w:rsidRDefault="00CE7C9C" w:rsidP="00026739"/>
        </w:tc>
        <w:tc>
          <w:tcPr>
            <w:tcW w:w="473" w:type="dxa"/>
          </w:tcPr>
          <w:p w14:paraId="20DFE095" w14:textId="77777777" w:rsidR="00CE7C9C" w:rsidRPr="00451E94" w:rsidRDefault="00CE7C9C" w:rsidP="00026739"/>
        </w:tc>
        <w:tc>
          <w:tcPr>
            <w:tcW w:w="472" w:type="dxa"/>
          </w:tcPr>
          <w:p w14:paraId="47B78068" w14:textId="77777777" w:rsidR="00CE7C9C" w:rsidRPr="00451E94" w:rsidRDefault="00CE7C9C" w:rsidP="00026739"/>
        </w:tc>
        <w:tc>
          <w:tcPr>
            <w:tcW w:w="473" w:type="dxa"/>
          </w:tcPr>
          <w:p w14:paraId="65C5EC2C" w14:textId="77777777" w:rsidR="00CE7C9C" w:rsidRPr="00451E94" w:rsidRDefault="00CE7C9C" w:rsidP="00026739"/>
        </w:tc>
        <w:tc>
          <w:tcPr>
            <w:tcW w:w="472" w:type="dxa"/>
          </w:tcPr>
          <w:p w14:paraId="75023E61" w14:textId="77777777" w:rsidR="00CE7C9C" w:rsidRPr="00451E94" w:rsidRDefault="00CE7C9C" w:rsidP="00026739"/>
        </w:tc>
        <w:tc>
          <w:tcPr>
            <w:tcW w:w="473" w:type="dxa"/>
          </w:tcPr>
          <w:p w14:paraId="72200CBE" w14:textId="77777777" w:rsidR="00CE7C9C" w:rsidRPr="00451E94" w:rsidRDefault="00CE7C9C" w:rsidP="00026739"/>
        </w:tc>
        <w:tc>
          <w:tcPr>
            <w:tcW w:w="472" w:type="dxa"/>
          </w:tcPr>
          <w:p w14:paraId="5295B874" w14:textId="77777777" w:rsidR="00CE7C9C" w:rsidRPr="00451E94" w:rsidRDefault="00CE7C9C" w:rsidP="00026739"/>
        </w:tc>
        <w:tc>
          <w:tcPr>
            <w:tcW w:w="472" w:type="dxa"/>
          </w:tcPr>
          <w:p w14:paraId="54D2157A" w14:textId="77777777" w:rsidR="00CE7C9C" w:rsidRPr="00451E94" w:rsidRDefault="00CE7C9C" w:rsidP="00026739"/>
        </w:tc>
        <w:tc>
          <w:tcPr>
            <w:tcW w:w="472" w:type="dxa"/>
          </w:tcPr>
          <w:p w14:paraId="1A8ED346" w14:textId="77777777" w:rsidR="00CE7C9C" w:rsidRPr="00451E94" w:rsidRDefault="00CE7C9C" w:rsidP="00026739"/>
        </w:tc>
        <w:tc>
          <w:tcPr>
            <w:tcW w:w="473" w:type="dxa"/>
          </w:tcPr>
          <w:p w14:paraId="744BD1C2" w14:textId="77777777" w:rsidR="00CE7C9C" w:rsidRPr="00451E94" w:rsidRDefault="00CE7C9C" w:rsidP="00026739">
            <w:pPr>
              <w:jc w:val="center"/>
            </w:pPr>
          </w:p>
        </w:tc>
        <w:tc>
          <w:tcPr>
            <w:tcW w:w="472" w:type="dxa"/>
          </w:tcPr>
          <w:p w14:paraId="1BBAFB8F" w14:textId="77777777" w:rsidR="00CE7C9C" w:rsidRPr="00451E94" w:rsidRDefault="00CE7C9C" w:rsidP="00026739"/>
        </w:tc>
        <w:tc>
          <w:tcPr>
            <w:tcW w:w="473" w:type="dxa"/>
          </w:tcPr>
          <w:p w14:paraId="6F516EFE" w14:textId="77777777" w:rsidR="00CE7C9C" w:rsidRPr="00451E94" w:rsidRDefault="00CE7C9C" w:rsidP="00026739"/>
        </w:tc>
      </w:tr>
      <w:tr w:rsidR="00CE7C9C" w:rsidRPr="00451E94" w14:paraId="09ADF2B1" w14:textId="77777777" w:rsidTr="00CE7C9C">
        <w:trPr>
          <w:cantSplit/>
          <w:trHeight w:hRule="exact" w:val="454"/>
        </w:trPr>
        <w:tc>
          <w:tcPr>
            <w:tcW w:w="472" w:type="dxa"/>
          </w:tcPr>
          <w:p w14:paraId="2798EF00" w14:textId="77777777" w:rsidR="00CE7C9C" w:rsidRPr="00451E94" w:rsidRDefault="00CE7C9C" w:rsidP="00026739"/>
        </w:tc>
        <w:tc>
          <w:tcPr>
            <w:tcW w:w="473" w:type="dxa"/>
          </w:tcPr>
          <w:p w14:paraId="31158833" w14:textId="77777777" w:rsidR="00CE7C9C" w:rsidRPr="00451E94" w:rsidRDefault="00CE7C9C" w:rsidP="00026739"/>
        </w:tc>
        <w:tc>
          <w:tcPr>
            <w:tcW w:w="472" w:type="dxa"/>
          </w:tcPr>
          <w:p w14:paraId="2216E505" w14:textId="77777777" w:rsidR="00CE7C9C" w:rsidRPr="00451E94" w:rsidRDefault="00CE7C9C" w:rsidP="00026739"/>
        </w:tc>
        <w:tc>
          <w:tcPr>
            <w:tcW w:w="473" w:type="dxa"/>
          </w:tcPr>
          <w:p w14:paraId="635CB825" w14:textId="77777777" w:rsidR="00CE7C9C" w:rsidRPr="00451E94" w:rsidRDefault="00CE7C9C" w:rsidP="00026739"/>
        </w:tc>
        <w:tc>
          <w:tcPr>
            <w:tcW w:w="472" w:type="dxa"/>
          </w:tcPr>
          <w:p w14:paraId="771160A5" w14:textId="77777777" w:rsidR="00CE7C9C" w:rsidRPr="00451E94" w:rsidRDefault="00CE7C9C" w:rsidP="00026739"/>
        </w:tc>
        <w:tc>
          <w:tcPr>
            <w:tcW w:w="473" w:type="dxa"/>
          </w:tcPr>
          <w:p w14:paraId="70B587C9" w14:textId="77777777" w:rsidR="00CE7C9C" w:rsidRPr="00451E94" w:rsidRDefault="00CE7C9C" w:rsidP="00026739"/>
        </w:tc>
        <w:tc>
          <w:tcPr>
            <w:tcW w:w="472" w:type="dxa"/>
          </w:tcPr>
          <w:p w14:paraId="7F270EF2" w14:textId="77777777" w:rsidR="00CE7C9C" w:rsidRPr="00451E94" w:rsidRDefault="00CE7C9C" w:rsidP="00026739"/>
        </w:tc>
        <w:tc>
          <w:tcPr>
            <w:tcW w:w="473" w:type="dxa"/>
          </w:tcPr>
          <w:p w14:paraId="18754D88" w14:textId="77777777" w:rsidR="00CE7C9C" w:rsidRPr="00432B2D" w:rsidRDefault="00CE7C9C" w:rsidP="00026739">
            <w:pPr>
              <w:jc w:val="center"/>
              <w:rPr>
                <w:sz w:val="38"/>
                <w:szCs w:val="38"/>
              </w:rPr>
            </w:pPr>
          </w:p>
        </w:tc>
        <w:tc>
          <w:tcPr>
            <w:tcW w:w="472" w:type="dxa"/>
          </w:tcPr>
          <w:p w14:paraId="672C185F" w14:textId="77777777" w:rsidR="00CE7C9C" w:rsidRPr="00451E94" w:rsidRDefault="00CE7C9C" w:rsidP="00026739"/>
        </w:tc>
        <w:tc>
          <w:tcPr>
            <w:tcW w:w="473" w:type="dxa"/>
          </w:tcPr>
          <w:p w14:paraId="21AFD6AC" w14:textId="77777777" w:rsidR="00CE7C9C" w:rsidRPr="00451E94" w:rsidRDefault="00CE7C9C" w:rsidP="00026739"/>
        </w:tc>
        <w:tc>
          <w:tcPr>
            <w:tcW w:w="472" w:type="dxa"/>
          </w:tcPr>
          <w:p w14:paraId="71CB3602" w14:textId="77777777" w:rsidR="00CE7C9C" w:rsidRPr="00451E94" w:rsidRDefault="00CE7C9C" w:rsidP="00026739"/>
        </w:tc>
        <w:tc>
          <w:tcPr>
            <w:tcW w:w="473" w:type="dxa"/>
          </w:tcPr>
          <w:p w14:paraId="1BE3ED67" w14:textId="77777777" w:rsidR="00CE7C9C" w:rsidRPr="00451E94" w:rsidRDefault="00CE7C9C" w:rsidP="00026739"/>
        </w:tc>
        <w:tc>
          <w:tcPr>
            <w:tcW w:w="472" w:type="dxa"/>
          </w:tcPr>
          <w:p w14:paraId="121759DE" w14:textId="77777777" w:rsidR="00CE7C9C" w:rsidRPr="00451E94" w:rsidRDefault="00CE7C9C" w:rsidP="00026739"/>
        </w:tc>
        <w:tc>
          <w:tcPr>
            <w:tcW w:w="473" w:type="dxa"/>
          </w:tcPr>
          <w:p w14:paraId="24DF5E23" w14:textId="77777777" w:rsidR="00CE7C9C" w:rsidRPr="00451E94" w:rsidRDefault="00CE7C9C" w:rsidP="00026739"/>
        </w:tc>
        <w:tc>
          <w:tcPr>
            <w:tcW w:w="472" w:type="dxa"/>
          </w:tcPr>
          <w:p w14:paraId="282B18F1" w14:textId="77777777" w:rsidR="00CE7C9C" w:rsidRPr="00451E94" w:rsidRDefault="00CE7C9C" w:rsidP="00026739"/>
        </w:tc>
        <w:tc>
          <w:tcPr>
            <w:tcW w:w="472" w:type="dxa"/>
          </w:tcPr>
          <w:p w14:paraId="1868A02F" w14:textId="77777777" w:rsidR="00CE7C9C" w:rsidRPr="00451E94" w:rsidRDefault="00CE7C9C" w:rsidP="00026739"/>
        </w:tc>
        <w:tc>
          <w:tcPr>
            <w:tcW w:w="472" w:type="dxa"/>
          </w:tcPr>
          <w:p w14:paraId="00D5DB42" w14:textId="77777777" w:rsidR="00CE7C9C" w:rsidRPr="00451E94" w:rsidRDefault="00CE7C9C" w:rsidP="00026739"/>
        </w:tc>
        <w:tc>
          <w:tcPr>
            <w:tcW w:w="473" w:type="dxa"/>
          </w:tcPr>
          <w:p w14:paraId="27491E96" w14:textId="77777777" w:rsidR="00CE7C9C" w:rsidRPr="00451E94" w:rsidRDefault="00CE7C9C" w:rsidP="00026739"/>
        </w:tc>
        <w:tc>
          <w:tcPr>
            <w:tcW w:w="472" w:type="dxa"/>
          </w:tcPr>
          <w:p w14:paraId="3B272F65" w14:textId="77777777" w:rsidR="00CE7C9C" w:rsidRPr="00451E94" w:rsidRDefault="00CE7C9C" w:rsidP="00026739"/>
        </w:tc>
        <w:tc>
          <w:tcPr>
            <w:tcW w:w="473" w:type="dxa"/>
          </w:tcPr>
          <w:p w14:paraId="6951FEEE" w14:textId="77777777" w:rsidR="00CE7C9C" w:rsidRPr="00451E94" w:rsidRDefault="00CE7C9C" w:rsidP="00026739"/>
        </w:tc>
      </w:tr>
    </w:tbl>
    <w:p w14:paraId="714417EF" w14:textId="77777777" w:rsidR="00CE7C9C" w:rsidRDefault="00CE7C9C">
      <w:pPr>
        <w:spacing w:after="200" w:line="240" w:lineRule="auto"/>
      </w:pPr>
      <w:r>
        <w:br w:type="page"/>
      </w:r>
    </w:p>
    <w:p w14:paraId="5C572F66" w14:textId="77777777" w:rsidR="00C92C64" w:rsidRPr="004521F9" w:rsidRDefault="00C92C64" w:rsidP="003810D9">
      <w:pPr>
        <w:pStyle w:val="KurzbeschriebTitel"/>
      </w:pPr>
      <w:r>
        <w:lastRenderedPageBreak/>
        <w:t>B</w:t>
      </w:r>
      <w:r w:rsidRPr="00E3400A">
        <w:t xml:space="preserve"> </w:t>
      </w:r>
      <w:r>
        <w:tab/>
      </w:r>
      <w:r w:rsidR="005706FF">
        <w:t>3</w:t>
      </w:r>
      <w:r>
        <w:t xml:space="preserve"> P.</w:t>
      </w:r>
    </w:p>
    <w:p w14:paraId="17C23466" w14:textId="77777777" w:rsidR="00B50833" w:rsidRDefault="00B50833" w:rsidP="00B50833">
      <w:pPr>
        <w:tabs>
          <w:tab w:val="left" w:pos="6663"/>
        </w:tabs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2"/>
        <w:gridCol w:w="5515"/>
      </w:tblGrid>
      <w:tr w:rsidR="00B50833" w14:paraId="27F13864" w14:textId="77777777" w:rsidTr="00B50833">
        <w:trPr>
          <w:trHeight w:val="4360"/>
        </w:trPr>
        <w:tc>
          <w:tcPr>
            <w:tcW w:w="4112" w:type="dxa"/>
          </w:tcPr>
          <w:p w14:paraId="1060E674" w14:textId="79F77D33" w:rsidR="00B50833" w:rsidRDefault="00316597" w:rsidP="00AD2018">
            <w:pPr>
              <w:tabs>
                <w:tab w:val="left" w:pos="6663"/>
              </w:tabs>
            </w:pPr>
            <w:r w:rsidRPr="00316597"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79196B01" wp14:editId="4CD33999">
                      <wp:simplePos x="0" y="0"/>
                      <wp:positionH relativeFrom="column">
                        <wp:posOffset>1733550</wp:posOffset>
                      </wp:positionH>
                      <wp:positionV relativeFrom="paragraph">
                        <wp:posOffset>1990725</wp:posOffset>
                      </wp:positionV>
                      <wp:extent cx="551180" cy="553720"/>
                      <wp:effectExtent l="0" t="0" r="33020" b="30480"/>
                      <wp:wrapThrough wrapText="bothSides">
                        <wp:wrapPolygon edited="0">
                          <wp:start x="18912" y="0"/>
                          <wp:lineTo x="0" y="10899"/>
                          <wp:lineTo x="0" y="21798"/>
                          <wp:lineTo x="13935" y="21798"/>
                          <wp:lineTo x="14931" y="21798"/>
                          <wp:lineTo x="21899" y="12881"/>
                          <wp:lineTo x="21899" y="0"/>
                          <wp:lineTo x="18912" y="0"/>
                        </wp:wrapPolygon>
                      </wp:wrapThrough>
                      <wp:docPr id="117" name="Freeform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1180" cy="553720"/>
                              </a:xfrm>
                              <a:custGeom>
                                <a:avLst/>
                                <a:gdLst>
                                  <a:gd name="connsiteX0" fmla="*/ 0 w 551180"/>
                                  <a:gd name="connsiteY0" fmla="*/ 276860 h 553720"/>
                                  <a:gd name="connsiteX1" fmla="*/ 274320 w 551180"/>
                                  <a:gd name="connsiteY1" fmla="*/ 276860 h 553720"/>
                                  <a:gd name="connsiteX2" fmla="*/ 551180 w 551180"/>
                                  <a:gd name="connsiteY2" fmla="*/ 0 h 553720"/>
                                  <a:gd name="connsiteX3" fmla="*/ 551180 w 551180"/>
                                  <a:gd name="connsiteY3" fmla="*/ 276860 h 553720"/>
                                  <a:gd name="connsiteX4" fmla="*/ 274320 w 551180"/>
                                  <a:gd name="connsiteY4" fmla="*/ 551180 h 553720"/>
                                  <a:gd name="connsiteX5" fmla="*/ 0 w 551180"/>
                                  <a:gd name="connsiteY5" fmla="*/ 553720 h 553720"/>
                                  <a:gd name="connsiteX6" fmla="*/ 0 w 551180"/>
                                  <a:gd name="connsiteY6" fmla="*/ 276860 h 5537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551180" h="553720">
                                    <a:moveTo>
                                      <a:pt x="0" y="276860"/>
                                    </a:moveTo>
                                    <a:lnTo>
                                      <a:pt x="274320" y="276860"/>
                                    </a:lnTo>
                                    <a:lnTo>
                                      <a:pt x="551180" y="0"/>
                                    </a:lnTo>
                                    <a:lnTo>
                                      <a:pt x="551180" y="276860"/>
                                    </a:lnTo>
                                    <a:lnTo>
                                      <a:pt x="274320" y="551180"/>
                                    </a:lnTo>
                                    <a:lnTo>
                                      <a:pt x="0" y="553720"/>
                                    </a:lnTo>
                                    <a:lnTo>
                                      <a:pt x="0" y="27686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D5FAF"/>
                              </a:solidFill>
                              <a:ln w="12700">
                                <a:solidFill>
                                  <a:srgbClr val="3C5D9F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7" o:spid="_x0000_s1026" style="position:absolute;margin-left:136.5pt;margin-top:156.75pt;width:43.4pt;height:43.6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51180,5537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" path="m0,276860l274320,276860,551180,,551180,276860,274320,551180,,553720,,276860xe" fillcolor="#2d5faf" strokecolor="#3c5d9f" strokeweight="1pt">
                      <v:path arrowok="t" o:connecttype="custom" o:connectlocs="0,276860;274320,276860;551180,0;551180,276860;274320,551180;0,553720;0,276860" o:connectangles="0,0,0,0,0,0,0"/>
                      <w10:wrap type="through"/>
                    </v:shape>
                  </w:pict>
                </mc:Fallback>
              </mc:AlternateContent>
            </w:r>
            <w:r w:rsidRPr="00316597"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0E7634F7" wp14:editId="3F2E228A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2042795</wp:posOffset>
                      </wp:positionV>
                      <wp:extent cx="551180" cy="551180"/>
                      <wp:effectExtent l="0" t="0" r="33020" b="33020"/>
                      <wp:wrapThrough wrapText="bothSides">
                        <wp:wrapPolygon edited="0">
                          <wp:start x="0" y="0"/>
                          <wp:lineTo x="0" y="1991"/>
                          <wp:lineTo x="8959" y="15926"/>
                          <wp:lineTo x="8959" y="21899"/>
                          <wp:lineTo x="21899" y="21899"/>
                          <wp:lineTo x="21899" y="8959"/>
                          <wp:lineTo x="13935" y="0"/>
                          <wp:lineTo x="0" y="0"/>
                        </wp:wrapPolygon>
                      </wp:wrapThrough>
                      <wp:docPr id="118" name="Freeform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1180" cy="551180"/>
                              </a:xfrm>
                              <a:custGeom>
                                <a:avLst/>
                                <a:gdLst>
                                  <a:gd name="connsiteX0" fmla="*/ 0 w 551180"/>
                                  <a:gd name="connsiteY0" fmla="*/ 0 h 551180"/>
                                  <a:gd name="connsiteX1" fmla="*/ 276860 w 551180"/>
                                  <a:gd name="connsiteY1" fmla="*/ 0 h 551180"/>
                                  <a:gd name="connsiteX2" fmla="*/ 551180 w 551180"/>
                                  <a:gd name="connsiteY2" fmla="*/ 274320 h 551180"/>
                                  <a:gd name="connsiteX3" fmla="*/ 551180 w 551180"/>
                                  <a:gd name="connsiteY3" fmla="*/ 551180 h 551180"/>
                                  <a:gd name="connsiteX4" fmla="*/ 276860 w 551180"/>
                                  <a:gd name="connsiteY4" fmla="*/ 551180 h 551180"/>
                                  <a:gd name="connsiteX5" fmla="*/ 279400 w 551180"/>
                                  <a:gd name="connsiteY5" fmla="*/ 274320 h 551180"/>
                                  <a:gd name="connsiteX6" fmla="*/ 0 w 551180"/>
                                  <a:gd name="connsiteY6" fmla="*/ 0 h 5511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551180" h="551180">
                                    <a:moveTo>
                                      <a:pt x="0" y="0"/>
                                    </a:moveTo>
                                    <a:lnTo>
                                      <a:pt x="276860" y="0"/>
                                    </a:lnTo>
                                    <a:lnTo>
                                      <a:pt x="551180" y="274320"/>
                                    </a:lnTo>
                                    <a:lnTo>
                                      <a:pt x="551180" y="551180"/>
                                    </a:lnTo>
                                    <a:lnTo>
                                      <a:pt x="276860" y="551180"/>
                                    </a:lnTo>
                                    <a:cubicBezTo>
                                      <a:pt x="277707" y="458893"/>
                                      <a:pt x="278553" y="366607"/>
                                      <a:pt x="279400" y="274320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D5FAF"/>
                              </a:solidFill>
                              <a:ln w="12700">
                                <a:solidFill>
                                  <a:srgbClr val="3C5D9F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8" o:spid="_x0000_s1026" style="position:absolute;margin-left:2pt;margin-top:160.85pt;width:43.4pt;height:43.4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51180,5511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" path="m0,0l276860,,551180,274320,551180,551180,276860,551180c277707,458893,278553,366607,279400,274320l0,0xe" fillcolor="#2d5faf" strokecolor="#3c5d9f" strokeweight="1pt">
                      <v:path arrowok="t" o:connecttype="custom" o:connectlocs="0,0;276860,0;551180,274320;551180,551180;276860,551180;279400,274320;0,0" o:connectangles="0,0,0,0,0,0,0"/>
                      <w10:wrap type="through"/>
                    </v:shape>
                  </w:pict>
                </mc:Fallback>
              </mc:AlternateContent>
            </w:r>
            <w:r w:rsidRPr="00316597"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13486A9A" wp14:editId="7DE08E29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76835</wp:posOffset>
                      </wp:positionV>
                      <wp:extent cx="548640" cy="551180"/>
                      <wp:effectExtent l="0" t="0" r="35560" b="33020"/>
                      <wp:wrapThrough wrapText="bothSides">
                        <wp:wrapPolygon edited="0">
                          <wp:start x="8000" y="0"/>
                          <wp:lineTo x="0" y="8959"/>
                          <wp:lineTo x="0" y="21899"/>
                          <wp:lineTo x="3000" y="21899"/>
                          <wp:lineTo x="4000" y="21899"/>
                          <wp:lineTo x="9000" y="15926"/>
                          <wp:lineTo x="22000" y="11945"/>
                          <wp:lineTo x="22000" y="0"/>
                          <wp:lineTo x="8000" y="0"/>
                        </wp:wrapPolygon>
                      </wp:wrapThrough>
                      <wp:docPr id="29" name="Freeform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8640" cy="551180"/>
                              </a:xfrm>
                              <a:custGeom>
                                <a:avLst/>
                                <a:gdLst>
                                  <a:gd name="connsiteX0" fmla="*/ 0 w 548640"/>
                                  <a:gd name="connsiteY0" fmla="*/ 276860 h 551180"/>
                                  <a:gd name="connsiteX1" fmla="*/ 276860 w 548640"/>
                                  <a:gd name="connsiteY1" fmla="*/ 0 h 551180"/>
                                  <a:gd name="connsiteX2" fmla="*/ 548640 w 548640"/>
                                  <a:gd name="connsiteY2" fmla="*/ 0 h 551180"/>
                                  <a:gd name="connsiteX3" fmla="*/ 548640 w 548640"/>
                                  <a:gd name="connsiteY3" fmla="*/ 274320 h 551180"/>
                                  <a:gd name="connsiteX4" fmla="*/ 276860 w 548640"/>
                                  <a:gd name="connsiteY4" fmla="*/ 274320 h 551180"/>
                                  <a:gd name="connsiteX5" fmla="*/ 2540 w 548640"/>
                                  <a:gd name="connsiteY5" fmla="*/ 551180 h 551180"/>
                                  <a:gd name="connsiteX6" fmla="*/ 0 w 548640"/>
                                  <a:gd name="connsiteY6" fmla="*/ 276860 h 5511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548640" h="551180">
                                    <a:moveTo>
                                      <a:pt x="0" y="276860"/>
                                    </a:moveTo>
                                    <a:lnTo>
                                      <a:pt x="276860" y="0"/>
                                    </a:lnTo>
                                    <a:lnTo>
                                      <a:pt x="548640" y="0"/>
                                    </a:lnTo>
                                    <a:lnTo>
                                      <a:pt x="548640" y="274320"/>
                                    </a:lnTo>
                                    <a:lnTo>
                                      <a:pt x="276860" y="274320"/>
                                    </a:lnTo>
                                    <a:lnTo>
                                      <a:pt x="2540" y="551180"/>
                                    </a:lnTo>
                                    <a:cubicBezTo>
                                      <a:pt x="3387" y="458047"/>
                                      <a:pt x="4233" y="364913"/>
                                      <a:pt x="0" y="27686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2D5FAF"/>
                              </a:solidFill>
                              <a:ln w="12700">
                                <a:solidFill>
                                  <a:srgbClr val="3C5D9F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9" o:spid="_x0000_s1026" style="position:absolute;margin-left:141.2pt;margin-top:6.05pt;width:43.2pt;height:43.4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8640,5511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" path="m0,276860l276860,,548640,,548640,274320,276860,274320,2540,551180c3387,458047,4233,364913,,276860xe" fillcolor="#2d5faf" strokecolor="#3c5d9f" strokeweight="1pt">
                      <v:path arrowok="t" o:connecttype="custom" o:connectlocs="0,276860;276860,0;548640,0;548640,274320;276860,274320;2540,551180;0,276860" o:connectangles="0,0,0,0,0,0,0"/>
                      <w10:wrap type="through"/>
                    </v:shape>
                  </w:pict>
                </mc:Fallback>
              </mc:AlternateContent>
            </w:r>
            <w:r w:rsidR="00FA74ED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D11EDDC" wp14:editId="73D72D56">
                      <wp:simplePos x="0" y="0"/>
                      <wp:positionH relativeFrom="column">
                        <wp:posOffset>1376680</wp:posOffset>
                      </wp:positionH>
                      <wp:positionV relativeFrom="paragraph">
                        <wp:posOffset>1012190</wp:posOffset>
                      </wp:positionV>
                      <wp:extent cx="549275" cy="551180"/>
                      <wp:effectExtent l="0" t="0" r="34925" b="33020"/>
                      <wp:wrapThrough wrapText="bothSides">
                        <wp:wrapPolygon edited="0">
                          <wp:start x="0" y="0"/>
                          <wp:lineTo x="0" y="12940"/>
                          <wp:lineTo x="6992" y="21899"/>
                          <wp:lineTo x="7991" y="21899"/>
                          <wp:lineTo x="21975" y="21899"/>
                          <wp:lineTo x="21975" y="19908"/>
                          <wp:lineTo x="18978" y="15926"/>
                          <wp:lineTo x="12985" y="0"/>
                          <wp:lineTo x="0" y="0"/>
                        </wp:wrapPolygon>
                      </wp:wrapThrough>
                      <wp:docPr id="1" name="Freeform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9275" cy="551180"/>
                              </a:xfrm>
                              <a:custGeom>
                                <a:avLst/>
                                <a:gdLst>
                                  <a:gd name="connsiteX0" fmla="*/ 3231 w 549331"/>
                                  <a:gd name="connsiteY0" fmla="*/ 0 h 551180"/>
                                  <a:gd name="connsiteX1" fmla="*/ 275011 w 549331"/>
                                  <a:gd name="connsiteY1" fmla="*/ 2540 h 551180"/>
                                  <a:gd name="connsiteX2" fmla="*/ 275011 w 549331"/>
                                  <a:gd name="connsiteY2" fmla="*/ 279400 h 551180"/>
                                  <a:gd name="connsiteX3" fmla="*/ 549331 w 549331"/>
                                  <a:gd name="connsiteY3" fmla="*/ 551180 h 551180"/>
                                  <a:gd name="connsiteX4" fmla="*/ 275011 w 549331"/>
                                  <a:gd name="connsiteY4" fmla="*/ 551180 h 551180"/>
                                  <a:gd name="connsiteX5" fmla="*/ 691 w 549331"/>
                                  <a:gd name="connsiteY5" fmla="*/ 274320 h 551180"/>
                                  <a:gd name="connsiteX6" fmla="*/ 3231 w 549331"/>
                                  <a:gd name="connsiteY6" fmla="*/ 0 h 5511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549331" h="551180">
                                    <a:moveTo>
                                      <a:pt x="3231" y="0"/>
                                    </a:moveTo>
                                    <a:lnTo>
                                      <a:pt x="275011" y="2540"/>
                                    </a:lnTo>
                                    <a:lnTo>
                                      <a:pt x="275011" y="279400"/>
                                    </a:lnTo>
                                    <a:lnTo>
                                      <a:pt x="549331" y="551180"/>
                                    </a:lnTo>
                                    <a:lnTo>
                                      <a:pt x="275011" y="551180"/>
                                    </a:lnTo>
                                    <a:lnTo>
                                      <a:pt x="691" y="274320"/>
                                    </a:lnTo>
                                    <a:cubicBezTo>
                                      <a:pt x="-156" y="181187"/>
                                      <a:pt x="-1002" y="88053"/>
                                      <a:pt x="323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AE4FF"/>
                              </a:solidFill>
                              <a:ln w="12700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" o:spid="_x0000_s1026" style="position:absolute;margin-left:108.4pt;margin-top:79.7pt;width:43.25pt;height:43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9331,5511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" path="m3231,0l275011,2540,275011,279400,549331,551180,275011,551180,691,274320c-156,181187,-1002,88053,3231,0xe" fillcolor="#cae4ff" strokecolor="#3c5d9f" strokeweight="1pt">
                      <v:path arrowok="t" o:connecttype="custom" o:connectlocs="3231,0;274983,2540;274983,279400;549275,551180;274983,551180;691,274320;3231,0" o:connectangles="0,0,0,0,0,0,0"/>
                      <w10:wrap type="through"/>
                    </v:shape>
                  </w:pict>
                </mc:Fallback>
              </mc:AlternateContent>
            </w:r>
            <w:r w:rsidR="00FA74ED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CE649BA" wp14:editId="79A71B91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80010</wp:posOffset>
                      </wp:positionV>
                      <wp:extent cx="543560" cy="546100"/>
                      <wp:effectExtent l="0" t="0" r="15240" b="38100"/>
                      <wp:wrapThrough wrapText="bothSides">
                        <wp:wrapPolygon edited="0">
                          <wp:start x="0" y="0"/>
                          <wp:lineTo x="0" y="13060"/>
                          <wp:lineTo x="7065" y="22102"/>
                          <wp:lineTo x="8075" y="22102"/>
                          <wp:lineTo x="21196" y="22102"/>
                          <wp:lineTo x="21196" y="11051"/>
                          <wp:lineTo x="3028" y="0"/>
                          <wp:lineTo x="0" y="0"/>
                        </wp:wrapPolygon>
                      </wp:wrapThrough>
                      <wp:docPr id="2" name="Freeform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3560" cy="546100"/>
                              </a:xfrm>
                              <a:custGeom>
                                <a:avLst/>
                                <a:gdLst>
                                  <a:gd name="connsiteX0" fmla="*/ 543560 w 543560"/>
                                  <a:gd name="connsiteY0" fmla="*/ 274320 h 546100"/>
                                  <a:gd name="connsiteX1" fmla="*/ 271780 w 543560"/>
                                  <a:gd name="connsiteY1" fmla="*/ 274320 h 546100"/>
                                  <a:gd name="connsiteX2" fmla="*/ 0 w 543560"/>
                                  <a:gd name="connsiteY2" fmla="*/ 0 h 546100"/>
                                  <a:gd name="connsiteX3" fmla="*/ 0 w 543560"/>
                                  <a:gd name="connsiteY3" fmla="*/ 271780 h 546100"/>
                                  <a:gd name="connsiteX4" fmla="*/ 271780 w 543560"/>
                                  <a:gd name="connsiteY4" fmla="*/ 546100 h 546100"/>
                                  <a:gd name="connsiteX5" fmla="*/ 543560 w 543560"/>
                                  <a:gd name="connsiteY5" fmla="*/ 546100 h 546100"/>
                                  <a:gd name="connsiteX6" fmla="*/ 543560 w 543560"/>
                                  <a:gd name="connsiteY6" fmla="*/ 274320 h 5461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543560" h="546100">
                                    <a:moveTo>
                                      <a:pt x="543560" y="274320"/>
                                    </a:moveTo>
                                    <a:lnTo>
                                      <a:pt x="271780" y="27432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271780"/>
                                    </a:lnTo>
                                    <a:lnTo>
                                      <a:pt x="271780" y="546100"/>
                                    </a:lnTo>
                                    <a:lnTo>
                                      <a:pt x="543560" y="546100"/>
                                    </a:lnTo>
                                    <a:lnTo>
                                      <a:pt x="543560" y="2743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rgbClr val="3C5D9F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" o:spid="_x0000_s1026" style="position:absolute;margin-left:1.6pt;margin-top:6.3pt;width:42.8pt;height:4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3560,546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" path="m543560,274320l271780,274320,,,,271780,271780,546100,543560,546100,543560,274320xe" fillcolor="#bf0000 [2405]" strokecolor="#3c5d9f" strokeweight="1pt">
                      <v:path arrowok="t" o:connecttype="custom" o:connectlocs="543560,274320;271780,274320;0,0;0,271780;271780,546100;543560,546100;543560,274320" o:connectangles="0,0,0,0,0,0,0"/>
                      <w10:wrap type="through"/>
                    </v:shape>
                  </w:pict>
                </mc:Fallback>
              </mc:AlternateContent>
            </w:r>
            <w:r w:rsidR="00FA74ED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AD96FF5" wp14:editId="22A8BB3C">
                      <wp:simplePos x="0" y="0"/>
                      <wp:positionH relativeFrom="column">
                        <wp:posOffset>971550</wp:posOffset>
                      </wp:positionH>
                      <wp:positionV relativeFrom="paragraph">
                        <wp:posOffset>77470</wp:posOffset>
                      </wp:positionV>
                      <wp:extent cx="546100" cy="543560"/>
                      <wp:effectExtent l="1270" t="0" r="13970" b="13970"/>
                      <wp:wrapThrough wrapText="bothSides">
                        <wp:wrapPolygon edited="0">
                          <wp:start x="50" y="14585"/>
                          <wp:lineTo x="8087" y="21650"/>
                          <wp:lineTo x="21148" y="21650"/>
                          <wp:lineTo x="21148" y="8529"/>
                          <wp:lineTo x="16125" y="8529"/>
                          <wp:lineTo x="2060" y="454"/>
                          <wp:lineTo x="50" y="454"/>
                          <wp:lineTo x="50" y="14585"/>
                        </wp:wrapPolygon>
                      </wp:wrapThrough>
                      <wp:docPr id="3" name="Freeform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546100" cy="543560"/>
                              </a:xfrm>
                              <a:custGeom>
                                <a:avLst/>
                                <a:gdLst>
                                  <a:gd name="connsiteX0" fmla="*/ 543560 w 543560"/>
                                  <a:gd name="connsiteY0" fmla="*/ 274320 h 546100"/>
                                  <a:gd name="connsiteX1" fmla="*/ 271780 w 543560"/>
                                  <a:gd name="connsiteY1" fmla="*/ 274320 h 546100"/>
                                  <a:gd name="connsiteX2" fmla="*/ 0 w 543560"/>
                                  <a:gd name="connsiteY2" fmla="*/ 0 h 546100"/>
                                  <a:gd name="connsiteX3" fmla="*/ 0 w 543560"/>
                                  <a:gd name="connsiteY3" fmla="*/ 271780 h 546100"/>
                                  <a:gd name="connsiteX4" fmla="*/ 271780 w 543560"/>
                                  <a:gd name="connsiteY4" fmla="*/ 546100 h 546100"/>
                                  <a:gd name="connsiteX5" fmla="*/ 543560 w 543560"/>
                                  <a:gd name="connsiteY5" fmla="*/ 546100 h 546100"/>
                                  <a:gd name="connsiteX6" fmla="*/ 543560 w 543560"/>
                                  <a:gd name="connsiteY6" fmla="*/ 274320 h 5461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543560" h="546100">
                                    <a:moveTo>
                                      <a:pt x="543560" y="274320"/>
                                    </a:moveTo>
                                    <a:lnTo>
                                      <a:pt x="271780" y="27432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271780"/>
                                    </a:lnTo>
                                    <a:lnTo>
                                      <a:pt x="271780" y="546100"/>
                                    </a:lnTo>
                                    <a:lnTo>
                                      <a:pt x="543560" y="546100"/>
                                    </a:lnTo>
                                    <a:lnTo>
                                      <a:pt x="543560" y="2743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rgbClr val="3C5D9F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" o:spid="_x0000_s1026" style="position:absolute;margin-left:76.5pt;margin-top:6.1pt;width:43pt;height:42.8pt;rotation:9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3560,546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" path="m543560,274320l271780,274320,,,,271780,271780,546100,543560,546100,543560,274320xe" fillcolor="#bf0000 [2405]" strokecolor="#3c5d9f" strokeweight="1pt">
                      <v:path arrowok="t" o:connecttype="custom" o:connectlocs="546100,273044;273050,273044;0,0;0,270516;273050,543560;546100,543560;546100,273044" o:connectangles="0,0,0,0,0,0,0"/>
                      <w10:wrap type="through"/>
                    </v:shape>
                  </w:pict>
                </mc:Fallback>
              </mc:AlternateContent>
            </w:r>
            <w:r w:rsidR="00FA74ED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F88C9F2" wp14:editId="268B1812">
                      <wp:simplePos x="0" y="0"/>
                      <wp:positionH relativeFrom="column">
                        <wp:posOffset>864870</wp:posOffset>
                      </wp:positionH>
                      <wp:positionV relativeFrom="paragraph">
                        <wp:posOffset>1990090</wp:posOffset>
                      </wp:positionV>
                      <wp:extent cx="543560" cy="546100"/>
                      <wp:effectExtent l="0" t="0" r="15240" b="38100"/>
                      <wp:wrapThrough wrapText="bothSides">
                        <wp:wrapPolygon edited="0">
                          <wp:start x="21600" y="21600"/>
                          <wp:lineTo x="21600" y="9544"/>
                          <wp:lineTo x="9488" y="5526"/>
                          <wp:lineTo x="4441" y="-502"/>
                          <wp:lineTo x="3432" y="-502"/>
                          <wp:lineTo x="404" y="-502"/>
                          <wp:lineTo x="404" y="12558"/>
                          <wp:lineTo x="8479" y="21600"/>
                          <wp:lineTo x="21600" y="21600"/>
                        </wp:wrapPolygon>
                      </wp:wrapThrough>
                      <wp:docPr id="7" name="Freeform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543560" cy="546100"/>
                              </a:xfrm>
                              <a:custGeom>
                                <a:avLst/>
                                <a:gdLst>
                                  <a:gd name="connsiteX0" fmla="*/ 543560 w 543560"/>
                                  <a:gd name="connsiteY0" fmla="*/ 274320 h 546100"/>
                                  <a:gd name="connsiteX1" fmla="*/ 271780 w 543560"/>
                                  <a:gd name="connsiteY1" fmla="*/ 274320 h 546100"/>
                                  <a:gd name="connsiteX2" fmla="*/ 0 w 543560"/>
                                  <a:gd name="connsiteY2" fmla="*/ 0 h 546100"/>
                                  <a:gd name="connsiteX3" fmla="*/ 0 w 543560"/>
                                  <a:gd name="connsiteY3" fmla="*/ 271780 h 546100"/>
                                  <a:gd name="connsiteX4" fmla="*/ 271780 w 543560"/>
                                  <a:gd name="connsiteY4" fmla="*/ 546100 h 546100"/>
                                  <a:gd name="connsiteX5" fmla="*/ 543560 w 543560"/>
                                  <a:gd name="connsiteY5" fmla="*/ 546100 h 546100"/>
                                  <a:gd name="connsiteX6" fmla="*/ 543560 w 543560"/>
                                  <a:gd name="connsiteY6" fmla="*/ 274320 h 5461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543560" h="546100">
                                    <a:moveTo>
                                      <a:pt x="543560" y="274320"/>
                                    </a:moveTo>
                                    <a:lnTo>
                                      <a:pt x="271780" y="27432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271780"/>
                                    </a:lnTo>
                                    <a:lnTo>
                                      <a:pt x="271780" y="546100"/>
                                    </a:lnTo>
                                    <a:lnTo>
                                      <a:pt x="543560" y="546100"/>
                                    </a:lnTo>
                                    <a:lnTo>
                                      <a:pt x="543560" y="2743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rgbClr val="3C5D9F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7" o:spid="_x0000_s1026" style="position:absolute;margin-left:68.1pt;margin-top:156.7pt;width:42.8pt;height:43pt;rotation:18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3560,546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" path="m543560,274320l271780,274320,,,,271780,271780,546100,543560,546100,543560,274320xe" fillcolor="#bf0000 [2405]" strokecolor="#3c5d9f" strokeweight="1pt">
                      <v:path arrowok="t" o:connecttype="custom" o:connectlocs="543560,274320;271780,274320;0,0;0,271780;271780,546100;543560,546100;543560,274320" o:connectangles="0,0,0,0,0,0,0"/>
                      <w10:wrap type="through"/>
                    </v:shape>
                  </w:pict>
                </mc:Fallback>
              </mc:AlternateContent>
            </w:r>
            <w:r w:rsidR="00FA74ED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23011C4" wp14:editId="19266419">
                      <wp:simplePos x="0" y="0"/>
                      <wp:positionH relativeFrom="column">
                        <wp:posOffset>425450</wp:posOffset>
                      </wp:positionH>
                      <wp:positionV relativeFrom="paragraph">
                        <wp:posOffset>1036320</wp:posOffset>
                      </wp:positionV>
                      <wp:extent cx="543560" cy="546100"/>
                      <wp:effectExtent l="74930" t="77470" r="64770" b="64770"/>
                      <wp:wrapThrough wrapText="bothSides">
                        <wp:wrapPolygon edited="0">
                          <wp:start x="24679" y="8087"/>
                          <wp:lineTo x="22660" y="2060"/>
                          <wp:lineTo x="6510" y="2060"/>
                          <wp:lineTo x="6510" y="-2964"/>
                          <wp:lineTo x="-1564" y="-2964"/>
                          <wp:lineTo x="-1564" y="13111"/>
                          <wp:lineTo x="454" y="14115"/>
                          <wp:lineTo x="6510" y="19139"/>
                          <wp:lineTo x="21650" y="23157"/>
                          <wp:lineTo x="24679" y="23157"/>
                          <wp:lineTo x="24679" y="8087"/>
                        </wp:wrapPolygon>
                      </wp:wrapThrough>
                      <wp:docPr id="8" name="Freeform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543560" cy="546100"/>
                              </a:xfrm>
                              <a:custGeom>
                                <a:avLst/>
                                <a:gdLst>
                                  <a:gd name="connsiteX0" fmla="*/ 543560 w 543560"/>
                                  <a:gd name="connsiteY0" fmla="*/ 274320 h 546100"/>
                                  <a:gd name="connsiteX1" fmla="*/ 271780 w 543560"/>
                                  <a:gd name="connsiteY1" fmla="*/ 274320 h 546100"/>
                                  <a:gd name="connsiteX2" fmla="*/ 0 w 543560"/>
                                  <a:gd name="connsiteY2" fmla="*/ 0 h 546100"/>
                                  <a:gd name="connsiteX3" fmla="*/ 0 w 543560"/>
                                  <a:gd name="connsiteY3" fmla="*/ 271780 h 546100"/>
                                  <a:gd name="connsiteX4" fmla="*/ 271780 w 543560"/>
                                  <a:gd name="connsiteY4" fmla="*/ 546100 h 546100"/>
                                  <a:gd name="connsiteX5" fmla="*/ 543560 w 543560"/>
                                  <a:gd name="connsiteY5" fmla="*/ 546100 h 546100"/>
                                  <a:gd name="connsiteX6" fmla="*/ 543560 w 543560"/>
                                  <a:gd name="connsiteY6" fmla="*/ 274320 h 5461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543560" h="546100">
                                    <a:moveTo>
                                      <a:pt x="543560" y="274320"/>
                                    </a:moveTo>
                                    <a:lnTo>
                                      <a:pt x="271780" y="27432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271780"/>
                                    </a:lnTo>
                                    <a:lnTo>
                                      <a:pt x="271780" y="546100"/>
                                    </a:lnTo>
                                    <a:lnTo>
                                      <a:pt x="543560" y="546100"/>
                                    </a:lnTo>
                                    <a:lnTo>
                                      <a:pt x="543560" y="2743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AE4FF"/>
                              </a:solidFill>
                              <a:ln w="12700">
                                <a:solidFill>
                                  <a:srgbClr val="3C5D9F"/>
                                </a:solidFill>
                                <a:round/>
                              </a:ln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/>
                              </a:scene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8" o:spid="_x0000_s1026" style="position:absolute;margin-left:33.5pt;margin-top:81.6pt;width:42.8pt;height:43pt;rotation:-90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3560,546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" path="m543560,274320l271780,274320,,,,271780,271780,546100,543560,546100,543560,274320xe" fillcolor="#cae4ff" strokecolor="#3c5d9f" strokeweight="1pt">
                      <v:path arrowok="t" o:connecttype="custom" o:connectlocs="543560,274320;271780,274320;0,0;0,271780;271780,546100;543560,546100;543560,274320" o:connectangles="0,0,0,0,0,0,0"/>
                      <w10:wrap type="through"/>
                    </v:shape>
                  </w:pict>
                </mc:Fallback>
              </mc:AlternateContent>
            </w:r>
            <w:r w:rsidR="00FA74ED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0DAC907" wp14:editId="145F095B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1386840</wp:posOffset>
                      </wp:positionV>
                      <wp:extent cx="2222500" cy="342900"/>
                      <wp:effectExtent l="0" t="0" r="0" b="12700"/>
                      <wp:wrapThrough wrapText="bothSides">
                        <wp:wrapPolygon edited="0">
                          <wp:start x="247" y="0"/>
                          <wp:lineTo x="247" y="20800"/>
                          <wp:lineTo x="20983" y="20800"/>
                          <wp:lineTo x="20983" y="0"/>
                          <wp:lineTo x="247" y="0"/>
                        </wp:wrapPolygon>
                      </wp:wrapThrough>
                      <wp:docPr id="115" name="Text Box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225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06BA08E" w14:textId="77777777" w:rsidR="00657B73" w:rsidRDefault="00657B73" w:rsidP="00B50833">
                                  <w:pPr>
                                    <w:tabs>
                                      <w:tab w:val="left" w:pos="2694"/>
                                    </w:tabs>
                                  </w:pPr>
                                  <w:r w:rsidRPr="00B50833">
                                    <w:rPr>
                                      <w:b/>
                                    </w:rPr>
                                    <w:t>a</w:t>
                                  </w:r>
                                  <w:r>
                                    <w:t xml:space="preserve"> </w:t>
                                  </w:r>
                                  <w:r>
                                    <w:tab/>
                                  </w:r>
                                  <w:r w:rsidRPr="00B50833">
                                    <w:rPr>
                                      <w:b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115" o:spid="_x0000_s1029" type="#_x0000_t202" style="position:absolute;margin-left:14.4pt;margin-top:109.2pt;width:175pt;height:27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" filled="f" stroked="f">
                      <v:textbox>
                        <w:txbxContent>
                          <w:p w14:paraId="256B48C3" w14:textId="77777777" w:rsidR="00657B73" w:rsidRDefault="00657B73" w:rsidP="00B50833">
                            <w:pPr>
                              <w:tabs>
                                <w:tab w:val="left" w:pos="2694"/>
                              </w:tabs>
                            </w:pPr>
                            <w:r w:rsidRPr="00B50833">
                              <w:rPr>
                                <w:b/>
                              </w:rPr>
                              <w:t>a</w:t>
                            </w:r>
                            <w:r>
                              <w:t xml:space="preserve"> </w:t>
                            </w:r>
                            <w:r>
                              <w:tab/>
                            </w:r>
                            <w:r w:rsidRPr="00B50833">
                              <w:rPr>
                                <w:b/>
                              </w:rPr>
                              <w:t>b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</w:p>
        </w:tc>
        <w:tc>
          <w:tcPr>
            <w:tcW w:w="5515" w:type="dxa"/>
          </w:tcPr>
          <w:p w14:paraId="7075A8DC" w14:textId="77777777" w:rsidR="00B50833" w:rsidRDefault="00B50833" w:rsidP="00B50833">
            <w:pPr>
              <w:tabs>
                <w:tab w:val="left" w:pos="6663"/>
              </w:tabs>
            </w:pPr>
            <w:r>
              <w:t xml:space="preserve">Färbe Figuren, die man durch Drehen aus der Figur </w:t>
            </w:r>
            <w:r w:rsidRPr="00B50833">
              <w:rPr>
                <w:b/>
              </w:rPr>
              <w:t>a</w:t>
            </w:r>
            <w:r>
              <w:t xml:space="preserve"> erhält, rot.</w:t>
            </w:r>
          </w:p>
          <w:p w14:paraId="6CDBED04" w14:textId="77777777" w:rsidR="00B50833" w:rsidRDefault="00B50833" w:rsidP="00B50833">
            <w:pPr>
              <w:tabs>
                <w:tab w:val="left" w:pos="6663"/>
              </w:tabs>
            </w:pPr>
          </w:p>
          <w:p w14:paraId="4C209E46" w14:textId="77777777" w:rsidR="00B50833" w:rsidRDefault="00B50833" w:rsidP="00B50833">
            <w:pPr>
              <w:tabs>
                <w:tab w:val="left" w:pos="6663"/>
              </w:tabs>
            </w:pPr>
            <w:r>
              <w:t>Fä</w:t>
            </w:r>
            <w:r>
              <w:t>r</w:t>
            </w:r>
            <w:r>
              <w:t xml:space="preserve">be Figuren, die man durch Drehen aus der Figur </w:t>
            </w:r>
            <w:r w:rsidRPr="00B50833">
              <w:rPr>
                <w:b/>
              </w:rPr>
              <w:t>b</w:t>
            </w:r>
            <w:r>
              <w:t xml:space="preserve"> erhält, blau.</w:t>
            </w:r>
          </w:p>
          <w:p w14:paraId="1A64CBF5" w14:textId="608850A0" w:rsidR="00B50833" w:rsidRDefault="00B50833" w:rsidP="00AD2018">
            <w:pPr>
              <w:tabs>
                <w:tab w:val="left" w:pos="6663"/>
              </w:tabs>
            </w:pPr>
            <w:bookmarkStart w:id="0" w:name="_GoBack"/>
            <w:bookmarkEnd w:id="0"/>
          </w:p>
        </w:tc>
      </w:tr>
    </w:tbl>
    <w:p w14:paraId="6C0D2B9E" w14:textId="77777777" w:rsidR="00F27113" w:rsidRDefault="00F27113" w:rsidP="003810D9">
      <w:pPr>
        <w:pStyle w:val="KurzbeschriebTitel"/>
      </w:pPr>
    </w:p>
    <w:p w14:paraId="504F3DB0" w14:textId="77777777" w:rsidR="00550036" w:rsidRDefault="00550036" w:rsidP="003810D9">
      <w:pPr>
        <w:pStyle w:val="KurzbeschriebTitel"/>
      </w:pPr>
      <w:r>
        <w:t>C</w:t>
      </w:r>
      <w:r w:rsidRPr="00E3400A">
        <w:t xml:space="preserve"> </w:t>
      </w:r>
      <w:r>
        <w:tab/>
        <w:t>3 P.</w:t>
      </w:r>
    </w:p>
    <w:p w14:paraId="0AFE7B5B" w14:textId="77777777" w:rsidR="00550036" w:rsidRDefault="00550036" w:rsidP="003810D9">
      <w:pPr>
        <w:spacing w:after="0"/>
        <w:rPr>
          <w:noProof/>
          <w:lang w:val="en-US"/>
        </w:rPr>
      </w:pPr>
    </w:p>
    <w:p w14:paraId="5FCF138B" w14:textId="77777777" w:rsidR="003810D9" w:rsidRDefault="003810D9" w:rsidP="003810D9">
      <w:pPr>
        <w:tabs>
          <w:tab w:val="left" w:pos="6663"/>
        </w:tabs>
        <w:spacing w:after="120"/>
      </w:pPr>
      <w:r>
        <w:t>- Zeichne die Figur gespiegelt.</w:t>
      </w:r>
    </w:p>
    <w:p w14:paraId="262DB242" w14:textId="77777777" w:rsidR="003810D9" w:rsidRDefault="003810D9" w:rsidP="003810D9">
      <w:pPr>
        <w:tabs>
          <w:tab w:val="left" w:pos="6663"/>
        </w:tabs>
        <w:spacing w:after="120"/>
      </w:pPr>
      <w:r>
        <w:t>- Zeichne die Figur dreimal so gross.</w:t>
      </w:r>
    </w:p>
    <w:tbl>
      <w:tblPr>
        <w:tblStyle w:val="TableGrid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6" w:space="0" w:color="DEEDFF"/>
          <w:insideV w:val="single" w:sz="6" w:space="0" w:color="DEEDFF"/>
        </w:tblBorders>
        <w:tblLayout w:type="fixed"/>
        <w:tblCellMar>
          <w:top w:w="0" w:type="dxa"/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45"/>
        <w:gridCol w:w="446"/>
        <w:gridCol w:w="445"/>
        <w:gridCol w:w="446"/>
        <w:gridCol w:w="445"/>
        <w:gridCol w:w="446"/>
        <w:gridCol w:w="445"/>
        <w:gridCol w:w="446"/>
        <w:gridCol w:w="445"/>
        <w:gridCol w:w="446"/>
        <w:gridCol w:w="445"/>
        <w:gridCol w:w="446"/>
        <w:gridCol w:w="445"/>
        <w:gridCol w:w="445"/>
        <w:gridCol w:w="446"/>
        <w:gridCol w:w="445"/>
        <w:gridCol w:w="445"/>
        <w:gridCol w:w="445"/>
        <w:gridCol w:w="446"/>
        <w:gridCol w:w="445"/>
        <w:gridCol w:w="446"/>
      </w:tblGrid>
      <w:tr w:rsidR="003810D9" w:rsidRPr="00451E94" w14:paraId="1FECCB8E" w14:textId="77777777" w:rsidTr="003810D9">
        <w:trPr>
          <w:cantSplit/>
          <w:trHeight w:hRule="exact" w:val="428"/>
        </w:trPr>
        <w:tc>
          <w:tcPr>
            <w:tcW w:w="445" w:type="dxa"/>
          </w:tcPr>
          <w:p w14:paraId="421C63FF" w14:textId="77777777" w:rsidR="003810D9" w:rsidRPr="00451E94" w:rsidRDefault="003810D9" w:rsidP="003810D9"/>
        </w:tc>
        <w:tc>
          <w:tcPr>
            <w:tcW w:w="446" w:type="dxa"/>
          </w:tcPr>
          <w:p w14:paraId="5634F531" w14:textId="77777777" w:rsidR="003810D9" w:rsidRPr="00451E94" w:rsidRDefault="003810D9" w:rsidP="003810D9"/>
        </w:tc>
        <w:tc>
          <w:tcPr>
            <w:tcW w:w="445" w:type="dxa"/>
          </w:tcPr>
          <w:p w14:paraId="48AF448C" w14:textId="77777777" w:rsidR="003810D9" w:rsidRPr="00451E94" w:rsidRDefault="003810D9" w:rsidP="003810D9"/>
        </w:tc>
        <w:tc>
          <w:tcPr>
            <w:tcW w:w="446" w:type="dxa"/>
          </w:tcPr>
          <w:p w14:paraId="06E59058" w14:textId="77777777" w:rsidR="003810D9" w:rsidRPr="00451E94" w:rsidRDefault="003810D9" w:rsidP="003810D9"/>
        </w:tc>
        <w:tc>
          <w:tcPr>
            <w:tcW w:w="445" w:type="dxa"/>
          </w:tcPr>
          <w:p w14:paraId="2FDF3F82" w14:textId="77777777" w:rsidR="003810D9" w:rsidRPr="00451E94" w:rsidRDefault="003810D9" w:rsidP="003810D9"/>
        </w:tc>
        <w:tc>
          <w:tcPr>
            <w:tcW w:w="446" w:type="dxa"/>
          </w:tcPr>
          <w:p w14:paraId="22943944" w14:textId="77777777" w:rsidR="003810D9" w:rsidRPr="00451E94" w:rsidRDefault="003810D9" w:rsidP="003810D9"/>
        </w:tc>
        <w:tc>
          <w:tcPr>
            <w:tcW w:w="445" w:type="dxa"/>
          </w:tcPr>
          <w:p w14:paraId="2B65B3C8" w14:textId="77777777" w:rsidR="003810D9" w:rsidRPr="00451E94" w:rsidRDefault="003810D9" w:rsidP="003810D9"/>
        </w:tc>
        <w:tc>
          <w:tcPr>
            <w:tcW w:w="446" w:type="dxa"/>
          </w:tcPr>
          <w:p w14:paraId="77AEBD78" w14:textId="77777777" w:rsidR="003810D9" w:rsidRPr="00451E94" w:rsidRDefault="003810D9" w:rsidP="003810D9"/>
        </w:tc>
        <w:tc>
          <w:tcPr>
            <w:tcW w:w="445" w:type="dxa"/>
          </w:tcPr>
          <w:p w14:paraId="05A79F2E" w14:textId="77777777" w:rsidR="003810D9" w:rsidRPr="00451E94" w:rsidRDefault="003810D9" w:rsidP="003810D9"/>
        </w:tc>
        <w:tc>
          <w:tcPr>
            <w:tcW w:w="446" w:type="dxa"/>
          </w:tcPr>
          <w:p w14:paraId="0A92617C" w14:textId="77777777" w:rsidR="003810D9" w:rsidRPr="00451E94" w:rsidRDefault="003810D9" w:rsidP="003810D9"/>
        </w:tc>
        <w:tc>
          <w:tcPr>
            <w:tcW w:w="445" w:type="dxa"/>
          </w:tcPr>
          <w:p w14:paraId="2CB2873F" w14:textId="77777777" w:rsidR="003810D9" w:rsidRPr="00451E94" w:rsidRDefault="003810D9" w:rsidP="003810D9"/>
        </w:tc>
        <w:tc>
          <w:tcPr>
            <w:tcW w:w="446" w:type="dxa"/>
          </w:tcPr>
          <w:p w14:paraId="57FB5460" w14:textId="77777777" w:rsidR="003810D9" w:rsidRPr="00451E94" w:rsidRDefault="003810D9" w:rsidP="003810D9"/>
        </w:tc>
        <w:tc>
          <w:tcPr>
            <w:tcW w:w="445" w:type="dxa"/>
          </w:tcPr>
          <w:p w14:paraId="5FE0D492" w14:textId="77777777" w:rsidR="003810D9" w:rsidRPr="00451E94" w:rsidRDefault="003810D9" w:rsidP="003810D9"/>
        </w:tc>
        <w:tc>
          <w:tcPr>
            <w:tcW w:w="445" w:type="dxa"/>
          </w:tcPr>
          <w:p w14:paraId="4F47BBE1" w14:textId="77777777" w:rsidR="003810D9" w:rsidRPr="00451E94" w:rsidRDefault="003810D9" w:rsidP="003810D9"/>
        </w:tc>
        <w:tc>
          <w:tcPr>
            <w:tcW w:w="446" w:type="dxa"/>
          </w:tcPr>
          <w:p w14:paraId="0DFF9496" w14:textId="77777777" w:rsidR="003810D9" w:rsidRPr="00451E94" w:rsidRDefault="003810D9" w:rsidP="003810D9"/>
        </w:tc>
        <w:tc>
          <w:tcPr>
            <w:tcW w:w="445" w:type="dxa"/>
          </w:tcPr>
          <w:p w14:paraId="20F3FCE9" w14:textId="77777777" w:rsidR="003810D9" w:rsidRPr="00451E94" w:rsidRDefault="003810D9" w:rsidP="003810D9"/>
        </w:tc>
        <w:tc>
          <w:tcPr>
            <w:tcW w:w="445" w:type="dxa"/>
          </w:tcPr>
          <w:p w14:paraId="4B3A35E2" w14:textId="77777777" w:rsidR="003810D9" w:rsidRPr="00451E94" w:rsidRDefault="003810D9" w:rsidP="003810D9"/>
        </w:tc>
        <w:tc>
          <w:tcPr>
            <w:tcW w:w="445" w:type="dxa"/>
          </w:tcPr>
          <w:p w14:paraId="133204A2" w14:textId="77777777" w:rsidR="003810D9" w:rsidRPr="00451E94" w:rsidRDefault="003810D9" w:rsidP="003810D9"/>
        </w:tc>
        <w:tc>
          <w:tcPr>
            <w:tcW w:w="446" w:type="dxa"/>
          </w:tcPr>
          <w:p w14:paraId="00E8730D" w14:textId="77777777" w:rsidR="003810D9" w:rsidRPr="00451E94" w:rsidRDefault="003810D9" w:rsidP="003810D9"/>
        </w:tc>
        <w:tc>
          <w:tcPr>
            <w:tcW w:w="445" w:type="dxa"/>
          </w:tcPr>
          <w:p w14:paraId="7092760A" w14:textId="77777777" w:rsidR="003810D9" w:rsidRPr="00451E94" w:rsidRDefault="003810D9" w:rsidP="003810D9"/>
        </w:tc>
        <w:tc>
          <w:tcPr>
            <w:tcW w:w="446" w:type="dxa"/>
          </w:tcPr>
          <w:p w14:paraId="3DC73FF1" w14:textId="77777777" w:rsidR="003810D9" w:rsidRPr="00451E94" w:rsidRDefault="003810D9" w:rsidP="003810D9"/>
        </w:tc>
      </w:tr>
      <w:tr w:rsidR="003810D9" w:rsidRPr="00451E94" w14:paraId="0FC3F98D" w14:textId="77777777" w:rsidTr="003810D9">
        <w:trPr>
          <w:cantSplit/>
          <w:trHeight w:hRule="exact" w:val="428"/>
        </w:trPr>
        <w:tc>
          <w:tcPr>
            <w:tcW w:w="445" w:type="dxa"/>
          </w:tcPr>
          <w:p w14:paraId="5A49D99B" w14:textId="77777777" w:rsidR="003810D9" w:rsidRPr="00451E94" w:rsidRDefault="003810D9" w:rsidP="003810D9"/>
        </w:tc>
        <w:tc>
          <w:tcPr>
            <w:tcW w:w="446" w:type="dxa"/>
          </w:tcPr>
          <w:p w14:paraId="5E2DF309" w14:textId="77777777" w:rsidR="003810D9" w:rsidRPr="00451E94" w:rsidRDefault="002B56F8" w:rsidP="003810D9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CF6AC9F" wp14:editId="3E490AF5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635</wp:posOffset>
                      </wp:positionV>
                      <wp:extent cx="1123950" cy="1083310"/>
                      <wp:effectExtent l="0" t="0" r="19050" b="34290"/>
                      <wp:wrapNone/>
                      <wp:docPr id="9" name="Freeform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23950" cy="1083310"/>
                              </a:xfrm>
                              <a:custGeom>
                                <a:avLst/>
                                <a:gdLst>
                                  <a:gd name="T0" fmla="*/ 523875 w 1650"/>
                                  <a:gd name="T1" fmla="*/ 520700 h 1650"/>
                                  <a:gd name="T2" fmla="*/ 1047750 w 1650"/>
                                  <a:gd name="T3" fmla="*/ 523875 h 1650"/>
                                  <a:gd name="T4" fmla="*/ 1044575 w 1650"/>
                                  <a:gd name="T5" fmla="*/ 1047750 h 1650"/>
                                  <a:gd name="T6" fmla="*/ 523875 w 1650"/>
                                  <a:gd name="T7" fmla="*/ 1041400 h 1650"/>
                                  <a:gd name="T8" fmla="*/ 0 w 1650"/>
                                  <a:gd name="T9" fmla="*/ 520700 h 1650"/>
                                  <a:gd name="T10" fmla="*/ 523875 w 1650"/>
                                  <a:gd name="T11" fmla="*/ 0 h 1650"/>
                                  <a:gd name="T12" fmla="*/ 523875 w 1650"/>
                                  <a:gd name="T13" fmla="*/ 520700 h 1650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</a:gdLst>
                                <a:ahLst/>
                                <a:cxnLst>
                                  <a:cxn ang="T14">
                                    <a:pos x="T0" y="T1"/>
                                  </a:cxn>
                                  <a:cxn ang="T15">
                                    <a:pos x="T2" y="T3"/>
                                  </a:cxn>
                                  <a:cxn ang="T16">
                                    <a:pos x="T4" y="T5"/>
                                  </a:cxn>
                                  <a:cxn ang="T17">
                                    <a:pos x="T6" y="T7"/>
                                  </a:cxn>
                                  <a:cxn ang="T18">
                                    <a:pos x="T8" y="T9"/>
                                  </a:cxn>
                                  <a:cxn ang="T19">
                                    <a:pos x="T10" y="T11"/>
                                  </a:cxn>
                                  <a:cxn ang="T2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650" h="1650">
                                    <a:moveTo>
                                      <a:pt x="825" y="820"/>
                                    </a:moveTo>
                                    <a:cubicBezTo>
                                      <a:pt x="825" y="818"/>
                                      <a:pt x="1375" y="823"/>
                                      <a:pt x="1650" y="825"/>
                                    </a:cubicBezTo>
                                    <a:cubicBezTo>
                                      <a:pt x="1648" y="1100"/>
                                      <a:pt x="1647" y="1375"/>
                                      <a:pt x="1645" y="1650"/>
                                    </a:cubicBezTo>
                                    <a:lnTo>
                                      <a:pt x="825" y="1640"/>
                                    </a:lnTo>
                                    <a:cubicBezTo>
                                      <a:pt x="825" y="1640"/>
                                      <a:pt x="0" y="820"/>
                                      <a:pt x="0" y="820"/>
                                    </a:cubicBezTo>
                                    <a:cubicBezTo>
                                      <a:pt x="541" y="276"/>
                                      <a:pt x="65" y="747"/>
                                      <a:pt x="825" y="0"/>
                                    </a:cubicBezTo>
                                    <a:cubicBezTo>
                                      <a:pt x="821" y="5"/>
                                      <a:pt x="825" y="822"/>
                                      <a:pt x="825" y="82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AE4FF"/>
                              </a:solidFill>
                              <a:ln w="12700" cap="flat" cmpd="sng">
                                <a:solidFill>
                                  <a:srgbClr val="4F8BD3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9" o:spid="_x0000_s1026" style="position:absolute;margin-left:.2pt;margin-top:.05pt;width:88.5pt;height:85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650,16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" path="m825,820c825,818,1375,823,1650,825,1648,1100,1647,1375,1645,1650l825,1640c825,1640,,820,,820,541,276,65,747,825,,821,5,825,822,825,820xe" fillcolor="#cae4ff" strokecolor="#4f8bd3" strokeweight="1pt">
                      <v:path arrowok="t" o:connecttype="custom" o:connectlocs="356854125,341866374;713708250,343950925;711545498,687901850;356854125,683732748;0,341866374;356854125,0;356854125,341866374" o:connectangles="0,0,0,0,0,0,0"/>
                    </v:shape>
                  </w:pict>
                </mc:Fallback>
              </mc:AlternateContent>
            </w:r>
          </w:p>
        </w:tc>
        <w:tc>
          <w:tcPr>
            <w:tcW w:w="445" w:type="dxa"/>
          </w:tcPr>
          <w:p w14:paraId="23D19768" w14:textId="77777777" w:rsidR="003810D9" w:rsidRPr="00451E94" w:rsidRDefault="003810D9" w:rsidP="003810D9"/>
        </w:tc>
        <w:tc>
          <w:tcPr>
            <w:tcW w:w="446" w:type="dxa"/>
          </w:tcPr>
          <w:p w14:paraId="3AAA4347" w14:textId="77777777" w:rsidR="003810D9" w:rsidRPr="00451E94" w:rsidRDefault="003810D9" w:rsidP="003810D9"/>
        </w:tc>
        <w:tc>
          <w:tcPr>
            <w:tcW w:w="445" w:type="dxa"/>
          </w:tcPr>
          <w:p w14:paraId="30E3D41C" w14:textId="77777777" w:rsidR="003810D9" w:rsidRPr="00451E94" w:rsidRDefault="003810D9" w:rsidP="003810D9"/>
        </w:tc>
        <w:tc>
          <w:tcPr>
            <w:tcW w:w="446" w:type="dxa"/>
          </w:tcPr>
          <w:p w14:paraId="2F4CFD6E" w14:textId="77777777" w:rsidR="003810D9" w:rsidRPr="00451E94" w:rsidRDefault="003810D9" w:rsidP="003810D9"/>
        </w:tc>
        <w:tc>
          <w:tcPr>
            <w:tcW w:w="445" w:type="dxa"/>
          </w:tcPr>
          <w:p w14:paraId="37A334D6" w14:textId="77777777" w:rsidR="003810D9" w:rsidRPr="00451E94" w:rsidRDefault="003810D9" w:rsidP="003810D9"/>
        </w:tc>
        <w:tc>
          <w:tcPr>
            <w:tcW w:w="446" w:type="dxa"/>
          </w:tcPr>
          <w:p w14:paraId="0B2EC159" w14:textId="77777777" w:rsidR="003810D9" w:rsidRPr="00451E94" w:rsidRDefault="00DC49FF" w:rsidP="003810D9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13361F84" wp14:editId="1E63BB82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-4445</wp:posOffset>
                      </wp:positionV>
                      <wp:extent cx="1131570" cy="1083310"/>
                      <wp:effectExtent l="0" t="0" r="36830" b="34290"/>
                      <wp:wrapNone/>
                      <wp:docPr id="10" name="Freeform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1131570" cy="1083310"/>
                              </a:xfrm>
                              <a:custGeom>
                                <a:avLst/>
                                <a:gdLst>
                                  <a:gd name="T0" fmla="*/ 523875 w 1650"/>
                                  <a:gd name="T1" fmla="*/ 520700 h 1650"/>
                                  <a:gd name="T2" fmla="*/ 1047750 w 1650"/>
                                  <a:gd name="T3" fmla="*/ 523875 h 1650"/>
                                  <a:gd name="T4" fmla="*/ 1044575 w 1650"/>
                                  <a:gd name="T5" fmla="*/ 1047750 h 1650"/>
                                  <a:gd name="T6" fmla="*/ 523875 w 1650"/>
                                  <a:gd name="T7" fmla="*/ 1041400 h 1650"/>
                                  <a:gd name="T8" fmla="*/ 0 w 1650"/>
                                  <a:gd name="T9" fmla="*/ 520700 h 1650"/>
                                  <a:gd name="T10" fmla="*/ 523875 w 1650"/>
                                  <a:gd name="T11" fmla="*/ 0 h 1650"/>
                                  <a:gd name="T12" fmla="*/ 523875 w 1650"/>
                                  <a:gd name="T13" fmla="*/ 520700 h 1650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</a:gdLst>
                                <a:ahLst/>
                                <a:cxnLst>
                                  <a:cxn ang="T14">
                                    <a:pos x="T0" y="T1"/>
                                  </a:cxn>
                                  <a:cxn ang="T15">
                                    <a:pos x="T2" y="T3"/>
                                  </a:cxn>
                                  <a:cxn ang="T16">
                                    <a:pos x="T4" y="T5"/>
                                  </a:cxn>
                                  <a:cxn ang="T17">
                                    <a:pos x="T6" y="T7"/>
                                  </a:cxn>
                                  <a:cxn ang="T18">
                                    <a:pos x="T8" y="T9"/>
                                  </a:cxn>
                                  <a:cxn ang="T19">
                                    <a:pos x="T10" y="T11"/>
                                  </a:cxn>
                                  <a:cxn ang="T2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650" h="1650">
                                    <a:moveTo>
                                      <a:pt x="825" y="820"/>
                                    </a:moveTo>
                                    <a:cubicBezTo>
                                      <a:pt x="825" y="818"/>
                                      <a:pt x="1375" y="823"/>
                                      <a:pt x="1650" y="825"/>
                                    </a:cubicBezTo>
                                    <a:cubicBezTo>
                                      <a:pt x="1648" y="1100"/>
                                      <a:pt x="1647" y="1375"/>
                                      <a:pt x="1645" y="1650"/>
                                    </a:cubicBezTo>
                                    <a:lnTo>
                                      <a:pt x="825" y="1640"/>
                                    </a:lnTo>
                                    <a:cubicBezTo>
                                      <a:pt x="825" y="1640"/>
                                      <a:pt x="0" y="820"/>
                                      <a:pt x="0" y="820"/>
                                    </a:cubicBezTo>
                                    <a:cubicBezTo>
                                      <a:pt x="541" y="276"/>
                                      <a:pt x="65" y="747"/>
                                      <a:pt x="825" y="0"/>
                                    </a:cubicBezTo>
                                    <a:cubicBezTo>
                                      <a:pt x="821" y="5"/>
                                      <a:pt x="825" y="822"/>
                                      <a:pt x="825" y="82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AE4FF"/>
                              </a:solidFill>
                              <a:ln w="12700" cap="flat" cmpd="sng">
                                <a:solidFill>
                                  <a:srgbClr val="4F8BD3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17" o:spid="_x0000_s1026" style="position:absolute;margin-left:0;margin-top:-.3pt;width:89.1pt;height:85.3pt;flip:x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650,16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" path="m825,820c825,818,1375,823,1650,825,1648,1100,1647,1375,1645,1650l825,1640c825,1640,,820,,820,541,276,65,747,825,,821,5,825,822,825,820xe" fillcolor="#cae4ff" strokecolor="#4f8bd3" strokeweight="1pt">
                      <v:path arrowok="t" o:connecttype="custom" o:connectlocs="359273475,341866374;718546950,343950925;716369535,687901850;359273475,683732748;0,341866374;359273475,0;359273475,341866374" o:connectangles="0,0,0,0,0,0,0"/>
                    </v:shape>
                  </w:pict>
                </mc:Fallback>
              </mc:AlternateContent>
            </w:r>
          </w:p>
        </w:tc>
        <w:tc>
          <w:tcPr>
            <w:tcW w:w="445" w:type="dxa"/>
          </w:tcPr>
          <w:p w14:paraId="1BBC3160" w14:textId="77777777" w:rsidR="003810D9" w:rsidRPr="00451E94" w:rsidRDefault="003810D9" w:rsidP="003810D9"/>
        </w:tc>
        <w:tc>
          <w:tcPr>
            <w:tcW w:w="446" w:type="dxa"/>
          </w:tcPr>
          <w:p w14:paraId="1DBEF2A3" w14:textId="77777777" w:rsidR="003810D9" w:rsidRPr="00451E94" w:rsidRDefault="003810D9" w:rsidP="003810D9"/>
        </w:tc>
        <w:tc>
          <w:tcPr>
            <w:tcW w:w="445" w:type="dxa"/>
          </w:tcPr>
          <w:p w14:paraId="416F2AFC" w14:textId="77777777" w:rsidR="003810D9" w:rsidRPr="00451E94" w:rsidRDefault="003810D9" w:rsidP="003810D9"/>
        </w:tc>
        <w:tc>
          <w:tcPr>
            <w:tcW w:w="446" w:type="dxa"/>
          </w:tcPr>
          <w:p w14:paraId="60D0E23B" w14:textId="77777777" w:rsidR="003810D9" w:rsidRPr="00451E94" w:rsidRDefault="003810D9" w:rsidP="003810D9"/>
        </w:tc>
        <w:tc>
          <w:tcPr>
            <w:tcW w:w="445" w:type="dxa"/>
          </w:tcPr>
          <w:p w14:paraId="4883E5B9" w14:textId="77777777" w:rsidR="003810D9" w:rsidRPr="00451E94" w:rsidRDefault="003810D9" w:rsidP="003810D9"/>
        </w:tc>
        <w:tc>
          <w:tcPr>
            <w:tcW w:w="445" w:type="dxa"/>
          </w:tcPr>
          <w:p w14:paraId="0710C074" w14:textId="77777777" w:rsidR="003810D9" w:rsidRPr="00451E94" w:rsidRDefault="003810D9" w:rsidP="003810D9"/>
        </w:tc>
        <w:tc>
          <w:tcPr>
            <w:tcW w:w="446" w:type="dxa"/>
          </w:tcPr>
          <w:p w14:paraId="28B3D83E" w14:textId="77777777" w:rsidR="003810D9" w:rsidRPr="00451E94" w:rsidRDefault="003810D9" w:rsidP="003810D9"/>
        </w:tc>
        <w:tc>
          <w:tcPr>
            <w:tcW w:w="445" w:type="dxa"/>
          </w:tcPr>
          <w:p w14:paraId="167B7B8C" w14:textId="77777777" w:rsidR="003810D9" w:rsidRPr="00451E94" w:rsidRDefault="003810D9" w:rsidP="003810D9"/>
        </w:tc>
        <w:tc>
          <w:tcPr>
            <w:tcW w:w="445" w:type="dxa"/>
          </w:tcPr>
          <w:p w14:paraId="1A3F661B" w14:textId="77777777" w:rsidR="003810D9" w:rsidRPr="00451E94" w:rsidRDefault="003810D9" w:rsidP="003810D9"/>
        </w:tc>
        <w:tc>
          <w:tcPr>
            <w:tcW w:w="445" w:type="dxa"/>
          </w:tcPr>
          <w:p w14:paraId="0D3CCEC9" w14:textId="77777777" w:rsidR="003810D9" w:rsidRPr="00451E94" w:rsidRDefault="003810D9" w:rsidP="003810D9"/>
        </w:tc>
        <w:tc>
          <w:tcPr>
            <w:tcW w:w="446" w:type="dxa"/>
          </w:tcPr>
          <w:p w14:paraId="70D5B89A" w14:textId="77777777" w:rsidR="003810D9" w:rsidRPr="00451E94" w:rsidRDefault="003810D9" w:rsidP="003810D9"/>
        </w:tc>
        <w:tc>
          <w:tcPr>
            <w:tcW w:w="445" w:type="dxa"/>
          </w:tcPr>
          <w:p w14:paraId="5217E601" w14:textId="77777777" w:rsidR="003810D9" w:rsidRPr="00451E94" w:rsidRDefault="003810D9" w:rsidP="003810D9"/>
        </w:tc>
        <w:tc>
          <w:tcPr>
            <w:tcW w:w="446" w:type="dxa"/>
          </w:tcPr>
          <w:p w14:paraId="79DF8A27" w14:textId="77777777" w:rsidR="003810D9" w:rsidRPr="00451E94" w:rsidRDefault="003810D9" w:rsidP="003810D9"/>
        </w:tc>
      </w:tr>
      <w:tr w:rsidR="003810D9" w:rsidRPr="00451E94" w14:paraId="37E87E4D" w14:textId="77777777" w:rsidTr="003810D9">
        <w:trPr>
          <w:cantSplit/>
          <w:trHeight w:hRule="exact" w:val="428"/>
        </w:trPr>
        <w:tc>
          <w:tcPr>
            <w:tcW w:w="445" w:type="dxa"/>
          </w:tcPr>
          <w:p w14:paraId="6C49419B" w14:textId="77777777" w:rsidR="003810D9" w:rsidRPr="00451E94" w:rsidRDefault="003810D9" w:rsidP="003810D9"/>
        </w:tc>
        <w:tc>
          <w:tcPr>
            <w:tcW w:w="446" w:type="dxa"/>
          </w:tcPr>
          <w:p w14:paraId="5166B7AA" w14:textId="77777777" w:rsidR="003810D9" w:rsidRPr="00451E94" w:rsidRDefault="003810D9" w:rsidP="003810D9"/>
        </w:tc>
        <w:tc>
          <w:tcPr>
            <w:tcW w:w="445" w:type="dxa"/>
          </w:tcPr>
          <w:p w14:paraId="6CA0E55F" w14:textId="77777777" w:rsidR="003810D9" w:rsidRPr="00451E94" w:rsidRDefault="003810D9" w:rsidP="003810D9"/>
        </w:tc>
        <w:tc>
          <w:tcPr>
            <w:tcW w:w="446" w:type="dxa"/>
          </w:tcPr>
          <w:p w14:paraId="738C6DF0" w14:textId="77777777" w:rsidR="003810D9" w:rsidRPr="00451E94" w:rsidRDefault="003810D9" w:rsidP="003810D9"/>
        </w:tc>
        <w:tc>
          <w:tcPr>
            <w:tcW w:w="445" w:type="dxa"/>
          </w:tcPr>
          <w:p w14:paraId="6D6276E9" w14:textId="77777777" w:rsidR="003810D9" w:rsidRPr="00451E94" w:rsidRDefault="003810D9" w:rsidP="003810D9"/>
        </w:tc>
        <w:tc>
          <w:tcPr>
            <w:tcW w:w="446" w:type="dxa"/>
          </w:tcPr>
          <w:p w14:paraId="7578CA0B" w14:textId="77777777" w:rsidR="003810D9" w:rsidRPr="00451E94" w:rsidRDefault="003810D9" w:rsidP="003810D9"/>
        </w:tc>
        <w:tc>
          <w:tcPr>
            <w:tcW w:w="445" w:type="dxa"/>
          </w:tcPr>
          <w:p w14:paraId="35EBFC83" w14:textId="77777777" w:rsidR="003810D9" w:rsidRPr="00451E94" w:rsidRDefault="003810D9" w:rsidP="003810D9"/>
        </w:tc>
        <w:tc>
          <w:tcPr>
            <w:tcW w:w="446" w:type="dxa"/>
          </w:tcPr>
          <w:p w14:paraId="3942F273" w14:textId="77777777" w:rsidR="003810D9" w:rsidRPr="00451E94" w:rsidRDefault="003810D9" w:rsidP="003810D9"/>
        </w:tc>
        <w:tc>
          <w:tcPr>
            <w:tcW w:w="445" w:type="dxa"/>
          </w:tcPr>
          <w:p w14:paraId="585BFCD8" w14:textId="77777777" w:rsidR="003810D9" w:rsidRPr="00451E94" w:rsidRDefault="003810D9" w:rsidP="003810D9"/>
        </w:tc>
        <w:tc>
          <w:tcPr>
            <w:tcW w:w="446" w:type="dxa"/>
          </w:tcPr>
          <w:p w14:paraId="5BFFC6DB" w14:textId="77777777" w:rsidR="003810D9" w:rsidRPr="00451E94" w:rsidRDefault="003810D9" w:rsidP="003810D9"/>
        </w:tc>
        <w:tc>
          <w:tcPr>
            <w:tcW w:w="445" w:type="dxa"/>
          </w:tcPr>
          <w:p w14:paraId="7E7C97F8" w14:textId="77777777" w:rsidR="003810D9" w:rsidRPr="00451E94" w:rsidRDefault="003810D9" w:rsidP="003810D9"/>
        </w:tc>
        <w:tc>
          <w:tcPr>
            <w:tcW w:w="446" w:type="dxa"/>
          </w:tcPr>
          <w:p w14:paraId="0CDF1230" w14:textId="77777777" w:rsidR="003810D9" w:rsidRPr="00451E94" w:rsidRDefault="003810D9" w:rsidP="003810D9"/>
        </w:tc>
        <w:tc>
          <w:tcPr>
            <w:tcW w:w="445" w:type="dxa"/>
          </w:tcPr>
          <w:p w14:paraId="64C9701C" w14:textId="77777777" w:rsidR="003810D9" w:rsidRPr="00451E94" w:rsidRDefault="003810D9" w:rsidP="003810D9"/>
        </w:tc>
        <w:tc>
          <w:tcPr>
            <w:tcW w:w="445" w:type="dxa"/>
          </w:tcPr>
          <w:p w14:paraId="1EDED69D" w14:textId="77777777" w:rsidR="003810D9" w:rsidRPr="00451E94" w:rsidRDefault="003810D9" w:rsidP="003810D9"/>
        </w:tc>
        <w:tc>
          <w:tcPr>
            <w:tcW w:w="446" w:type="dxa"/>
          </w:tcPr>
          <w:p w14:paraId="65DC02D9" w14:textId="77777777" w:rsidR="003810D9" w:rsidRPr="00451E94" w:rsidRDefault="003810D9" w:rsidP="003810D9"/>
        </w:tc>
        <w:tc>
          <w:tcPr>
            <w:tcW w:w="445" w:type="dxa"/>
          </w:tcPr>
          <w:p w14:paraId="4466396A" w14:textId="77777777" w:rsidR="003810D9" w:rsidRPr="00451E94" w:rsidRDefault="003810D9" w:rsidP="003810D9"/>
        </w:tc>
        <w:tc>
          <w:tcPr>
            <w:tcW w:w="445" w:type="dxa"/>
          </w:tcPr>
          <w:p w14:paraId="20B577A5" w14:textId="77777777" w:rsidR="003810D9" w:rsidRPr="00451E94" w:rsidRDefault="003810D9" w:rsidP="003810D9"/>
        </w:tc>
        <w:tc>
          <w:tcPr>
            <w:tcW w:w="445" w:type="dxa"/>
          </w:tcPr>
          <w:p w14:paraId="6CBBAA23" w14:textId="77777777" w:rsidR="003810D9" w:rsidRPr="00451E94" w:rsidRDefault="003810D9" w:rsidP="003810D9"/>
        </w:tc>
        <w:tc>
          <w:tcPr>
            <w:tcW w:w="446" w:type="dxa"/>
          </w:tcPr>
          <w:p w14:paraId="767AFF91" w14:textId="77777777" w:rsidR="003810D9" w:rsidRPr="00451E94" w:rsidRDefault="003810D9" w:rsidP="003810D9"/>
        </w:tc>
        <w:tc>
          <w:tcPr>
            <w:tcW w:w="445" w:type="dxa"/>
          </w:tcPr>
          <w:p w14:paraId="67AB4B72" w14:textId="77777777" w:rsidR="003810D9" w:rsidRPr="00451E94" w:rsidRDefault="003810D9" w:rsidP="003810D9"/>
        </w:tc>
        <w:tc>
          <w:tcPr>
            <w:tcW w:w="446" w:type="dxa"/>
          </w:tcPr>
          <w:p w14:paraId="317A324D" w14:textId="77777777" w:rsidR="003810D9" w:rsidRPr="00451E94" w:rsidRDefault="003810D9" w:rsidP="003810D9"/>
        </w:tc>
      </w:tr>
      <w:tr w:rsidR="003810D9" w:rsidRPr="00451E94" w14:paraId="6F05A627" w14:textId="77777777" w:rsidTr="003810D9">
        <w:trPr>
          <w:cantSplit/>
          <w:trHeight w:hRule="exact" w:val="428"/>
        </w:trPr>
        <w:tc>
          <w:tcPr>
            <w:tcW w:w="445" w:type="dxa"/>
          </w:tcPr>
          <w:p w14:paraId="6D423101" w14:textId="77777777" w:rsidR="003810D9" w:rsidRPr="00451E94" w:rsidRDefault="003810D9" w:rsidP="003810D9"/>
        </w:tc>
        <w:tc>
          <w:tcPr>
            <w:tcW w:w="446" w:type="dxa"/>
          </w:tcPr>
          <w:p w14:paraId="1F5ED5D2" w14:textId="77777777" w:rsidR="003810D9" w:rsidRPr="00451E94" w:rsidRDefault="003810D9" w:rsidP="003810D9"/>
        </w:tc>
        <w:tc>
          <w:tcPr>
            <w:tcW w:w="445" w:type="dxa"/>
          </w:tcPr>
          <w:p w14:paraId="143DA6D8" w14:textId="77777777" w:rsidR="003810D9" w:rsidRPr="00451E94" w:rsidRDefault="003810D9" w:rsidP="003810D9"/>
        </w:tc>
        <w:tc>
          <w:tcPr>
            <w:tcW w:w="446" w:type="dxa"/>
          </w:tcPr>
          <w:p w14:paraId="1C365FDF" w14:textId="77777777" w:rsidR="003810D9" w:rsidRPr="00451E94" w:rsidRDefault="003810D9" w:rsidP="003810D9"/>
        </w:tc>
        <w:tc>
          <w:tcPr>
            <w:tcW w:w="445" w:type="dxa"/>
          </w:tcPr>
          <w:p w14:paraId="6D08B8B6" w14:textId="77777777" w:rsidR="003810D9" w:rsidRPr="00451E94" w:rsidRDefault="003810D9" w:rsidP="003810D9"/>
        </w:tc>
        <w:tc>
          <w:tcPr>
            <w:tcW w:w="446" w:type="dxa"/>
          </w:tcPr>
          <w:p w14:paraId="02A321FF" w14:textId="77777777" w:rsidR="003810D9" w:rsidRPr="00451E94" w:rsidRDefault="003810D9" w:rsidP="003810D9"/>
        </w:tc>
        <w:tc>
          <w:tcPr>
            <w:tcW w:w="445" w:type="dxa"/>
          </w:tcPr>
          <w:p w14:paraId="475BDB20" w14:textId="77777777" w:rsidR="003810D9" w:rsidRPr="00451E94" w:rsidRDefault="003810D9" w:rsidP="003810D9"/>
        </w:tc>
        <w:tc>
          <w:tcPr>
            <w:tcW w:w="446" w:type="dxa"/>
          </w:tcPr>
          <w:p w14:paraId="29F229E7" w14:textId="77777777" w:rsidR="003810D9" w:rsidRPr="00451E94" w:rsidRDefault="00DC49FF" w:rsidP="003810D9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731D38AC" wp14:editId="43142581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9525</wp:posOffset>
                      </wp:positionV>
                      <wp:extent cx="3371850" cy="3249930"/>
                      <wp:effectExtent l="0" t="0" r="31750" b="26670"/>
                      <wp:wrapNone/>
                      <wp:docPr id="13" name="Freeform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71850" cy="3249930"/>
                              </a:xfrm>
                              <a:custGeom>
                                <a:avLst/>
                                <a:gdLst>
                                  <a:gd name="T0" fmla="*/ 523875 w 1650"/>
                                  <a:gd name="T1" fmla="*/ 520700 h 1650"/>
                                  <a:gd name="T2" fmla="*/ 1047750 w 1650"/>
                                  <a:gd name="T3" fmla="*/ 523875 h 1650"/>
                                  <a:gd name="T4" fmla="*/ 1044575 w 1650"/>
                                  <a:gd name="T5" fmla="*/ 1047750 h 1650"/>
                                  <a:gd name="T6" fmla="*/ 523875 w 1650"/>
                                  <a:gd name="T7" fmla="*/ 1041400 h 1650"/>
                                  <a:gd name="T8" fmla="*/ 0 w 1650"/>
                                  <a:gd name="T9" fmla="*/ 520700 h 1650"/>
                                  <a:gd name="T10" fmla="*/ 523875 w 1650"/>
                                  <a:gd name="T11" fmla="*/ 0 h 1650"/>
                                  <a:gd name="T12" fmla="*/ 523875 w 1650"/>
                                  <a:gd name="T13" fmla="*/ 520700 h 1650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connsiteX0" fmla="*/ 5000 w 10000"/>
                                  <a:gd name="connsiteY0" fmla="*/ 4970 h 10000"/>
                                  <a:gd name="connsiteX1" fmla="*/ 10000 w 10000"/>
                                  <a:gd name="connsiteY1" fmla="*/ 5000 h 10000"/>
                                  <a:gd name="connsiteX2" fmla="*/ 9970 w 10000"/>
                                  <a:gd name="connsiteY2" fmla="*/ 10000 h 10000"/>
                                  <a:gd name="connsiteX3" fmla="*/ 5000 w 10000"/>
                                  <a:gd name="connsiteY3" fmla="*/ 9978 h 10000"/>
                                  <a:gd name="connsiteX4" fmla="*/ 0 w 10000"/>
                                  <a:gd name="connsiteY4" fmla="*/ 4970 h 10000"/>
                                  <a:gd name="connsiteX5" fmla="*/ 5000 w 10000"/>
                                  <a:gd name="connsiteY5" fmla="*/ 0 h 10000"/>
                                  <a:gd name="connsiteX6" fmla="*/ 5000 w 10000"/>
                                  <a:gd name="connsiteY6" fmla="*/ 4970 h 100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0000" h="10000">
                                    <a:moveTo>
                                      <a:pt x="5000" y="4970"/>
                                    </a:moveTo>
                                    <a:cubicBezTo>
                                      <a:pt x="5000" y="4958"/>
                                      <a:pt x="8333" y="4988"/>
                                      <a:pt x="10000" y="5000"/>
                                    </a:cubicBezTo>
                                    <a:cubicBezTo>
                                      <a:pt x="9988" y="6667"/>
                                      <a:pt x="9982" y="8333"/>
                                      <a:pt x="9970" y="10000"/>
                                    </a:cubicBezTo>
                                    <a:lnTo>
                                      <a:pt x="5000" y="9978"/>
                                    </a:lnTo>
                                    <a:lnTo>
                                      <a:pt x="0" y="4970"/>
                                    </a:lnTo>
                                    <a:cubicBezTo>
                                      <a:pt x="3279" y="1673"/>
                                      <a:pt x="394" y="4527"/>
                                      <a:pt x="5000" y="0"/>
                                    </a:cubicBezTo>
                                    <a:cubicBezTo>
                                      <a:pt x="4976" y="30"/>
                                      <a:pt x="5000" y="4982"/>
                                      <a:pt x="5000" y="497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AE4FF"/>
                              </a:solidFill>
                              <a:ln w="12700" cap="flat" cmpd="sng">
                                <a:solidFill>
                                  <a:srgbClr val="4F8BD3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16" o:spid="_x0000_s1026" style="position:absolute;margin-left:1.25pt;margin-top:.75pt;width:265.5pt;height:255.9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0000,10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" path="m5000,4970c5000,4958,8333,4988,10000,5000,9988,6667,9982,8333,9970,10000l5000,9978,,4970c3279,1673,394,4527,5000,,4976,30,5000,4982,5000,4970xe" fillcolor="#cae4ff" strokecolor="#4f8bd3" strokeweight="1pt">
                      <v:path arrowok="t" o:connecttype="custom" o:connectlocs="1685925,1615215;3371850,1624965;3361734,3249930;1685925,3242780;0,1615215;1685925,0;1685925,1615215" o:connectangles="0,0,0,0,0,0,0"/>
                    </v:shape>
                  </w:pict>
                </mc:Fallback>
              </mc:AlternateContent>
            </w:r>
          </w:p>
        </w:tc>
        <w:tc>
          <w:tcPr>
            <w:tcW w:w="445" w:type="dxa"/>
          </w:tcPr>
          <w:p w14:paraId="4A3E5424" w14:textId="77777777" w:rsidR="003810D9" w:rsidRPr="00451E94" w:rsidRDefault="003810D9" w:rsidP="003810D9"/>
        </w:tc>
        <w:tc>
          <w:tcPr>
            <w:tcW w:w="446" w:type="dxa"/>
          </w:tcPr>
          <w:p w14:paraId="542EBF05" w14:textId="77777777" w:rsidR="003810D9" w:rsidRPr="00451E94" w:rsidRDefault="003810D9" w:rsidP="003810D9">
            <w:pPr>
              <w:jc w:val="center"/>
            </w:pPr>
          </w:p>
        </w:tc>
        <w:tc>
          <w:tcPr>
            <w:tcW w:w="445" w:type="dxa"/>
          </w:tcPr>
          <w:p w14:paraId="206309C5" w14:textId="77777777" w:rsidR="003810D9" w:rsidRPr="00451E94" w:rsidRDefault="003810D9" w:rsidP="003810D9"/>
        </w:tc>
        <w:tc>
          <w:tcPr>
            <w:tcW w:w="446" w:type="dxa"/>
          </w:tcPr>
          <w:p w14:paraId="127A9413" w14:textId="77777777" w:rsidR="003810D9" w:rsidRPr="00451E94" w:rsidRDefault="003810D9" w:rsidP="003810D9"/>
        </w:tc>
        <w:tc>
          <w:tcPr>
            <w:tcW w:w="445" w:type="dxa"/>
          </w:tcPr>
          <w:p w14:paraId="038F57A6" w14:textId="77777777" w:rsidR="003810D9" w:rsidRPr="00451E94" w:rsidRDefault="003810D9" w:rsidP="003810D9"/>
        </w:tc>
        <w:tc>
          <w:tcPr>
            <w:tcW w:w="445" w:type="dxa"/>
          </w:tcPr>
          <w:p w14:paraId="2D223E5E" w14:textId="77777777" w:rsidR="003810D9" w:rsidRPr="00451E94" w:rsidRDefault="003810D9" w:rsidP="003810D9"/>
        </w:tc>
        <w:tc>
          <w:tcPr>
            <w:tcW w:w="446" w:type="dxa"/>
          </w:tcPr>
          <w:p w14:paraId="15BF656E" w14:textId="77777777" w:rsidR="003810D9" w:rsidRPr="00451E94" w:rsidRDefault="003810D9" w:rsidP="003810D9"/>
        </w:tc>
        <w:tc>
          <w:tcPr>
            <w:tcW w:w="445" w:type="dxa"/>
          </w:tcPr>
          <w:p w14:paraId="6AA2F929" w14:textId="77777777" w:rsidR="003810D9" w:rsidRPr="00451E94" w:rsidRDefault="003810D9" w:rsidP="003810D9"/>
        </w:tc>
        <w:tc>
          <w:tcPr>
            <w:tcW w:w="445" w:type="dxa"/>
          </w:tcPr>
          <w:p w14:paraId="093D8FAF" w14:textId="77777777" w:rsidR="003810D9" w:rsidRPr="00451E94" w:rsidRDefault="003810D9" w:rsidP="003810D9"/>
        </w:tc>
        <w:tc>
          <w:tcPr>
            <w:tcW w:w="445" w:type="dxa"/>
          </w:tcPr>
          <w:p w14:paraId="19BDF4BC" w14:textId="77777777" w:rsidR="003810D9" w:rsidRPr="00451E94" w:rsidRDefault="003810D9" w:rsidP="003810D9"/>
        </w:tc>
        <w:tc>
          <w:tcPr>
            <w:tcW w:w="446" w:type="dxa"/>
          </w:tcPr>
          <w:p w14:paraId="276280B4" w14:textId="77777777" w:rsidR="003810D9" w:rsidRPr="00451E94" w:rsidRDefault="003810D9" w:rsidP="003810D9"/>
        </w:tc>
        <w:tc>
          <w:tcPr>
            <w:tcW w:w="445" w:type="dxa"/>
          </w:tcPr>
          <w:p w14:paraId="08F039E8" w14:textId="77777777" w:rsidR="003810D9" w:rsidRPr="00451E94" w:rsidRDefault="003810D9" w:rsidP="003810D9"/>
        </w:tc>
        <w:tc>
          <w:tcPr>
            <w:tcW w:w="446" w:type="dxa"/>
          </w:tcPr>
          <w:p w14:paraId="02EA3BD2" w14:textId="77777777" w:rsidR="003810D9" w:rsidRPr="00451E94" w:rsidRDefault="003810D9" w:rsidP="003810D9"/>
        </w:tc>
      </w:tr>
      <w:tr w:rsidR="003810D9" w:rsidRPr="00451E94" w14:paraId="63842597" w14:textId="77777777" w:rsidTr="003810D9">
        <w:trPr>
          <w:cantSplit/>
          <w:trHeight w:hRule="exact" w:val="428"/>
        </w:trPr>
        <w:tc>
          <w:tcPr>
            <w:tcW w:w="445" w:type="dxa"/>
          </w:tcPr>
          <w:p w14:paraId="46C40F38" w14:textId="77777777" w:rsidR="003810D9" w:rsidRPr="00451E94" w:rsidRDefault="003810D9" w:rsidP="003810D9"/>
        </w:tc>
        <w:tc>
          <w:tcPr>
            <w:tcW w:w="446" w:type="dxa"/>
          </w:tcPr>
          <w:p w14:paraId="6A88BB39" w14:textId="77777777" w:rsidR="003810D9" w:rsidRPr="00451E94" w:rsidRDefault="003810D9" w:rsidP="003810D9"/>
        </w:tc>
        <w:tc>
          <w:tcPr>
            <w:tcW w:w="445" w:type="dxa"/>
          </w:tcPr>
          <w:p w14:paraId="1A83586B" w14:textId="77777777" w:rsidR="003810D9" w:rsidRPr="00432B2D" w:rsidRDefault="003810D9" w:rsidP="003810D9">
            <w:pPr>
              <w:jc w:val="center"/>
              <w:rPr>
                <w:color w:val="3C5D9F"/>
                <w:sz w:val="40"/>
                <w:szCs w:val="40"/>
              </w:rPr>
            </w:pPr>
          </w:p>
        </w:tc>
        <w:tc>
          <w:tcPr>
            <w:tcW w:w="446" w:type="dxa"/>
          </w:tcPr>
          <w:p w14:paraId="3BE3CB20" w14:textId="77777777" w:rsidR="003810D9" w:rsidRPr="00451E94" w:rsidRDefault="003810D9" w:rsidP="003810D9"/>
        </w:tc>
        <w:tc>
          <w:tcPr>
            <w:tcW w:w="445" w:type="dxa"/>
          </w:tcPr>
          <w:p w14:paraId="2CF464B1" w14:textId="77777777" w:rsidR="003810D9" w:rsidRPr="00451E94" w:rsidRDefault="003810D9" w:rsidP="003810D9"/>
        </w:tc>
        <w:tc>
          <w:tcPr>
            <w:tcW w:w="446" w:type="dxa"/>
          </w:tcPr>
          <w:p w14:paraId="36C79A84" w14:textId="77777777" w:rsidR="003810D9" w:rsidRPr="00451E94" w:rsidRDefault="003810D9" w:rsidP="003810D9"/>
        </w:tc>
        <w:tc>
          <w:tcPr>
            <w:tcW w:w="445" w:type="dxa"/>
          </w:tcPr>
          <w:p w14:paraId="227F86FB" w14:textId="77777777" w:rsidR="003810D9" w:rsidRPr="00451E94" w:rsidRDefault="003810D9" w:rsidP="003810D9"/>
        </w:tc>
        <w:tc>
          <w:tcPr>
            <w:tcW w:w="446" w:type="dxa"/>
          </w:tcPr>
          <w:p w14:paraId="116A1A89" w14:textId="77777777" w:rsidR="003810D9" w:rsidRPr="00451E94" w:rsidRDefault="003810D9" w:rsidP="003810D9"/>
        </w:tc>
        <w:tc>
          <w:tcPr>
            <w:tcW w:w="445" w:type="dxa"/>
          </w:tcPr>
          <w:p w14:paraId="2E88BAF5" w14:textId="77777777" w:rsidR="003810D9" w:rsidRPr="00451E94" w:rsidRDefault="003810D9" w:rsidP="003810D9"/>
        </w:tc>
        <w:tc>
          <w:tcPr>
            <w:tcW w:w="446" w:type="dxa"/>
          </w:tcPr>
          <w:p w14:paraId="4E7923E4" w14:textId="77777777" w:rsidR="003810D9" w:rsidRPr="00451E94" w:rsidRDefault="003810D9" w:rsidP="003810D9"/>
        </w:tc>
        <w:tc>
          <w:tcPr>
            <w:tcW w:w="445" w:type="dxa"/>
          </w:tcPr>
          <w:p w14:paraId="1862C855" w14:textId="77777777" w:rsidR="003810D9" w:rsidRPr="00451E94" w:rsidRDefault="003810D9" w:rsidP="003810D9"/>
        </w:tc>
        <w:tc>
          <w:tcPr>
            <w:tcW w:w="446" w:type="dxa"/>
          </w:tcPr>
          <w:p w14:paraId="20AC2AF0" w14:textId="77777777" w:rsidR="003810D9" w:rsidRPr="00451E94" w:rsidRDefault="003810D9" w:rsidP="003810D9"/>
        </w:tc>
        <w:tc>
          <w:tcPr>
            <w:tcW w:w="445" w:type="dxa"/>
          </w:tcPr>
          <w:p w14:paraId="07F80CA9" w14:textId="77777777" w:rsidR="003810D9" w:rsidRPr="00451E94" w:rsidRDefault="003810D9" w:rsidP="003810D9">
            <w:pPr>
              <w:jc w:val="center"/>
            </w:pPr>
          </w:p>
        </w:tc>
        <w:tc>
          <w:tcPr>
            <w:tcW w:w="445" w:type="dxa"/>
          </w:tcPr>
          <w:p w14:paraId="520A7035" w14:textId="77777777" w:rsidR="003810D9" w:rsidRPr="00451E94" w:rsidRDefault="003810D9" w:rsidP="003810D9">
            <w:pPr>
              <w:jc w:val="center"/>
            </w:pPr>
          </w:p>
        </w:tc>
        <w:tc>
          <w:tcPr>
            <w:tcW w:w="446" w:type="dxa"/>
          </w:tcPr>
          <w:p w14:paraId="757F7FA9" w14:textId="77777777" w:rsidR="003810D9" w:rsidRPr="00451E94" w:rsidRDefault="003810D9" w:rsidP="003810D9"/>
        </w:tc>
        <w:tc>
          <w:tcPr>
            <w:tcW w:w="445" w:type="dxa"/>
          </w:tcPr>
          <w:p w14:paraId="37517181" w14:textId="77777777" w:rsidR="003810D9" w:rsidRPr="00451E94" w:rsidRDefault="003810D9" w:rsidP="003810D9"/>
        </w:tc>
        <w:tc>
          <w:tcPr>
            <w:tcW w:w="445" w:type="dxa"/>
          </w:tcPr>
          <w:p w14:paraId="4A7C261F" w14:textId="77777777" w:rsidR="003810D9" w:rsidRPr="00451E94" w:rsidRDefault="003810D9" w:rsidP="003810D9"/>
        </w:tc>
        <w:tc>
          <w:tcPr>
            <w:tcW w:w="445" w:type="dxa"/>
          </w:tcPr>
          <w:p w14:paraId="17CF5F50" w14:textId="77777777" w:rsidR="003810D9" w:rsidRPr="00451E94" w:rsidRDefault="003810D9" w:rsidP="003810D9"/>
        </w:tc>
        <w:tc>
          <w:tcPr>
            <w:tcW w:w="446" w:type="dxa"/>
          </w:tcPr>
          <w:p w14:paraId="098830B2" w14:textId="77777777" w:rsidR="003810D9" w:rsidRPr="00451E94" w:rsidRDefault="003810D9" w:rsidP="003810D9"/>
        </w:tc>
        <w:tc>
          <w:tcPr>
            <w:tcW w:w="445" w:type="dxa"/>
          </w:tcPr>
          <w:p w14:paraId="48C0CBB8" w14:textId="77777777" w:rsidR="003810D9" w:rsidRPr="00451E94" w:rsidRDefault="003810D9" w:rsidP="003810D9"/>
        </w:tc>
        <w:tc>
          <w:tcPr>
            <w:tcW w:w="446" w:type="dxa"/>
          </w:tcPr>
          <w:p w14:paraId="27542E62" w14:textId="77777777" w:rsidR="003810D9" w:rsidRPr="00451E94" w:rsidRDefault="003810D9" w:rsidP="003810D9"/>
        </w:tc>
      </w:tr>
      <w:tr w:rsidR="003810D9" w:rsidRPr="00451E94" w14:paraId="38EAE93F" w14:textId="77777777" w:rsidTr="003810D9">
        <w:trPr>
          <w:cantSplit/>
          <w:trHeight w:hRule="exact" w:val="428"/>
        </w:trPr>
        <w:tc>
          <w:tcPr>
            <w:tcW w:w="445" w:type="dxa"/>
          </w:tcPr>
          <w:p w14:paraId="5FA2F057" w14:textId="77777777" w:rsidR="003810D9" w:rsidRPr="00451E94" w:rsidRDefault="003810D9" w:rsidP="003810D9"/>
        </w:tc>
        <w:tc>
          <w:tcPr>
            <w:tcW w:w="446" w:type="dxa"/>
          </w:tcPr>
          <w:p w14:paraId="08EB1552" w14:textId="77777777" w:rsidR="003810D9" w:rsidRPr="00451E94" w:rsidRDefault="003810D9" w:rsidP="003810D9"/>
        </w:tc>
        <w:tc>
          <w:tcPr>
            <w:tcW w:w="445" w:type="dxa"/>
          </w:tcPr>
          <w:p w14:paraId="3D9DAADA" w14:textId="77777777" w:rsidR="003810D9" w:rsidRPr="00451E94" w:rsidRDefault="003810D9" w:rsidP="003810D9"/>
        </w:tc>
        <w:tc>
          <w:tcPr>
            <w:tcW w:w="446" w:type="dxa"/>
          </w:tcPr>
          <w:p w14:paraId="64B052A5" w14:textId="77777777" w:rsidR="003810D9" w:rsidRPr="00451E94" w:rsidRDefault="003810D9" w:rsidP="003810D9"/>
        </w:tc>
        <w:tc>
          <w:tcPr>
            <w:tcW w:w="445" w:type="dxa"/>
          </w:tcPr>
          <w:p w14:paraId="5B5F81E5" w14:textId="77777777" w:rsidR="003810D9" w:rsidRPr="00451E94" w:rsidRDefault="003810D9" w:rsidP="003810D9"/>
        </w:tc>
        <w:tc>
          <w:tcPr>
            <w:tcW w:w="446" w:type="dxa"/>
          </w:tcPr>
          <w:p w14:paraId="7A0714FD" w14:textId="77777777" w:rsidR="003810D9" w:rsidRPr="00451E94" w:rsidRDefault="003810D9" w:rsidP="003810D9"/>
        </w:tc>
        <w:tc>
          <w:tcPr>
            <w:tcW w:w="445" w:type="dxa"/>
          </w:tcPr>
          <w:p w14:paraId="7CBD3634" w14:textId="77777777" w:rsidR="003810D9" w:rsidRPr="00451E94" w:rsidRDefault="003810D9" w:rsidP="003810D9"/>
        </w:tc>
        <w:tc>
          <w:tcPr>
            <w:tcW w:w="446" w:type="dxa"/>
          </w:tcPr>
          <w:p w14:paraId="01D55252" w14:textId="77777777" w:rsidR="003810D9" w:rsidRPr="00451E94" w:rsidRDefault="003810D9" w:rsidP="003810D9"/>
        </w:tc>
        <w:tc>
          <w:tcPr>
            <w:tcW w:w="445" w:type="dxa"/>
          </w:tcPr>
          <w:p w14:paraId="6FC3B6C7" w14:textId="77777777" w:rsidR="003810D9" w:rsidRPr="00451E94" w:rsidRDefault="003810D9" w:rsidP="003810D9"/>
        </w:tc>
        <w:tc>
          <w:tcPr>
            <w:tcW w:w="446" w:type="dxa"/>
          </w:tcPr>
          <w:p w14:paraId="4247E9D4" w14:textId="77777777" w:rsidR="003810D9" w:rsidRPr="00451E94" w:rsidRDefault="003810D9" w:rsidP="003810D9"/>
        </w:tc>
        <w:tc>
          <w:tcPr>
            <w:tcW w:w="445" w:type="dxa"/>
          </w:tcPr>
          <w:p w14:paraId="5BE24C65" w14:textId="77777777" w:rsidR="003810D9" w:rsidRPr="00451E94" w:rsidRDefault="003810D9" w:rsidP="003810D9"/>
        </w:tc>
        <w:tc>
          <w:tcPr>
            <w:tcW w:w="446" w:type="dxa"/>
          </w:tcPr>
          <w:p w14:paraId="1399AB7E" w14:textId="77777777" w:rsidR="003810D9" w:rsidRPr="00451E94" w:rsidRDefault="003810D9" w:rsidP="003810D9"/>
        </w:tc>
        <w:tc>
          <w:tcPr>
            <w:tcW w:w="445" w:type="dxa"/>
          </w:tcPr>
          <w:p w14:paraId="0954AA5D" w14:textId="77777777" w:rsidR="003810D9" w:rsidRPr="00451E94" w:rsidRDefault="003810D9" w:rsidP="003810D9"/>
        </w:tc>
        <w:tc>
          <w:tcPr>
            <w:tcW w:w="445" w:type="dxa"/>
          </w:tcPr>
          <w:p w14:paraId="10185DFF" w14:textId="77777777" w:rsidR="003810D9" w:rsidRPr="00451E94" w:rsidRDefault="003810D9" w:rsidP="003810D9"/>
        </w:tc>
        <w:tc>
          <w:tcPr>
            <w:tcW w:w="446" w:type="dxa"/>
          </w:tcPr>
          <w:p w14:paraId="11DAB98F" w14:textId="77777777" w:rsidR="003810D9" w:rsidRPr="00451E94" w:rsidRDefault="003810D9" w:rsidP="003810D9"/>
        </w:tc>
        <w:tc>
          <w:tcPr>
            <w:tcW w:w="445" w:type="dxa"/>
          </w:tcPr>
          <w:p w14:paraId="0F0D6617" w14:textId="77777777" w:rsidR="003810D9" w:rsidRPr="00451E94" w:rsidRDefault="003810D9" w:rsidP="003810D9"/>
        </w:tc>
        <w:tc>
          <w:tcPr>
            <w:tcW w:w="445" w:type="dxa"/>
          </w:tcPr>
          <w:p w14:paraId="10122A3E" w14:textId="77777777" w:rsidR="003810D9" w:rsidRPr="00451E94" w:rsidRDefault="003810D9" w:rsidP="003810D9"/>
        </w:tc>
        <w:tc>
          <w:tcPr>
            <w:tcW w:w="445" w:type="dxa"/>
          </w:tcPr>
          <w:p w14:paraId="23EB549B" w14:textId="77777777" w:rsidR="003810D9" w:rsidRPr="00451E94" w:rsidRDefault="003810D9" w:rsidP="003810D9"/>
        </w:tc>
        <w:tc>
          <w:tcPr>
            <w:tcW w:w="446" w:type="dxa"/>
          </w:tcPr>
          <w:p w14:paraId="16198E1C" w14:textId="77777777" w:rsidR="003810D9" w:rsidRPr="00451E94" w:rsidRDefault="003810D9" w:rsidP="003810D9"/>
        </w:tc>
        <w:tc>
          <w:tcPr>
            <w:tcW w:w="445" w:type="dxa"/>
          </w:tcPr>
          <w:p w14:paraId="6D6D8CCE" w14:textId="77777777" w:rsidR="003810D9" w:rsidRPr="00451E94" w:rsidRDefault="003810D9" w:rsidP="003810D9"/>
        </w:tc>
        <w:tc>
          <w:tcPr>
            <w:tcW w:w="446" w:type="dxa"/>
          </w:tcPr>
          <w:p w14:paraId="1EBFA35D" w14:textId="77777777" w:rsidR="003810D9" w:rsidRPr="00451E94" w:rsidRDefault="003810D9" w:rsidP="003810D9"/>
        </w:tc>
      </w:tr>
      <w:tr w:rsidR="003810D9" w:rsidRPr="00451E94" w14:paraId="0A419E71" w14:textId="77777777" w:rsidTr="003810D9">
        <w:trPr>
          <w:cantSplit/>
          <w:trHeight w:hRule="exact" w:val="428"/>
        </w:trPr>
        <w:tc>
          <w:tcPr>
            <w:tcW w:w="445" w:type="dxa"/>
          </w:tcPr>
          <w:p w14:paraId="2702F426" w14:textId="77777777" w:rsidR="003810D9" w:rsidRPr="00451E94" w:rsidRDefault="003810D9" w:rsidP="003810D9"/>
        </w:tc>
        <w:tc>
          <w:tcPr>
            <w:tcW w:w="446" w:type="dxa"/>
          </w:tcPr>
          <w:p w14:paraId="375D1C9D" w14:textId="77777777" w:rsidR="003810D9" w:rsidRPr="00451E94" w:rsidRDefault="003810D9" w:rsidP="003810D9"/>
        </w:tc>
        <w:tc>
          <w:tcPr>
            <w:tcW w:w="445" w:type="dxa"/>
          </w:tcPr>
          <w:p w14:paraId="0A1F7F77" w14:textId="77777777" w:rsidR="003810D9" w:rsidRPr="00451E94" w:rsidRDefault="003810D9" w:rsidP="003810D9"/>
        </w:tc>
        <w:tc>
          <w:tcPr>
            <w:tcW w:w="446" w:type="dxa"/>
          </w:tcPr>
          <w:p w14:paraId="7569B631" w14:textId="77777777" w:rsidR="003810D9" w:rsidRPr="00451E94" w:rsidRDefault="003810D9" w:rsidP="003810D9"/>
        </w:tc>
        <w:tc>
          <w:tcPr>
            <w:tcW w:w="445" w:type="dxa"/>
          </w:tcPr>
          <w:p w14:paraId="737F7E51" w14:textId="77777777" w:rsidR="003810D9" w:rsidRPr="00451E94" w:rsidRDefault="003810D9" w:rsidP="003810D9"/>
        </w:tc>
        <w:tc>
          <w:tcPr>
            <w:tcW w:w="446" w:type="dxa"/>
          </w:tcPr>
          <w:p w14:paraId="7D1DE7D4" w14:textId="77777777" w:rsidR="003810D9" w:rsidRPr="00451E94" w:rsidRDefault="003810D9" w:rsidP="003810D9"/>
        </w:tc>
        <w:tc>
          <w:tcPr>
            <w:tcW w:w="445" w:type="dxa"/>
          </w:tcPr>
          <w:p w14:paraId="7F539A56" w14:textId="77777777" w:rsidR="003810D9" w:rsidRPr="00451E94" w:rsidRDefault="003810D9" w:rsidP="003810D9"/>
        </w:tc>
        <w:tc>
          <w:tcPr>
            <w:tcW w:w="446" w:type="dxa"/>
          </w:tcPr>
          <w:p w14:paraId="4554CBDB" w14:textId="77777777" w:rsidR="003810D9" w:rsidRPr="00451E94" w:rsidRDefault="003810D9" w:rsidP="003810D9"/>
        </w:tc>
        <w:tc>
          <w:tcPr>
            <w:tcW w:w="445" w:type="dxa"/>
          </w:tcPr>
          <w:p w14:paraId="611D58B6" w14:textId="77777777" w:rsidR="003810D9" w:rsidRPr="00451E94" w:rsidRDefault="003810D9" w:rsidP="003810D9"/>
        </w:tc>
        <w:tc>
          <w:tcPr>
            <w:tcW w:w="446" w:type="dxa"/>
          </w:tcPr>
          <w:p w14:paraId="3DE13B3F" w14:textId="77777777" w:rsidR="003810D9" w:rsidRPr="00451E94" w:rsidRDefault="003810D9" w:rsidP="003810D9"/>
        </w:tc>
        <w:tc>
          <w:tcPr>
            <w:tcW w:w="445" w:type="dxa"/>
          </w:tcPr>
          <w:p w14:paraId="04AAC6C4" w14:textId="77777777" w:rsidR="003810D9" w:rsidRPr="00451E94" w:rsidRDefault="003810D9" w:rsidP="003810D9"/>
        </w:tc>
        <w:tc>
          <w:tcPr>
            <w:tcW w:w="446" w:type="dxa"/>
          </w:tcPr>
          <w:p w14:paraId="26980FBE" w14:textId="77777777" w:rsidR="003810D9" w:rsidRPr="00451E94" w:rsidRDefault="003810D9" w:rsidP="003810D9"/>
        </w:tc>
        <w:tc>
          <w:tcPr>
            <w:tcW w:w="445" w:type="dxa"/>
          </w:tcPr>
          <w:p w14:paraId="32A0AAE4" w14:textId="77777777" w:rsidR="003810D9" w:rsidRPr="00451E94" w:rsidRDefault="003810D9" w:rsidP="003810D9"/>
        </w:tc>
        <w:tc>
          <w:tcPr>
            <w:tcW w:w="445" w:type="dxa"/>
          </w:tcPr>
          <w:p w14:paraId="58C8AF83" w14:textId="77777777" w:rsidR="003810D9" w:rsidRPr="00451E94" w:rsidRDefault="003810D9" w:rsidP="003810D9"/>
        </w:tc>
        <w:tc>
          <w:tcPr>
            <w:tcW w:w="446" w:type="dxa"/>
          </w:tcPr>
          <w:p w14:paraId="260227C2" w14:textId="77777777" w:rsidR="003810D9" w:rsidRPr="00451E94" w:rsidRDefault="003810D9" w:rsidP="003810D9"/>
        </w:tc>
        <w:tc>
          <w:tcPr>
            <w:tcW w:w="445" w:type="dxa"/>
          </w:tcPr>
          <w:p w14:paraId="3BBBF7EC" w14:textId="77777777" w:rsidR="003810D9" w:rsidRPr="00451E94" w:rsidRDefault="003810D9" w:rsidP="003810D9"/>
        </w:tc>
        <w:tc>
          <w:tcPr>
            <w:tcW w:w="445" w:type="dxa"/>
          </w:tcPr>
          <w:p w14:paraId="3522E649" w14:textId="77777777" w:rsidR="003810D9" w:rsidRPr="00451E94" w:rsidRDefault="003810D9" w:rsidP="003810D9"/>
        </w:tc>
        <w:tc>
          <w:tcPr>
            <w:tcW w:w="445" w:type="dxa"/>
          </w:tcPr>
          <w:p w14:paraId="16E95849" w14:textId="77777777" w:rsidR="003810D9" w:rsidRPr="00451E94" w:rsidRDefault="003810D9" w:rsidP="003810D9"/>
        </w:tc>
        <w:tc>
          <w:tcPr>
            <w:tcW w:w="446" w:type="dxa"/>
          </w:tcPr>
          <w:p w14:paraId="10ECB33A" w14:textId="77777777" w:rsidR="003810D9" w:rsidRPr="00451E94" w:rsidRDefault="003810D9" w:rsidP="003810D9"/>
        </w:tc>
        <w:tc>
          <w:tcPr>
            <w:tcW w:w="445" w:type="dxa"/>
          </w:tcPr>
          <w:p w14:paraId="63A46F37" w14:textId="77777777" w:rsidR="003810D9" w:rsidRPr="00451E94" w:rsidRDefault="003810D9" w:rsidP="003810D9"/>
        </w:tc>
        <w:tc>
          <w:tcPr>
            <w:tcW w:w="446" w:type="dxa"/>
          </w:tcPr>
          <w:p w14:paraId="364B8532" w14:textId="77777777" w:rsidR="003810D9" w:rsidRPr="00451E94" w:rsidRDefault="003810D9" w:rsidP="003810D9"/>
        </w:tc>
      </w:tr>
      <w:tr w:rsidR="003810D9" w:rsidRPr="00451E94" w14:paraId="5FB752E1" w14:textId="77777777" w:rsidTr="003810D9">
        <w:trPr>
          <w:cantSplit/>
          <w:trHeight w:hRule="exact" w:val="428"/>
        </w:trPr>
        <w:tc>
          <w:tcPr>
            <w:tcW w:w="445" w:type="dxa"/>
          </w:tcPr>
          <w:p w14:paraId="12680F46" w14:textId="77777777" w:rsidR="003810D9" w:rsidRPr="00451E94" w:rsidRDefault="003810D9" w:rsidP="003810D9"/>
        </w:tc>
        <w:tc>
          <w:tcPr>
            <w:tcW w:w="446" w:type="dxa"/>
          </w:tcPr>
          <w:p w14:paraId="3D1EA913" w14:textId="77777777" w:rsidR="003810D9" w:rsidRPr="00451E94" w:rsidRDefault="003810D9" w:rsidP="003810D9"/>
        </w:tc>
        <w:tc>
          <w:tcPr>
            <w:tcW w:w="445" w:type="dxa"/>
          </w:tcPr>
          <w:p w14:paraId="5C492407" w14:textId="77777777" w:rsidR="003810D9" w:rsidRPr="00451E94" w:rsidRDefault="003810D9" w:rsidP="003810D9"/>
        </w:tc>
        <w:tc>
          <w:tcPr>
            <w:tcW w:w="446" w:type="dxa"/>
          </w:tcPr>
          <w:p w14:paraId="7CF8107C" w14:textId="77777777" w:rsidR="003810D9" w:rsidRPr="00451E94" w:rsidRDefault="003810D9" w:rsidP="003810D9"/>
        </w:tc>
        <w:tc>
          <w:tcPr>
            <w:tcW w:w="445" w:type="dxa"/>
          </w:tcPr>
          <w:p w14:paraId="539D4D1F" w14:textId="77777777" w:rsidR="003810D9" w:rsidRPr="00451E94" w:rsidRDefault="003810D9" w:rsidP="003810D9"/>
        </w:tc>
        <w:tc>
          <w:tcPr>
            <w:tcW w:w="446" w:type="dxa"/>
          </w:tcPr>
          <w:p w14:paraId="54A483A4" w14:textId="77777777" w:rsidR="003810D9" w:rsidRPr="00451E94" w:rsidRDefault="003810D9" w:rsidP="003810D9"/>
        </w:tc>
        <w:tc>
          <w:tcPr>
            <w:tcW w:w="445" w:type="dxa"/>
          </w:tcPr>
          <w:p w14:paraId="465AFB33" w14:textId="77777777" w:rsidR="003810D9" w:rsidRPr="00451E94" w:rsidRDefault="003810D9" w:rsidP="003810D9"/>
        </w:tc>
        <w:tc>
          <w:tcPr>
            <w:tcW w:w="446" w:type="dxa"/>
          </w:tcPr>
          <w:p w14:paraId="2B63BE74" w14:textId="77777777" w:rsidR="003810D9" w:rsidRPr="00451E94" w:rsidRDefault="003810D9" w:rsidP="003810D9"/>
        </w:tc>
        <w:tc>
          <w:tcPr>
            <w:tcW w:w="445" w:type="dxa"/>
          </w:tcPr>
          <w:p w14:paraId="2C8E2356" w14:textId="77777777" w:rsidR="003810D9" w:rsidRPr="00451E94" w:rsidRDefault="003810D9" w:rsidP="003810D9"/>
        </w:tc>
        <w:tc>
          <w:tcPr>
            <w:tcW w:w="446" w:type="dxa"/>
          </w:tcPr>
          <w:p w14:paraId="63EE60BF" w14:textId="77777777" w:rsidR="003810D9" w:rsidRPr="00451E94" w:rsidRDefault="003810D9" w:rsidP="003810D9"/>
        </w:tc>
        <w:tc>
          <w:tcPr>
            <w:tcW w:w="445" w:type="dxa"/>
          </w:tcPr>
          <w:p w14:paraId="4B027CAB" w14:textId="77777777" w:rsidR="003810D9" w:rsidRPr="00451E94" w:rsidRDefault="003810D9" w:rsidP="003810D9"/>
        </w:tc>
        <w:tc>
          <w:tcPr>
            <w:tcW w:w="446" w:type="dxa"/>
          </w:tcPr>
          <w:p w14:paraId="39757A92" w14:textId="77777777" w:rsidR="003810D9" w:rsidRPr="00451E94" w:rsidRDefault="003810D9" w:rsidP="003810D9"/>
        </w:tc>
        <w:tc>
          <w:tcPr>
            <w:tcW w:w="445" w:type="dxa"/>
          </w:tcPr>
          <w:p w14:paraId="6AEC13B2" w14:textId="77777777" w:rsidR="003810D9" w:rsidRPr="00451E94" w:rsidRDefault="003810D9" w:rsidP="003810D9"/>
        </w:tc>
        <w:tc>
          <w:tcPr>
            <w:tcW w:w="445" w:type="dxa"/>
          </w:tcPr>
          <w:p w14:paraId="7DBC79A3" w14:textId="77777777" w:rsidR="003810D9" w:rsidRPr="00451E94" w:rsidRDefault="003810D9" w:rsidP="003810D9"/>
        </w:tc>
        <w:tc>
          <w:tcPr>
            <w:tcW w:w="446" w:type="dxa"/>
          </w:tcPr>
          <w:p w14:paraId="42936AA9" w14:textId="77777777" w:rsidR="003810D9" w:rsidRPr="00451E94" w:rsidRDefault="003810D9" w:rsidP="003810D9"/>
        </w:tc>
        <w:tc>
          <w:tcPr>
            <w:tcW w:w="445" w:type="dxa"/>
          </w:tcPr>
          <w:p w14:paraId="2C6FA665" w14:textId="77777777" w:rsidR="003810D9" w:rsidRPr="00451E94" w:rsidRDefault="003810D9" w:rsidP="003810D9"/>
        </w:tc>
        <w:tc>
          <w:tcPr>
            <w:tcW w:w="445" w:type="dxa"/>
          </w:tcPr>
          <w:p w14:paraId="524F31BA" w14:textId="77777777" w:rsidR="003810D9" w:rsidRPr="00451E94" w:rsidRDefault="003810D9" w:rsidP="003810D9"/>
        </w:tc>
        <w:tc>
          <w:tcPr>
            <w:tcW w:w="445" w:type="dxa"/>
          </w:tcPr>
          <w:p w14:paraId="43339FE3" w14:textId="77777777" w:rsidR="003810D9" w:rsidRPr="00451E94" w:rsidRDefault="003810D9" w:rsidP="003810D9"/>
        </w:tc>
        <w:tc>
          <w:tcPr>
            <w:tcW w:w="446" w:type="dxa"/>
          </w:tcPr>
          <w:p w14:paraId="2E898FD9" w14:textId="77777777" w:rsidR="003810D9" w:rsidRPr="00451E94" w:rsidRDefault="003810D9" w:rsidP="003810D9"/>
        </w:tc>
        <w:tc>
          <w:tcPr>
            <w:tcW w:w="445" w:type="dxa"/>
          </w:tcPr>
          <w:p w14:paraId="6E603D23" w14:textId="77777777" w:rsidR="003810D9" w:rsidRPr="00451E94" w:rsidRDefault="003810D9" w:rsidP="003810D9"/>
        </w:tc>
        <w:tc>
          <w:tcPr>
            <w:tcW w:w="446" w:type="dxa"/>
          </w:tcPr>
          <w:p w14:paraId="7D166897" w14:textId="77777777" w:rsidR="003810D9" w:rsidRPr="00451E94" w:rsidRDefault="003810D9" w:rsidP="003810D9"/>
        </w:tc>
      </w:tr>
      <w:tr w:rsidR="003810D9" w:rsidRPr="00451E94" w14:paraId="1E07ADD8" w14:textId="77777777" w:rsidTr="003810D9">
        <w:trPr>
          <w:cantSplit/>
          <w:trHeight w:hRule="exact" w:val="428"/>
        </w:trPr>
        <w:tc>
          <w:tcPr>
            <w:tcW w:w="445" w:type="dxa"/>
          </w:tcPr>
          <w:p w14:paraId="16F35C7B" w14:textId="77777777" w:rsidR="003810D9" w:rsidRPr="00451E94" w:rsidRDefault="003810D9" w:rsidP="003810D9"/>
        </w:tc>
        <w:tc>
          <w:tcPr>
            <w:tcW w:w="446" w:type="dxa"/>
          </w:tcPr>
          <w:p w14:paraId="112F8CE4" w14:textId="77777777" w:rsidR="003810D9" w:rsidRPr="00451E94" w:rsidRDefault="003810D9" w:rsidP="003810D9"/>
        </w:tc>
        <w:tc>
          <w:tcPr>
            <w:tcW w:w="445" w:type="dxa"/>
          </w:tcPr>
          <w:p w14:paraId="683CAEC3" w14:textId="77777777" w:rsidR="003810D9" w:rsidRPr="00451E94" w:rsidRDefault="003810D9" w:rsidP="003810D9"/>
        </w:tc>
        <w:tc>
          <w:tcPr>
            <w:tcW w:w="446" w:type="dxa"/>
          </w:tcPr>
          <w:p w14:paraId="7B0967EC" w14:textId="77777777" w:rsidR="003810D9" w:rsidRPr="00451E94" w:rsidRDefault="003810D9" w:rsidP="003810D9"/>
        </w:tc>
        <w:tc>
          <w:tcPr>
            <w:tcW w:w="445" w:type="dxa"/>
          </w:tcPr>
          <w:p w14:paraId="32E4B6F4" w14:textId="77777777" w:rsidR="003810D9" w:rsidRPr="00451E94" w:rsidRDefault="003810D9" w:rsidP="003810D9"/>
        </w:tc>
        <w:tc>
          <w:tcPr>
            <w:tcW w:w="446" w:type="dxa"/>
          </w:tcPr>
          <w:p w14:paraId="0B4B8FFA" w14:textId="77777777" w:rsidR="003810D9" w:rsidRPr="00451E94" w:rsidRDefault="003810D9" w:rsidP="003810D9"/>
        </w:tc>
        <w:tc>
          <w:tcPr>
            <w:tcW w:w="445" w:type="dxa"/>
          </w:tcPr>
          <w:p w14:paraId="6CDF1B6C" w14:textId="77777777" w:rsidR="003810D9" w:rsidRPr="00451E94" w:rsidRDefault="003810D9" w:rsidP="003810D9"/>
        </w:tc>
        <w:tc>
          <w:tcPr>
            <w:tcW w:w="446" w:type="dxa"/>
          </w:tcPr>
          <w:p w14:paraId="462BE184" w14:textId="77777777" w:rsidR="003810D9" w:rsidRPr="00451E94" w:rsidRDefault="003810D9" w:rsidP="003810D9"/>
        </w:tc>
        <w:tc>
          <w:tcPr>
            <w:tcW w:w="445" w:type="dxa"/>
          </w:tcPr>
          <w:p w14:paraId="1C77525B" w14:textId="77777777" w:rsidR="003810D9" w:rsidRPr="00451E94" w:rsidRDefault="003810D9" w:rsidP="003810D9"/>
        </w:tc>
        <w:tc>
          <w:tcPr>
            <w:tcW w:w="446" w:type="dxa"/>
          </w:tcPr>
          <w:p w14:paraId="289F38E3" w14:textId="77777777" w:rsidR="003810D9" w:rsidRPr="00451E94" w:rsidRDefault="003810D9" w:rsidP="003810D9"/>
        </w:tc>
        <w:tc>
          <w:tcPr>
            <w:tcW w:w="445" w:type="dxa"/>
          </w:tcPr>
          <w:p w14:paraId="7F562F68" w14:textId="77777777" w:rsidR="003810D9" w:rsidRPr="00451E94" w:rsidRDefault="003810D9" w:rsidP="003810D9"/>
        </w:tc>
        <w:tc>
          <w:tcPr>
            <w:tcW w:w="446" w:type="dxa"/>
          </w:tcPr>
          <w:p w14:paraId="2865ABE8" w14:textId="77777777" w:rsidR="003810D9" w:rsidRPr="00451E94" w:rsidRDefault="003810D9" w:rsidP="003810D9"/>
        </w:tc>
        <w:tc>
          <w:tcPr>
            <w:tcW w:w="445" w:type="dxa"/>
          </w:tcPr>
          <w:p w14:paraId="5F80B853" w14:textId="77777777" w:rsidR="003810D9" w:rsidRPr="00451E94" w:rsidRDefault="003810D9" w:rsidP="003810D9"/>
        </w:tc>
        <w:tc>
          <w:tcPr>
            <w:tcW w:w="445" w:type="dxa"/>
          </w:tcPr>
          <w:p w14:paraId="682C2835" w14:textId="77777777" w:rsidR="003810D9" w:rsidRPr="00451E94" w:rsidRDefault="003810D9" w:rsidP="003810D9"/>
        </w:tc>
        <w:tc>
          <w:tcPr>
            <w:tcW w:w="446" w:type="dxa"/>
          </w:tcPr>
          <w:p w14:paraId="010F7437" w14:textId="77777777" w:rsidR="003810D9" w:rsidRPr="00451E94" w:rsidRDefault="003810D9" w:rsidP="003810D9"/>
        </w:tc>
        <w:tc>
          <w:tcPr>
            <w:tcW w:w="445" w:type="dxa"/>
          </w:tcPr>
          <w:p w14:paraId="48EA183A" w14:textId="77777777" w:rsidR="003810D9" w:rsidRPr="00451E94" w:rsidRDefault="003810D9" w:rsidP="003810D9"/>
        </w:tc>
        <w:tc>
          <w:tcPr>
            <w:tcW w:w="445" w:type="dxa"/>
          </w:tcPr>
          <w:p w14:paraId="57B05664" w14:textId="77777777" w:rsidR="003810D9" w:rsidRPr="00451E94" w:rsidRDefault="003810D9" w:rsidP="003810D9"/>
        </w:tc>
        <w:tc>
          <w:tcPr>
            <w:tcW w:w="445" w:type="dxa"/>
          </w:tcPr>
          <w:p w14:paraId="22EF2028" w14:textId="77777777" w:rsidR="003810D9" w:rsidRPr="00451E94" w:rsidRDefault="003810D9" w:rsidP="003810D9"/>
        </w:tc>
        <w:tc>
          <w:tcPr>
            <w:tcW w:w="446" w:type="dxa"/>
          </w:tcPr>
          <w:p w14:paraId="4AB1729A" w14:textId="77777777" w:rsidR="003810D9" w:rsidRPr="00451E94" w:rsidRDefault="003810D9" w:rsidP="003810D9"/>
        </w:tc>
        <w:tc>
          <w:tcPr>
            <w:tcW w:w="445" w:type="dxa"/>
          </w:tcPr>
          <w:p w14:paraId="14865025" w14:textId="77777777" w:rsidR="003810D9" w:rsidRPr="00451E94" w:rsidRDefault="003810D9" w:rsidP="003810D9"/>
        </w:tc>
        <w:tc>
          <w:tcPr>
            <w:tcW w:w="446" w:type="dxa"/>
          </w:tcPr>
          <w:p w14:paraId="7FBD58E1" w14:textId="77777777" w:rsidR="003810D9" w:rsidRPr="00451E94" w:rsidRDefault="003810D9" w:rsidP="003810D9"/>
        </w:tc>
      </w:tr>
      <w:tr w:rsidR="003810D9" w:rsidRPr="00451E94" w14:paraId="4FE0D674" w14:textId="77777777" w:rsidTr="003810D9">
        <w:trPr>
          <w:cantSplit/>
          <w:trHeight w:hRule="exact" w:val="428"/>
        </w:trPr>
        <w:tc>
          <w:tcPr>
            <w:tcW w:w="445" w:type="dxa"/>
          </w:tcPr>
          <w:p w14:paraId="27A505EC" w14:textId="77777777" w:rsidR="003810D9" w:rsidRPr="00451E94" w:rsidRDefault="003810D9" w:rsidP="003810D9"/>
        </w:tc>
        <w:tc>
          <w:tcPr>
            <w:tcW w:w="446" w:type="dxa"/>
          </w:tcPr>
          <w:p w14:paraId="00E0E908" w14:textId="77777777" w:rsidR="003810D9" w:rsidRPr="00451E94" w:rsidRDefault="003810D9" w:rsidP="003810D9"/>
        </w:tc>
        <w:tc>
          <w:tcPr>
            <w:tcW w:w="445" w:type="dxa"/>
          </w:tcPr>
          <w:p w14:paraId="4F589785" w14:textId="77777777" w:rsidR="003810D9" w:rsidRPr="00451E94" w:rsidRDefault="003810D9" w:rsidP="003810D9"/>
        </w:tc>
        <w:tc>
          <w:tcPr>
            <w:tcW w:w="446" w:type="dxa"/>
          </w:tcPr>
          <w:p w14:paraId="14B9AB54" w14:textId="77777777" w:rsidR="003810D9" w:rsidRPr="00451E94" w:rsidRDefault="003810D9" w:rsidP="003810D9"/>
        </w:tc>
        <w:tc>
          <w:tcPr>
            <w:tcW w:w="445" w:type="dxa"/>
          </w:tcPr>
          <w:p w14:paraId="31EE6492" w14:textId="77777777" w:rsidR="003810D9" w:rsidRPr="00451E94" w:rsidRDefault="003810D9" w:rsidP="003810D9">
            <w:pPr>
              <w:jc w:val="center"/>
            </w:pPr>
          </w:p>
        </w:tc>
        <w:tc>
          <w:tcPr>
            <w:tcW w:w="446" w:type="dxa"/>
          </w:tcPr>
          <w:p w14:paraId="21951194" w14:textId="77777777" w:rsidR="003810D9" w:rsidRPr="00451E94" w:rsidRDefault="003810D9" w:rsidP="003810D9"/>
        </w:tc>
        <w:tc>
          <w:tcPr>
            <w:tcW w:w="445" w:type="dxa"/>
          </w:tcPr>
          <w:p w14:paraId="6ED01AC0" w14:textId="77777777" w:rsidR="003810D9" w:rsidRPr="00451E94" w:rsidRDefault="003810D9" w:rsidP="003810D9"/>
        </w:tc>
        <w:tc>
          <w:tcPr>
            <w:tcW w:w="446" w:type="dxa"/>
          </w:tcPr>
          <w:p w14:paraId="409F3C99" w14:textId="77777777" w:rsidR="003810D9" w:rsidRPr="00451E94" w:rsidRDefault="003810D9" w:rsidP="003810D9"/>
        </w:tc>
        <w:tc>
          <w:tcPr>
            <w:tcW w:w="445" w:type="dxa"/>
          </w:tcPr>
          <w:p w14:paraId="37E4955F" w14:textId="77777777" w:rsidR="003810D9" w:rsidRPr="00451E94" w:rsidRDefault="003810D9" w:rsidP="003810D9">
            <w:pPr>
              <w:jc w:val="center"/>
            </w:pPr>
          </w:p>
        </w:tc>
        <w:tc>
          <w:tcPr>
            <w:tcW w:w="446" w:type="dxa"/>
          </w:tcPr>
          <w:p w14:paraId="5743248B" w14:textId="77777777" w:rsidR="003810D9" w:rsidRPr="00451E94" w:rsidRDefault="003810D9" w:rsidP="003810D9"/>
        </w:tc>
        <w:tc>
          <w:tcPr>
            <w:tcW w:w="445" w:type="dxa"/>
          </w:tcPr>
          <w:p w14:paraId="45DDC9D4" w14:textId="77777777" w:rsidR="003810D9" w:rsidRPr="00451E94" w:rsidRDefault="003810D9" w:rsidP="003810D9"/>
        </w:tc>
        <w:tc>
          <w:tcPr>
            <w:tcW w:w="446" w:type="dxa"/>
          </w:tcPr>
          <w:p w14:paraId="6894A1FB" w14:textId="77777777" w:rsidR="003810D9" w:rsidRPr="00451E94" w:rsidRDefault="003810D9" w:rsidP="003810D9"/>
        </w:tc>
        <w:tc>
          <w:tcPr>
            <w:tcW w:w="445" w:type="dxa"/>
          </w:tcPr>
          <w:p w14:paraId="2916FD77" w14:textId="77777777" w:rsidR="003810D9" w:rsidRPr="00451E94" w:rsidRDefault="003810D9" w:rsidP="003810D9"/>
        </w:tc>
        <w:tc>
          <w:tcPr>
            <w:tcW w:w="445" w:type="dxa"/>
          </w:tcPr>
          <w:p w14:paraId="72068B8E" w14:textId="77777777" w:rsidR="003810D9" w:rsidRPr="00451E94" w:rsidRDefault="003810D9" w:rsidP="003810D9"/>
        </w:tc>
        <w:tc>
          <w:tcPr>
            <w:tcW w:w="446" w:type="dxa"/>
          </w:tcPr>
          <w:p w14:paraId="0024B1D0" w14:textId="77777777" w:rsidR="003810D9" w:rsidRPr="00451E94" w:rsidRDefault="003810D9" w:rsidP="003810D9"/>
        </w:tc>
        <w:tc>
          <w:tcPr>
            <w:tcW w:w="445" w:type="dxa"/>
          </w:tcPr>
          <w:p w14:paraId="1AC62958" w14:textId="77777777" w:rsidR="003810D9" w:rsidRPr="00451E94" w:rsidRDefault="003810D9" w:rsidP="003810D9"/>
        </w:tc>
        <w:tc>
          <w:tcPr>
            <w:tcW w:w="445" w:type="dxa"/>
          </w:tcPr>
          <w:p w14:paraId="3F2CD1F6" w14:textId="77777777" w:rsidR="003810D9" w:rsidRPr="00451E94" w:rsidRDefault="003810D9" w:rsidP="003810D9"/>
        </w:tc>
        <w:tc>
          <w:tcPr>
            <w:tcW w:w="445" w:type="dxa"/>
          </w:tcPr>
          <w:p w14:paraId="357FAD0C" w14:textId="77777777" w:rsidR="003810D9" w:rsidRPr="00451E94" w:rsidRDefault="003810D9" w:rsidP="003810D9"/>
        </w:tc>
        <w:tc>
          <w:tcPr>
            <w:tcW w:w="446" w:type="dxa"/>
          </w:tcPr>
          <w:p w14:paraId="7E1E87A9" w14:textId="77777777" w:rsidR="003810D9" w:rsidRPr="00451E94" w:rsidRDefault="003810D9" w:rsidP="003810D9"/>
        </w:tc>
        <w:tc>
          <w:tcPr>
            <w:tcW w:w="445" w:type="dxa"/>
          </w:tcPr>
          <w:p w14:paraId="74476A95" w14:textId="77777777" w:rsidR="003810D9" w:rsidRPr="00451E94" w:rsidRDefault="003810D9" w:rsidP="003810D9"/>
        </w:tc>
        <w:tc>
          <w:tcPr>
            <w:tcW w:w="446" w:type="dxa"/>
          </w:tcPr>
          <w:p w14:paraId="72D0D0A2" w14:textId="77777777" w:rsidR="003810D9" w:rsidRPr="00451E94" w:rsidRDefault="003810D9" w:rsidP="003810D9"/>
        </w:tc>
      </w:tr>
      <w:tr w:rsidR="003810D9" w:rsidRPr="00451E94" w14:paraId="00B65C89" w14:textId="77777777" w:rsidTr="003810D9">
        <w:trPr>
          <w:cantSplit/>
          <w:trHeight w:hRule="exact" w:val="428"/>
        </w:trPr>
        <w:tc>
          <w:tcPr>
            <w:tcW w:w="445" w:type="dxa"/>
          </w:tcPr>
          <w:p w14:paraId="7F9006DD" w14:textId="77777777" w:rsidR="003810D9" w:rsidRPr="00451E94" w:rsidRDefault="003810D9" w:rsidP="003810D9"/>
        </w:tc>
        <w:tc>
          <w:tcPr>
            <w:tcW w:w="446" w:type="dxa"/>
          </w:tcPr>
          <w:p w14:paraId="53644D9C" w14:textId="77777777" w:rsidR="003810D9" w:rsidRPr="00451E94" w:rsidRDefault="003810D9" w:rsidP="003810D9"/>
        </w:tc>
        <w:tc>
          <w:tcPr>
            <w:tcW w:w="445" w:type="dxa"/>
          </w:tcPr>
          <w:p w14:paraId="4A02474B" w14:textId="77777777" w:rsidR="003810D9" w:rsidRPr="00451E94" w:rsidRDefault="003810D9" w:rsidP="003810D9"/>
        </w:tc>
        <w:tc>
          <w:tcPr>
            <w:tcW w:w="446" w:type="dxa"/>
          </w:tcPr>
          <w:p w14:paraId="5475D81E" w14:textId="77777777" w:rsidR="003810D9" w:rsidRPr="00451E94" w:rsidRDefault="003810D9" w:rsidP="003810D9"/>
        </w:tc>
        <w:tc>
          <w:tcPr>
            <w:tcW w:w="445" w:type="dxa"/>
          </w:tcPr>
          <w:p w14:paraId="47F0E8DD" w14:textId="77777777" w:rsidR="003810D9" w:rsidRPr="00451E94" w:rsidRDefault="003810D9" w:rsidP="003810D9"/>
        </w:tc>
        <w:tc>
          <w:tcPr>
            <w:tcW w:w="446" w:type="dxa"/>
          </w:tcPr>
          <w:p w14:paraId="00224AB1" w14:textId="77777777" w:rsidR="003810D9" w:rsidRPr="00451E94" w:rsidRDefault="003810D9" w:rsidP="003810D9"/>
        </w:tc>
        <w:tc>
          <w:tcPr>
            <w:tcW w:w="445" w:type="dxa"/>
          </w:tcPr>
          <w:p w14:paraId="3E982B10" w14:textId="77777777" w:rsidR="003810D9" w:rsidRPr="00451E94" w:rsidRDefault="003810D9" w:rsidP="003810D9"/>
        </w:tc>
        <w:tc>
          <w:tcPr>
            <w:tcW w:w="446" w:type="dxa"/>
          </w:tcPr>
          <w:p w14:paraId="6EB8D895" w14:textId="77777777" w:rsidR="003810D9" w:rsidRPr="00451E94" w:rsidRDefault="003810D9" w:rsidP="003810D9"/>
        </w:tc>
        <w:tc>
          <w:tcPr>
            <w:tcW w:w="445" w:type="dxa"/>
          </w:tcPr>
          <w:p w14:paraId="4459B734" w14:textId="77777777" w:rsidR="003810D9" w:rsidRPr="00451E94" w:rsidRDefault="003810D9" w:rsidP="003810D9"/>
        </w:tc>
        <w:tc>
          <w:tcPr>
            <w:tcW w:w="446" w:type="dxa"/>
          </w:tcPr>
          <w:p w14:paraId="40D60F19" w14:textId="77777777" w:rsidR="003810D9" w:rsidRPr="00451E94" w:rsidRDefault="003810D9" w:rsidP="003810D9"/>
        </w:tc>
        <w:tc>
          <w:tcPr>
            <w:tcW w:w="445" w:type="dxa"/>
          </w:tcPr>
          <w:p w14:paraId="6F0DF750" w14:textId="77777777" w:rsidR="003810D9" w:rsidRPr="00451E94" w:rsidRDefault="003810D9" w:rsidP="003810D9"/>
        </w:tc>
        <w:tc>
          <w:tcPr>
            <w:tcW w:w="446" w:type="dxa"/>
          </w:tcPr>
          <w:p w14:paraId="05D5B1FA" w14:textId="77777777" w:rsidR="003810D9" w:rsidRPr="00451E94" w:rsidRDefault="003810D9" w:rsidP="003810D9"/>
        </w:tc>
        <w:tc>
          <w:tcPr>
            <w:tcW w:w="445" w:type="dxa"/>
          </w:tcPr>
          <w:p w14:paraId="7219654F" w14:textId="77777777" w:rsidR="003810D9" w:rsidRPr="00451E94" w:rsidRDefault="003810D9" w:rsidP="003810D9"/>
        </w:tc>
        <w:tc>
          <w:tcPr>
            <w:tcW w:w="445" w:type="dxa"/>
          </w:tcPr>
          <w:p w14:paraId="53508F52" w14:textId="77777777" w:rsidR="003810D9" w:rsidRPr="00451E94" w:rsidRDefault="003810D9" w:rsidP="003810D9"/>
        </w:tc>
        <w:tc>
          <w:tcPr>
            <w:tcW w:w="446" w:type="dxa"/>
          </w:tcPr>
          <w:p w14:paraId="54970DEF" w14:textId="77777777" w:rsidR="003810D9" w:rsidRPr="00451E94" w:rsidRDefault="003810D9" w:rsidP="003810D9">
            <w:pPr>
              <w:jc w:val="center"/>
            </w:pPr>
          </w:p>
        </w:tc>
        <w:tc>
          <w:tcPr>
            <w:tcW w:w="445" w:type="dxa"/>
          </w:tcPr>
          <w:p w14:paraId="41FE7F2A" w14:textId="77777777" w:rsidR="003810D9" w:rsidRPr="00451E94" w:rsidRDefault="003810D9" w:rsidP="003810D9"/>
        </w:tc>
        <w:tc>
          <w:tcPr>
            <w:tcW w:w="445" w:type="dxa"/>
          </w:tcPr>
          <w:p w14:paraId="5B6132F7" w14:textId="77777777" w:rsidR="003810D9" w:rsidRPr="00451E94" w:rsidRDefault="003810D9" w:rsidP="003810D9"/>
        </w:tc>
        <w:tc>
          <w:tcPr>
            <w:tcW w:w="445" w:type="dxa"/>
          </w:tcPr>
          <w:p w14:paraId="3AED1D39" w14:textId="77777777" w:rsidR="003810D9" w:rsidRPr="00451E94" w:rsidRDefault="003810D9" w:rsidP="003810D9"/>
        </w:tc>
        <w:tc>
          <w:tcPr>
            <w:tcW w:w="446" w:type="dxa"/>
          </w:tcPr>
          <w:p w14:paraId="3586F856" w14:textId="77777777" w:rsidR="003810D9" w:rsidRPr="00451E94" w:rsidRDefault="003810D9" w:rsidP="003810D9"/>
        </w:tc>
        <w:tc>
          <w:tcPr>
            <w:tcW w:w="445" w:type="dxa"/>
          </w:tcPr>
          <w:p w14:paraId="15F1D2E9" w14:textId="77777777" w:rsidR="003810D9" w:rsidRPr="00451E94" w:rsidRDefault="003810D9" w:rsidP="003810D9"/>
        </w:tc>
        <w:tc>
          <w:tcPr>
            <w:tcW w:w="446" w:type="dxa"/>
          </w:tcPr>
          <w:p w14:paraId="7934FC0C" w14:textId="77777777" w:rsidR="003810D9" w:rsidRPr="00451E94" w:rsidRDefault="003810D9" w:rsidP="003810D9"/>
        </w:tc>
      </w:tr>
      <w:tr w:rsidR="003810D9" w:rsidRPr="00451E94" w14:paraId="437CF804" w14:textId="77777777" w:rsidTr="003810D9">
        <w:trPr>
          <w:cantSplit/>
          <w:trHeight w:hRule="exact" w:val="428"/>
        </w:trPr>
        <w:tc>
          <w:tcPr>
            <w:tcW w:w="445" w:type="dxa"/>
          </w:tcPr>
          <w:p w14:paraId="6F08B721" w14:textId="77777777" w:rsidR="003810D9" w:rsidRPr="00451E94" w:rsidRDefault="003810D9" w:rsidP="003810D9"/>
        </w:tc>
        <w:tc>
          <w:tcPr>
            <w:tcW w:w="446" w:type="dxa"/>
          </w:tcPr>
          <w:p w14:paraId="3C665225" w14:textId="77777777" w:rsidR="003810D9" w:rsidRPr="00451E94" w:rsidRDefault="003810D9" w:rsidP="003810D9"/>
        </w:tc>
        <w:tc>
          <w:tcPr>
            <w:tcW w:w="445" w:type="dxa"/>
          </w:tcPr>
          <w:p w14:paraId="3C6A1CB3" w14:textId="77777777" w:rsidR="003810D9" w:rsidRPr="00451E94" w:rsidRDefault="003810D9" w:rsidP="003810D9"/>
        </w:tc>
        <w:tc>
          <w:tcPr>
            <w:tcW w:w="446" w:type="dxa"/>
          </w:tcPr>
          <w:p w14:paraId="4DDBCEE6" w14:textId="77777777" w:rsidR="003810D9" w:rsidRPr="00451E94" w:rsidRDefault="003810D9" w:rsidP="003810D9"/>
        </w:tc>
        <w:tc>
          <w:tcPr>
            <w:tcW w:w="445" w:type="dxa"/>
          </w:tcPr>
          <w:p w14:paraId="049D3F86" w14:textId="77777777" w:rsidR="003810D9" w:rsidRPr="00451E94" w:rsidRDefault="003810D9" w:rsidP="003810D9"/>
        </w:tc>
        <w:tc>
          <w:tcPr>
            <w:tcW w:w="446" w:type="dxa"/>
          </w:tcPr>
          <w:p w14:paraId="1F9AB5B9" w14:textId="77777777" w:rsidR="003810D9" w:rsidRPr="00451E94" w:rsidRDefault="003810D9" w:rsidP="003810D9"/>
        </w:tc>
        <w:tc>
          <w:tcPr>
            <w:tcW w:w="445" w:type="dxa"/>
          </w:tcPr>
          <w:p w14:paraId="0D3A3CF9" w14:textId="77777777" w:rsidR="003810D9" w:rsidRPr="00451E94" w:rsidRDefault="003810D9" w:rsidP="003810D9"/>
        </w:tc>
        <w:tc>
          <w:tcPr>
            <w:tcW w:w="446" w:type="dxa"/>
          </w:tcPr>
          <w:p w14:paraId="0E41C9DE" w14:textId="77777777" w:rsidR="003810D9" w:rsidRPr="00451E94" w:rsidRDefault="003810D9" w:rsidP="003810D9"/>
        </w:tc>
        <w:tc>
          <w:tcPr>
            <w:tcW w:w="445" w:type="dxa"/>
          </w:tcPr>
          <w:p w14:paraId="0CE9FFFA" w14:textId="77777777" w:rsidR="003810D9" w:rsidRPr="00451E94" w:rsidRDefault="003810D9" w:rsidP="003810D9"/>
        </w:tc>
        <w:tc>
          <w:tcPr>
            <w:tcW w:w="446" w:type="dxa"/>
          </w:tcPr>
          <w:p w14:paraId="080DC163" w14:textId="77777777" w:rsidR="003810D9" w:rsidRPr="00451E94" w:rsidRDefault="003810D9" w:rsidP="003810D9"/>
        </w:tc>
        <w:tc>
          <w:tcPr>
            <w:tcW w:w="445" w:type="dxa"/>
          </w:tcPr>
          <w:p w14:paraId="12C0A2D9" w14:textId="77777777" w:rsidR="003810D9" w:rsidRPr="00451E94" w:rsidRDefault="003810D9" w:rsidP="003810D9"/>
        </w:tc>
        <w:tc>
          <w:tcPr>
            <w:tcW w:w="446" w:type="dxa"/>
          </w:tcPr>
          <w:p w14:paraId="033414EF" w14:textId="77777777" w:rsidR="003810D9" w:rsidRPr="00451E94" w:rsidRDefault="003810D9" w:rsidP="003810D9"/>
        </w:tc>
        <w:tc>
          <w:tcPr>
            <w:tcW w:w="445" w:type="dxa"/>
          </w:tcPr>
          <w:p w14:paraId="0013CDD9" w14:textId="77777777" w:rsidR="003810D9" w:rsidRPr="00451E94" w:rsidRDefault="003810D9" w:rsidP="003810D9"/>
        </w:tc>
        <w:tc>
          <w:tcPr>
            <w:tcW w:w="445" w:type="dxa"/>
          </w:tcPr>
          <w:p w14:paraId="12CCBA14" w14:textId="77777777" w:rsidR="003810D9" w:rsidRPr="00451E94" w:rsidRDefault="003810D9" w:rsidP="003810D9"/>
        </w:tc>
        <w:tc>
          <w:tcPr>
            <w:tcW w:w="446" w:type="dxa"/>
          </w:tcPr>
          <w:p w14:paraId="530B5D3D" w14:textId="77777777" w:rsidR="003810D9" w:rsidRPr="00451E94" w:rsidRDefault="003810D9" w:rsidP="003810D9"/>
        </w:tc>
        <w:tc>
          <w:tcPr>
            <w:tcW w:w="445" w:type="dxa"/>
          </w:tcPr>
          <w:p w14:paraId="7604BD11" w14:textId="77777777" w:rsidR="003810D9" w:rsidRPr="00451E94" w:rsidRDefault="003810D9" w:rsidP="003810D9"/>
        </w:tc>
        <w:tc>
          <w:tcPr>
            <w:tcW w:w="445" w:type="dxa"/>
          </w:tcPr>
          <w:p w14:paraId="2ED63DD9" w14:textId="77777777" w:rsidR="003810D9" w:rsidRPr="00451E94" w:rsidRDefault="003810D9" w:rsidP="003810D9"/>
        </w:tc>
        <w:tc>
          <w:tcPr>
            <w:tcW w:w="445" w:type="dxa"/>
          </w:tcPr>
          <w:p w14:paraId="6C0F6D4B" w14:textId="77777777" w:rsidR="003810D9" w:rsidRPr="00451E94" w:rsidRDefault="003810D9" w:rsidP="003810D9"/>
        </w:tc>
        <w:tc>
          <w:tcPr>
            <w:tcW w:w="446" w:type="dxa"/>
          </w:tcPr>
          <w:p w14:paraId="26E0D0AE" w14:textId="77777777" w:rsidR="003810D9" w:rsidRPr="00451E94" w:rsidRDefault="003810D9" w:rsidP="003810D9"/>
        </w:tc>
        <w:tc>
          <w:tcPr>
            <w:tcW w:w="445" w:type="dxa"/>
          </w:tcPr>
          <w:p w14:paraId="19B2758F" w14:textId="77777777" w:rsidR="003810D9" w:rsidRPr="00451E94" w:rsidRDefault="003810D9" w:rsidP="003810D9"/>
        </w:tc>
        <w:tc>
          <w:tcPr>
            <w:tcW w:w="446" w:type="dxa"/>
          </w:tcPr>
          <w:p w14:paraId="6E54BA53" w14:textId="77777777" w:rsidR="003810D9" w:rsidRPr="00451E94" w:rsidRDefault="003810D9" w:rsidP="003810D9"/>
        </w:tc>
      </w:tr>
      <w:tr w:rsidR="003810D9" w:rsidRPr="00451E94" w14:paraId="0A1A97C5" w14:textId="77777777" w:rsidTr="003810D9">
        <w:trPr>
          <w:cantSplit/>
          <w:trHeight w:hRule="exact" w:val="428"/>
        </w:trPr>
        <w:tc>
          <w:tcPr>
            <w:tcW w:w="445" w:type="dxa"/>
          </w:tcPr>
          <w:p w14:paraId="2C4380A7" w14:textId="77777777" w:rsidR="003810D9" w:rsidRPr="00451E94" w:rsidRDefault="003810D9" w:rsidP="003810D9"/>
        </w:tc>
        <w:tc>
          <w:tcPr>
            <w:tcW w:w="446" w:type="dxa"/>
          </w:tcPr>
          <w:p w14:paraId="34AB6049" w14:textId="77777777" w:rsidR="003810D9" w:rsidRPr="00451E94" w:rsidRDefault="003810D9" w:rsidP="003810D9"/>
        </w:tc>
        <w:tc>
          <w:tcPr>
            <w:tcW w:w="445" w:type="dxa"/>
          </w:tcPr>
          <w:p w14:paraId="2D998D4A" w14:textId="77777777" w:rsidR="003810D9" w:rsidRPr="00451E94" w:rsidRDefault="003810D9" w:rsidP="003810D9"/>
        </w:tc>
        <w:tc>
          <w:tcPr>
            <w:tcW w:w="446" w:type="dxa"/>
          </w:tcPr>
          <w:p w14:paraId="76CE0F45" w14:textId="77777777" w:rsidR="003810D9" w:rsidRPr="00451E94" w:rsidRDefault="003810D9" w:rsidP="003810D9"/>
        </w:tc>
        <w:tc>
          <w:tcPr>
            <w:tcW w:w="445" w:type="dxa"/>
          </w:tcPr>
          <w:p w14:paraId="5A2CBD88" w14:textId="77777777" w:rsidR="003810D9" w:rsidRPr="00451E94" w:rsidRDefault="003810D9" w:rsidP="003810D9"/>
        </w:tc>
        <w:tc>
          <w:tcPr>
            <w:tcW w:w="446" w:type="dxa"/>
          </w:tcPr>
          <w:p w14:paraId="016FE0CD" w14:textId="77777777" w:rsidR="003810D9" w:rsidRPr="00451E94" w:rsidRDefault="003810D9" w:rsidP="003810D9"/>
        </w:tc>
        <w:tc>
          <w:tcPr>
            <w:tcW w:w="445" w:type="dxa"/>
          </w:tcPr>
          <w:p w14:paraId="3C0FDC82" w14:textId="77777777" w:rsidR="003810D9" w:rsidRPr="00451E94" w:rsidRDefault="003810D9" w:rsidP="003810D9"/>
        </w:tc>
        <w:tc>
          <w:tcPr>
            <w:tcW w:w="446" w:type="dxa"/>
          </w:tcPr>
          <w:p w14:paraId="478B3E5F" w14:textId="77777777" w:rsidR="003810D9" w:rsidRPr="00432B2D" w:rsidRDefault="003810D9" w:rsidP="003810D9">
            <w:pPr>
              <w:spacing w:after="0" w:line="240" w:lineRule="auto"/>
              <w:jc w:val="center"/>
              <w:rPr>
                <w:position w:val="10"/>
              </w:rPr>
            </w:pPr>
          </w:p>
        </w:tc>
        <w:tc>
          <w:tcPr>
            <w:tcW w:w="445" w:type="dxa"/>
          </w:tcPr>
          <w:p w14:paraId="43E48AF8" w14:textId="77777777" w:rsidR="003810D9" w:rsidRPr="00451E94" w:rsidRDefault="003810D9" w:rsidP="003810D9"/>
        </w:tc>
        <w:tc>
          <w:tcPr>
            <w:tcW w:w="446" w:type="dxa"/>
          </w:tcPr>
          <w:p w14:paraId="31B4185F" w14:textId="77777777" w:rsidR="003810D9" w:rsidRPr="00451E94" w:rsidRDefault="003810D9" w:rsidP="003810D9"/>
        </w:tc>
        <w:tc>
          <w:tcPr>
            <w:tcW w:w="445" w:type="dxa"/>
          </w:tcPr>
          <w:p w14:paraId="6517CAE7" w14:textId="77777777" w:rsidR="003810D9" w:rsidRPr="00451E94" w:rsidRDefault="003810D9" w:rsidP="003810D9"/>
        </w:tc>
        <w:tc>
          <w:tcPr>
            <w:tcW w:w="446" w:type="dxa"/>
          </w:tcPr>
          <w:p w14:paraId="5CCFEA51" w14:textId="77777777" w:rsidR="003810D9" w:rsidRPr="00451E94" w:rsidRDefault="003810D9" w:rsidP="003810D9"/>
        </w:tc>
        <w:tc>
          <w:tcPr>
            <w:tcW w:w="445" w:type="dxa"/>
          </w:tcPr>
          <w:p w14:paraId="2F5CFC92" w14:textId="77777777" w:rsidR="003810D9" w:rsidRPr="00451E94" w:rsidRDefault="003810D9" w:rsidP="003810D9"/>
        </w:tc>
        <w:tc>
          <w:tcPr>
            <w:tcW w:w="445" w:type="dxa"/>
          </w:tcPr>
          <w:p w14:paraId="1D522A08" w14:textId="77777777" w:rsidR="003810D9" w:rsidRPr="00451E94" w:rsidRDefault="003810D9" w:rsidP="003810D9"/>
        </w:tc>
        <w:tc>
          <w:tcPr>
            <w:tcW w:w="446" w:type="dxa"/>
          </w:tcPr>
          <w:p w14:paraId="74234933" w14:textId="77777777" w:rsidR="003810D9" w:rsidRPr="00451E94" w:rsidRDefault="003810D9" w:rsidP="003810D9"/>
        </w:tc>
        <w:tc>
          <w:tcPr>
            <w:tcW w:w="445" w:type="dxa"/>
          </w:tcPr>
          <w:p w14:paraId="08BC10A2" w14:textId="77777777" w:rsidR="003810D9" w:rsidRPr="00451E94" w:rsidRDefault="003810D9" w:rsidP="003810D9"/>
        </w:tc>
        <w:tc>
          <w:tcPr>
            <w:tcW w:w="445" w:type="dxa"/>
          </w:tcPr>
          <w:p w14:paraId="31D6C7EE" w14:textId="77777777" w:rsidR="003810D9" w:rsidRPr="00451E94" w:rsidRDefault="003810D9" w:rsidP="003810D9"/>
        </w:tc>
        <w:tc>
          <w:tcPr>
            <w:tcW w:w="445" w:type="dxa"/>
          </w:tcPr>
          <w:p w14:paraId="17C0CE54" w14:textId="77777777" w:rsidR="003810D9" w:rsidRPr="00451E94" w:rsidRDefault="003810D9" w:rsidP="003810D9"/>
        </w:tc>
        <w:tc>
          <w:tcPr>
            <w:tcW w:w="446" w:type="dxa"/>
          </w:tcPr>
          <w:p w14:paraId="5AB83053" w14:textId="77777777" w:rsidR="003810D9" w:rsidRPr="00451E94" w:rsidRDefault="003810D9" w:rsidP="003810D9"/>
        </w:tc>
        <w:tc>
          <w:tcPr>
            <w:tcW w:w="445" w:type="dxa"/>
          </w:tcPr>
          <w:p w14:paraId="6722C8C0" w14:textId="77777777" w:rsidR="003810D9" w:rsidRPr="00451E94" w:rsidRDefault="003810D9" w:rsidP="003810D9"/>
        </w:tc>
        <w:tc>
          <w:tcPr>
            <w:tcW w:w="446" w:type="dxa"/>
          </w:tcPr>
          <w:p w14:paraId="3C7C5D78" w14:textId="77777777" w:rsidR="003810D9" w:rsidRPr="00451E94" w:rsidRDefault="003810D9" w:rsidP="003810D9"/>
        </w:tc>
      </w:tr>
      <w:tr w:rsidR="003810D9" w:rsidRPr="00451E94" w14:paraId="2F67AEBC" w14:textId="77777777" w:rsidTr="003810D9">
        <w:trPr>
          <w:cantSplit/>
          <w:trHeight w:hRule="exact" w:val="428"/>
        </w:trPr>
        <w:tc>
          <w:tcPr>
            <w:tcW w:w="445" w:type="dxa"/>
          </w:tcPr>
          <w:p w14:paraId="393D0582" w14:textId="77777777" w:rsidR="003810D9" w:rsidRPr="00451E94" w:rsidRDefault="00DC49FF" w:rsidP="003810D9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76EFABFD" wp14:editId="63A5F8DA">
                      <wp:simplePos x="0" y="0"/>
                      <wp:positionH relativeFrom="column">
                        <wp:posOffset>-51012</wp:posOffset>
                      </wp:positionH>
                      <wp:positionV relativeFrom="paragraph">
                        <wp:posOffset>38735</wp:posOffset>
                      </wp:positionV>
                      <wp:extent cx="3771900" cy="800100"/>
                      <wp:effectExtent l="0" t="0" r="0" b="12700"/>
                      <wp:wrapNone/>
                      <wp:docPr id="113" name="Text Box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719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3B025C1" w14:textId="77777777" w:rsidR="00657B73" w:rsidRPr="00DC49FF" w:rsidRDefault="00657B73" w:rsidP="00DC49FF">
                                  <w:pPr>
                                    <w:spacing w:after="80"/>
                                    <w:rPr>
                                      <w:rStyle w:val="Schriftrot"/>
                                    </w:rPr>
                                  </w:pPr>
                                  <w:r>
                                    <w:rPr>
                                      <w:rStyle w:val="Schriftrot"/>
                                    </w:rPr>
                                    <w:t xml:space="preserve">Gespiegelte Figur 1P      </w:t>
                                  </w:r>
                                  <w:r w:rsidRPr="00DC49FF">
                                    <w:rPr>
                                      <w:rStyle w:val="Schriftrot"/>
                                    </w:rPr>
                                    <w:t>Vergrösserte Figur 2P</w:t>
                                  </w:r>
                                </w:p>
                                <w:p w14:paraId="17A502A8" w14:textId="77777777" w:rsidR="00657B73" w:rsidRPr="00DC49FF" w:rsidRDefault="00657B73" w:rsidP="00DC49FF">
                                  <w:pPr>
                                    <w:spacing w:after="80"/>
                                    <w:rPr>
                                      <w:rStyle w:val="Schriftrot"/>
                                    </w:rPr>
                                  </w:pPr>
                                  <w:r w:rsidRPr="00DC49FF">
                                    <w:rPr>
                                      <w:rStyle w:val="Schriftrot"/>
                                    </w:rPr>
                                    <w:t>Nur eine Figur (gespiegelt und vergrössert)  3P</w:t>
                                  </w:r>
                                </w:p>
                                <w:p w14:paraId="30639A95" w14:textId="77777777" w:rsidR="00657B73" w:rsidRDefault="00657B7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3" o:spid="_x0000_s1030" type="#_x0000_t202" style="position:absolute;margin-left:-3.95pt;margin-top:3.05pt;width:297pt;height:63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" filled="f" stroked="f">
                      <v:textbox>
                        <w:txbxContent>
                          <w:p w14:paraId="1A69AA62" w14:textId="49D5F22F" w:rsidR="00657B73" w:rsidRPr="00DC49FF" w:rsidRDefault="00657B73" w:rsidP="00DC49FF">
                            <w:pPr>
                              <w:spacing w:after="80"/>
                              <w:rPr>
                                <w:rStyle w:val="Schriftrot"/>
                              </w:rPr>
                            </w:pPr>
                            <w:r>
                              <w:rPr>
                                <w:rStyle w:val="Schriftrot"/>
                              </w:rPr>
                              <w:t xml:space="preserve">Gespiegelte Figur 1P      </w:t>
                            </w:r>
                            <w:r w:rsidRPr="00DC49FF">
                              <w:rPr>
                                <w:rStyle w:val="Schriftrot"/>
                              </w:rPr>
                              <w:t>Vergrösserte Figur 2P</w:t>
                            </w:r>
                          </w:p>
                          <w:p w14:paraId="62BA2048" w14:textId="77777777" w:rsidR="00657B73" w:rsidRPr="00DC49FF" w:rsidRDefault="00657B73" w:rsidP="00DC49FF">
                            <w:pPr>
                              <w:spacing w:after="80"/>
                              <w:rPr>
                                <w:rStyle w:val="Schriftrot"/>
                              </w:rPr>
                            </w:pPr>
                            <w:r w:rsidRPr="00DC49FF">
                              <w:rPr>
                                <w:rStyle w:val="Schriftrot"/>
                              </w:rPr>
                              <w:t>Nur eine Figur (gespiegelt und vergrössert)  3P</w:t>
                            </w:r>
                          </w:p>
                          <w:p w14:paraId="3705F257" w14:textId="77777777" w:rsidR="00657B73" w:rsidRDefault="00657B73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6" w:type="dxa"/>
          </w:tcPr>
          <w:p w14:paraId="750914C1" w14:textId="77777777" w:rsidR="003810D9" w:rsidRPr="00451E94" w:rsidRDefault="003810D9" w:rsidP="003810D9"/>
        </w:tc>
        <w:tc>
          <w:tcPr>
            <w:tcW w:w="445" w:type="dxa"/>
          </w:tcPr>
          <w:p w14:paraId="786E29B8" w14:textId="77777777" w:rsidR="003810D9" w:rsidRPr="00451E94" w:rsidRDefault="003810D9" w:rsidP="003810D9"/>
        </w:tc>
        <w:tc>
          <w:tcPr>
            <w:tcW w:w="446" w:type="dxa"/>
          </w:tcPr>
          <w:p w14:paraId="3543708E" w14:textId="77777777" w:rsidR="003810D9" w:rsidRPr="00451E94" w:rsidRDefault="003810D9" w:rsidP="003810D9"/>
        </w:tc>
        <w:tc>
          <w:tcPr>
            <w:tcW w:w="445" w:type="dxa"/>
          </w:tcPr>
          <w:p w14:paraId="7741C309" w14:textId="77777777" w:rsidR="003810D9" w:rsidRPr="00451E94" w:rsidRDefault="003810D9" w:rsidP="003810D9"/>
        </w:tc>
        <w:tc>
          <w:tcPr>
            <w:tcW w:w="446" w:type="dxa"/>
          </w:tcPr>
          <w:p w14:paraId="30E42D1A" w14:textId="77777777" w:rsidR="003810D9" w:rsidRPr="00451E94" w:rsidRDefault="003810D9" w:rsidP="003810D9"/>
        </w:tc>
        <w:tc>
          <w:tcPr>
            <w:tcW w:w="445" w:type="dxa"/>
          </w:tcPr>
          <w:p w14:paraId="3CA30999" w14:textId="77777777" w:rsidR="003810D9" w:rsidRPr="00451E94" w:rsidRDefault="003810D9" w:rsidP="003810D9"/>
        </w:tc>
        <w:tc>
          <w:tcPr>
            <w:tcW w:w="446" w:type="dxa"/>
          </w:tcPr>
          <w:p w14:paraId="55B4138A" w14:textId="77777777" w:rsidR="003810D9" w:rsidRPr="00432B2D" w:rsidRDefault="003810D9" w:rsidP="003810D9">
            <w:pPr>
              <w:spacing w:after="0" w:line="240" w:lineRule="auto"/>
              <w:jc w:val="center"/>
              <w:rPr>
                <w:position w:val="10"/>
              </w:rPr>
            </w:pPr>
          </w:p>
        </w:tc>
        <w:tc>
          <w:tcPr>
            <w:tcW w:w="445" w:type="dxa"/>
          </w:tcPr>
          <w:p w14:paraId="785E709E" w14:textId="77777777" w:rsidR="003810D9" w:rsidRPr="00451E94" w:rsidRDefault="003810D9" w:rsidP="003810D9"/>
        </w:tc>
        <w:tc>
          <w:tcPr>
            <w:tcW w:w="446" w:type="dxa"/>
          </w:tcPr>
          <w:p w14:paraId="5A135548" w14:textId="77777777" w:rsidR="003810D9" w:rsidRPr="00451E94" w:rsidRDefault="003810D9" w:rsidP="003810D9"/>
        </w:tc>
        <w:tc>
          <w:tcPr>
            <w:tcW w:w="445" w:type="dxa"/>
          </w:tcPr>
          <w:p w14:paraId="32BB9CF9" w14:textId="77777777" w:rsidR="003810D9" w:rsidRPr="00451E94" w:rsidRDefault="003810D9" w:rsidP="003810D9"/>
        </w:tc>
        <w:tc>
          <w:tcPr>
            <w:tcW w:w="446" w:type="dxa"/>
          </w:tcPr>
          <w:p w14:paraId="6281D2EC" w14:textId="77777777" w:rsidR="003810D9" w:rsidRPr="00451E94" w:rsidRDefault="003810D9" w:rsidP="003810D9"/>
        </w:tc>
        <w:tc>
          <w:tcPr>
            <w:tcW w:w="445" w:type="dxa"/>
          </w:tcPr>
          <w:p w14:paraId="2985991A" w14:textId="77777777" w:rsidR="003810D9" w:rsidRPr="00451E94" w:rsidRDefault="003810D9" w:rsidP="003810D9"/>
        </w:tc>
        <w:tc>
          <w:tcPr>
            <w:tcW w:w="445" w:type="dxa"/>
          </w:tcPr>
          <w:p w14:paraId="054F4D78" w14:textId="77777777" w:rsidR="003810D9" w:rsidRPr="00451E94" w:rsidRDefault="003810D9" w:rsidP="003810D9"/>
        </w:tc>
        <w:tc>
          <w:tcPr>
            <w:tcW w:w="446" w:type="dxa"/>
          </w:tcPr>
          <w:p w14:paraId="4E5BB1F6" w14:textId="77777777" w:rsidR="003810D9" w:rsidRPr="00451E94" w:rsidRDefault="003810D9" w:rsidP="003810D9"/>
        </w:tc>
        <w:tc>
          <w:tcPr>
            <w:tcW w:w="445" w:type="dxa"/>
          </w:tcPr>
          <w:p w14:paraId="2EC6FB24" w14:textId="77777777" w:rsidR="003810D9" w:rsidRPr="00451E94" w:rsidRDefault="003810D9" w:rsidP="003810D9"/>
        </w:tc>
        <w:tc>
          <w:tcPr>
            <w:tcW w:w="445" w:type="dxa"/>
          </w:tcPr>
          <w:p w14:paraId="229D6694" w14:textId="77777777" w:rsidR="003810D9" w:rsidRPr="00451E94" w:rsidRDefault="003810D9" w:rsidP="003810D9"/>
        </w:tc>
        <w:tc>
          <w:tcPr>
            <w:tcW w:w="445" w:type="dxa"/>
          </w:tcPr>
          <w:p w14:paraId="0B74EEB8" w14:textId="77777777" w:rsidR="003810D9" w:rsidRPr="00451E94" w:rsidRDefault="003810D9" w:rsidP="003810D9"/>
        </w:tc>
        <w:tc>
          <w:tcPr>
            <w:tcW w:w="446" w:type="dxa"/>
          </w:tcPr>
          <w:p w14:paraId="1FF6D01A" w14:textId="77777777" w:rsidR="003810D9" w:rsidRPr="00451E94" w:rsidRDefault="003810D9" w:rsidP="003810D9"/>
        </w:tc>
        <w:tc>
          <w:tcPr>
            <w:tcW w:w="445" w:type="dxa"/>
          </w:tcPr>
          <w:p w14:paraId="5A9A4551" w14:textId="77777777" w:rsidR="003810D9" w:rsidRPr="00451E94" w:rsidRDefault="003810D9" w:rsidP="003810D9"/>
        </w:tc>
        <w:tc>
          <w:tcPr>
            <w:tcW w:w="446" w:type="dxa"/>
          </w:tcPr>
          <w:p w14:paraId="6B622664" w14:textId="77777777" w:rsidR="003810D9" w:rsidRPr="00451E94" w:rsidRDefault="003810D9" w:rsidP="003810D9"/>
        </w:tc>
      </w:tr>
      <w:tr w:rsidR="003810D9" w:rsidRPr="00451E94" w14:paraId="21FDCCD6" w14:textId="77777777" w:rsidTr="003810D9">
        <w:trPr>
          <w:cantSplit/>
          <w:trHeight w:hRule="exact" w:val="428"/>
        </w:trPr>
        <w:tc>
          <w:tcPr>
            <w:tcW w:w="445" w:type="dxa"/>
          </w:tcPr>
          <w:p w14:paraId="37A7250F" w14:textId="77777777" w:rsidR="003810D9" w:rsidRPr="00451E94" w:rsidRDefault="003810D9" w:rsidP="003810D9"/>
        </w:tc>
        <w:tc>
          <w:tcPr>
            <w:tcW w:w="446" w:type="dxa"/>
          </w:tcPr>
          <w:p w14:paraId="22458439" w14:textId="77777777" w:rsidR="003810D9" w:rsidRPr="00451E94" w:rsidRDefault="003810D9" w:rsidP="003810D9"/>
        </w:tc>
        <w:tc>
          <w:tcPr>
            <w:tcW w:w="445" w:type="dxa"/>
          </w:tcPr>
          <w:p w14:paraId="5FEE3507" w14:textId="77777777" w:rsidR="003810D9" w:rsidRPr="00451E94" w:rsidRDefault="003810D9" w:rsidP="003810D9"/>
        </w:tc>
        <w:tc>
          <w:tcPr>
            <w:tcW w:w="446" w:type="dxa"/>
          </w:tcPr>
          <w:p w14:paraId="507541D5" w14:textId="77777777" w:rsidR="003810D9" w:rsidRPr="00451E94" w:rsidRDefault="003810D9" w:rsidP="003810D9"/>
        </w:tc>
        <w:tc>
          <w:tcPr>
            <w:tcW w:w="445" w:type="dxa"/>
          </w:tcPr>
          <w:p w14:paraId="3D6B5E9F" w14:textId="77777777" w:rsidR="003810D9" w:rsidRPr="00451E94" w:rsidRDefault="003810D9" w:rsidP="003810D9"/>
        </w:tc>
        <w:tc>
          <w:tcPr>
            <w:tcW w:w="446" w:type="dxa"/>
          </w:tcPr>
          <w:p w14:paraId="5B19D639" w14:textId="77777777" w:rsidR="003810D9" w:rsidRPr="00451E94" w:rsidRDefault="003810D9" w:rsidP="003810D9"/>
        </w:tc>
        <w:tc>
          <w:tcPr>
            <w:tcW w:w="445" w:type="dxa"/>
          </w:tcPr>
          <w:p w14:paraId="093C2818" w14:textId="77777777" w:rsidR="003810D9" w:rsidRPr="00451E94" w:rsidRDefault="003810D9" w:rsidP="003810D9"/>
        </w:tc>
        <w:tc>
          <w:tcPr>
            <w:tcW w:w="446" w:type="dxa"/>
          </w:tcPr>
          <w:p w14:paraId="63DADCF6" w14:textId="77777777" w:rsidR="003810D9" w:rsidRPr="00451E94" w:rsidRDefault="003810D9" w:rsidP="003810D9"/>
        </w:tc>
        <w:tc>
          <w:tcPr>
            <w:tcW w:w="445" w:type="dxa"/>
          </w:tcPr>
          <w:p w14:paraId="5E5BA4B4" w14:textId="77777777" w:rsidR="003810D9" w:rsidRPr="00451E94" w:rsidRDefault="003810D9" w:rsidP="003810D9"/>
        </w:tc>
        <w:tc>
          <w:tcPr>
            <w:tcW w:w="446" w:type="dxa"/>
          </w:tcPr>
          <w:p w14:paraId="7CCA7756" w14:textId="77777777" w:rsidR="003810D9" w:rsidRPr="00451E94" w:rsidRDefault="003810D9" w:rsidP="003810D9"/>
        </w:tc>
        <w:tc>
          <w:tcPr>
            <w:tcW w:w="445" w:type="dxa"/>
          </w:tcPr>
          <w:p w14:paraId="7E51184C" w14:textId="77777777" w:rsidR="003810D9" w:rsidRPr="00451E94" w:rsidRDefault="003810D9" w:rsidP="003810D9"/>
        </w:tc>
        <w:tc>
          <w:tcPr>
            <w:tcW w:w="446" w:type="dxa"/>
          </w:tcPr>
          <w:p w14:paraId="081E17C5" w14:textId="77777777" w:rsidR="003810D9" w:rsidRPr="00451E94" w:rsidRDefault="003810D9" w:rsidP="003810D9"/>
        </w:tc>
        <w:tc>
          <w:tcPr>
            <w:tcW w:w="445" w:type="dxa"/>
          </w:tcPr>
          <w:p w14:paraId="0582934C" w14:textId="77777777" w:rsidR="003810D9" w:rsidRPr="00451E94" w:rsidRDefault="003810D9" w:rsidP="003810D9"/>
        </w:tc>
        <w:tc>
          <w:tcPr>
            <w:tcW w:w="445" w:type="dxa"/>
          </w:tcPr>
          <w:p w14:paraId="7D597CF5" w14:textId="77777777" w:rsidR="003810D9" w:rsidRPr="00451E94" w:rsidRDefault="003810D9" w:rsidP="003810D9"/>
        </w:tc>
        <w:tc>
          <w:tcPr>
            <w:tcW w:w="446" w:type="dxa"/>
          </w:tcPr>
          <w:p w14:paraId="6D1BC59A" w14:textId="77777777" w:rsidR="003810D9" w:rsidRPr="00451E94" w:rsidRDefault="003810D9" w:rsidP="003810D9"/>
        </w:tc>
        <w:tc>
          <w:tcPr>
            <w:tcW w:w="445" w:type="dxa"/>
          </w:tcPr>
          <w:p w14:paraId="5D7895DC" w14:textId="77777777" w:rsidR="003810D9" w:rsidRPr="00451E94" w:rsidRDefault="003810D9" w:rsidP="003810D9"/>
        </w:tc>
        <w:tc>
          <w:tcPr>
            <w:tcW w:w="445" w:type="dxa"/>
          </w:tcPr>
          <w:p w14:paraId="761A0EEE" w14:textId="77777777" w:rsidR="003810D9" w:rsidRPr="00451E94" w:rsidRDefault="003810D9" w:rsidP="003810D9"/>
        </w:tc>
        <w:tc>
          <w:tcPr>
            <w:tcW w:w="445" w:type="dxa"/>
          </w:tcPr>
          <w:p w14:paraId="60BBC3E2" w14:textId="77777777" w:rsidR="003810D9" w:rsidRPr="00451E94" w:rsidRDefault="003810D9" w:rsidP="003810D9"/>
        </w:tc>
        <w:tc>
          <w:tcPr>
            <w:tcW w:w="446" w:type="dxa"/>
          </w:tcPr>
          <w:p w14:paraId="1E56A605" w14:textId="77777777" w:rsidR="003810D9" w:rsidRPr="00451E94" w:rsidRDefault="003810D9" w:rsidP="003810D9">
            <w:pPr>
              <w:jc w:val="center"/>
            </w:pPr>
          </w:p>
        </w:tc>
        <w:tc>
          <w:tcPr>
            <w:tcW w:w="445" w:type="dxa"/>
          </w:tcPr>
          <w:p w14:paraId="7D2BDD63" w14:textId="77777777" w:rsidR="003810D9" w:rsidRPr="00451E94" w:rsidRDefault="003810D9" w:rsidP="003810D9"/>
        </w:tc>
        <w:tc>
          <w:tcPr>
            <w:tcW w:w="446" w:type="dxa"/>
          </w:tcPr>
          <w:p w14:paraId="16D91B6C" w14:textId="77777777" w:rsidR="003810D9" w:rsidRPr="00451E94" w:rsidRDefault="003810D9" w:rsidP="003810D9"/>
        </w:tc>
      </w:tr>
      <w:tr w:rsidR="003810D9" w:rsidRPr="00451E94" w14:paraId="67AFCC46" w14:textId="77777777" w:rsidTr="003810D9">
        <w:trPr>
          <w:cantSplit/>
          <w:trHeight w:hRule="exact" w:val="428"/>
        </w:trPr>
        <w:tc>
          <w:tcPr>
            <w:tcW w:w="445" w:type="dxa"/>
          </w:tcPr>
          <w:p w14:paraId="20A7F5FA" w14:textId="77777777" w:rsidR="003810D9" w:rsidRPr="00451E94" w:rsidRDefault="003810D9" w:rsidP="003810D9"/>
        </w:tc>
        <w:tc>
          <w:tcPr>
            <w:tcW w:w="446" w:type="dxa"/>
          </w:tcPr>
          <w:p w14:paraId="66942F31" w14:textId="77777777" w:rsidR="003810D9" w:rsidRPr="00451E94" w:rsidRDefault="003810D9" w:rsidP="003810D9"/>
        </w:tc>
        <w:tc>
          <w:tcPr>
            <w:tcW w:w="445" w:type="dxa"/>
          </w:tcPr>
          <w:p w14:paraId="5DE34D8E" w14:textId="77777777" w:rsidR="003810D9" w:rsidRPr="00451E94" w:rsidRDefault="003810D9" w:rsidP="003810D9"/>
        </w:tc>
        <w:tc>
          <w:tcPr>
            <w:tcW w:w="446" w:type="dxa"/>
          </w:tcPr>
          <w:p w14:paraId="742329DB" w14:textId="77777777" w:rsidR="003810D9" w:rsidRPr="00451E94" w:rsidRDefault="003810D9" w:rsidP="003810D9"/>
        </w:tc>
        <w:tc>
          <w:tcPr>
            <w:tcW w:w="445" w:type="dxa"/>
          </w:tcPr>
          <w:p w14:paraId="0409BEA2" w14:textId="77777777" w:rsidR="003810D9" w:rsidRPr="00451E94" w:rsidRDefault="003810D9" w:rsidP="003810D9"/>
        </w:tc>
        <w:tc>
          <w:tcPr>
            <w:tcW w:w="446" w:type="dxa"/>
          </w:tcPr>
          <w:p w14:paraId="04E2FAF0" w14:textId="77777777" w:rsidR="003810D9" w:rsidRPr="00451E94" w:rsidRDefault="003810D9" w:rsidP="003810D9"/>
        </w:tc>
        <w:tc>
          <w:tcPr>
            <w:tcW w:w="445" w:type="dxa"/>
          </w:tcPr>
          <w:p w14:paraId="12C17181" w14:textId="77777777" w:rsidR="003810D9" w:rsidRPr="00451E94" w:rsidRDefault="003810D9" w:rsidP="003810D9"/>
        </w:tc>
        <w:tc>
          <w:tcPr>
            <w:tcW w:w="446" w:type="dxa"/>
          </w:tcPr>
          <w:p w14:paraId="222C0AB4" w14:textId="77777777" w:rsidR="003810D9" w:rsidRPr="00432B2D" w:rsidRDefault="003810D9" w:rsidP="003810D9">
            <w:pPr>
              <w:jc w:val="center"/>
              <w:rPr>
                <w:sz w:val="38"/>
                <w:szCs w:val="38"/>
              </w:rPr>
            </w:pPr>
          </w:p>
        </w:tc>
        <w:tc>
          <w:tcPr>
            <w:tcW w:w="445" w:type="dxa"/>
          </w:tcPr>
          <w:p w14:paraId="0EA34EA5" w14:textId="77777777" w:rsidR="003810D9" w:rsidRPr="00451E94" w:rsidRDefault="003810D9" w:rsidP="003810D9"/>
        </w:tc>
        <w:tc>
          <w:tcPr>
            <w:tcW w:w="446" w:type="dxa"/>
          </w:tcPr>
          <w:p w14:paraId="2A0CCCB6" w14:textId="77777777" w:rsidR="003810D9" w:rsidRPr="00451E94" w:rsidRDefault="003810D9" w:rsidP="003810D9"/>
        </w:tc>
        <w:tc>
          <w:tcPr>
            <w:tcW w:w="445" w:type="dxa"/>
          </w:tcPr>
          <w:p w14:paraId="48162182" w14:textId="77777777" w:rsidR="003810D9" w:rsidRPr="00451E94" w:rsidRDefault="003810D9" w:rsidP="003810D9"/>
        </w:tc>
        <w:tc>
          <w:tcPr>
            <w:tcW w:w="446" w:type="dxa"/>
          </w:tcPr>
          <w:p w14:paraId="14104555" w14:textId="77777777" w:rsidR="003810D9" w:rsidRPr="00451E94" w:rsidRDefault="003810D9" w:rsidP="003810D9"/>
        </w:tc>
        <w:tc>
          <w:tcPr>
            <w:tcW w:w="445" w:type="dxa"/>
          </w:tcPr>
          <w:p w14:paraId="4F407DD5" w14:textId="77777777" w:rsidR="003810D9" w:rsidRPr="00451E94" w:rsidRDefault="003810D9" w:rsidP="003810D9"/>
        </w:tc>
        <w:tc>
          <w:tcPr>
            <w:tcW w:w="445" w:type="dxa"/>
          </w:tcPr>
          <w:p w14:paraId="782837CE" w14:textId="77777777" w:rsidR="003810D9" w:rsidRPr="00451E94" w:rsidRDefault="003810D9" w:rsidP="003810D9"/>
        </w:tc>
        <w:tc>
          <w:tcPr>
            <w:tcW w:w="446" w:type="dxa"/>
          </w:tcPr>
          <w:p w14:paraId="39F1DB76" w14:textId="77777777" w:rsidR="003810D9" w:rsidRPr="00451E94" w:rsidRDefault="003810D9" w:rsidP="003810D9"/>
        </w:tc>
        <w:tc>
          <w:tcPr>
            <w:tcW w:w="445" w:type="dxa"/>
          </w:tcPr>
          <w:p w14:paraId="0E7D2100" w14:textId="77777777" w:rsidR="003810D9" w:rsidRPr="00451E94" w:rsidRDefault="003810D9" w:rsidP="003810D9"/>
        </w:tc>
        <w:tc>
          <w:tcPr>
            <w:tcW w:w="445" w:type="dxa"/>
          </w:tcPr>
          <w:p w14:paraId="7167BC63" w14:textId="77777777" w:rsidR="003810D9" w:rsidRPr="00451E94" w:rsidRDefault="003810D9" w:rsidP="003810D9"/>
        </w:tc>
        <w:tc>
          <w:tcPr>
            <w:tcW w:w="445" w:type="dxa"/>
          </w:tcPr>
          <w:p w14:paraId="33B3156E" w14:textId="77777777" w:rsidR="003810D9" w:rsidRPr="00451E94" w:rsidRDefault="003810D9" w:rsidP="003810D9"/>
        </w:tc>
        <w:tc>
          <w:tcPr>
            <w:tcW w:w="446" w:type="dxa"/>
          </w:tcPr>
          <w:p w14:paraId="7849F35A" w14:textId="77777777" w:rsidR="003810D9" w:rsidRPr="00451E94" w:rsidRDefault="003810D9" w:rsidP="003810D9"/>
        </w:tc>
        <w:tc>
          <w:tcPr>
            <w:tcW w:w="445" w:type="dxa"/>
          </w:tcPr>
          <w:p w14:paraId="4809AE18" w14:textId="77777777" w:rsidR="003810D9" w:rsidRPr="00451E94" w:rsidRDefault="003810D9" w:rsidP="003810D9"/>
        </w:tc>
        <w:tc>
          <w:tcPr>
            <w:tcW w:w="446" w:type="dxa"/>
          </w:tcPr>
          <w:p w14:paraId="3668A5DC" w14:textId="77777777" w:rsidR="003810D9" w:rsidRPr="00451E94" w:rsidRDefault="003810D9" w:rsidP="003810D9"/>
        </w:tc>
      </w:tr>
    </w:tbl>
    <w:p w14:paraId="5E3C9416" w14:textId="77777777" w:rsidR="003810D9" w:rsidRDefault="003810D9" w:rsidP="002C109F">
      <w:pPr>
        <w:tabs>
          <w:tab w:val="left" w:pos="6663"/>
        </w:tabs>
        <w:spacing w:after="120"/>
      </w:pPr>
    </w:p>
    <w:sectPr w:rsidR="003810D9" w:rsidSect="001B4C36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997CD3" w14:textId="77777777" w:rsidR="00657B73" w:rsidRDefault="00657B73" w:rsidP="00E61129">
      <w:pPr>
        <w:spacing w:after="0"/>
      </w:pPr>
      <w:r>
        <w:separator/>
      </w:r>
    </w:p>
  </w:endnote>
  <w:endnote w:type="continuationSeparator" w:id="0">
    <w:p w14:paraId="368D4E4D" w14:textId="77777777" w:rsidR="00657B73" w:rsidRDefault="00657B73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16905E" w14:textId="77777777" w:rsidR="00657B73" w:rsidRPr="00A52340" w:rsidRDefault="00657B73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</w:t>
    </w:r>
    <w:r>
      <w:t>5</w:t>
    </w:r>
    <w:r w:rsidRPr="004D606A">
      <w:t xml:space="preserve"> Erziehungsdirektion des Kantons Bern</w:t>
    </w:r>
    <w:r>
      <w:br/>
    </w:r>
    <w:r>
      <w:tab/>
    </w:r>
    <w:r w:rsidR="001F7C5B">
      <w:fldChar w:fldCharType="begin"/>
    </w:r>
    <w:r w:rsidR="001F7C5B">
      <w:instrText xml:space="preserve"> FILENAME </w:instrText>
    </w:r>
    <w:r w:rsidR="001F7C5B">
      <w:fldChar w:fldCharType="separate"/>
    </w:r>
    <w:r w:rsidR="001F7C5B">
      <w:rPr>
        <w:noProof/>
      </w:rPr>
      <w:t>MA_G05_Dreiecke zusammensetzen - Loesungen.docx</w:t>
    </w:r>
    <w:r w:rsidR="001F7C5B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1F7C5B" w:rsidRPr="001F7C5B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1F7C5B">
      <w:fldChar w:fldCharType="begin"/>
    </w:r>
    <w:r w:rsidR="001F7C5B">
      <w:instrText>NUMPAGES  \* Arabic  \* MERGEFORMAT</w:instrText>
    </w:r>
    <w:r w:rsidR="001F7C5B">
      <w:fldChar w:fldCharType="separate"/>
    </w:r>
    <w:r w:rsidR="001F7C5B" w:rsidRPr="001F7C5B">
      <w:rPr>
        <w:noProof/>
        <w:lang w:val="de-DE"/>
      </w:rPr>
      <w:t>2</w:t>
    </w:r>
    <w:r w:rsidR="001F7C5B">
      <w:rPr>
        <w:noProof/>
        <w:lang w:val="de-DE"/>
      </w:rPr>
      <w:fldChar w:fldCharType="end"/>
    </w:r>
  </w:p>
  <w:p w14:paraId="13AD20D2" w14:textId="77777777" w:rsidR="00657B73" w:rsidRDefault="00657B73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B75A2F" w14:textId="77777777" w:rsidR="00657B73" w:rsidRDefault="00657B73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1F7C5B">
      <w:fldChar w:fldCharType="begin"/>
    </w:r>
    <w:r w:rsidR="001F7C5B">
      <w:instrText xml:space="preserve"> FILENAME </w:instrText>
    </w:r>
    <w:r w:rsidR="001F7C5B">
      <w:fldChar w:fldCharType="separate"/>
    </w:r>
    <w:r w:rsidR="001F7C5B">
      <w:rPr>
        <w:noProof/>
      </w:rPr>
      <w:t>MA_G05_Dreiecke zusammensetzen - Loesungen.docx</w:t>
    </w:r>
    <w:r w:rsidR="001F7C5B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1B4C36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1F7C5B">
      <w:fldChar w:fldCharType="begin"/>
    </w:r>
    <w:r w:rsidR="001F7C5B">
      <w:instrText>NUMPAGES  \* Arabic  \* MERGEFORMAT</w:instrText>
    </w:r>
    <w:r w:rsidR="001F7C5B">
      <w:fldChar w:fldCharType="separate"/>
    </w:r>
    <w:r w:rsidR="001F7C5B" w:rsidRPr="001F7C5B">
      <w:rPr>
        <w:noProof/>
        <w:lang w:val="de-DE"/>
      </w:rPr>
      <w:t>2</w:t>
    </w:r>
    <w:r w:rsidR="001F7C5B">
      <w:rPr>
        <w:noProof/>
        <w:lang w:val="de-DE"/>
      </w:rPr>
      <w:fldChar w:fldCharType="end"/>
    </w:r>
  </w:p>
  <w:p w14:paraId="590B7365" w14:textId="77777777" w:rsidR="00657B73" w:rsidRDefault="00657B7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48AB6B" w14:textId="77777777" w:rsidR="00657B73" w:rsidRDefault="00657B73" w:rsidP="00E61129">
      <w:pPr>
        <w:spacing w:after="0"/>
      </w:pPr>
      <w:r>
        <w:separator/>
      </w:r>
    </w:p>
  </w:footnote>
  <w:footnote w:type="continuationSeparator" w:id="0">
    <w:p w14:paraId="6F4DE918" w14:textId="77777777" w:rsidR="00657B73" w:rsidRDefault="00657B73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6DA750" w14:textId="77777777" w:rsidR="00657B73" w:rsidRPr="00F25B93" w:rsidRDefault="00657B73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60DF7E0F" wp14:editId="78F3E4D4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4" name="Text Box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47207F" w14:textId="77777777" w:rsidR="00657B73" w:rsidRPr="00093725" w:rsidRDefault="00657B73" w:rsidP="0051066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athematik</w:t>
                          </w:r>
                        </w:p>
                        <w:p w14:paraId="7CB657F0" w14:textId="77777777" w:rsidR="00657B73" w:rsidRPr="00BB20F6" w:rsidRDefault="00657B73" w:rsidP="0051066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0" o:spid="_x0000_s1031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" fillcolor="#8ab2e2" stroked="f">
              <v:textbox>
                <w:txbxContent>
                  <w:p w14:paraId="0E6B773E" w14:textId="77777777" w:rsidR="00657B73" w:rsidRPr="00093725" w:rsidRDefault="00657B73" w:rsidP="0051066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athematik</w:t>
                    </w:r>
                  </w:p>
                  <w:p w14:paraId="4BCA4DC1" w14:textId="77777777" w:rsidR="00657B73" w:rsidRPr="00BB20F6" w:rsidRDefault="00657B73" w:rsidP="0051066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3F9EA1FC" wp14:editId="43B91BE2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5" name="Straight Connector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2F6F970D" wp14:editId="6702A16A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4" name="Straight Connector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6AF75B96" wp14:editId="2E8181E7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27" name="Straight Connector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396150DD" wp14:editId="6567EEDF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</w:p>
  <w:p w14:paraId="2EB89502" w14:textId="77777777" w:rsidR="00657B73" w:rsidRDefault="00657B73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5F43D0E1" wp14:editId="47B128D8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3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709802" w14:textId="77777777" w:rsidR="00657B73" w:rsidRDefault="00657B73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278CFE4" wp14:editId="1FCC4D79">
              <wp:simplePos x="0" y="0"/>
              <wp:positionH relativeFrom="column">
                <wp:posOffset>4262120</wp:posOffset>
              </wp:positionH>
              <wp:positionV relativeFrom="paragraph">
                <wp:posOffset>24765</wp:posOffset>
              </wp:positionV>
              <wp:extent cx="1770380" cy="378460"/>
              <wp:effectExtent l="0" t="0" r="7620" b="254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78460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1E33AC" w14:textId="77777777" w:rsidR="00657B73" w:rsidRPr="00093725" w:rsidRDefault="00657B73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MATHEMATIK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4" o:spid="_x0000_s1033" type="#_x0000_t202" style="position:absolute;margin-left:335.6pt;margin-top:1.95pt;width:139.4pt;height:29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" fillcolor="#8ab2e2" stroked="f">
              <v:textbox>
                <w:txbxContent>
                  <w:p w14:paraId="1E17FEF6" w14:textId="77777777" w:rsidR="00657B73" w:rsidRPr="00093725" w:rsidRDefault="00657B73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MATHEMATIK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7BC4E74E" wp14:editId="4BEA9F0F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65" name="Straight Connector 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2E4E8E1" wp14:editId="22C6BED4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81" name="Straight Connector 8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D93A29C" wp14:editId="63D2121D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82" name="Straight Connector 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D0DBB67" wp14:editId="62DB223A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83" name="Straight Connector 8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BBCF3AC" wp14:editId="6ADCD6D6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84" name="Text Box 8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2BFD07" w14:textId="77777777" w:rsidR="00657B73" w:rsidRDefault="00657B73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3396EAA8" w14:textId="77777777" w:rsidR="00657B73" w:rsidRDefault="00657B7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82" o:spid="_x0000_s1034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" filled="f" stroked="f">
              <v:textbox>
                <w:txbxContent>
                  <w:p w14:paraId="3460464F" w14:textId="77777777" w:rsidR="00657B73" w:rsidRDefault="00657B73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6C761ACA" w14:textId="77777777" w:rsidR="00657B73" w:rsidRDefault="00657B73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52AC947" wp14:editId="4578743F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114" name="Rectangle 1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39106B5B" wp14:editId="45F34D10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6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17F55"/>
    <w:multiLevelType w:val="multilevel"/>
    <w:tmpl w:val="1F9A9AD0"/>
    <w:numStyleLink w:val="ListeNummernAltL"/>
  </w:abstractNum>
  <w:abstractNum w:abstractNumId="3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931730"/>
    <w:multiLevelType w:val="multilevel"/>
    <w:tmpl w:val="3DAC6782"/>
    <w:numStyleLink w:val="ListeAufzhlungAltX"/>
  </w:abstractNum>
  <w:abstractNum w:abstractNumId="8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830E71"/>
    <w:multiLevelType w:val="hybridMultilevel"/>
    <w:tmpl w:val="95487F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3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5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14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11"/>
  </w:num>
  <w:num w:numId="7">
    <w:abstractNumId w:val="13"/>
  </w:num>
  <w:num w:numId="8">
    <w:abstractNumId w:val="6"/>
  </w:num>
  <w:num w:numId="9">
    <w:abstractNumId w:val="15"/>
  </w:num>
  <w:num w:numId="10">
    <w:abstractNumId w:val="1"/>
  </w:num>
  <w:num w:numId="11">
    <w:abstractNumId w:val="5"/>
  </w:num>
  <w:num w:numId="12">
    <w:abstractNumId w:val="14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9"/>
  </w:num>
  <w:num w:numId="18">
    <w:abstractNumId w:val="8"/>
  </w:num>
  <w:num w:numId="19">
    <w:abstractNumId w:val="0"/>
  </w:num>
  <w:num w:numId="20">
    <w:abstractNumId w:val="12"/>
  </w:num>
  <w:num w:numId="21">
    <w:abstractNumId w:val="11"/>
  </w:num>
  <w:num w:numId="22">
    <w:abstractNumId w:val="2"/>
  </w:num>
  <w:num w:numId="23">
    <w:abstractNumId w:val="7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10B"/>
    <w:rsid w:val="00017B2B"/>
    <w:rsid w:val="000234B4"/>
    <w:rsid w:val="000234B5"/>
    <w:rsid w:val="00026739"/>
    <w:rsid w:val="00027A8D"/>
    <w:rsid w:val="00032927"/>
    <w:rsid w:val="000456BD"/>
    <w:rsid w:val="00046A29"/>
    <w:rsid w:val="00063B3E"/>
    <w:rsid w:val="000826F2"/>
    <w:rsid w:val="00093725"/>
    <w:rsid w:val="000A1533"/>
    <w:rsid w:val="000D5FE5"/>
    <w:rsid w:val="000D778F"/>
    <w:rsid w:val="000E6232"/>
    <w:rsid w:val="000F2843"/>
    <w:rsid w:val="001055AD"/>
    <w:rsid w:val="00126D52"/>
    <w:rsid w:val="00131F08"/>
    <w:rsid w:val="00134BAB"/>
    <w:rsid w:val="0015559D"/>
    <w:rsid w:val="001B0583"/>
    <w:rsid w:val="001B4C36"/>
    <w:rsid w:val="001C2481"/>
    <w:rsid w:val="001E72FE"/>
    <w:rsid w:val="001F15A7"/>
    <w:rsid w:val="001F5496"/>
    <w:rsid w:val="001F6EF0"/>
    <w:rsid w:val="001F7C5B"/>
    <w:rsid w:val="002019CA"/>
    <w:rsid w:val="0020629D"/>
    <w:rsid w:val="002246EC"/>
    <w:rsid w:val="00234D56"/>
    <w:rsid w:val="002467CE"/>
    <w:rsid w:val="00247BBB"/>
    <w:rsid w:val="0027227B"/>
    <w:rsid w:val="00285B8B"/>
    <w:rsid w:val="002945F2"/>
    <w:rsid w:val="002B17C6"/>
    <w:rsid w:val="002B2FAD"/>
    <w:rsid w:val="002B56F8"/>
    <w:rsid w:val="002C109F"/>
    <w:rsid w:val="002C3473"/>
    <w:rsid w:val="002D4FD8"/>
    <w:rsid w:val="002F2755"/>
    <w:rsid w:val="002F42FE"/>
    <w:rsid w:val="002F7263"/>
    <w:rsid w:val="00300C81"/>
    <w:rsid w:val="00307CF9"/>
    <w:rsid w:val="003131E0"/>
    <w:rsid w:val="00313CCE"/>
    <w:rsid w:val="00316597"/>
    <w:rsid w:val="00324B78"/>
    <w:rsid w:val="003251AC"/>
    <w:rsid w:val="00342F40"/>
    <w:rsid w:val="003810D9"/>
    <w:rsid w:val="00381A2D"/>
    <w:rsid w:val="003C7DD7"/>
    <w:rsid w:val="003E472B"/>
    <w:rsid w:val="003E4C02"/>
    <w:rsid w:val="003F6D59"/>
    <w:rsid w:val="0042736B"/>
    <w:rsid w:val="004368E9"/>
    <w:rsid w:val="0044691B"/>
    <w:rsid w:val="004521F9"/>
    <w:rsid w:val="00453748"/>
    <w:rsid w:val="00456EEE"/>
    <w:rsid w:val="00462941"/>
    <w:rsid w:val="00463FD0"/>
    <w:rsid w:val="0047106C"/>
    <w:rsid w:val="004731A1"/>
    <w:rsid w:val="00480786"/>
    <w:rsid w:val="00485A75"/>
    <w:rsid w:val="00496374"/>
    <w:rsid w:val="004B4EB6"/>
    <w:rsid w:val="004C17BE"/>
    <w:rsid w:val="004C286A"/>
    <w:rsid w:val="004C67C9"/>
    <w:rsid w:val="004D5D12"/>
    <w:rsid w:val="004D606A"/>
    <w:rsid w:val="004D76A8"/>
    <w:rsid w:val="004E6596"/>
    <w:rsid w:val="004F2069"/>
    <w:rsid w:val="004F407C"/>
    <w:rsid w:val="005044D4"/>
    <w:rsid w:val="00510665"/>
    <w:rsid w:val="00510AEA"/>
    <w:rsid w:val="00515202"/>
    <w:rsid w:val="00525CE2"/>
    <w:rsid w:val="00530276"/>
    <w:rsid w:val="00537D5C"/>
    <w:rsid w:val="00550036"/>
    <w:rsid w:val="00556BE1"/>
    <w:rsid w:val="00562EDF"/>
    <w:rsid w:val="005706FF"/>
    <w:rsid w:val="0058578B"/>
    <w:rsid w:val="00590077"/>
    <w:rsid w:val="00593846"/>
    <w:rsid w:val="0059437F"/>
    <w:rsid w:val="005A1975"/>
    <w:rsid w:val="005B0AA8"/>
    <w:rsid w:val="005B22D2"/>
    <w:rsid w:val="005B4A2B"/>
    <w:rsid w:val="005B74AF"/>
    <w:rsid w:val="005C6F8E"/>
    <w:rsid w:val="005C73D1"/>
    <w:rsid w:val="005D3260"/>
    <w:rsid w:val="005D5528"/>
    <w:rsid w:val="005E0117"/>
    <w:rsid w:val="005E5EA2"/>
    <w:rsid w:val="005E6C07"/>
    <w:rsid w:val="006210C8"/>
    <w:rsid w:val="006245C9"/>
    <w:rsid w:val="00634654"/>
    <w:rsid w:val="00634953"/>
    <w:rsid w:val="006376CC"/>
    <w:rsid w:val="00645D32"/>
    <w:rsid w:val="00651E15"/>
    <w:rsid w:val="00657B73"/>
    <w:rsid w:val="00664211"/>
    <w:rsid w:val="00665E44"/>
    <w:rsid w:val="00666F57"/>
    <w:rsid w:val="00677494"/>
    <w:rsid w:val="00682D01"/>
    <w:rsid w:val="006901A8"/>
    <w:rsid w:val="00691DD4"/>
    <w:rsid w:val="006A1DD9"/>
    <w:rsid w:val="006A5EDD"/>
    <w:rsid w:val="006D36D8"/>
    <w:rsid w:val="006F1B56"/>
    <w:rsid w:val="006F7EDE"/>
    <w:rsid w:val="00705BBD"/>
    <w:rsid w:val="007171B0"/>
    <w:rsid w:val="007201E2"/>
    <w:rsid w:val="00721D91"/>
    <w:rsid w:val="00730CDC"/>
    <w:rsid w:val="007368E6"/>
    <w:rsid w:val="00750C7D"/>
    <w:rsid w:val="007620D2"/>
    <w:rsid w:val="007621AF"/>
    <w:rsid w:val="007B3553"/>
    <w:rsid w:val="007C4C44"/>
    <w:rsid w:val="007E2CFC"/>
    <w:rsid w:val="007E4199"/>
    <w:rsid w:val="007F62B3"/>
    <w:rsid w:val="008018F0"/>
    <w:rsid w:val="00805198"/>
    <w:rsid w:val="00810E6F"/>
    <w:rsid w:val="008118C8"/>
    <w:rsid w:val="008131ED"/>
    <w:rsid w:val="008241E3"/>
    <w:rsid w:val="00825A2A"/>
    <w:rsid w:val="00825D87"/>
    <w:rsid w:val="00837C44"/>
    <w:rsid w:val="00844F05"/>
    <w:rsid w:val="00853143"/>
    <w:rsid w:val="0086088E"/>
    <w:rsid w:val="008677E3"/>
    <w:rsid w:val="0088314E"/>
    <w:rsid w:val="00886D58"/>
    <w:rsid w:val="008F12FE"/>
    <w:rsid w:val="00904C94"/>
    <w:rsid w:val="00905B48"/>
    <w:rsid w:val="00923FDE"/>
    <w:rsid w:val="00925A82"/>
    <w:rsid w:val="00925CDB"/>
    <w:rsid w:val="009403DB"/>
    <w:rsid w:val="009453CA"/>
    <w:rsid w:val="00945904"/>
    <w:rsid w:val="00945FF7"/>
    <w:rsid w:val="009514A0"/>
    <w:rsid w:val="00954DF4"/>
    <w:rsid w:val="009773BD"/>
    <w:rsid w:val="0099117F"/>
    <w:rsid w:val="00994AE1"/>
    <w:rsid w:val="009A66B4"/>
    <w:rsid w:val="009A7F42"/>
    <w:rsid w:val="009B010B"/>
    <w:rsid w:val="009B57D7"/>
    <w:rsid w:val="009C0A93"/>
    <w:rsid w:val="009D0AB5"/>
    <w:rsid w:val="009D0E08"/>
    <w:rsid w:val="009D4029"/>
    <w:rsid w:val="009F5EE3"/>
    <w:rsid w:val="00A01275"/>
    <w:rsid w:val="00A10EDD"/>
    <w:rsid w:val="00A40882"/>
    <w:rsid w:val="00A45CA7"/>
    <w:rsid w:val="00A52340"/>
    <w:rsid w:val="00A71ABD"/>
    <w:rsid w:val="00A728EF"/>
    <w:rsid w:val="00A77E1A"/>
    <w:rsid w:val="00A922BD"/>
    <w:rsid w:val="00A9626B"/>
    <w:rsid w:val="00AB5371"/>
    <w:rsid w:val="00AD0C62"/>
    <w:rsid w:val="00AD2018"/>
    <w:rsid w:val="00AD56E9"/>
    <w:rsid w:val="00AE1EF5"/>
    <w:rsid w:val="00AE2523"/>
    <w:rsid w:val="00AE5F2E"/>
    <w:rsid w:val="00AE63FE"/>
    <w:rsid w:val="00AF4F8E"/>
    <w:rsid w:val="00B0459D"/>
    <w:rsid w:val="00B23375"/>
    <w:rsid w:val="00B23C2C"/>
    <w:rsid w:val="00B23F47"/>
    <w:rsid w:val="00B25321"/>
    <w:rsid w:val="00B26651"/>
    <w:rsid w:val="00B27990"/>
    <w:rsid w:val="00B30F8C"/>
    <w:rsid w:val="00B323B4"/>
    <w:rsid w:val="00B45030"/>
    <w:rsid w:val="00B50833"/>
    <w:rsid w:val="00B55B55"/>
    <w:rsid w:val="00B622D3"/>
    <w:rsid w:val="00B91D53"/>
    <w:rsid w:val="00B92F68"/>
    <w:rsid w:val="00BA68E4"/>
    <w:rsid w:val="00BC46E0"/>
    <w:rsid w:val="00BC6428"/>
    <w:rsid w:val="00BC6B04"/>
    <w:rsid w:val="00BE481C"/>
    <w:rsid w:val="00BF5EB3"/>
    <w:rsid w:val="00BF5FDC"/>
    <w:rsid w:val="00C01F72"/>
    <w:rsid w:val="00C237BD"/>
    <w:rsid w:val="00C25CFD"/>
    <w:rsid w:val="00C27D3B"/>
    <w:rsid w:val="00C329AD"/>
    <w:rsid w:val="00C36A67"/>
    <w:rsid w:val="00C44135"/>
    <w:rsid w:val="00C46E3D"/>
    <w:rsid w:val="00C55BA0"/>
    <w:rsid w:val="00C62C1F"/>
    <w:rsid w:val="00C67D22"/>
    <w:rsid w:val="00C92C64"/>
    <w:rsid w:val="00C95009"/>
    <w:rsid w:val="00C957D0"/>
    <w:rsid w:val="00CA0082"/>
    <w:rsid w:val="00CA6C8E"/>
    <w:rsid w:val="00CB1E1C"/>
    <w:rsid w:val="00CC2326"/>
    <w:rsid w:val="00CC2F3B"/>
    <w:rsid w:val="00CE3698"/>
    <w:rsid w:val="00CE7C9C"/>
    <w:rsid w:val="00CF6440"/>
    <w:rsid w:val="00D03892"/>
    <w:rsid w:val="00D05344"/>
    <w:rsid w:val="00D32604"/>
    <w:rsid w:val="00D41BC7"/>
    <w:rsid w:val="00D47ECD"/>
    <w:rsid w:val="00D57C25"/>
    <w:rsid w:val="00D67F3A"/>
    <w:rsid w:val="00D75776"/>
    <w:rsid w:val="00DA1857"/>
    <w:rsid w:val="00DA6D2C"/>
    <w:rsid w:val="00DC0400"/>
    <w:rsid w:val="00DC49FF"/>
    <w:rsid w:val="00DF5285"/>
    <w:rsid w:val="00E056F4"/>
    <w:rsid w:val="00E17C4C"/>
    <w:rsid w:val="00E249A8"/>
    <w:rsid w:val="00E25771"/>
    <w:rsid w:val="00E3400A"/>
    <w:rsid w:val="00E50362"/>
    <w:rsid w:val="00E61129"/>
    <w:rsid w:val="00E641FE"/>
    <w:rsid w:val="00E71205"/>
    <w:rsid w:val="00E7607E"/>
    <w:rsid w:val="00E76EF5"/>
    <w:rsid w:val="00E95816"/>
    <w:rsid w:val="00EB5185"/>
    <w:rsid w:val="00EC2B81"/>
    <w:rsid w:val="00EC3945"/>
    <w:rsid w:val="00ED2441"/>
    <w:rsid w:val="00ED2485"/>
    <w:rsid w:val="00ED2549"/>
    <w:rsid w:val="00ED2DA3"/>
    <w:rsid w:val="00ED3F01"/>
    <w:rsid w:val="00ED3FE8"/>
    <w:rsid w:val="00ED6840"/>
    <w:rsid w:val="00ED6DA4"/>
    <w:rsid w:val="00EE197E"/>
    <w:rsid w:val="00EF5E6B"/>
    <w:rsid w:val="00EF7946"/>
    <w:rsid w:val="00F058D6"/>
    <w:rsid w:val="00F14879"/>
    <w:rsid w:val="00F25B93"/>
    <w:rsid w:val="00F26B73"/>
    <w:rsid w:val="00F27113"/>
    <w:rsid w:val="00F31068"/>
    <w:rsid w:val="00F42736"/>
    <w:rsid w:val="00F503E6"/>
    <w:rsid w:val="00F75FDF"/>
    <w:rsid w:val="00F76C8B"/>
    <w:rsid w:val="00F8799F"/>
    <w:rsid w:val="00F944C8"/>
    <w:rsid w:val="00F94A2C"/>
    <w:rsid w:val="00FA5C9A"/>
    <w:rsid w:val="00FA74ED"/>
    <w:rsid w:val="00FB1E16"/>
    <w:rsid w:val="00FB5F32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92296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3810D9"/>
    <w:pPr>
      <w:pBdr>
        <w:bottom w:val="single" w:sz="4" w:space="1" w:color="3C5D9F"/>
      </w:pBdr>
      <w:tabs>
        <w:tab w:val="right" w:pos="9420"/>
      </w:tabs>
      <w:spacing w:after="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945FF7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paragraph" w:styleId="Title">
    <w:name w:val="Title"/>
    <w:basedOn w:val="Normal"/>
    <w:next w:val="Normal"/>
    <w:link w:val="TitleChar"/>
    <w:uiPriority w:val="3"/>
    <w:qFormat/>
    <w:rsid w:val="005044D4"/>
    <w:pPr>
      <w:pBdr>
        <w:bottom w:val="single" w:sz="8" w:space="4" w:color="59595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5044D4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Schriftrot">
    <w:name w:val="Schrift rot"/>
    <w:basedOn w:val="DefaultParagraphFont"/>
    <w:uiPriority w:val="1"/>
    <w:qFormat/>
    <w:rsid w:val="000E6232"/>
    <w:rPr>
      <w:color w:val="E506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3810D9"/>
    <w:pPr>
      <w:pBdr>
        <w:bottom w:val="single" w:sz="4" w:space="1" w:color="3C5D9F"/>
      </w:pBdr>
      <w:tabs>
        <w:tab w:val="right" w:pos="9420"/>
      </w:tabs>
      <w:spacing w:after="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945FF7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paragraph" w:styleId="Title">
    <w:name w:val="Title"/>
    <w:basedOn w:val="Normal"/>
    <w:next w:val="Normal"/>
    <w:link w:val="TitleChar"/>
    <w:uiPriority w:val="3"/>
    <w:qFormat/>
    <w:rsid w:val="005044D4"/>
    <w:pPr>
      <w:pBdr>
        <w:bottom w:val="single" w:sz="8" w:space="4" w:color="59595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5044D4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Schriftrot">
    <w:name w:val="Schrift rot"/>
    <w:basedOn w:val="DefaultParagraphFont"/>
    <w:uiPriority w:val="1"/>
    <w:qFormat/>
    <w:rsid w:val="000E6232"/>
    <w:rPr>
      <w:color w:val="E506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urszwygart:Desktop:Aufgabensammlung%20ERZ:Neue%20Mastervorlagen:Master_M_V4.0.dotx" TargetMode="External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5646F-0F54-364F-850D-E3E039E2F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Master_M_V4.0.dotx</Template>
  <TotalTime>101</TotalTime>
  <Pages>2</Pages>
  <Words>199</Words>
  <Characters>1139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Aufgabe Orientierungsarbeiten</vt:lpstr>
    </vt:vector>
  </TitlesOfParts>
  <Manager/>
  <Company>Erziehungsdirektion des Kantons Bern</Company>
  <LinksUpToDate>false</LinksUpToDate>
  <CharactersWithSpaces>1336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13</cp:revision>
  <cp:lastPrinted>2015-09-23T11:54:00Z</cp:lastPrinted>
  <dcterms:created xsi:type="dcterms:W3CDTF">2015-08-03T10:38:00Z</dcterms:created>
  <dcterms:modified xsi:type="dcterms:W3CDTF">2015-09-23T11:54:00Z</dcterms:modified>
  <cp:category/>
</cp:coreProperties>
</file>