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1E144" w14:textId="692C611F" w:rsidR="007620D2" w:rsidRPr="00C27D3B" w:rsidRDefault="00841781" w:rsidP="00987368">
      <w:pPr>
        <w:pStyle w:val="AufgabenID"/>
        <w:tabs>
          <w:tab w:val="right" w:pos="9434"/>
        </w:tabs>
      </w:pPr>
      <w:bookmarkStart w:id="0" w:name="_GoBack"/>
      <w:bookmarkEnd w:id="0"/>
      <w:r w:rsidRPr="00841781">
        <w:t>FLÄCHEN</w:t>
      </w:r>
      <w:r w:rsidR="00987368" w:rsidRPr="00987368">
        <w:t xml:space="preserve"> </w:t>
      </w:r>
      <w:r w:rsidR="00987368">
        <w:tab/>
      </w:r>
      <w:r w:rsidR="00987368" w:rsidRPr="000675B2">
        <w:rPr>
          <w:rStyle w:val="Eingabefeld0"/>
          <w:bCs w:val="0"/>
          <w:color w:val="E50600"/>
          <w:position w:val="0"/>
          <w:sz w:val="28"/>
          <w:szCs w:val="28"/>
        </w:rPr>
        <w:t>Ab November</w:t>
      </w:r>
    </w:p>
    <w:p w14:paraId="4E2BDD7F" w14:textId="2857676D" w:rsidR="004C67C9" w:rsidRPr="00A40882" w:rsidRDefault="00D75ED3" w:rsidP="00D75ED3">
      <w:pPr>
        <w:pStyle w:val="KurzbeschriebTitel"/>
        <w:spacing w:before="160"/>
      </w:pPr>
      <w:r w:rsidRPr="00E34122">
        <w:t>Lösung</w:t>
      </w:r>
      <w:r>
        <w:t>en</w:t>
      </w:r>
      <w:r w:rsidR="00D41BC7">
        <w:tab/>
      </w:r>
    </w:p>
    <w:p w14:paraId="77D3D34A" w14:textId="5A22FED1" w:rsidR="00F65DD6" w:rsidRPr="00C90635" w:rsidRDefault="00F65DD6" w:rsidP="00C90635">
      <w:pPr>
        <w:spacing w:after="0"/>
        <w:rPr>
          <w:sz w:val="12"/>
          <w:szCs w:val="12"/>
        </w:rPr>
      </w:pPr>
    </w:p>
    <w:tbl>
      <w:tblPr>
        <w:tblStyle w:val="TableGrid"/>
        <w:tblW w:w="8505" w:type="dxa"/>
        <w:tblInd w:w="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6" w:space="0" w:color="DEEDFF"/>
          <w:insideV w:val="single" w:sz="6" w:space="0" w:color="DEEDFF"/>
        </w:tblBorders>
        <w:tblLayout w:type="fixed"/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</w:tblGrid>
      <w:tr w:rsidR="00451E94" w:rsidRPr="00451E94" w14:paraId="36853344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1B793061" w14:textId="462F4922" w:rsidR="00F65DD6" w:rsidRPr="00451E94" w:rsidRDefault="00F65DD6" w:rsidP="00451E94"/>
        </w:tc>
        <w:tc>
          <w:tcPr>
            <w:tcW w:w="476" w:type="dxa"/>
          </w:tcPr>
          <w:p w14:paraId="1341C285" w14:textId="2DBFEEED" w:rsidR="00F65DD6" w:rsidRPr="00451E94" w:rsidRDefault="00F65DD6" w:rsidP="00451E94"/>
        </w:tc>
        <w:tc>
          <w:tcPr>
            <w:tcW w:w="475" w:type="dxa"/>
          </w:tcPr>
          <w:p w14:paraId="5CD03484" w14:textId="77777777" w:rsidR="00F65DD6" w:rsidRPr="00451E94" w:rsidRDefault="00F65DD6" w:rsidP="00451E94"/>
        </w:tc>
        <w:tc>
          <w:tcPr>
            <w:tcW w:w="476" w:type="dxa"/>
          </w:tcPr>
          <w:p w14:paraId="3A7BA1BE" w14:textId="77777777" w:rsidR="00F65DD6" w:rsidRPr="00451E94" w:rsidRDefault="00F65DD6" w:rsidP="00451E94"/>
        </w:tc>
        <w:tc>
          <w:tcPr>
            <w:tcW w:w="475" w:type="dxa"/>
          </w:tcPr>
          <w:p w14:paraId="33F8BE2E" w14:textId="77777777" w:rsidR="00F65DD6" w:rsidRPr="00451E94" w:rsidRDefault="00F65DD6" w:rsidP="00451E94"/>
        </w:tc>
        <w:tc>
          <w:tcPr>
            <w:tcW w:w="476" w:type="dxa"/>
          </w:tcPr>
          <w:p w14:paraId="68A4C17A" w14:textId="77777777" w:rsidR="00F65DD6" w:rsidRPr="00451E94" w:rsidRDefault="00F65DD6" w:rsidP="00451E94"/>
        </w:tc>
        <w:tc>
          <w:tcPr>
            <w:tcW w:w="475" w:type="dxa"/>
          </w:tcPr>
          <w:p w14:paraId="139F4C33" w14:textId="77777777" w:rsidR="00F65DD6" w:rsidRPr="00451E94" w:rsidRDefault="00F65DD6" w:rsidP="00451E94"/>
        </w:tc>
        <w:tc>
          <w:tcPr>
            <w:tcW w:w="476" w:type="dxa"/>
          </w:tcPr>
          <w:p w14:paraId="613B0310" w14:textId="77777777" w:rsidR="00F65DD6" w:rsidRPr="00451E94" w:rsidRDefault="00F65DD6" w:rsidP="00451E94"/>
        </w:tc>
        <w:tc>
          <w:tcPr>
            <w:tcW w:w="475" w:type="dxa"/>
          </w:tcPr>
          <w:p w14:paraId="2FF1620B" w14:textId="77777777" w:rsidR="00F65DD6" w:rsidRPr="00451E94" w:rsidRDefault="00F65DD6" w:rsidP="00451E94"/>
        </w:tc>
        <w:tc>
          <w:tcPr>
            <w:tcW w:w="476" w:type="dxa"/>
          </w:tcPr>
          <w:p w14:paraId="5A4B02AE" w14:textId="77777777" w:rsidR="00F65DD6" w:rsidRPr="00451E94" w:rsidRDefault="00F65DD6" w:rsidP="00451E94"/>
        </w:tc>
        <w:tc>
          <w:tcPr>
            <w:tcW w:w="475" w:type="dxa"/>
          </w:tcPr>
          <w:p w14:paraId="0AB2C061" w14:textId="77777777" w:rsidR="00F65DD6" w:rsidRPr="00451E94" w:rsidRDefault="00F65DD6" w:rsidP="00451E94"/>
        </w:tc>
        <w:tc>
          <w:tcPr>
            <w:tcW w:w="476" w:type="dxa"/>
          </w:tcPr>
          <w:p w14:paraId="068B03B0" w14:textId="77777777" w:rsidR="00F65DD6" w:rsidRPr="00451E94" w:rsidRDefault="00F65DD6" w:rsidP="00451E94"/>
        </w:tc>
        <w:tc>
          <w:tcPr>
            <w:tcW w:w="475" w:type="dxa"/>
          </w:tcPr>
          <w:p w14:paraId="1E191E21" w14:textId="77777777" w:rsidR="00F65DD6" w:rsidRPr="00451E94" w:rsidRDefault="00F65DD6" w:rsidP="00451E94"/>
        </w:tc>
        <w:tc>
          <w:tcPr>
            <w:tcW w:w="476" w:type="dxa"/>
          </w:tcPr>
          <w:p w14:paraId="44A58B64" w14:textId="77777777" w:rsidR="00F65DD6" w:rsidRPr="00451E94" w:rsidRDefault="00F65DD6" w:rsidP="00451E94"/>
        </w:tc>
        <w:tc>
          <w:tcPr>
            <w:tcW w:w="475" w:type="dxa"/>
          </w:tcPr>
          <w:p w14:paraId="1DE14609" w14:textId="77777777" w:rsidR="00F65DD6" w:rsidRPr="00451E94" w:rsidRDefault="00F65DD6" w:rsidP="00451E94"/>
        </w:tc>
        <w:tc>
          <w:tcPr>
            <w:tcW w:w="476" w:type="dxa"/>
          </w:tcPr>
          <w:p w14:paraId="66487E6A" w14:textId="77777777" w:rsidR="00F65DD6" w:rsidRPr="00451E94" w:rsidRDefault="00F65DD6" w:rsidP="00451E94"/>
        </w:tc>
        <w:tc>
          <w:tcPr>
            <w:tcW w:w="475" w:type="dxa"/>
          </w:tcPr>
          <w:p w14:paraId="06269CBA" w14:textId="77777777" w:rsidR="00F65DD6" w:rsidRPr="00451E94" w:rsidRDefault="00F65DD6" w:rsidP="00451E94"/>
        </w:tc>
        <w:tc>
          <w:tcPr>
            <w:tcW w:w="476" w:type="dxa"/>
          </w:tcPr>
          <w:p w14:paraId="1257347C" w14:textId="77777777" w:rsidR="00F65DD6" w:rsidRPr="00451E94" w:rsidRDefault="00F65DD6" w:rsidP="00451E94"/>
        </w:tc>
      </w:tr>
      <w:tr w:rsidR="00451E94" w:rsidRPr="00451E94" w14:paraId="63258885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2F0C96B7" w14:textId="79714266" w:rsidR="00F65DD6" w:rsidRPr="00451E94" w:rsidRDefault="00042022" w:rsidP="00451E9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3C9344C" wp14:editId="3918895C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1270</wp:posOffset>
                      </wp:positionV>
                      <wp:extent cx="1490980" cy="1433369"/>
                      <wp:effectExtent l="0" t="0" r="33020" b="14605"/>
                      <wp:wrapNone/>
                      <wp:docPr id="1" name="Freefor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0980" cy="1433369"/>
                              </a:xfrm>
                              <a:custGeom>
                                <a:avLst/>
                                <a:gdLst>
                                  <a:gd name="connsiteX0" fmla="*/ 604520 w 1506220"/>
                                  <a:gd name="connsiteY0" fmla="*/ 0 h 1445260"/>
                                  <a:gd name="connsiteX1" fmla="*/ 302260 w 1506220"/>
                                  <a:gd name="connsiteY1" fmla="*/ 0 h 1445260"/>
                                  <a:gd name="connsiteX2" fmla="*/ 304800 w 1506220"/>
                                  <a:gd name="connsiteY2" fmla="*/ 292100 h 1445260"/>
                                  <a:gd name="connsiteX3" fmla="*/ 0 w 1506220"/>
                                  <a:gd name="connsiteY3" fmla="*/ 289560 h 1445260"/>
                                  <a:gd name="connsiteX4" fmla="*/ 5080 w 1506220"/>
                                  <a:gd name="connsiteY4" fmla="*/ 581660 h 1445260"/>
                                  <a:gd name="connsiteX5" fmla="*/ 304800 w 1506220"/>
                                  <a:gd name="connsiteY5" fmla="*/ 579120 h 1445260"/>
                                  <a:gd name="connsiteX6" fmla="*/ 307340 w 1506220"/>
                                  <a:gd name="connsiteY6" fmla="*/ 873760 h 1445260"/>
                                  <a:gd name="connsiteX7" fmla="*/ 601980 w 1506220"/>
                                  <a:gd name="connsiteY7" fmla="*/ 868680 h 1445260"/>
                                  <a:gd name="connsiteX8" fmla="*/ 604520 w 1506220"/>
                                  <a:gd name="connsiteY8" fmla="*/ 1165860 h 1445260"/>
                                  <a:gd name="connsiteX9" fmla="*/ 906780 w 1506220"/>
                                  <a:gd name="connsiteY9" fmla="*/ 1160780 h 1445260"/>
                                  <a:gd name="connsiteX10" fmla="*/ 906780 w 1506220"/>
                                  <a:gd name="connsiteY10" fmla="*/ 1445260 h 1445260"/>
                                  <a:gd name="connsiteX11" fmla="*/ 1206500 w 1506220"/>
                                  <a:gd name="connsiteY11" fmla="*/ 1445260 h 1445260"/>
                                  <a:gd name="connsiteX12" fmla="*/ 1206500 w 1506220"/>
                                  <a:gd name="connsiteY12" fmla="*/ 1155700 h 1445260"/>
                                  <a:gd name="connsiteX13" fmla="*/ 1506220 w 1506220"/>
                                  <a:gd name="connsiteY13" fmla="*/ 1155700 h 1445260"/>
                                  <a:gd name="connsiteX14" fmla="*/ 1506220 w 1506220"/>
                                  <a:gd name="connsiteY14" fmla="*/ 868680 h 1445260"/>
                                  <a:gd name="connsiteX15" fmla="*/ 1257300 w 1506220"/>
                                  <a:gd name="connsiteY15" fmla="*/ 889000 h 1445260"/>
                                  <a:gd name="connsiteX16" fmla="*/ 1506220 w 1506220"/>
                                  <a:gd name="connsiteY16" fmla="*/ 868680 h 1445260"/>
                                  <a:gd name="connsiteX17" fmla="*/ 1201420 w 1506220"/>
                                  <a:gd name="connsiteY17" fmla="*/ 868680 h 1445260"/>
                                  <a:gd name="connsiteX18" fmla="*/ 1201420 w 1506220"/>
                                  <a:gd name="connsiteY18" fmla="*/ 576580 h 1445260"/>
                                  <a:gd name="connsiteX19" fmla="*/ 904240 w 1506220"/>
                                  <a:gd name="connsiteY19" fmla="*/ 579120 h 1445260"/>
                                  <a:gd name="connsiteX20" fmla="*/ 904240 w 1506220"/>
                                  <a:gd name="connsiteY20" fmla="*/ 289560 h 1445260"/>
                                  <a:gd name="connsiteX21" fmla="*/ 604520 w 1506220"/>
                                  <a:gd name="connsiteY21" fmla="*/ 292100 h 1445260"/>
                                  <a:gd name="connsiteX22" fmla="*/ 604520 w 1506220"/>
                                  <a:gd name="connsiteY22" fmla="*/ 0 h 1445260"/>
                                  <a:gd name="connsiteX0" fmla="*/ 604520 w 1714500"/>
                                  <a:gd name="connsiteY0" fmla="*/ 0 h 1445260"/>
                                  <a:gd name="connsiteX1" fmla="*/ 302260 w 1714500"/>
                                  <a:gd name="connsiteY1" fmla="*/ 0 h 1445260"/>
                                  <a:gd name="connsiteX2" fmla="*/ 304800 w 1714500"/>
                                  <a:gd name="connsiteY2" fmla="*/ 292100 h 1445260"/>
                                  <a:gd name="connsiteX3" fmla="*/ 0 w 1714500"/>
                                  <a:gd name="connsiteY3" fmla="*/ 289560 h 1445260"/>
                                  <a:gd name="connsiteX4" fmla="*/ 5080 w 1714500"/>
                                  <a:gd name="connsiteY4" fmla="*/ 581660 h 1445260"/>
                                  <a:gd name="connsiteX5" fmla="*/ 304800 w 1714500"/>
                                  <a:gd name="connsiteY5" fmla="*/ 579120 h 1445260"/>
                                  <a:gd name="connsiteX6" fmla="*/ 307340 w 1714500"/>
                                  <a:gd name="connsiteY6" fmla="*/ 873760 h 1445260"/>
                                  <a:gd name="connsiteX7" fmla="*/ 601980 w 1714500"/>
                                  <a:gd name="connsiteY7" fmla="*/ 868680 h 1445260"/>
                                  <a:gd name="connsiteX8" fmla="*/ 604520 w 1714500"/>
                                  <a:gd name="connsiteY8" fmla="*/ 1165860 h 1445260"/>
                                  <a:gd name="connsiteX9" fmla="*/ 906780 w 1714500"/>
                                  <a:gd name="connsiteY9" fmla="*/ 1160780 h 1445260"/>
                                  <a:gd name="connsiteX10" fmla="*/ 906780 w 1714500"/>
                                  <a:gd name="connsiteY10" fmla="*/ 1445260 h 1445260"/>
                                  <a:gd name="connsiteX11" fmla="*/ 1206500 w 1714500"/>
                                  <a:gd name="connsiteY11" fmla="*/ 1445260 h 1445260"/>
                                  <a:gd name="connsiteX12" fmla="*/ 1206500 w 1714500"/>
                                  <a:gd name="connsiteY12" fmla="*/ 1155700 h 1445260"/>
                                  <a:gd name="connsiteX13" fmla="*/ 1506220 w 1714500"/>
                                  <a:gd name="connsiteY13" fmla="*/ 1155700 h 1445260"/>
                                  <a:gd name="connsiteX14" fmla="*/ 1506220 w 1714500"/>
                                  <a:gd name="connsiteY14" fmla="*/ 868680 h 1445260"/>
                                  <a:gd name="connsiteX15" fmla="*/ 1714500 w 1714500"/>
                                  <a:gd name="connsiteY15" fmla="*/ 800100 h 1445260"/>
                                  <a:gd name="connsiteX16" fmla="*/ 1506220 w 1714500"/>
                                  <a:gd name="connsiteY16" fmla="*/ 868680 h 1445260"/>
                                  <a:gd name="connsiteX17" fmla="*/ 1201420 w 1714500"/>
                                  <a:gd name="connsiteY17" fmla="*/ 868680 h 1445260"/>
                                  <a:gd name="connsiteX18" fmla="*/ 1201420 w 1714500"/>
                                  <a:gd name="connsiteY18" fmla="*/ 576580 h 1445260"/>
                                  <a:gd name="connsiteX19" fmla="*/ 904240 w 1714500"/>
                                  <a:gd name="connsiteY19" fmla="*/ 579120 h 1445260"/>
                                  <a:gd name="connsiteX20" fmla="*/ 904240 w 1714500"/>
                                  <a:gd name="connsiteY20" fmla="*/ 289560 h 1445260"/>
                                  <a:gd name="connsiteX21" fmla="*/ 604520 w 1714500"/>
                                  <a:gd name="connsiteY21" fmla="*/ 292100 h 1445260"/>
                                  <a:gd name="connsiteX22" fmla="*/ 604520 w 1714500"/>
                                  <a:gd name="connsiteY22" fmla="*/ 0 h 1445260"/>
                                  <a:gd name="connsiteX0" fmla="*/ 604520 w 1736314"/>
                                  <a:gd name="connsiteY0" fmla="*/ 0 h 1445260"/>
                                  <a:gd name="connsiteX1" fmla="*/ 302260 w 1736314"/>
                                  <a:gd name="connsiteY1" fmla="*/ 0 h 1445260"/>
                                  <a:gd name="connsiteX2" fmla="*/ 304800 w 1736314"/>
                                  <a:gd name="connsiteY2" fmla="*/ 292100 h 1445260"/>
                                  <a:gd name="connsiteX3" fmla="*/ 0 w 1736314"/>
                                  <a:gd name="connsiteY3" fmla="*/ 289560 h 1445260"/>
                                  <a:gd name="connsiteX4" fmla="*/ 5080 w 1736314"/>
                                  <a:gd name="connsiteY4" fmla="*/ 581660 h 1445260"/>
                                  <a:gd name="connsiteX5" fmla="*/ 304800 w 1736314"/>
                                  <a:gd name="connsiteY5" fmla="*/ 579120 h 1445260"/>
                                  <a:gd name="connsiteX6" fmla="*/ 307340 w 1736314"/>
                                  <a:gd name="connsiteY6" fmla="*/ 873760 h 1445260"/>
                                  <a:gd name="connsiteX7" fmla="*/ 601980 w 1736314"/>
                                  <a:gd name="connsiteY7" fmla="*/ 868680 h 1445260"/>
                                  <a:gd name="connsiteX8" fmla="*/ 604520 w 1736314"/>
                                  <a:gd name="connsiteY8" fmla="*/ 1165860 h 1445260"/>
                                  <a:gd name="connsiteX9" fmla="*/ 906780 w 1736314"/>
                                  <a:gd name="connsiteY9" fmla="*/ 1160780 h 1445260"/>
                                  <a:gd name="connsiteX10" fmla="*/ 906780 w 1736314"/>
                                  <a:gd name="connsiteY10" fmla="*/ 1445260 h 1445260"/>
                                  <a:gd name="connsiteX11" fmla="*/ 1206500 w 1736314"/>
                                  <a:gd name="connsiteY11" fmla="*/ 1445260 h 1445260"/>
                                  <a:gd name="connsiteX12" fmla="*/ 1206500 w 1736314"/>
                                  <a:gd name="connsiteY12" fmla="*/ 1155700 h 1445260"/>
                                  <a:gd name="connsiteX13" fmla="*/ 1506220 w 1736314"/>
                                  <a:gd name="connsiteY13" fmla="*/ 1155700 h 1445260"/>
                                  <a:gd name="connsiteX14" fmla="*/ 1506220 w 1736314"/>
                                  <a:gd name="connsiteY14" fmla="*/ 868680 h 1445260"/>
                                  <a:gd name="connsiteX15" fmla="*/ 1714500 w 1736314"/>
                                  <a:gd name="connsiteY15" fmla="*/ 800100 h 1445260"/>
                                  <a:gd name="connsiteX16" fmla="*/ 1714500 w 1736314"/>
                                  <a:gd name="connsiteY16" fmla="*/ 914400 h 1445260"/>
                                  <a:gd name="connsiteX17" fmla="*/ 1506220 w 1736314"/>
                                  <a:gd name="connsiteY17" fmla="*/ 868680 h 1445260"/>
                                  <a:gd name="connsiteX18" fmla="*/ 1201420 w 1736314"/>
                                  <a:gd name="connsiteY18" fmla="*/ 868680 h 1445260"/>
                                  <a:gd name="connsiteX19" fmla="*/ 1201420 w 1736314"/>
                                  <a:gd name="connsiteY19" fmla="*/ 576580 h 1445260"/>
                                  <a:gd name="connsiteX20" fmla="*/ 904240 w 1736314"/>
                                  <a:gd name="connsiteY20" fmla="*/ 579120 h 1445260"/>
                                  <a:gd name="connsiteX21" fmla="*/ 904240 w 1736314"/>
                                  <a:gd name="connsiteY21" fmla="*/ 289560 h 1445260"/>
                                  <a:gd name="connsiteX22" fmla="*/ 604520 w 1736314"/>
                                  <a:gd name="connsiteY22" fmla="*/ 292100 h 1445260"/>
                                  <a:gd name="connsiteX23" fmla="*/ 604520 w 1736314"/>
                                  <a:gd name="connsiteY23" fmla="*/ 0 h 1445260"/>
                                  <a:gd name="connsiteX0" fmla="*/ 604520 w 1734207"/>
                                  <a:gd name="connsiteY0" fmla="*/ 0 h 1445260"/>
                                  <a:gd name="connsiteX1" fmla="*/ 302260 w 1734207"/>
                                  <a:gd name="connsiteY1" fmla="*/ 0 h 1445260"/>
                                  <a:gd name="connsiteX2" fmla="*/ 304800 w 1734207"/>
                                  <a:gd name="connsiteY2" fmla="*/ 292100 h 1445260"/>
                                  <a:gd name="connsiteX3" fmla="*/ 0 w 1734207"/>
                                  <a:gd name="connsiteY3" fmla="*/ 289560 h 1445260"/>
                                  <a:gd name="connsiteX4" fmla="*/ 5080 w 1734207"/>
                                  <a:gd name="connsiteY4" fmla="*/ 581660 h 1445260"/>
                                  <a:gd name="connsiteX5" fmla="*/ 304800 w 1734207"/>
                                  <a:gd name="connsiteY5" fmla="*/ 579120 h 1445260"/>
                                  <a:gd name="connsiteX6" fmla="*/ 307340 w 1734207"/>
                                  <a:gd name="connsiteY6" fmla="*/ 873760 h 1445260"/>
                                  <a:gd name="connsiteX7" fmla="*/ 601980 w 1734207"/>
                                  <a:gd name="connsiteY7" fmla="*/ 868680 h 1445260"/>
                                  <a:gd name="connsiteX8" fmla="*/ 604520 w 1734207"/>
                                  <a:gd name="connsiteY8" fmla="*/ 1165860 h 1445260"/>
                                  <a:gd name="connsiteX9" fmla="*/ 906780 w 1734207"/>
                                  <a:gd name="connsiteY9" fmla="*/ 1160780 h 1445260"/>
                                  <a:gd name="connsiteX10" fmla="*/ 906780 w 1734207"/>
                                  <a:gd name="connsiteY10" fmla="*/ 1445260 h 1445260"/>
                                  <a:gd name="connsiteX11" fmla="*/ 1206500 w 1734207"/>
                                  <a:gd name="connsiteY11" fmla="*/ 1445260 h 1445260"/>
                                  <a:gd name="connsiteX12" fmla="*/ 1206500 w 1734207"/>
                                  <a:gd name="connsiteY12" fmla="*/ 1155700 h 1445260"/>
                                  <a:gd name="connsiteX13" fmla="*/ 1506220 w 1734207"/>
                                  <a:gd name="connsiteY13" fmla="*/ 1155700 h 1445260"/>
                                  <a:gd name="connsiteX14" fmla="*/ 1506220 w 1734207"/>
                                  <a:gd name="connsiteY14" fmla="*/ 868680 h 1445260"/>
                                  <a:gd name="connsiteX15" fmla="*/ 1714500 w 1734207"/>
                                  <a:gd name="connsiteY15" fmla="*/ 800100 h 1445260"/>
                                  <a:gd name="connsiteX16" fmla="*/ 1714500 w 1734207"/>
                                  <a:gd name="connsiteY16" fmla="*/ 914400 h 1445260"/>
                                  <a:gd name="connsiteX17" fmla="*/ 1506220 w 1734207"/>
                                  <a:gd name="connsiteY17" fmla="*/ 868680 h 1445260"/>
                                  <a:gd name="connsiteX18" fmla="*/ 1201420 w 1734207"/>
                                  <a:gd name="connsiteY18" fmla="*/ 868680 h 1445260"/>
                                  <a:gd name="connsiteX19" fmla="*/ 1201420 w 1734207"/>
                                  <a:gd name="connsiteY19" fmla="*/ 576580 h 1445260"/>
                                  <a:gd name="connsiteX20" fmla="*/ 904240 w 1734207"/>
                                  <a:gd name="connsiteY20" fmla="*/ 579120 h 1445260"/>
                                  <a:gd name="connsiteX21" fmla="*/ 904240 w 1734207"/>
                                  <a:gd name="connsiteY21" fmla="*/ 289560 h 1445260"/>
                                  <a:gd name="connsiteX22" fmla="*/ 604520 w 1734207"/>
                                  <a:gd name="connsiteY22" fmla="*/ 292100 h 1445260"/>
                                  <a:gd name="connsiteX23" fmla="*/ 604520 w 1734207"/>
                                  <a:gd name="connsiteY23" fmla="*/ 0 h 1445260"/>
                                  <a:gd name="connsiteX0" fmla="*/ 604520 w 1714500"/>
                                  <a:gd name="connsiteY0" fmla="*/ 0 h 1445260"/>
                                  <a:gd name="connsiteX1" fmla="*/ 302260 w 1714500"/>
                                  <a:gd name="connsiteY1" fmla="*/ 0 h 1445260"/>
                                  <a:gd name="connsiteX2" fmla="*/ 304800 w 1714500"/>
                                  <a:gd name="connsiteY2" fmla="*/ 292100 h 1445260"/>
                                  <a:gd name="connsiteX3" fmla="*/ 0 w 1714500"/>
                                  <a:gd name="connsiteY3" fmla="*/ 289560 h 1445260"/>
                                  <a:gd name="connsiteX4" fmla="*/ 5080 w 1714500"/>
                                  <a:gd name="connsiteY4" fmla="*/ 581660 h 1445260"/>
                                  <a:gd name="connsiteX5" fmla="*/ 304800 w 1714500"/>
                                  <a:gd name="connsiteY5" fmla="*/ 579120 h 1445260"/>
                                  <a:gd name="connsiteX6" fmla="*/ 307340 w 1714500"/>
                                  <a:gd name="connsiteY6" fmla="*/ 873760 h 1445260"/>
                                  <a:gd name="connsiteX7" fmla="*/ 601980 w 1714500"/>
                                  <a:gd name="connsiteY7" fmla="*/ 868680 h 1445260"/>
                                  <a:gd name="connsiteX8" fmla="*/ 604520 w 1714500"/>
                                  <a:gd name="connsiteY8" fmla="*/ 1165860 h 1445260"/>
                                  <a:gd name="connsiteX9" fmla="*/ 906780 w 1714500"/>
                                  <a:gd name="connsiteY9" fmla="*/ 1160780 h 1445260"/>
                                  <a:gd name="connsiteX10" fmla="*/ 906780 w 1714500"/>
                                  <a:gd name="connsiteY10" fmla="*/ 1445260 h 1445260"/>
                                  <a:gd name="connsiteX11" fmla="*/ 1206500 w 1714500"/>
                                  <a:gd name="connsiteY11" fmla="*/ 1445260 h 1445260"/>
                                  <a:gd name="connsiteX12" fmla="*/ 1206500 w 1714500"/>
                                  <a:gd name="connsiteY12" fmla="*/ 1155700 h 1445260"/>
                                  <a:gd name="connsiteX13" fmla="*/ 1506220 w 1714500"/>
                                  <a:gd name="connsiteY13" fmla="*/ 1155700 h 1445260"/>
                                  <a:gd name="connsiteX14" fmla="*/ 1506220 w 1714500"/>
                                  <a:gd name="connsiteY14" fmla="*/ 868680 h 1445260"/>
                                  <a:gd name="connsiteX15" fmla="*/ 1714500 w 1714500"/>
                                  <a:gd name="connsiteY15" fmla="*/ 914400 h 1445260"/>
                                  <a:gd name="connsiteX16" fmla="*/ 1506220 w 1714500"/>
                                  <a:gd name="connsiteY16" fmla="*/ 868680 h 1445260"/>
                                  <a:gd name="connsiteX17" fmla="*/ 1201420 w 1714500"/>
                                  <a:gd name="connsiteY17" fmla="*/ 868680 h 1445260"/>
                                  <a:gd name="connsiteX18" fmla="*/ 1201420 w 1714500"/>
                                  <a:gd name="connsiteY18" fmla="*/ 576580 h 1445260"/>
                                  <a:gd name="connsiteX19" fmla="*/ 904240 w 1714500"/>
                                  <a:gd name="connsiteY19" fmla="*/ 579120 h 1445260"/>
                                  <a:gd name="connsiteX20" fmla="*/ 904240 w 1714500"/>
                                  <a:gd name="connsiteY20" fmla="*/ 289560 h 1445260"/>
                                  <a:gd name="connsiteX21" fmla="*/ 604520 w 1714500"/>
                                  <a:gd name="connsiteY21" fmla="*/ 292100 h 1445260"/>
                                  <a:gd name="connsiteX22" fmla="*/ 604520 w 1714500"/>
                                  <a:gd name="connsiteY22" fmla="*/ 0 h 1445260"/>
                                  <a:gd name="connsiteX0" fmla="*/ 604520 w 1506220"/>
                                  <a:gd name="connsiteY0" fmla="*/ 0 h 1445260"/>
                                  <a:gd name="connsiteX1" fmla="*/ 302260 w 1506220"/>
                                  <a:gd name="connsiteY1" fmla="*/ 0 h 1445260"/>
                                  <a:gd name="connsiteX2" fmla="*/ 304800 w 1506220"/>
                                  <a:gd name="connsiteY2" fmla="*/ 292100 h 1445260"/>
                                  <a:gd name="connsiteX3" fmla="*/ 0 w 1506220"/>
                                  <a:gd name="connsiteY3" fmla="*/ 289560 h 1445260"/>
                                  <a:gd name="connsiteX4" fmla="*/ 5080 w 1506220"/>
                                  <a:gd name="connsiteY4" fmla="*/ 581660 h 1445260"/>
                                  <a:gd name="connsiteX5" fmla="*/ 304800 w 1506220"/>
                                  <a:gd name="connsiteY5" fmla="*/ 579120 h 1445260"/>
                                  <a:gd name="connsiteX6" fmla="*/ 307340 w 1506220"/>
                                  <a:gd name="connsiteY6" fmla="*/ 873760 h 1445260"/>
                                  <a:gd name="connsiteX7" fmla="*/ 601980 w 1506220"/>
                                  <a:gd name="connsiteY7" fmla="*/ 868680 h 1445260"/>
                                  <a:gd name="connsiteX8" fmla="*/ 604520 w 1506220"/>
                                  <a:gd name="connsiteY8" fmla="*/ 1165860 h 1445260"/>
                                  <a:gd name="connsiteX9" fmla="*/ 906780 w 1506220"/>
                                  <a:gd name="connsiteY9" fmla="*/ 1160780 h 1445260"/>
                                  <a:gd name="connsiteX10" fmla="*/ 906780 w 1506220"/>
                                  <a:gd name="connsiteY10" fmla="*/ 1445260 h 1445260"/>
                                  <a:gd name="connsiteX11" fmla="*/ 1206500 w 1506220"/>
                                  <a:gd name="connsiteY11" fmla="*/ 1445260 h 1445260"/>
                                  <a:gd name="connsiteX12" fmla="*/ 1206500 w 1506220"/>
                                  <a:gd name="connsiteY12" fmla="*/ 1155700 h 1445260"/>
                                  <a:gd name="connsiteX13" fmla="*/ 1506220 w 1506220"/>
                                  <a:gd name="connsiteY13" fmla="*/ 1155700 h 1445260"/>
                                  <a:gd name="connsiteX14" fmla="*/ 1506220 w 1506220"/>
                                  <a:gd name="connsiteY14" fmla="*/ 868680 h 1445260"/>
                                  <a:gd name="connsiteX15" fmla="*/ 1506220 w 1506220"/>
                                  <a:gd name="connsiteY15" fmla="*/ 868680 h 1445260"/>
                                  <a:gd name="connsiteX16" fmla="*/ 1201420 w 1506220"/>
                                  <a:gd name="connsiteY16" fmla="*/ 868680 h 1445260"/>
                                  <a:gd name="connsiteX17" fmla="*/ 1201420 w 1506220"/>
                                  <a:gd name="connsiteY17" fmla="*/ 576580 h 1445260"/>
                                  <a:gd name="connsiteX18" fmla="*/ 904240 w 1506220"/>
                                  <a:gd name="connsiteY18" fmla="*/ 579120 h 1445260"/>
                                  <a:gd name="connsiteX19" fmla="*/ 904240 w 1506220"/>
                                  <a:gd name="connsiteY19" fmla="*/ 289560 h 1445260"/>
                                  <a:gd name="connsiteX20" fmla="*/ 604520 w 1506220"/>
                                  <a:gd name="connsiteY20" fmla="*/ 292100 h 1445260"/>
                                  <a:gd name="connsiteX21" fmla="*/ 604520 w 1506220"/>
                                  <a:gd name="connsiteY21" fmla="*/ 0 h 1445260"/>
                                  <a:gd name="connsiteX0" fmla="*/ 604520 w 1506220"/>
                                  <a:gd name="connsiteY0" fmla="*/ 0 h 1447826"/>
                                  <a:gd name="connsiteX1" fmla="*/ 302260 w 1506220"/>
                                  <a:gd name="connsiteY1" fmla="*/ 0 h 1447826"/>
                                  <a:gd name="connsiteX2" fmla="*/ 304800 w 1506220"/>
                                  <a:gd name="connsiteY2" fmla="*/ 292100 h 1447826"/>
                                  <a:gd name="connsiteX3" fmla="*/ 0 w 1506220"/>
                                  <a:gd name="connsiteY3" fmla="*/ 289560 h 1447826"/>
                                  <a:gd name="connsiteX4" fmla="*/ 5080 w 1506220"/>
                                  <a:gd name="connsiteY4" fmla="*/ 581660 h 1447826"/>
                                  <a:gd name="connsiteX5" fmla="*/ 304800 w 1506220"/>
                                  <a:gd name="connsiteY5" fmla="*/ 579120 h 1447826"/>
                                  <a:gd name="connsiteX6" fmla="*/ 307340 w 1506220"/>
                                  <a:gd name="connsiteY6" fmla="*/ 873760 h 1447826"/>
                                  <a:gd name="connsiteX7" fmla="*/ 601980 w 1506220"/>
                                  <a:gd name="connsiteY7" fmla="*/ 868680 h 1447826"/>
                                  <a:gd name="connsiteX8" fmla="*/ 604520 w 1506220"/>
                                  <a:gd name="connsiteY8" fmla="*/ 1165860 h 1447826"/>
                                  <a:gd name="connsiteX9" fmla="*/ 906780 w 1506220"/>
                                  <a:gd name="connsiteY9" fmla="*/ 1160780 h 1447826"/>
                                  <a:gd name="connsiteX10" fmla="*/ 906780 w 1506220"/>
                                  <a:gd name="connsiteY10" fmla="*/ 1445260 h 1447826"/>
                                  <a:gd name="connsiteX11" fmla="*/ 1206500 w 1506220"/>
                                  <a:gd name="connsiteY11" fmla="*/ 1447826 h 1447826"/>
                                  <a:gd name="connsiteX12" fmla="*/ 1206500 w 1506220"/>
                                  <a:gd name="connsiteY12" fmla="*/ 1155700 h 1447826"/>
                                  <a:gd name="connsiteX13" fmla="*/ 1506220 w 1506220"/>
                                  <a:gd name="connsiteY13" fmla="*/ 1155700 h 1447826"/>
                                  <a:gd name="connsiteX14" fmla="*/ 1506220 w 1506220"/>
                                  <a:gd name="connsiteY14" fmla="*/ 868680 h 1447826"/>
                                  <a:gd name="connsiteX15" fmla="*/ 1506220 w 1506220"/>
                                  <a:gd name="connsiteY15" fmla="*/ 868680 h 1447826"/>
                                  <a:gd name="connsiteX16" fmla="*/ 1201420 w 1506220"/>
                                  <a:gd name="connsiteY16" fmla="*/ 868680 h 1447826"/>
                                  <a:gd name="connsiteX17" fmla="*/ 1201420 w 1506220"/>
                                  <a:gd name="connsiteY17" fmla="*/ 576580 h 1447826"/>
                                  <a:gd name="connsiteX18" fmla="*/ 904240 w 1506220"/>
                                  <a:gd name="connsiteY18" fmla="*/ 579120 h 1447826"/>
                                  <a:gd name="connsiteX19" fmla="*/ 904240 w 1506220"/>
                                  <a:gd name="connsiteY19" fmla="*/ 289560 h 1447826"/>
                                  <a:gd name="connsiteX20" fmla="*/ 604520 w 1506220"/>
                                  <a:gd name="connsiteY20" fmla="*/ 292100 h 1447826"/>
                                  <a:gd name="connsiteX21" fmla="*/ 604520 w 1506220"/>
                                  <a:gd name="connsiteY21" fmla="*/ 0 h 1447826"/>
                                  <a:gd name="connsiteX0" fmla="*/ 604520 w 1506220"/>
                                  <a:gd name="connsiteY0" fmla="*/ 0 h 1447826"/>
                                  <a:gd name="connsiteX1" fmla="*/ 302260 w 1506220"/>
                                  <a:gd name="connsiteY1" fmla="*/ 0 h 1447826"/>
                                  <a:gd name="connsiteX2" fmla="*/ 304800 w 1506220"/>
                                  <a:gd name="connsiteY2" fmla="*/ 292100 h 1447826"/>
                                  <a:gd name="connsiteX3" fmla="*/ 0 w 1506220"/>
                                  <a:gd name="connsiteY3" fmla="*/ 289560 h 1447826"/>
                                  <a:gd name="connsiteX4" fmla="*/ 5080 w 1506220"/>
                                  <a:gd name="connsiteY4" fmla="*/ 581660 h 1447826"/>
                                  <a:gd name="connsiteX5" fmla="*/ 304800 w 1506220"/>
                                  <a:gd name="connsiteY5" fmla="*/ 579120 h 1447826"/>
                                  <a:gd name="connsiteX6" fmla="*/ 307340 w 1506220"/>
                                  <a:gd name="connsiteY6" fmla="*/ 873760 h 1447826"/>
                                  <a:gd name="connsiteX7" fmla="*/ 601980 w 1506220"/>
                                  <a:gd name="connsiteY7" fmla="*/ 868680 h 1447826"/>
                                  <a:gd name="connsiteX8" fmla="*/ 604520 w 1506220"/>
                                  <a:gd name="connsiteY8" fmla="*/ 1165860 h 1447826"/>
                                  <a:gd name="connsiteX9" fmla="*/ 906780 w 1506220"/>
                                  <a:gd name="connsiteY9" fmla="*/ 1160780 h 1447826"/>
                                  <a:gd name="connsiteX10" fmla="*/ 909346 w 1506220"/>
                                  <a:gd name="connsiteY10" fmla="*/ 1447826 h 1447826"/>
                                  <a:gd name="connsiteX11" fmla="*/ 1206500 w 1506220"/>
                                  <a:gd name="connsiteY11" fmla="*/ 1447826 h 1447826"/>
                                  <a:gd name="connsiteX12" fmla="*/ 1206500 w 1506220"/>
                                  <a:gd name="connsiteY12" fmla="*/ 1155700 h 1447826"/>
                                  <a:gd name="connsiteX13" fmla="*/ 1506220 w 1506220"/>
                                  <a:gd name="connsiteY13" fmla="*/ 1155700 h 1447826"/>
                                  <a:gd name="connsiteX14" fmla="*/ 1506220 w 1506220"/>
                                  <a:gd name="connsiteY14" fmla="*/ 868680 h 1447826"/>
                                  <a:gd name="connsiteX15" fmla="*/ 1506220 w 1506220"/>
                                  <a:gd name="connsiteY15" fmla="*/ 868680 h 1447826"/>
                                  <a:gd name="connsiteX16" fmla="*/ 1201420 w 1506220"/>
                                  <a:gd name="connsiteY16" fmla="*/ 868680 h 1447826"/>
                                  <a:gd name="connsiteX17" fmla="*/ 1201420 w 1506220"/>
                                  <a:gd name="connsiteY17" fmla="*/ 576580 h 1447826"/>
                                  <a:gd name="connsiteX18" fmla="*/ 904240 w 1506220"/>
                                  <a:gd name="connsiteY18" fmla="*/ 579120 h 1447826"/>
                                  <a:gd name="connsiteX19" fmla="*/ 904240 w 1506220"/>
                                  <a:gd name="connsiteY19" fmla="*/ 289560 h 1447826"/>
                                  <a:gd name="connsiteX20" fmla="*/ 604520 w 1506220"/>
                                  <a:gd name="connsiteY20" fmla="*/ 292100 h 1447826"/>
                                  <a:gd name="connsiteX21" fmla="*/ 604520 w 1506220"/>
                                  <a:gd name="connsiteY21" fmla="*/ 0 h 1447826"/>
                                  <a:gd name="connsiteX0" fmla="*/ 604520 w 1506220"/>
                                  <a:gd name="connsiteY0" fmla="*/ 0 h 1447826"/>
                                  <a:gd name="connsiteX1" fmla="*/ 302260 w 1506220"/>
                                  <a:gd name="connsiteY1" fmla="*/ 0 h 1447826"/>
                                  <a:gd name="connsiteX2" fmla="*/ 304800 w 1506220"/>
                                  <a:gd name="connsiteY2" fmla="*/ 292100 h 1447826"/>
                                  <a:gd name="connsiteX3" fmla="*/ 0 w 1506220"/>
                                  <a:gd name="connsiteY3" fmla="*/ 289560 h 1447826"/>
                                  <a:gd name="connsiteX4" fmla="*/ 5080 w 1506220"/>
                                  <a:gd name="connsiteY4" fmla="*/ 581660 h 1447826"/>
                                  <a:gd name="connsiteX5" fmla="*/ 304800 w 1506220"/>
                                  <a:gd name="connsiteY5" fmla="*/ 579120 h 1447826"/>
                                  <a:gd name="connsiteX6" fmla="*/ 307340 w 1506220"/>
                                  <a:gd name="connsiteY6" fmla="*/ 873760 h 1447826"/>
                                  <a:gd name="connsiteX7" fmla="*/ 601980 w 1506220"/>
                                  <a:gd name="connsiteY7" fmla="*/ 868680 h 1447826"/>
                                  <a:gd name="connsiteX8" fmla="*/ 604520 w 1506220"/>
                                  <a:gd name="connsiteY8" fmla="*/ 1165860 h 1447826"/>
                                  <a:gd name="connsiteX9" fmla="*/ 906780 w 1506220"/>
                                  <a:gd name="connsiteY9" fmla="*/ 1160780 h 1447826"/>
                                  <a:gd name="connsiteX10" fmla="*/ 909346 w 1506220"/>
                                  <a:gd name="connsiteY10" fmla="*/ 1447826 h 1447826"/>
                                  <a:gd name="connsiteX11" fmla="*/ 1206500 w 1506220"/>
                                  <a:gd name="connsiteY11" fmla="*/ 1447826 h 1447826"/>
                                  <a:gd name="connsiteX12" fmla="*/ 1206500 w 1506220"/>
                                  <a:gd name="connsiteY12" fmla="*/ 1155700 h 1447826"/>
                                  <a:gd name="connsiteX13" fmla="*/ 1506220 w 1506220"/>
                                  <a:gd name="connsiteY13" fmla="*/ 1158266 h 1447826"/>
                                  <a:gd name="connsiteX14" fmla="*/ 1506220 w 1506220"/>
                                  <a:gd name="connsiteY14" fmla="*/ 868680 h 1447826"/>
                                  <a:gd name="connsiteX15" fmla="*/ 1506220 w 1506220"/>
                                  <a:gd name="connsiteY15" fmla="*/ 868680 h 1447826"/>
                                  <a:gd name="connsiteX16" fmla="*/ 1201420 w 1506220"/>
                                  <a:gd name="connsiteY16" fmla="*/ 868680 h 1447826"/>
                                  <a:gd name="connsiteX17" fmla="*/ 1201420 w 1506220"/>
                                  <a:gd name="connsiteY17" fmla="*/ 576580 h 1447826"/>
                                  <a:gd name="connsiteX18" fmla="*/ 904240 w 1506220"/>
                                  <a:gd name="connsiteY18" fmla="*/ 579120 h 1447826"/>
                                  <a:gd name="connsiteX19" fmla="*/ 904240 w 1506220"/>
                                  <a:gd name="connsiteY19" fmla="*/ 289560 h 1447826"/>
                                  <a:gd name="connsiteX20" fmla="*/ 604520 w 1506220"/>
                                  <a:gd name="connsiteY20" fmla="*/ 292100 h 1447826"/>
                                  <a:gd name="connsiteX21" fmla="*/ 604520 w 1506220"/>
                                  <a:gd name="connsiteY21" fmla="*/ 0 h 1447826"/>
                                  <a:gd name="connsiteX0" fmla="*/ 604520 w 1506220"/>
                                  <a:gd name="connsiteY0" fmla="*/ 0 h 1447826"/>
                                  <a:gd name="connsiteX1" fmla="*/ 302260 w 1506220"/>
                                  <a:gd name="connsiteY1" fmla="*/ 0 h 1447826"/>
                                  <a:gd name="connsiteX2" fmla="*/ 304800 w 1506220"/>
                                  <a:gd name="connsiteY2" fmla="*/ 292100 h 1447826"/>
                                  <a:gd name="connsiteX3" fmla="*/ 0 w 1506220"/>
                                  <a:gd name="connsiteY3" fmla="*/ 289560 h 1447826"/>
                                  <a:gd name="connsiteX4" fmla="*/ 5080 w 1506220"/>
                                  <a:gd name="connsiteY4" fmla="*/ 581660 h 1447826"/>
                                  <a:gd name="connsiteX5" fmla="*/ 304800 w 1506220"/>
                                  <a:gd name="connsiteY5" fmla="*/ 579120 h 1447826"/>
                                  <a:gd name="connsiteX6" fmla="*/ 307340 w 1506220"/>
                                  <a:gd name="connsiteY6" fmla="*/ 873760 h 1447826"/>
                                  <a:gd name="connsiteX7" fmla="*/ 601980 w 1506220"/>
                                  <a:gd name="connsiteY7" fmla="*/ 868680 h 1447826"/>
                                  <a:gd name="connsiteX8" fmla="*/ 604520 w 1506220"/>
                                  <a:gd name="connsiteY8" fmla="*/ 1165860 h 1447826"/>
                                  <a:gd name="connsiteX9" fmla="*/ 906780 w 1506220"/>
                                  <a:gd name="connsiteY9" fmla="*/ 1160780 h 1447826"/>
                                  <a:gd name="connsiteX10" fmla="*/ 909346 w 1506220"/>
                                  <a:gd name="connsiteY10" fmla="*/ 1447826 h 1447826"/>
                                  <a:gd name="connsiteX11" fmla="*/ 1206500 w 1506220"/>
                                  <a:gd name="connsiteY11" fmla="*/ 1447826 h 1447826"/>
                                  <a:gd name="connsiteX12" fmla="*/ 1206500 w 1506220"/>
                                  <a:gd name="connsiteY12" fmla="*/ 1155700 h 1447826"/>
                                  <a:gd name="connsiteX13" fmla="*/ 1506220 w 1506220"/>
                                  <a:gd name="connsiteY13" fmla="*/ 1158266 h 1447826"/>
                                  <a:gd name="connsiteX14" fmla="*/ 1506220 w 1506220"/>
                                  <a:gd name="connsiteY14" fmla="*/ 868680 h 1447826"/>
                                  <a:gd name="connsiteX15" fmla="*/ 1506220 w 1506220"/>
                                  <a:gd name="connsiteY15" fmla="*/ 868680 h 1447826"/>
                                  <a:gd name="connsiteX16" fmla="*/ 1201420 w 1506220"/>
                                  <a:gd name="connsiteY16" fmla="*/ 868680 h 1447826"/>
                                  <a:gd name="connsiteX17" fmla="*/ 1201420 w 1506220"/>
                                  <a:gd name="connsiteY17" fmla="*/ 576580 h 1447826"/>
                                  <a:gd name="connsiteX18" fmla="*/ 904240 w 1506220"/>
                                  <a:gd name="connsiteY18" fmla="*/ 579120 h 1447826"/>
                                  <a:gd name="connsiteX19" fmla="*/ 904240 w 1506220"/>
                                  <a:gd name="connsiteY19" fmla="*/ 289560 h 1447826"/>
                                  <a:gd name="connsiteX20" fmla="*/ 604520 w 1506220"/>
                                  <a:gd name="connsiteY20" fmla="*/ 292100 h 1447826"/>
                                  <a:gd name="connsiteX21" fmla="*/ 604520 w 1506220"/>
                                  <a:gd name="connsiteY21" fmla="*/ 0 h 14478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506220" h="1447826">
                                    <a:moveTo>
                                      <a:pt x="604520" y="0"/>
                                    </a:moveTo>
                                    <a:lnTo>
                                      <a:pt x="302260" y="0"/>
                                    </a:lnTo>
                                    <a:cubicBezTo>
                                      <a:pt x="303107" y="97367"/>
                                      <a:pt x="303953" y="194733"/>
                                      <a:pt x="304800" y="292100"/>
                                    </a:cubicBezTo>
                                    <a:lnTo>
                                      <a:pt x="0" y="289560"/>
                                    </a:lnTo>
                                    <a:cubicBezTo>
                                      <a:pt x="1693" y="386927"/>
                                      <a:pt x="3387" y="484293"/>
                                      <a:pt x="5080" y="581660"/>
                                    </a:cubicBezTo>
                                    <a:lnTo>
                                      <a:pt x="304800" y="579120"/>
                                    </a:lnTo>
                                    <a:cubicBezTo>
                                      <a:pt x="305647" y="677333"/>
                                      <a:pt x="306493" y="775547"/>
                                      <a:pt x="307340" y="873760"/>
                                    </a:cubicBezTo>
                                    <a:lnTo>
                                      <a:pt x="601980" y="868680"/>
                                    </a:lnTo>
                                    <a:cubicBezTo>
                                      <a:pt x="602827" y="967740"/>
                                      <a:pt x="603673" y="1066800"/>
                                      <a:pt x="604520" y="1165860"/>
                                    </a:cubicBezTo>
                                    <a:lnTo>
                                      <a:pt x="906780" y="1160780"/>
                                    </a:lnTo>
                                    <a:cubicBezTo>
                                      <a:pt x="907635" y="1256462"/>
                                      <a:pt x="908491" y="1352144"/>
                                      <a:pt x="909346" y="1447826"/>
                                    </a:cubicBezTo>
                                    <a:lnTo>
                                      <a:pt x="1206500" y="1447826"/>
                                    </a:lnTo>
                                    <a:lnTo>
                                      <a:pt x="1206500" y="1155700"/>
                                    </a:lnTo>
                                    <a:lnTo>
                                      <a:pt x="1506220" y="1158266"/>
                                    </a:lnTo>
                                    <a:lnTo>
                                      <a:pt x="1506220" y="868680"/>
                                    </a:lnTo>
                                    <a:lnTo>
                                      <a:pt x="1506220" y="868680"/>
                                    </a:lnTo>
                                    <a:lnTo>
                                      <a:pt x="1201420" y="868680"/>
                                    </a:lnTo>
                                    <a:lnTo>
                                      <a:pt x="1201420" y="576580"/>
                                    </a:lnTo>
                                    <a:lnTo>
                                      <a:pt x="904240" y="579120"/>
                                    </a:lnTo>
                                    <a:lnTo>
                                      <a:pt x="904240" y="289560"/>
                                    </a:lnTo>
                                    <a:lnTo>
                                      <a:pt x="604520" y="292100"/>
                                    </a:lnTo>
                                    <a:lnTo>
                                      <a:pt x="6045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00">
                                  <a:alpha val="45000"/>
                                </a:srgbClr>
                              </a:solidFill>
                              <a:ln w="12700" cap="sq">
                                <a:solidFill>
                                  <a:srgbClr val="008000">
                                    <a:alpha val="45000"/>
                                  </a:srgb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" o:spid="_x0000_s1026" style="position:absolute;margin-left:23.7pt;margin-top:.1pt;width:117.4pt;height:112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6220,14478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" path="m604520,0l302260,0c303107,97367,303953,194733,304800,292100l0,289560c1693,386927,3387,484293,5080,581660l304800,579120c305647,677333,306493,775547,307340,873760l601980,868680c602827,967740,603673,1066800,604520,1165860l906780,1160780c907635,1256462,908491,1352144,909346,1447826l1206500,1447826,1206500,1155700,1506220,1158266,1506220,868680,1506220,868680,1201420,868680,1201420,576580,904240,579120,904240,289560,604520,292100,604520,0xe" fillcolor="green" strokecolor="green" strokeweight="1pt">
                      <v:fill opacity="29555f"/>
                      <v:stroke opacity="29555f" endcap="square"/>
                      <v:path arrowok="t" o:connecttype="custom" o:connectlocs="598403,0;299202,0;301716,289183;0,286669;5029,575852;301716,573337;304230,865035;595889,860006;598403,1154219;897605,1149189;900145,1433369;1194293,1433369;1194293,1144160;1490980,1146700;1490980,860006;1490980,860006;1189264,860006;1189264,570823;895091,573337;895091,286669;598403,289183;598403,0" o:connectangles="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476" w:type="dxa"/>
          </w:tcPr>
          <w:p w14:paraId="10FEAA3F" w14:textId="7BEACAC1" w:rsidR="00F65DD6" w:rsidRPr="00451E94" w:rsidRDefault="00F65DD6" w:rsidP="00451E94"/>
        </w:tc>
        <w:tc>
          <w:tcPr>
            <w:tcW w:w="475" w:type="dxa"/>
          </w:tcPr>
          <w:p w14:paraId="14D5FC78" w14:textId="453D1272" w:rsidR="00F65DD6" w:rsidRPr="00451E94" w:rsidRDefault="00F65DD6" w:rsidP="00451E94"/>
        </w:tc>
        <w:tc>
          <w:tcPr>
            <w:tcW w:w="476" w:type="dxa"/>
          </w:tcPr>
          <w:p w14:paraId="7043494E" w14:textId="77777777" w:rsidR="00F65DD6" w:rsidRPr="00451E94" w:rsidRDefault="00F65DD6" w:rsidP="00451E94"/>
        </w:tc>
        <w:tc>
          <w:tcPr>
            <w:tcW w:w="475" w:type="dxa"/>
          </w:tcPr>
          <w:p w14:paraId="60601AA3" w14:textId="0E404459" w:rsidR="00F65DD6" w:rsidRPr="00451E94" w:rsidRDefault="00F65DD6" w:rsidP="00451E94"/>
        </w:tc>
        <w:tc>
          <w:tcPr>
            <w:tcW w:w="476" w:type="dxa"/>
          </w:tcPr>
          <w:p w14:paraId="61EACF3B" w14:textId="05DCC993" w:rsidR="00F65DD6" w:rsidRPr="00451E94" w:rsidRDefault="00F65DD6" w:rsidP="00451E94"/>
        </w:tc>
        <w:tc>
          <w:tcPr>
            <w:tcW w:w="475" w:type="dxa"/>
          </w:tcPr>
          <w:p w14:paraId="081CF97B" w14:textId="022DBC83" w:rsidR="00F65DD6" w:rsidRPr="00451E94" w:rsidRDefault="00A0763D" w:rsidP="00451E9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5385977" wp14:editId="7FE28FA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-1270</wp:posOffset>
                      </wp:positionV>
                      <wp:extent cx="1492250" cy="859167"/>
                      <wp:effectExtent l="0" t="0" r="31750" b="29845"/>
                      <wp:wrapNone/>
                      <wp:docPr id="2" name="Freefor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0" cy="859167"/>
                              </a:xfrm>
                              <a:custGeom>
                                <a:avLst/>
                                <a:gdLst>
                                  <a:gd name="connsiteX0" fmla="*/ 0 w 1504950"/>
                                  <a:gd name="connsiteY0" fmla="*/ 0 h 863600"/>
                                  <a:gd name="connsiteX1" fmla="*/ 596900 w 1504950"/>
                                  <a:gd name="connsiteY1" fmla="*/ 0 h 863600"/>
                                  <a:gd name="connsiteX2" fmla="*/ 603250 w 1504950"/>
                                  <a:gd name="connsiteY2" fmla="*/ 285750 h 863600"/>
                                  <a:gd name="connsiteX3" fmla="*/ 895350 w 1504950"/>
                                  <a:gd name="connsiteY3" fmla="*/ 285750 h 863600"/>
                                  <a:gd name="connsiteX4" fmla="*/ 895350 w 1504950"/>
                                  <a:gd name="connsiteY4" fmla="*/ 0 h 863600"/>
                                  <a:gd name="connsiteX5" fmla="*/ 1498600 w 1504950"/>
                                  <a:gd name="connsiteY5" fmla="*/ 6350 h 863600"/>
                                  <a:gd name="connsiteX6" fmla="*/ 1504950 w 1504950"/>
                                  <a:gd name="connsiteY6" fmla="*/ 285750 h 863600"/>
                                  <a:gd name="connsiteX7" fmla="*/ 1200150 w 1504950"/>
                                  <a:gd name="connsiteY7" fmla="*/ 285750 h 863600"/>
                                  <a:gd name="connsiteX8" fmla="*/ 1200150 w 1504950"/>
                                  <a:gd name="connsiteY8" fmla="*/ 577850 h 863600"/>
                                  <a:gd name="connsiteX9" fmla="*/ 895350 w 1504950"/>
                                  <a:gd name="connsiteY9" fmla="*/ 577850 h 863600"/>
                                  <a:gd name="connsiteX10" fmla="*/ 895350 w 1504950"/>
                                  <a:gd name="connsiteY10" fmla="*/ 863600 h 863600"/>
                                  <a:gd name="connsiteX11" fmla="*/ 596900 w 1504950"/>
                                  <a:gd name="connsiteY11" fmla="*/ 863600 h 863600"/>
                                  <a:gd name="connsiteX12" fmla="*/ 603250 w 1504950"/>
                                  <a:gd name="connsiteY12" fmla="*/ 571500 h 863600"/>
                                  <a:gd name="connsiteX13" fmla="*/ 298450 w 1504950"/>
                                  <a:gd name="connsiteY13" fmla="*/ 571500 h 863600"/>
                                  <a:gd name="connsiteX14" fmla="*/ 304800 w 1504950"/>
                                  <a:gd name="connsiteY14" fmla="*/ 285750 h 863600"/>
                                  <a:gd name="connsiteX15" fmla="*/ 0 w 1504950"/>
                                  <a:gd name="connsiteY15" fmla="*/ 285750 h 863600"/>
                                  <a:gd name="connsiteX16" fmla="*/ 0 w 1504950"/>
                                  <a:gd name="connsiteY16" fmla="*/ 0 h 863600"/>
                                  <a:gd name="connsiteX0" fmla="*/ 0 w 1506285"/>
                                  <a:gd name="connsiteY0" fmla="*/ 1332 h 864932"/>
                                  <a:gd name="connsiteX1" fmla="*/ 596900 w 1506285"/>
                                  <a:gd name="connsiteY1" fmla="*/ 1332 h 864932"/>
                                  <a:gd name="connsiteX2" fmla="*/ 603250 w 1506285"/>
                                  <a:gd name="connsiteY2" fmla="*/ 287082 h 864932"/>
                                  <a:gd name="connsiteX3" fmla="*/ 895350 w 1506285"/>
                                  <a:gd name="connsiteY3" fmla="*/ 287082 h 864932"/>
                                  <a:gd name="connsiteX4" fmla="*/ 895350 w 1506285"/>
                                  <a:gd name="connsiteY4" fmla="*/ 1332 h 864932"/>
                                  <a:gd name="connsiteX5" fmla="*/ 1506285 w 1506285"/>
                                  <a:gd name="connsiteY5" fmla="*/ 0 h 864932"/>
                                  <a:gd name="connsiteX6" fmla="*/ 1504950 w 1506285"/>
                                  <a:gd name="connsiteY6" fmla="*/ 287082 h 864932"/>
                                  <a:gd name="connsiteX7" fmla="*/ 1200150 w 1506285"/>
                                  <a:gd name="connsiteY7" fmla="*/ 287082 h 864932"/>
                                  <a:gd name="connsiteX8" fmla="*/ 1200150 w 1506285"/>
                                  <a:gd name="connsiteY8" fmla="*/ 579182 h 864932"/>
                                  <a:gd name="connsiteX9" fmla="*/ 895350 w 1506285"/>
                                  <a:gd name="connsiteY9" fmla="*/ 579182 h 864932"/>
                                  <a:gd name="connsiteX10" fmla="*/ 895350 w 1506285"/>
                                  <a:gd name="connsiteY10" fmla="*/ 864932 h 864932"/>
                                  <a:gd name="connsiteX11" fmla="*/ 596900 w 1506285"/>
                                  <a:gd name="connsiteY11" fmla="*/ 864932 h 864932"/>
                                  <a:gd name="connsiteX12" fmla="*/ 603250 w 1506285"/>
                                  <a:gd name="connsiteY12" fmla="*/ 572832 h 864932"/>
                                  <a:gd name="connsiteX13" fmla="*/ 298450 w 1506285"/>
                                  <a:gd name="connsiteY13" fmla="*/ 572832 h 864932"/>
                                  <a:gd name="connsiteX14" fmla="*/ 304800 w 1506285"/>
                                  <a:gd name="connsiteY14" fmla="*/ 287082 h 864932"/>
                                  <a:gd name="connsiteX15" fmla="*/ 0 w 1506285"/>
                                  <a:gd name="connsiteY15" fmla="*/ 287082 h 864932"/>
                                  <a:gd name="connsiteX16" fmla="*/ 0 w 1506285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596900 w 1504950"/>
                                  <a:gd name="connsiteY1" fmla="*/ 1332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596900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298450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596900 w 1504950"/>
                                  <a:gd name="connsiteY1" fmla="*/ 1332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596900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596900 w 1504950"/>
                                  <a:gd name="connsiteY1" fmla="*/ 1332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596900 w 1504950"/>
                                  <a:gd name="connsiteY1" fmla="*/ 1332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604585 w 1504950"/>
                                  <a:gd name="connsiteY1" fmla="*/ 1332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602023 w 1504950"/>
                                  <a:gd name="connsiteY1" fmla="*/ 3893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602023 w 1504950"/>
                                  <a:gd name="connsiteY1" fmla="*/ 3893 h 864932"/>
                                  <a:gd name="connsiteX2" fmla="*/ 603250 w 1504950"/>
                                  <a:gd name="connsiteY2" fmla="*/ 287082 h 864932"/>
                                  <a:gd name="connsiteX3" fmla="*/ 900473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602023 w 1504950"/>
                                  <a:gd name="connsiteY1" fmla="*/ 3893 h 864932"/>
                                  <a:gd name="connsiteX2" fmla="*/ 603250 w 1504950"/>
                                  <a:gd name="connsiteY2" fmla="*/ 287082 h 864932"/>
                                  <a:gd name="connsiteX3" fmla="*/ 900473 w 1504950"/>
                                  <a:gd name="connsiteY3" fmla="*/ 287082 h 864932"/>
                                  <a:gd name="connsiteX4" fmla="*/ 900473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602023 w 1504950"/>
                                  <a:gd name="connsiteY1" fmla="*/ 3893 h 864932"/>
                                  <a:gd name="connsiteX2" fmla="*/ 603250 w 1504950"/>
                                  <a:gd name="connsiteY2" fmla="*/ 287082 h 864932"/>
                                  <a:gd name="connsiteX3" fmla="*/ 900473 w 1504950"/>
                                  <a:gd name="connsiteY3" fmla="*/ 287082 h 864932"/>
                                  <a:gd name="connsiteX4" fmla="*/ 897911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603250 w 1504950"/>
                                  <a:gd name="connsiteY2" fmla="*/ 288311 h 866161"/>
                                  <a:gd name="connsiteX3" fmla="*/ 900473 w 1504950"/>
                                  <a:gd name="connsiteY3" fmla="*/ 288311 h 866161"/>
                                  <a:gd name="connsiteX4" fmla="*/ 897911 w 1504950"/>
                                  <a:gd name="connsiteY4" fmla="*/ 2561 h 866161"/>
                                  <a:gd name="connsiteX5" fmla="*/ 1503723 w 1504950"/>
                                  <a:gd name="connsiteY5" fmla="*/ 1229 h 866161"/>
                                  <a:gd name="connsiteX6" fmla="*/ 1504950 w 1504950"/>
                                  <a:gd name="connsiteY6" fmla="*/ 288311 h 866161"/>
                                  <a:gd name="connsiteX7" fmla="*/ 1200150 w 1504950"/>
                                  <a:gd name="connsiteY7" fmla="*/ 288311 h 866161"/>
                                  <a:gd name="connsiteX8" fmla="*/ 1200150 w 1504950"/>
                                  <a:gd name="connsiteY8" fmla="*/ 580411 h 866161"/>
                                  <a:gd name="connsiteX9" fmla="*/ 895350 w 1504950"/>
                                  <a:gd name="connsiteY9" fmla="*/ 580411 h 866161"/>
                                  <a:gd name="connsiteX10" fmla="*/ 895350 w 1504950"/>
                                  <a:gd name="connsiteY10" fmla="*/ 866161 h 866161"/>
                                  <a:gd name="connsiteX11" fmla="*/ 604585 w 1504950"/>
                                  <a:gd name="connsiteY11" fmla="*/ 866161 h 866161"/>
                                  <a:gd name="connsiteX12" fmla="*/ 603250 w 1504950"/>
                                  <a:gd name="connsiteY12" fmla="*/ 574061 h 866161"/>
                                  <a:gd name="connsiteX13" fmla="*/ 303573 w 1504950"/>
                                  <a:gd name="connsiteY13" fmla="*/ 574061 h 866161"/>
                                  <a:gd name="connsiteX14" fmla="*/ 304800 w 1504950"/>
                                  <a:gd name="connsiteY14" fmla="*/ 288311 h 866161"/>
                                  <a:gd name="connsiteX15" fmla="*/ 0 w 1504950"/>
                                  <a:gd name="connsiteY15" fmla="*/ 288311 h 866161"/>
                                  <a:gd name="connsiteX16" fmla="*/ 0 w 1504950"/>
                                  <a:gd name="connsiteY16" fmla="*/ 2561 h 866161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603250 w 1504950"/>
                                  <a:gd name="connsiteY2" fmla="*/ 288311 h 866161"/>
                                  <a:gd name="connsiteX3" fmla="*/ 900473 w 1504950"/>
                                  <a:gd name="connsiteY3" fmla="*/ 288311 h 866161"/>
                                  <a:gd name="connsiteX4" fmla="*/ 897911 w 1504950"/>
                                  <a:gd name="connsiteY4" fmla="*/ 2561 h 866161"/>
                                  <a:gd name="connsiteX5" fmla="*/ 1503723 w 1504950"/>
                                  <a:gd name="connsiteY5" fmla="*/ 1229 h 866161"/>
                                  <a:gd name="connsiteX6" fmla="*/ 1504950 w 1504950"/>
                                  <a:gd name="connsiteY6" fmla="*/ 288311 h 866161"/>
                                  <a:gd name="connsiteX7" fmla="*/ 1200150 w 1504950"/>
                                  <a:gd name="connsiteY7" fmla="*/ 288311 h 866161"/>
                                  <a:gd name="connsiteX8" fmla="*/ 1200150 w 1504950"/>
                                  <a:gd name="connsiteY8" fmla="*/ 580411 h 866161"/>
                                  <a:gd name="connsiteX9" fmla="*/ 895350 w 1504950"/>
                                  <a:gd name="connsiteY9" fmla="*/ 580411 h 866161"/>
                                  <a:gd name="connsiteX10" fmla="*/ 895350 w 1504950"/>
                                  <a:gd name="connsiteY10" fmla="*/ 866161 h 866161"/>
                                  <a:gd name="connsiteX11" fmla="*/ 604585 w 1504950"/>
                                  <a:gd name="connsiteY11" fmla="*/ 866161 h 866161"/>
                                  <a:gd name="connsiteX12" fmla="*/ 603250 w 1504950"/>
                                  <a:gd name="connsiteY12" fmla="*/ 574061 h 866161"/>
                                  <a:gd name="connsiteX13" fmla="*/ 303573 w 1504950"/>
                                  <a:gd name="connsiteY13" fmla="*/ 574061 h 866161"/>
                                  <a:gd name="connsiteX14" fmla="*/ 304800 w 1504950"/>
                                  <a:gd name="connsiteY14" fmla="*/ 288311 h 866161"/>
                                  <a:gd name="connsiteX15" fmla="*/ 0 w 1504950"/>
                                  <a:gd name="connsiteY15" fmla="*/ 288311 h 866161"/>
                                  <a:gd name="connsiteX16" fmla="*/ 0 w 1504950"/>
                                  <a:gd name="connsiteY16" fmla="*/ 2561 h 866161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603250 w 1504950"/>
                                  <a:gd name="connsiteY2" fmla="*/ 288311 h 866161"/>
                                  <a:gd name="connsiteX3" fmla="*/ 900473 w 1504950"/>
                                  <a:gd name="connsiteY3" fmla="*/ 288311 h 866161"/>
                                  <a:gd name="connsiteX4" fmla="*/ 897911 w 1504950"/>
                                  <a:gd name="connsiteY4" fmla="*/ 2561 h 866161"/>
                                  <a:gd name="connsiteX5" fmla="*/ 1503723 w 1504950"/>
                                  <a:gd name="connsiteY5" fmla="*/ 1229 h 866161"/>
                                  <a:gd name="connsiteX6" fmla="*/ 1504950 w 1504950"/>
                                  <a:gd name="connsiteY6" fmla="*/ 288311 h 866161"/>
                                  <a:gd name="connsiteX7" fmla="*/ 1200150 w 1504950"/>
                                  <a:gd name="connsiteY7" fmla="*/ 288311 h 866161"/>
                                  <a:gd name="connsiteX8" fmla="*/ 1200150 w 1504950"/>
                                  <a:gd name="connsiteY8" fmla="*/ 580411 h 866161"/>
                                  <a:gd name="connsiteX9" fmla="*/ 900473 w 1504950"/>
                                  <a:gd name="connsiteY9" fmla="*/ 580411 h 866161"/>
                                  <a:gd name="connsiteX10" fmla="*/ 895350 w 1504950"/>
                                  <a:gd name="connsiteY10" fmla="*/ 866161 h 866161"/>
                                  <a:gd name="connsiteX11" fmla="*/ 604585 w 1504950"/>
                                  <a:gd name="connsiteY11" fmla="*/ 866161 h 866161"/>
                                  <a:gd name="connsiteX12" fmla="*/ 603250 w 1504950"/>
                                  <a:gd name="connsiteY12" fmla="*/ 574061 h 866161"/>
                                  <a:gd name="connsiteX13" fmla="*/ 303573 w 1504950"/>
                                  <a:gd name="connsiteY13" fmla="*/ 574061 h 866161"/>
                                  <a:gd name="connsiteX14" fmla="*/ 304800 w 1504950"/>
                                  <a:gd name="connsiteY14" fmla="*/ 288311 h 866161"/>
                                  <a:gd name="connsiteX15" fmla="*/ 0 w 1504950"/>
                                  <a:gd name="connsiteY15" fmla="*/ 288311 h 866161"/>
                                  <a:gd name="connsiteX16" fmla="*/ 0 w 1504950"/>
                                  <a:gd name="connsiteY16" fmla="*/ 2561 h 866161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603250 w 1504950"/>
                                  <a:gd name="connsiteY2" fmla="*/ 288311 h 866161"/>
                                  <a:gd name="connsiteX3" fmla="*/ 900473 w 1504950"/>
                                  <a:gd name="connsiteY3" fmla="*/ 288311 h 866161"/>
                                  <a:gd name="connsiteX4" fmla="*/ 897911 w 1504950"/>
                                  <a:gd name="connsiteY4" fmla="*/ 2561 h 866161"/>
                                  <a:gd name="connsiteX5" fmla="*/ 1503723 w 1504950"/>
                                  <a:gd name="connsiteY5" fmla="*/ 1229 h 866161"/>
                                  <a:gd name="connsiteX6" fmla="*/ 1504950 w 1504950"/>
                                  <a:gd name="connsiteY6" fmla="*/ 288311 h 866161"/>
                                  <a:gd name="connsiteX7" fmla="*/ 1200150 w 1504950"/>
                                  <a:gd name="connsiteY7" fmla="*/ 288311 h 866161"/>
                                  <a:gd name="connsiteX8" fmla="*/ 1200150 w 1504950"/>
                                  <a:gd name="connsiteY8" fmla="*/ 580411 h 866161"/>
                                  <a:gd name="connsiteX9" fmla="*/ 900473 w 1504950"/>
                                  <a:gd name="connsiteY9" fmla="*/ 580411 h 866161"/>
                                  <a:gd name="connsiteX10" fmla="*/ 897911 w 1504950"/>
                                  <a:gd name="connsiteY10" fmla="*/ 866161 h 866161"/>
                                  <a:gd name="connsiteX11" fmla="*/ 604585 w 1504950"/>
                                  <a:gd name="connsiteY11" fmla="*/ 866161 h 866161"/>
                                  <a:gd name="connsiteX12" fmla="*/ 603250 w 1504950"/>
                                  <a:gd name="connsiteY12" fmla="*/ 574061 h 866161"/>
                                  <a:gd name="connsiteX13" fmla="*/ 303573 w 1504950"/>
                                  <a:gd name="connsiteY13" fmla="*/ 574061 h 866161"/>
                                  <a:gd name="connsiteX14" fmla="*/ 304800 w 1504950"/>
                                  <a:gd name="connsiteY14" fmla="*/ 288311 h 866161"/>
                                  <a:gd name="connsiteX15" fmla="*/ 0 w 1504950"/>
                                  <a:gd name="connsiteY15" fmla="*/ 288311 h 866161"/>
                                  <a:gd name="connsiteX16" fmla="*/ 0 w 1504950"/>
                                  <a:gd name="connsiteY16" fmla="*/ 2561 h 866161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603250 w 1504950"/>
                                  <a:gd name="connsiteY2" fmla="*/ 288311 h 866161"/>
                                  <a:gd name="connsiteX3" fmla="*/ 900473 w 1504950"/>
                                  <a:gd name="connsiteY3" fmla="*/ 288311 h 866161"/>
                                  <a:gd name="connsiteX4" fmla="*/ 897911 w 1504950"/>
                                  <a:gd name="connsiteY4" fmla="*/ 2561 h 866161"/>
                                  <a:gd name="connsiteX5" fmla="*/ 1503723 w 1504950"/>
                                  <a:gd name="connsiteY5" fmla="*/ 1229 h 866161"/>
                                  <a:gd name="connsiteX6" fmla="*/ 1504950 w 1504950"/>
                                  <a:gd name="connsiteY6" fmla="*/ 288311 h 866161"/>
                                  <a:gd name="connsiteX7" fmla="*/ 1200150 w 1504950"/>
                                  <a:gd name="connsiteY7" fmla="*/ 288311 h 866161"/>
                                  <a:gd name="connsiteX8" fmla="*/ 1200150 w 1504950"/>
                                  <a:gd name="connsiteY8" fmla="*/ 580411 h 866161"/>
                                  <a:gd name="connsiteX9" fmla="*/ 897911 w 1504950"/>
                                  <a:gd name="connsiteY9" fmla="*/ 580411 h 866161"/>
                                  <a:gd name="connsiteX10" fmla="*/ 897911 w 1504950"/>
                                  <a:gd name="connsiteY10" fmla="*/ 866161 h 866161"/>
                                  <a:gd name="connsiteX11" fmla="*/ 604585 w 1504950"/>
                                  <a:gd name="connsiteY11" fmla="*/ 866161 h 866161"/>
                                  <a:gd name="connsiteX12" fmla="*/ 603250 w 1504950"/>
                                  <a:gd name="connsiteY12" fmla="*/ 574061 h 866161"/>
                                  <a:gd name="connsiteX13" fmla="*/ 303573 w 1504950"/>
                                  <a:gd name="connsiteY13" fmla="*/ 574061 h 866161"/>
                                  <a:gd name="connsiteX14" fmla="*/ 304800 w 1504950"/>
                                  <a:gd name="connsiteY14" fmla="*/ 288311 h 866161"/>
                                  <a:gd name="connsiteX15" fmla="*/ 0 w 1504950"/>
                                  <a:gd name="connsiteY15" fmla="*/ 288311 h 866161"/>
                                  <a:gd name="connsiteX16" fmla="*/ 0 w 1504950"/>
                                  <a:gd name="connsiteY16" fmla="*/ 2561 h 8661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504950" h="866161">
                                    <a:moveTo>
                                      <a:pt x="0" y="2561"/>
                                    </a:moveTo>
                                    <a:lnTo>
                                      <a:pt x="602023" y="0"/>
                                    </a:lnTo>
                                    <a:lnTo>
                                      <a:pt x="603250" y="288311"/>
                                    </a:lnTo>
                                    <a:lnTo>
                                      <a:pt x="900473" y="288311"/>
                                    </a:lnTo>
                                    <a:cubicBezTo>
                                      <a:pt x="898765" y="193061"/>
                                      <a:pt x="899619" y="97811"/>
                                      <a:pt x="897911" y="2561"/>
                                    </a:cubicBezTo>
                                    <a:lnTo>
                                      <a:pt x="1503723" y="1229"/>
                                    </a:lnTo>
                                    <a:lnTo>
                                      <a:pt x="1504950" y="288311"/>
                                    </a:lnTo>
                                    <a:lnTo>
                                      <a:pt x="1200150" y="288311"/>
                                    </a:lnTo>
                                    <a:lnTo>
                                      <a:pt x="1200150" y="580411"/>
                                    </a:lnTo>
                                    <a:lnTo>
                                      <a:pt x="897911" y="580411"/>
                                    </a:lnTo>
                                    <a:cubicBezTo>
                                      <a:pt x="896203" y="675661"/>
                                      <a:pt x="899619" y="770911"/>
                                      <a:pt x="897911" y="866161"/>
                                    </a:cubicBezTo>
                                    <a:lnTo>
                                      <a:pt x="604585" y="866161"/>
                                    </a:lnTo>
                                    <a:lnTo>
                                      <a:pt x="603250" y="574061"/>
                                    </a:lnTo>
                                    <a:lnTo>
                                      <a:pt x="303573" y="574061"/>
                                    </a:lnTo>
                                    <a:lnTo>
                                      <a:pt x="304800" y="288311"/>
                                    </a:lnTo>
                                    <a:lnTo>
                                      <a:pt x="0" y="288311"/>
                                    </a:lnTo>
                                    <a:lnTo>
                                      <a:pt x="0" y="256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" o:spid="_x0000_s1026" style="position:absolute;margin-left:-.25pt;margin-top:-.05pt;width:117.5pt;height:67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0,86616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" path="m0,2561l602023,,603250,288311,900473,288311c898765,193061,899619,97811,897911,2561l1503723,1229,1504950,288311,1200150,288311,1200150,580411,897911,580411c896203,675661,899619,770911,897911,866161l604585,866161,603250,574061,303573,574061,304800,288311,,288311,,2561xe" fillcolor="#1c7de4" strokecolor="#3c5d9f" strokeweight="1pt">
                      <v:fill opacity="6682f"/>
                      <v:stroke endcap="square"/>
                      <v:path arrowok="t" o:connecttype="custom" o:connectlocs="0,2540;596943,0;598159,285983;892874,285983;890334,2540;1491033,1219;1492250,285983;1190022,285983;1190022,575724;890334,575724;890334,859167;599483,859167;598159,569426;301011,569426;302228,285983;0,285983;0,2540" o:connectangles="0,0,0,0,0,0,0,0,0,0,0,0,0,0,0,0,0"/>
                    </v:shape>
                  </w:pict>
                </mc:Fallback>
              </mc:AlternateContent>
            </w:r>
          </w:p>
        </w:tc>
        <w:tc>
          <w:tcPr>
            <w:tcW w:w="476" w:type="dxa"/>
          </w:tcPr>
          <w:p w14:paraId="5A9B9E80" w14:textId="77777777" w:rsidR="00F65DD6" w:rsidRPr="00451E94" w:rsidRDefault="00F65DD6" w:rsidP="00451E94"/>
        </w:tc>
        <w:tc>
          <w:tcPr>
            <w:tcW w:w="475" w:type="dxa"/>
          </w:tcPr>
          <w:p w14:paraId="1F1C84E5" w14:textId="77777777" w:rsidR="00F65DD6" w:rsidRPr="00451E94" w:rsidRDefault="00F65DD6" w:rsidP="00451E94"/>
        </w:tc>
        <w:tc>
          <w:tcPr>
            <w:tcW w:w="476" w:type="dxa"/>
          </w:tcPr>
          <w:p w14:paraId="24230A5A" w14:textId="77777777" w:rsidR="00F65DD6" w:rsidRPr="00451E94" w:rsidRDefault="00F65DD6" w:rsidP="00451E94"/>
        </w:tc>
        <w:tc>
          <w:tcPr>
            <w:tcW w:w="475" w:type="dxa"/>
          </w:tcPr>
          <w:p w14:paraId="6F50EB45" w14:textId="679886DF" w:rsidR="00F65DD6" w:rsidRPr="00451E94" w:rsidRDefault="00F65DD6" w:rsidP="00451E94"/>
        </w:tc>
        <w:tc>
          <w:tcPr>
            <w:tcW w:w="476" w:type="dxa"/>
          </w:tcPr>
          <w:p w14:paraId="0E5EA856" w14:textId="29707EB5" w:rsidR="00F65DD6" w:rsidRPr="00451E94" w:rsidRDefault="00F65DD6" w:rsidP="00451E94"/>
        </w:tc>
        <w:tc>
          <w:tcPr>
            <w:tcW w:w="475" w:type="dxa"/>
          </w:tcPr>
          <w:p w14:paraId="606C9EDE" w14:textId="5BB9A19F" w:rsidR="00F65DD6" w:rsidRPr="00451E94" w:rsidRDefault="0063523D" w:rsidP="00451E9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E63C5D1" wp14:editId="50D3D40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1490345" cy="1433830"/>
                      <wp:effectExtent l="0" t="0" r="33655" b="13970"/>
                      <wp:wrapNone/>
                      <wp:docPr id="3" name="Free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0345" cy="1433830"/>
                              </a:xfrm>
                              <a:custGeom>
                                <a:avLst/>
                                <a:gdLst>
                                  <a:gd name="connsiteX0" fmla="*/ 895350 w 1498600"/>
                                  <a:gd name="connsiteY0" fmla="*/ 0 h 1441450"/>
                                  <a:gd name="connsiteX1" fmla="*/ 596900 w 1498600"/>
                                  <a:gd name="connsiteY1" fmla="*/ 0 h 1441450"/>
                                  <a:gd name="connsiteX2" fmla="*/ 596900 w 1498600"/>
                                  <a:gd name="connsiteY2" fmla="*/ 285750 h 1441450"/>
                                  <a:gd name="connsiteX3" fmla="*/ 298450 w 1498600"/>
                                  <a:gd name="connsiteY3" fmla="*/ 285750 h 1441450"/>
                                  <a:gd name="connsiteX4" fmla="*/ 304800 w 1498600"/>
                                  <a:gd name="connsiteY4" fmla="*/ 577850 h 1441450"/>
                                  <a:gd name="connsiteX5" fmla="*/ 0 w 1498600"/>
                                  <a:gd name="connsiteY5" fmla="*/ 577850 h 1441450"/>
                                  <a:gd name="connsiteX6" fmla="*/ 0 w 1498600"/>
                                  <a:gd name="connsiteY6" fmla="*/ 863600 h 1441450"/>
                                  <a:gd name="connsiteX7" fmla="*/ 298450 w 1498600"/>
                                  <a:gd name="connsiteY7" fmla="*/ 863600 h 1441450"/>
                                  <a:gd name="connsiteX8" fmla="*/ 298450 w 1498600"/>
                                  <a:gd name="connsiteY8" fmla="*/ 1155700 h 1441450"/>
                                  <a:gd name="connsiteX9" fmla="*/ 596900 w 1498600"/>
                                  <a:gd name="connsiteY9" fmla="*/ 1155700 h 1441450"/>
                                  <a:gd name="connsiteX10" fmla="*/ 603250 w 1498600"/>
                                  <a:gd name="connsiteY10" fmla="*/ 1441450 h 1441450"/>
                                  <a:gd name="connsiteX11" fmla="*/ 901700 w 1498600"/>
                                  <a:gd name="connsiteY11" fmla="*/ 1441450 h 1441450"/>
                                  <a:gd name="connsiteX12" fmla="*/ 901700 w 1498600"/>
                                  <a:gd name="connsiteY12" fmla="*/ 1155700 h 1441450"/>
                                  <a:gd name="connsiteX13" fmla="*/ 1200150 w 1498600"/>
                                  <a:gd name="connsiteY13" fmla="*/ 1155700 h 1441450"/>
                                  <a:gd name="connsiteX14" fmla="*/ 1200150 w 1498600"/>
                                  <a:gd name="connsiteY14" fmla="*/ 863600 h 1441450"/>
                                  <a:gd name="connsiteX15" fmla="*/ 1498600 w 1498600"/>
                                  <a:gd name="connsiteY15" fmla="*/ 863600 h 1441450"/>
                                  <a:gd name="connsiteX16" fmla="*/ 1498600 w 1498600"/>
                                  <a:gd name="connsiteY16" fmla="*/ 577850 h 1441450"/>
                                  <a:gd name="connsiteX17" fmla="*/ 1200150 w 1498600"/>
                                  <a:gd name="connsiteY17" fmla="*/ 577850 h 1441450"/>
                                  <a:gd name="connsiteX18" fmla="*/ 1206500 w 1498600"/>
                                  <a:gd name="connsiteY18" fmla="*/ 285750 h 1441450"/>
                                  <a:gd name="connsiteX19" fmla="*/ 901700 w 1498600"/>
                                  <a:gd name="connsiteY19" fmla="*/ 285750 h 1441450"/>
                                  <a:gd name="connsiteX20" fmla="*/ 895350 w 1498600"/>
                                  <a:gd name="connsiteY20" fmla="*/ 0 h 1441450"/>
                                  <a:gd name="connsiteX0" fmla="*/ 895350 w 1498600"/>
                                  <a:gd name="connsiteY0" fmla="*/ 0 h 1441450"/>
                                  <a:gd name="connsiteX1" fmla="*/ 596900 w 1498600"/>
                                  <a:gd name="connsiteY1" fmla="*/ 0 h 1441450"/>
                                  <a:gd name="connsiteX2" fmla="*/ 596900 w 1498600"/>
                                  <a:gd name="connsiteY2" fmla="*/ 285750 h 1441450"/>
                                  <a:gd name="connsiteX3" fmla="*/ 298450 w 1498600"/>
                                  <a:gd name="connsiteY3" fmla="*/ 285750 h 1441450"/>
                                  <a:gd name="connsiteX4" fmla="*/ 304800 w 1498600"/>
                                  <a:gd name="connsiteY4" fmla="*/ 577850 h 1441450"/>
                                  <a:gd name="connsiteX5" fmla="*/ 0 w 1498600"/>
                                  <a:gd name="connsiteY5" fmla="*/ 577850 h 1441450"/>
                                  <a:gd name="connsiteX6" fmla="*/ 0 w 1498600"/>
                                  <a:gd name="connsiteY6" fmla="*/ 863600 h 1441450"/>
                                  <a:gd name="connsiteX7" fmla="*/ 298450 w 1498600"/>
                                  <a:gd name="connsiteY7" fmla="*/ 863600 h 1441450"/>
                                  <a:gd name="connsiteX8" fmla="*/ 298450 w 1498600"/>
                                  <a:gd name="connsiteY8" fmla="*/ 1155700 h 1441450"/>
                                  <a:gd name="connsiteX9" fmla="*/ 596900 w 1498600"/>
                                  <a:gd name="connsiteY9" fmla="*/ 1155700 h 1441450"/>
                                  <a:gd name="connsiteX10" fmla="*/ 603250 w 1498600"/>
                                  <a:gd name="connsiteY10" fmla="*/ 1441450 h 1441450"/>
                                  <a:gd name="connsiteX11" fmla="*/ 901700 w 1498600"/>
                                  <a:gd name="connsiteY11" fmla="*/ 1441450 h 1441450"/>
                                  <a:gd name="connsiteX12" fmla="*/ 901700 w 1498600"/>
                                  <a:gd name="connsiteY12" fmla="*/ 1155700 h 1441450"/>
                                  <a:gd name="connsiteX13" fmla="*/ 1200150 w 1498600"/>
                                  <a:gd name="connsiteY13" fmla="*/ 1155700 h 1441450"/>
                                  <a:gd name="connsiteX14" fmla="*/ 1200150 w 1498600"/>
                                  <a:gd name="connsiteY14" fmla="*/ 863600 h 1441450"/>
                                  <a:gd name="connsiteX15" fmla="*/ 1498600 w 1498600"/>
                                  <a:gd name="connsiteY15" fmla="*/ 863600 h 1441450"/>
                                  <a:gd name="connsiteX16" fmla="*/ 1498600 w 1498600"/>
                                  <a:gd name="connsiteY16" fmla="*/ 577850 h 1441450"/>
                                  <a:gd name="connsiteX17" fmla="*/ 1200150 w 1498600"/>
                                  <a:gd name="connsiteY17" fmla="*/ 577850 h 1441450"/>
                                  <a:gd name="connsiteX18" fmla="*/ 1206500 w 1498600"/>
                                  <a:gd name="connsiteY18" fmla="*/ 285750 h 1441450"/>
                                  <a:gd name="connsiteX19" fmla="*/ 896620 w 1498600"/>
                                  <a:gd name="connsiteY19" fmla="*/ 285750 h 1441450"/>
                                  <a:gd name="connsiteX20" fmla="*/ 895350 w 1498600"/>
                                  <a:gd name="connsiteY20" fmla="*/ 0 h 1441450"/>
                                  <a:gd name="connsiteX0" fmla="*/ 895350 w 1498600"/>
                                  <a:gd name="connsiteY0" fmla="*/ 0 h 1441450"/>
                                  <a:gd name="connsiteX1" fmla="*/ 596900 w 1498600"/>
                                  <a:gd name="connsiteY1" fmla="*/ 0 h 1441450"/>
                                  <a:gd name="connsiteX2" fmla="*/ 596900 w 1498600"/>
                                  <a:gd name="connsiteY2" fmla="*/ 285750 h 1441450"/>
                                  <a:gd name="connsiteX3" fmla="*/ 298450 w 1498600"/>
                                  <a:gd name="connsiteY3" fmla="*/ 285750 h 1441450"/>
                                  <a:gd name="connsiteX4" fmla="*/ 304800 w 1498600"/>
                                  <a:gd name="connsiteY4" fmla="*/ 577850 h 1441450"/>
                                  <a:gd name="connsiteX5" fmla="*/ 0 w 1498600"/>
                                  <a:gd name="connsiteY5" fmla="*/ 577850 h 1441450"/>
                                  <a:gd name="connsiteX6" fmla="*/ 0 w 1498600"/>
                                  <a:gd name="connsiteY6" fmla="*/ 863600 h 1441450"/>
                                  <a:gd name="connsiteX7" fmla="*/ 298450 w 1498600"/>
                                  <a:gd name="connsiteY7" fmla="*/ 863600 h 1441450"/>
                                  <a:gd name="connsiteX8" fmla="*/ 298450 w 1498600"/>
                                  <a:gd name="connsiteY8" fmla="*/ 1155700 h 1441450"/>
                                  <a:gd name="connsiteX9" fmla="*/ 596900 w 1498600"/>
                                  <a:gd name="connsiteY9" fmla="*/ 1155700 h 1441450"/>
                                  <a:gd name="connsiteX10" fmla="*/ 603250 w 1498600"/>
                                  <a:gd name="connsiteY10" fmla="*/ 1441450 h 1441450"/>
                                  <a:gd name="connsiteX11" fmla="*/ 901700 w 1498600"/>
                                  <a:gd name="connsiteY11" fmla="*/ 1441450 h 1441450"/>
                                  <a:gd name="connsiteX12" fmla="*/ 901700 w 1498600"/>
                                  <a:gd name="connsiteY12" fmla="*/ 1155700 h 1441450"/>
                                  <a:gd name="connsiteX13" fmla="*/ 1200150 w 1498600"/>
                                  <a:gd name="connsiteY13" fmla="*/ 1155700 h 1441450"/>
                                  <a:gd name="connsiteX14" fmla="*/ 1200150 w 1498600"/>
                                  <a:gd name="connsiteY14" fmla="*/ 863600 h 1441450"/>
                                  <a:gd name="connsiteX15" fmla="*/ 1498600 w 1498600"/>
                                  <a:gd name="connsiteY15" fmla="*/ 863600 h 1441450"/>
                                  <a:gd name="connsiteX16" fmla="*/ 1498600 w 1498600"/>
                                  <a:gd name="connsiteY16" fmla="*/ 577850 h 1441450"/>
                                  <a:gd name="connsiteX17" fmla="*/ 1200150 w 1498600"/>
                                  <a:gd name="connsiteY17" fmla="*/ 577850 h 1441450"/>
                                  <a:gd name="connsiteX18" fmla="*/ 1196340 w 1498600"/>
                                  <a:gd name="connsiteY18" fmla="*/ 285750 h 1441450"/>
                                  <a:gd name="connsiteX19" fmla="*/ 896620 w 1498600"/>
                                  <a:gd name="connsiteY19" fmla="*/ 285750 h 1441450"/>
                                  <a:gd name="connsiteX20" fmla="*/ 895350 w 1498600"/>
                                  <a:gd name="connsiteY20" fmla="*/ 0 h 1441450"/>
                                  <a:gd name="connsiteX0" fmla="*/ 895350 w 1498600"/>
                                  <a:gd name="connsiteY0" fmla="*/ 0 h 1441450"/>
                                  <a:gd name="connsiteX1" fmla="*/ 596900 w 1498600"/>
                                  <a:gd name="connsiteY1" fmla="*/ 0 h 1441450"/>
                                  <a:gd name="connsiteX2" fmla="*/ 596900 w 1498600"/>
                                  <a:gd name="connsiteY2" fmla="*/ 285750 h 1441450"/>
                                  <a:gd name="connsiteX3" fmla="*/ 298450 w 1498600"/>
                                  <a:gd name="connsiteY3" fmla="*/ 285750 h 1441450"/>
                                  <a:gd name="connsiteX4" fmla="*/ 304800 w 1498600"/>
                                  <a:gd name="connsiteY4" fmla="*/ 577850 h 1441450"/>
                                  <a:gd name="connsiteX5" fmla="*/ 0 w 1498600"/>
                                  <a:gd name="connsiteY5" fmla="*/ 577850 h 1441450"/>
                                  <a:gd name="connsiteX6" fmla="*/ 0 w 1498600"/>
                                  <a:gd name="connsiteY6" fmla="*/ 863600 h 1441450"/>
                                  <a:gd name="connsiteX7" fmla="*/ 298450 w 1498600"/>
                                  <a:gd name="connsiteY7" fmla="*/ 863600 h 1441450"/>
                                  <a:gd name="connsiteX8" fmla="*/ 298450 w 1498600"/>
                                  <a:gd name="connsiteY8" fmla="*/ 1155700 h 1441450"/>
                                  <a:gd name="connsiteX9" fmla="*/ 596900 w 1498600"/>
                                  <a:gd name="connsiteY9" fmla="*/ 1155700 h 1441450"/>
                                  <a:gd name="connsiteX10" fmla="*/ 603250 w 1498600"/>
                                  <a:gd name="connsiteY10" fmla="*/ 1441450 h 1441450"/>
                                  <a:gd name="connsiteX11" fmla="*/ 901700 w 1498600"/>
                                  <a:gd name="connsiteY11" fmla="*/ 1441450 h 1441450"/>
                                  <a:gd name="connsiteX12" fmla="*/ 901700 w 1498600"/>
                                  <a:gd name="connsiteY12" fmla="*/ 1155700 h 1441450"/>
                                  <a:gd name="connsiteX13" fmla="*/ 1200150 w 1498600"/>
                                  <a:gd name="connsiteY13" fmla="*/ 1155700 h 1441450"/>
                                  <a:gd name="connsiteX14" fmla="*/ 1200150 w 1498600"/>
                                  <a:gd name="connsiteY14" fmla="*/ 863600 h 1441450"/>
                                  <a:gd name="connsiteX15" fmla="*/ 1498600 w 1498600"/>
                                  <a:gd name="connsiteY15" fmla="*/ 863600 h 1441450"/>
                                  <a:gd name="connsiteX16" fmla="*/ 1498600 w 1498600"/>
                                  <a:gd name="connsiteY16" fmla="*/ 577850 h 1441450"/>
                                  <a:gd name="connsiteX17" fmla="*/ 1195070 w 1498600"/>
                                  <a:gd name="connsiteY17" fmla="*/ 575310 h 1441450"/>
                                  <a:gd name="connsiteX18" fmla="*/ 1196340 w 1498600"/>
                                  <a:gd name="connsiteY18" fmla="*/ 285750 h 1441450"/>
                                  <a:gd name="connsiteX19" fmla="*/ 896620 w 1498600"/>
                                  <a:gd name="connsiteY19" fmla="*/ 285750 h 1441450"/>
                                  <a:gd name="connsiteX20" fmla="*/ 895350 w 1498600"/>
                                  <a:gd name="connsiteY20" fmla="*/ 0 h 1441450"/>
                                  <a:gd name="connsiteX0" fmla="*/ 895350 w 1498600"/>
                                  <a:gd name="connsiteY0" fmla="*/ 0 h 1441450"/>
                                  <a:gd name="connsiteX1" fmla="*/ 596900 w 1498600"/>
                                  <a:gd name="connsiteY1" fmla="*/ 0 h 1441450"/>
                                  <a:gd name="connsiteX2" fmla="*/ 596900 w 1498600"/>
                                  <a:gd name="connsiteY2" fmla="*/ 285750 h 1441450"/>
                                  <a:gd name="connsiteX3" fmla="*/ 298450 w 1498600"/>
                                  <a:gd name="connsiteY3" fmla="*/ 285750 h 1441450"/>
                                  <a:gd name="connsiteX4" fmla="*/ 304800 w 1498600"/>
                                  <a:gd name="connsiteY4" fmla="*/ 577850 h 1441450"/>
                                  <a:gd name="connsiteX5" fmla="*/ 0 w 1498600"/>
                                  <a:gd name="connsiteY5" fmla="*/ 577850 h 1441450"/>
                                  <a:gd name="connsiteX6" fmla="*/ 0 w 1498600"/>
                                  <a:gd name="connsiteY6" fmla="*/ 863600 h 1441450"/>
                                  <a:gd name="connsiteX7" fmla="*/ 298450 w 1498600"/>
                                  <a:gd name="connsiteY7" fmla="*/ 863600 h 1441450"/>
                                  <a:gd name="connsiteX8" fmla="*/ 298450 w 1498600"/>
                                  <a:gd name="connsiteY8" fmla="*/ 1155700 h 1441450"/>
                                  <a:gd name="connsiteX9" fmla="*/ 596900 w 1498600"/>
                                  <a:gd name="connsiteY9" fmla="*/ 1155700 h 1441450"/>
                                  <a:gd name="connsiteX10" fmla="*/ 603250 w 1498600"/>
                                  <a:gd name="connsiteY10" fmla="*/ 1441450 h 1441450"/>
                                  <a:gd name="connsiteX11" fmla="*/ 901700 w 1498600"/>
                                  <a:gd name="connsiteY11" fmla="*/ 1441450 h 1441450"/>
                                  <a:gd name="connsiteX12" fmla="*/ 901700 w 1498600"/>
                                  <a:gd name="connsiteY12" fmla="*/ 1155700 h 1441450"/>
                                  <a:gd name="connsiteX13" fmla="*/ 1200150 w 1498600"/>
                                  <a:gd name="connsiteY13" fmla="*/ 1155700 h 1441450"/>
                                  <a:gd name="connsiteX14" fmla="*/ 1200150 w 1498600"/>
                                  <a:gd name="connsiteY14" fmla="*/ 863600 h 1441450"/>
                                  <a:gd name="connsiteX15" fmla="*/ 1498600 w 1498600"/>
                                  <a:gd name="connsiteY15" fmla="*/ 863600 h 1441450"/>
                                  <a:gd name="connsiteX16" fmla="*/ 1498600 w 1498600"/>
                                  <a:gd name="connsiteY16" fmla="*/ 577850 h 1441450"/>
                                  <a:gd name="connsiteX17" fmla="*/ 1197610 w 1498600"/>
                                  <a:gd name="connsiteY17" fmla="*/ 572770 h 1441450"/>
                                  <a:gd name="connsiteX18" fmla="*/ 1196340 w 1498600"/>
                                  <a:gd name="connsiteY18" fmla="*/ 285750 h 1441450"/>
                                  <a:gd name="connsiteX19" fmla="*/ 896620 w 1498600"/>
                                  <a:gd name="connsiteY19" fmla="*/ 285750 h 1441450"/>
                                  <a:gd name="connsiteX20" fmla="*/ 895350 w 1498600"/>
                                  <a:gd name="connsiteY20" fmla="*/ 0 h 1441450"/>
                                  <a:gd name="connsiteX0" fmla="*/ 895350 w 1498600"/>
                                  <a:gd name="connsiteY0" fmla="*/ 0 h 1441450"/>
                                  <a:gd name="connsiteX1" fmla="*/ 596900 w 1498600"/>
                                  <a:gd name="connsiteY1" fmla="*/ 0 h 1441450"/>
                                  <a:gd name="connsiteX2" fmla="*/ 596900 w 1498600"/>
                                  <a:gd name="connsiteY2" fmla="*/ 285750 h 1441450"/>
                                  <a:gd name="connsiteX3" fmla="*/ 298450 w 1498600"/>
                                  <a:gd name="connsiteY3" fmla="*/ 285750 h 1441450"/>
                                  <a:gd name="connsiteX4" fmla="*/ 304800 w 1498600"/>
                                  <a:gd name="connsiteY4" fmla="*/ 577850 h 1441450"/>
                                  <a:gd name="connsiteX5" fmla="*/ 0 w 1498600"/>
                                  <a:gd name="connsiteY5" fmla="*/ 577850 h 1441450"/>
                                  <a:gd name="connsiteX6" fmla="*/ 0 w 1498600"/>
                                  <a:gd name="connsiteY6" fmla="*/ 863600 h 1441450"/>
                                  <a:gd name="connsiteX7" fmla="*/ 298450 w 1498600"/>
                                  <a:gd name="connsiteY7" fmla="*/ 863600 h 1441450"/>
                                  <a:gd name="connsiteX8" fmla="*/ 298450 w 1498600"/>
                                  <a:gd name="connsiteY8" fmla="*/ 1155700 h 1441450"/>
                                  <a:gd name="connsiteX9" fmla="*/ 596900 w 1498600"/>
                                  <a:gd name="connsiteY9" fmla="*/ 1155700 h 1441450"/>
                                  <a:gd name="connsiteX10" fmla="*/ 598142 w 1498600"/>
                                  <a:gd name="connsiteY10" fmla="*/ 1441450 h 1441450"/>
                                  <a:gd name="connsiteX11" fmla="*/ 901700 w 1498600"/>
                                  <a:gd name="connsiteY11" fmla="*/ 1441450 h 1441450"/>
                                  <a:gd name="connsiteX12" fmla="*/ 901700 w 1498600"/>
                                  <a:gd name="connsiteY12" fmla="*/ 1155700 h 1441450"/>
                                  <a:gd name="connsiteX13" fmla="*/ 1200150 w 1498600"/>
                                  <a:gd name="connsiteY13" fmla="*/ 1155700 h 1441450"/>
                                  <a:gd name="connsiteX14" fmla="*/ 1200150 w 1498600"/>
                                  <a:gd name="connsiteY14" fmla="*/ 863600 h 1441450"/>
                                  <a:gd name="connsiteX15" fmla="*/ 1498600 w 1498600"/>
                                  <a:gd name="connsiteY15" fmla="*/ 863600 h 1441450"/>
                                  <a:gd name="connsiteX16" fmla="*/ 1498600 w 1498600"/>
                                  <a:gd name="connsiteY16" fmla="*/ 577850 h 1441450"/>
                                  <a:gd name="connsiteX17" fmla="*/ 1197610 w 1498600"/>
                                  <a:gd name="connsiteY17" fmla="*/ 572770 h 1441450"/>
                                  <a:gd name="connsiteX18" fmla="*/ 1196340 w 1498600"/>
                                  <a:gd name="connsiteY18" fmla="*/ 285750 h 1441450"/>
                                  <a:gd name="connsiteX19" fmla="*/ 896620 w 1498600"/>
                                  <a:gd name="connsiteY19" fmla="*/ 285750 h 1441450"/>
                                  <a:gd name="connsiteX20" fmla="*/ 895350 w 1498600"/>
                                  <a:gd name="connsiteY20" fmla="*/ 0 h 14414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498600" h="1441450">
                                    <a:moveTo>
                                      <a:pt x="895350" y="0"/>
                                    </a:moveTo>
                                    <a:lnTo>
                                      <a:pt x="596900" y="0"/>
                                    </a:lnTo>
                                    <a:lnTo>
                                      <a:pt x="596900" y="285750"/>
                                    </a:lnTo>
                                    <a:lnTo>
                                      <a:pt x="298450" y="285750"/>
                                    </a:lnTo>
                                    <a:lnTo>
                                      <a:pt x="304800" y="577850"/>
                                    </a:lnTo>
                                    <a:lnTo>
                                      <a:pt x="0" y="577850"/>
                                    </a:lnTo>
                                    <a:lnTo>
                                      <a:pt x="0" y="863600"/>
                                    </a:lnTo>
                                    <a:lnTo>
                                      <a:pt x="298450" y="863600"/>
                                    </a:lnTo>
                                    <a:lnTo>
                                      <a:pt x="298450" y="1155700"/>
                                    </a:lnTo>
                                    <a:lnTo>
                                      <a:pt x="596900" y="1155700"/>
                                    </a:lnTo>
                                    <a:lnTo>
                                      <a:pt x="598142" y="1441450"/>
                                    </a:lnTo>
                                    <a:lnTo>
                                      <a:pt x="901700" y="1441450"/>
                                    </a:lnTo>
                                    <a:lnTo>
                                      <a:pt x="901700" y="1155700"/>
                                    </a:lnTo>
                                    <a:lnTo>
                                      <a:pt x="1200150" y="1155700"/>
                                    </a:lnTo>
                                    <a:lnTo>
                                      <a:pt x="1200150" y="863600"/>
                                    </a:lnTo>
                                    <a:lnTo>
                                      <a:pt x="1498600" y="863600"/>
                                    </a:lnTo>
                                    <a:lnTo>
                                      <a:pt x="1498600" y="577850"/>
                                    </a:lnTo>
                                    <a:lnTo>
                                      <a:pt x="1197610" y="572770"/>
                                    </a:lnTo>
                                    <a:cubicBezTo>
                                      <a:pt x="1198033" y="476250"/>
                                      <a:pt x="1195917" y="382270"/>
                                      <a:pt x="1196340" y="285750"/>
                                    </a:cubicBezTo>
                                    <a:lnTo>
                                      <a:pt x="896620" y="285750"/>
                                    </a:lnTo>
                                    <a:cubicBezTo>
                                      <a:pt x="896197" y="190500"/>
                                      <a:pt x="895773" y="95250"/>
                                      <a:pt x="89535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" o:spid="_x0000_s1026" style="position:absolute;margin-left:-.1pt;margin-top:.25pt;width:117.35pt;height:112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8600,144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" path="m895350,0l596900,,596900,285750,298450,285750,304800,577850,,577850,,863600,298450,863600,298450,1155700,596900,1155700,598142,1441450,901700,1441450,901700,1155700,1200150,1155700,1200150,863600,1498600,863600,1498600,577850,1197610,572770c1198033,476250,1195917,382270,1196340,285750l896620,285750c896197,190500,895773,95250,895350,0xe" fillcolor="#1c7de4" strokecolor="#3c5d9f" strokeweight="1pt">
                      <v:fill opacity="6682f"/>
                      <v:stroke endcap="square"/>
                      <v:path arrowok="t" o:connecttype="custom" o:connectlocs="890418,0;593612,0;593612,284239;296806,284239;303121,574795;0,574795;0,859035;296806,859035;296806,1149591;593612,1149591;594847,1433830;896733,1433830;896733,1149591;1193539,1149591;1193539,859035;1490345,859035;1490345,574795;1191013,569742;1189750,284239;891681,284239;890418,0" o:connectangles="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476" w:type="dxa"/>
          </w:tcPr>
          <w:p w14:paraId="42178A42" w14:textId="77777777" w:rsidR="00F65DD6" w:rsidRPr="00451E94" w:rsidRDefault="00F65DD6" w:rsidP="00451E94"/>
        </w:tc>
        <w:tc>
          <w:tcPr>
            <w:tcW w:w="475" w:type="dxa"/>
          </w:tcPr>
          <w:p w14:paraId="1C1FD720" w14:textId="77777777" w:rsidR="00F65DD6" w:rsidRPr="00451E94" w:rsidRDefault="00F65DD6" w:rsidP="00451E94"/>
        </w:tc>
        <w:tc>
          <w:tcPr>
            <w:tcW w:w="476" w:type="dxa"/>
          </w:tcPr>
          <w:p w14:paraId="0C8CB59A" w14:textId="77777777" w:rsidR="00F65DD6" w:rsidRPr="00451E94" w:rsidRDefault="00F65DD6" w:rsidP="00451E94"/>
        </w:tc>
        <w:tc>
          <w:tcPr>
            <w:tcW w:w="475" w:type="dxa"/>
          </w:tcPr>
          <w:p w14:paraId="0D1F99A8" w14:textId="77777777" w:rsidR="00F65DD6" w:rsidRPr="00451E94" w:rsidRDefault="00F65DD6" w:rsidP="00451E94"/>
        </w:tc>
        <w:tc>
          <w:tcPr>
            <w:tcW w:w="476" w:type="dxa"/>
          </w:tcPr>
          <w:p w14:paraId="10568B2A" w14:textId="77777777" w:rsidR="00F65DD6" w:rsidRPr="00451E94" w:rsidRDefault="00F65DD6" w:rsidP="00451E94"/>
        </w:tc>
      </w:tr>
      <w:tr w:rsidR="00451E94" w:rsidRPr="00451E94" w14:paraId="645CA589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31F35459" w14:textId="77777777" w:rsidR="00F65DD6" w:rsidRPr="00451E94" w:rsidRDefault="00F65DD6" w:rsidP="00451E94"/>
        </w:tc>
        <w:tc>
          <w:tcPr>
            <w:tcW w:w="476" w:type="dxa"/>
          </w:tcPr>
          <w:p w14:paraId="5EF7A1BD" w14:textId="77777777" w:rsidR="00F65DD6" w:rsidRPr="00451E94" w:rsidRDefault="00F65DD6" w:rsidP="00451E94"/>
        </w:tc>
        <w:tc>
          <w:tcPr>
            <w:tcW w:w="475" w:type="dxa"/>
          </w:tcPr>
          <w:p w14:paraId="5D04AD78" w14:textId="77777777" w:rsidR="00F65DD6" w:rsidRPr="00451E94" w:rsidRDefault="00F65DD6" w:rsidP="00451E94"/>
        </w:tc>
        <w:tc>
          <w:tcPr>
            <w:tcW w:w="476" w:type="dxa"/>
          </w:tcPr>
          <w:p w14:paraId="177FBE52" w14:textId="77777777" w:rsidR="00F65DD6" w:rsidRPr="00451E94" w:rsidRDefault="00F65DD6" w:rsidP="00451E94"/>
        </w:tc>
        <w:tc>
          <w:tcPr>
            <w:tcW w:w="475" w:type="dxa"/>
          </w:tcPr>
          <w:p w14:paraId="1AB50E95" w14:textId="77777777" w:rsidR="00F65DD6" w:rsidRPr="00451E94" w:rsidRDefault="00F65DD6" w:rsidP="00451E94"/>
        </w:tc>
        <w:tc>
          <w:tcPr>
            <w:tcW w:w="476" w:type="dxa"/>
          </w:tcPr>
          <w:p w14:paraId="2EFD25D9" w14:textId="77777777" w:rsidR="00F65DD6" w:rsidRPr="00451E94" w:rsidRDefault="00F65DD6" w:rsidP="00451E94"/>
        </w:tc>
        <w:tc>
          <w:tcPr>
            <w:tcW w:w="475" w:type="dxa"/>
          </w:tcPr>
          <w:p w14:paraId="40A1C6C1" w14:textId="77777777" w:rsidR="00F65DD6" w:rsidRPr="00451E94" w:rsidRDefault="00F65DD6" w:rsidP="00451E94"/>
        </w:tc>
        <w:tc>
          <w:tcPr>
            <w:tcW w:w="476" w:type="dxa"/>
          </w:tcPr>
          <w:p w14:paraId="1952BA8C" w14:textId="77777777" w:rsidR="00F65DD6" w:rsidRPr="00451E94" w:rsidRDefault="00F65DD6" w:rsidP="00451E94"/>
        </w:tc>
        <w:tc>
          <w:tcPr>
            <w:tcW w:w="475" w:type="dxa"/>
          </w:tcPr>
          <w:p w14:paraId="15CB5DEF" w14:textId="77777777" w:rsidR="00F65DD6" w:rsidRPr="00451E94" w:rsidRDefault="00F65DD6" w:rsidP="00451E94"/>
        </w:tc>
        <w:tc>
          <w:tcPr>
            <w:tcW w:w="476" w:type="dxa"/>
          </w:tcPr>
          <w:p w14:paraId="35DF61D5" w14:textId="77777777" w:rsidR="00F65DD6" w:rsidRPr="00451E94" w:rsidRDefault="00F65DD6" w:rsidP="00451E94"/>
        </w:tc>
        <w:tc>
          <w:tcPr>
            <w:tcW w:w="475" w:type="dxa"/>
          </w:tcPr>
          <w:p w14:paraId="55B8F135" w14:textId="77777777" w:rsidR="00F65DD6" w:rsidRPr="00451E94" w:rsidRDefault="00F65DD6" w:rsidP="00451E94"/>
        </w:tc>
        <w:tc>
          <w:tcPr>
            <w:tcW w:w="476" w:type="dxa"/>
          </w:tcPr>
          <w:p w14:paraId="330A6D60" w14:textId="77777777" w:rsidR="00F65DD6" w:rsidRPr="00451E94" w:rsidRDefault="00F65DD6" w:rsidP="00451E94"/>
        </w:tc>
        <w:tc>
          <w:tcPr>
            <w:tcW w:w="475" w:type="dxa"/>
          </w:tcPr>
          <w:p w14:paraId="3212BDAA" w14:textId="77777777" w:rsidR="00F65DD6" w:rsidRPr="00451E94" w:rsidRDefault="00F65DD6" w:rsidP="00451E94"/>
        </w:tc>
        <w:tc>
          <w:tcPr>
            <w:tcW w:w="476" w:type="dxa"/>
          </w:tcPr>
          <w:p w14:paraId="1402E8AB" w14:textId="77777777" w:rsidR="00F65DD6" w:rsidRPr="00451E94" w:rsidRDefault="00F65DD6" w:rsidP="00451E94"/>
        </w:tc>
        <w:tc>
          <w:tcPr>
            <w:tcW w:w="475" w:type="dxa"/>
          </w:tcPr>
          <w:p w14:paraId="4EA4ADA7" w14:textId="77777777" w:rsidR="00F65DD6" w:rsidRPr="00451E94" w:rsidRDefault="00F65DD6" w:rsidP="00451E94"/>
        </w:tc>
        <w:tc>
          <w:tcPr>
            <w:tcW w:w="476" w:type="dxa"/>
          </w:tcPr>
          <w:p w14:paraId="1EA6CF17" w14:textId="77777777" w:rsidR="00F65DD6" w:rsidRPr="00451E94" w:rsidRDefault="00F65DD6" w:rsidP="00451E94"/>
        </w:tc>
        <w:tc>
          <w:tcPr>
            <w:tcW w:w="475" w:type="dxa"/>
          </w:tcPr>
          <w:p w14:paraId="00635CA8" w14:textId="77777777" w:rsidR="00F65DD6" w:rsidRPr="00451E94" w:rsidRDefault="00F65DD6" w:rsidP="00451E94"/>
        </w:tc>
        <w:tc>
          <w:tcPr>
            <w:tcW w:w="476" w:type="dxa"/>
          </w:tcPr>
          <w:p w14:paraId="7EE64E74" w14:textId="77777777" w:rsidR="00F65DD6" w:rsidRPr="00451E94" w:rsidRDefault="00F65DD6" w:rsidP="00451E94"/>
        </w:tc>
      </w:tr>
      <w:tr w:rsidR="00451E94" w:rsidRPr="00451E94" w14:paraId="2F7B4CEC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5147687D" w14:textId="77777777" w:rsidR="00F65DD6" w:rsidRPr="00451E94" w:rsidRDefault="00F65DD6" w:rsidP="00451E94"/>
        </w:tc>
        <w:tc>
          <w:tcPr>
            <w:tcW w:w="476" w:type="dxa"/>
          </w:tcPr>
          <w:p w14:paraId="3B805695" w14:textId="77777777" w:rsidR="00F65DD6" w:rsidRPr="00451E94" w:rsidRDefault="00F65DD6" w:rsidP="00451E94"/>
        </w:tc>
        <w:tc>
          <w:tcPr>
            <w:tcW w:w="475" w:type="dxa"/>
          </w:tcPr>
          <w:p w14:paraId="45865D6F" w14:textId="77777777" w:rsidR="00F65DD6" w:rsidRPr="00451E94" w:rsidRDefault="00F65DD6" w:rsidP="00451E94"/>
        </w:tc>
        <w:tc>
          <w:tcPr>
            <w:tcW w:w="476" w:type="dxa"/>
          </w:tcPr>
          <w:p w14:paraId="4EBB33DB" w14:textId="77777777" w:rsidR="00F65DD6" w:rsidRPr="00451E94" w:rsidRDefault="00F65DD6" w:rsidP="00451E94"/>
        </w:tc>
        <w:tc>
          <w:tcPr>
            <w:tcW w:w="475" w:type="dxa"/>
          </w:tcPr>
          <w:p w14:paraId="7EC12BCD" w14:textId="77777777" w:rsidR="00F65DD6" w:rsidRPr="00451E94" w:rsidRDefault="00F65DD6" w:rsidP="00451E94"/>
        </w:tc>
        <w:tc>
          <w:tcPr>
            <w:tcW w:w="476" w:type="dxa"/>
          </w:tcPr>
          <w:p w14:paraId="53BA501B" w14:textId="77777777" w:rsidR="00F65DD6" w:rsidRPr="00451E94" w:rsidRDefault="00F65DD6" w:rsidP="00451E94"/>
        </w:tc>
        <w:tc>
          <w:tcPr>
            <w:tcW w:w="475" w:type="dxa"/>
          </w:tcPr>
          <w:p w14:paraId="2DA006BC" w14:textId="77777777" w:rsidR="00F65DD6" w:rsidRPr="00451E94" w:rsidRDefault="00F65DD6" w:rsidP="00451E94"/>
        </w:tc>
        <w:tc>
          <w:tcPr>
            <w:tcW w:w="476" w:type="dxa"/>
          </w:tcPr>
          <w:p w14:paraId="6F2F157D" w14:textId="77777777" w:rsidR="00F65DD6" w:rsidRPr="00451E94" w:rsidRDefault="00F65DD6" w:rsidP="00451E94"/>
        </w:tc>
        <w:tc>
          <w:tcPr>
            <w:tcW w:w="475" w:type="dxa"/>
          </w:tcPr>
          <w:p w14:paraId="7C584947" w14:textId="77777777" w:rsidR="00F65DD6" w:rsidRPr="00451E94" w:rsidRDefault="00F65DD6" w:rsidP="00451E94"/>
        </w:tc>
        <w:tc>
          <w:tcPr>
            <w:tcW w:w="476" w:type="dxa"/>
          </w:tcPr>
          <w:p w14:paraId="62002625" w14:textId="5BD3BF5B" w:rsidR="00F65DD6" w:rsidRPr="00451E94" w:rsidRDefault="00432B2D" w:rsidP="00432B2D">
            <w:pPr>
              <w:jc w:val="center"/>
            </w:pPr>
            <w:r w:rsidRPr="00432B2D">
              <w:rPr>
                <w:color w:val="3C5D9F"/>
                <w:sz w:val="38"/>
                <w:szCs w:val="38"/>
              </w:rPr>
              <w:t>b</w:t>
            </w:r>
          </w:p>
        </w:tc>
        <w:tc>
          <w:tcPr>
            <w:tcW w:w="475" w:type="dxa"/>
          </w:tcPr>
          <w:p w14:paraId="3AC4554C" w14:textId="77777777" w:rsidR="00F65DD6" w:rsidRPr="00451E94" w:rsidRDefault="00F65DD6" w:rsidP="00451E94"/>
        </w:tc>
        <w:tc>
          <w:tcPr>
            <w:tcW w:w="476" w:type="dxa"/>
          </w:tcPr>
          <w:p w14:paraId="1909281E" w14:textId="77777777" w:rsidR="00F65DD6" w:rsidRPr="00451E94" w:rsidRDefault="00F65DD6" w:rsidP="00451E94"/>
        </w:tc>
        <w:tc>
          <w:tcPr>
            <w:tcW w:w="475" w:type="dxa"/>
          </w:tcPr>
          <w:p w14:paraId="0F54C2C5" w14:textId="77777777" w:rsidR="00F65DD6" w:rsidRPr="00451E94" w:rsidRDefault="00F65DD6" w:rsidP="00451E94"/>
        </w:tc>
        <w:tc>
          <w:tcPr>
            <w:tcW w:w="476" w:type="dxa"/>
          </w:tcPr>
          <w:p w14:paraId="41C0B810" w14:textId="77777777" w:rsidR="00F65DD6" w:rsidRPr="00451E94" w:rsidRDefault="00F65DD6" w:rsidP="00451E94"/>
        </w:tc>
        <w:tc>
          <w:tcPr>
            <w:tcW w:w="475" w:type="dxa"/>
          </w:tcPr>
          <w:p w14:paraId="19621601" w14:textId="77777777" w:rsidR="00F65DD6" w:rsidRPr="00451E94" w:rsidRDefault="00F65DD6" w:rsidP="00451E94"/>
        </w:tc>
        <w:tc>
          <w:tcPr>
            <w:tcW w:w="476" w:type="dxa"/>
          </w:tcPr>
          <w:p w14:paraId="62F2F62F" w14:textId="77777777" w:rsidR="00F65DD6" w:rsidRPr="00451E94" w:rsidRDefault="00F65DD6" w:rsidP="00451E94"/>
        </w:tc>
        <w:tc>
          <w:tcPr>
            <w:tcW w:w="475" w:type="dxa"/>
          </w:tcPr>
          <w:p w14:paraId="1DDB5067" w14:textId="77777777" w:rsidR="00F65DD6" w:rsidRPr="00451E94" w:rsidRDefault="00F65DD6" w:rsidP="00451E94"/>
        </w:tc>
        <w:tc>
          <w:tcPr>
            <w:tcW w:w="476" w:type="dxa"/>
          </w:tcPr>
          <w:p w14:paraId="01A84568" w14:textId="77777777" w:rsidR="00F65DD6" w:rsidRPr="00451E94" w:rsidRDefault="00F65DD6" w:rsidP="00451E94"/>
        </w:tc>
      </w:tr>
      <w:tr w:rsidR="00451E94" w:rsidRPr="00451E94" w14:paraId="2EE373A1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2842BEAC" w14:textId="77777777" w:rsidR="00F65DD6" w:rsidRPr="00451E94" w:rsidRDefault="00F65DD6" w:rsidP="00451E94"/>
        </w:tc>
        <w:tc>
          <w:tcPr>
            <w:tcW w:w="476" w:type="dxa"/>
          </w:tcPr>
          <w:p w14:paraId="23998FA9" w14:textId="77777777" w:rsidR="00F65DD6" w:rsidRPr="00451E94" w:rsidRDefault="00F65DD6" w:rsidP="00451E94"/>
        </w:tc>
        <w:tc>
          <w:tcPr>
            <w:tcW w:w="475" w:type="dxa"/>
          </w:tcPr>
          <w:p w14:paraId="552906F2" w14:textId="271E38A8" w:rsidR="00F65DD6" w:rsidRPr="00432B2D" w:rsidRDefault="00432B2D" w:rsidP="00432B2D">
            <w:pPr>
              <w:jc w:val="center"/>
              <w:rPr>
                <w:color w:val="3C5D9F"/>
                <w:sz w:val="40"/>
                <w:szCs w:val="40"/>
              </w:rPr>
            </w:pPr>
            <w:r w:rsidRPr="00432B2D">
              <w:rPr>
                <w:color w:val="3C5D9F"/>
                <w:sz w:val="38"/>
                <w:szCs w:val="38"/>
              </w:rPr>
              <w:t>a</w:t>
            </w:r>
          </w:p>
        </w:tc>
        <w:tc>
          <w:tcPr>
            <w:tcW w:w="476" w:type="dxa"/>
          </w:tcPr>
          <w:p w14:paraId="21FC4B1E" w14:textId="77777777" w:rsidR="00F65DD6" w:rsidRPr="00451E94" w:rsidRDefault="00F65DD6" w:rsidP="00451E94"/>
        </w:tc>
        <w:tc>
          <w:tcPr>
            <w:tcW w:w="475" w:type="dxa"/>
          </w:tcPr>
          <w:p w14:paraId="66DA8DEB" w14:textId="77777777" w:rsidR="00F65DD6" w:rsidRPr="00451E94" w:rsidRDefault="00F65DD6" w:rsidP="00451E94"/>
        </w:tc>
        <w:tc>
          <w:tcPr>
            <w:tcW w:w="476" w:type="dxa"/>
          </w:tcPr>
          <w:p w14:paraId="69837045" w14:textId="77777777" w:rsidR="00F65DD6" w:rsidRPr="00451E94" w:rsidRDefault="00F65DD6" w:rsidP="00451E94"/>
        </w:tc>
        <w:tc>
          <w:tcPr>
            <w:tcW w:w="475" w:type="dxa"/>
          </w:tcPr>
          <w:p w14:paraId="72770997" w14:textId="77777777" w:rsidR="00F65DD6" w:rsidRPr="00451E94" w:rsidRDefault="00F65DD6" w:rsidP="00451E94"/>
        </w:tc>
        <w:tc>
          <w:tcPr>
            <w:tcW w:w="476" w:type="dxa"/>
          </w:tcPr>
          <w:p w14:paraId="5BB7CFBA" w14:textId="77777777" w:rsidR="00F65DD6" w:rsidRPr="00451E94" w:rsidRDefault="00F65DD6" w:rsidP="00451E94"/>
        </w:tc>
        <w:tc>
          <w:tcPr>
            <w:tcW w:w="475" w:type="dxa"/>
          </w:tcPr>
          <w:p w14:paraId="35A905BC" w14:textId="77777777" w:rsidR="00F65DD6" w:rsidRPr="00451E94" w:rsidRDefault="00F65DD6" w:rsidP="00451E94"/>
        </w:tc>
        <w:tc>
          <w:tcPr>
            <w:tcW w:w="476" w:type="dxa"/>
          </w:tcPr>
          <w:p w14:paraId="304DDE1B" w14:textId="77777777" w:rsidR="00F65DD6" w:rsidRPr="00451E94" w:rsidRDefault="00F65DD6" w:rsidP="00451E94"/>
        </w:tc>
        <w:tc>
          <w:tcPr>
            <w:tcW w:w="475" w:type="dxa"/>
          </w:tcPr>
          <w:p w14:paraId="364E7F5C" w14:textId="77777777" w:rsidR="00F65DD6" w:rsidRPr="00451E94" w:rsidRDefault="00F65DD6" w:rsidP="00451E94"/>
        </w:tc>
        <w:tc>
          <w:tcPr>
            <w:tcW w:w="476" w:type="dxa"/>
          </w:tcPr>
          <w:p w14:paraId="7C78C62F" w14:textId="77777777" w:rsidR="00F65DD6" w:rsidRPr="00451E94" w:rsidRDefault="00F65DD6" w:rsidP="00451E94"/>
        </w:tc>
        <w:tc>
          <w:tcPr>
            <w:tcW w:w="475" w:type="dxa"/>
          </w:tcPr>
          <w:p w14:paraId="4057EA24" w14:textId="68E670E6" w:rsidR="00F65DD6" w:rsidRPr="00451E94" w:rsidRDefault="00432B2D" w:rsidP="00432B2D">
            <w:pPr>
              <w:jc w:val="center"/>
            </w:pPr>
            <w:r w:rsidRPr="00432B2D">
              <w:rPr>
                <w:color w:val="3C5D9F"/>
                <w:sz w:val="38"/>
                <w:szCs w:val="38"/>
              </w:rPr>
              <w:t>c</w:t>
            </w:r>
          </w:p>
        </w:tc>
        <w:tc>
          <w:tcPr>
            <w:tcW w:w="476" w:type="dxa"/>
          </w:tcPr>
          <w:p w14:paraId="07BE44AB" w14:textId="77777777" w:rsidR="00F65DD6" w:rsidRPr="00451E94" w:rsidRDefault="00F65DD6" w:rsidP="00451E94"/>
        </w:tc>
        <w:tc>
          <w:tcPr>
            <w:tcW w:w="475" w:type="dxa"/>
          </w:tcPr>
          <w:p w14:paraId="295D0294" w14:textId="77777777" w:rsidR="00F65DD6" w:rsidRPr="00451E94" w:rsidRDefault="00F65DD6" w:rsidP="00451E94"/>
        </w:tc>
        <w:tc>
          <w:tcPr>
            <w:tcW w:w="476" w:type="dxa"/>
          </w:tcPr>
          <w:p w14:paraId="7038B2EB" w14:textId="77777777" w:rsidR="00F65DD6" w:rsidRPr="00451E94" w:rsidRDefault="00F65DD6" w:rsidP="00451E94"/>
        </w:tc>
        <w:tc>
          <w:tcPr>
            <w:tcW w:w="475" w:type="dxa"/>
          </w:tcPr>
          <w:p w14:paraId="4A34C254" w14:textId="77777777" w:rsidR="00F65DD6" w:rsidRPr="00451E94" w:rsidRDefault="00F65DD6" w:rsidP="00451E94"/>
        </w:tc>
        <w:tc>
          <w:tcPr>
            <w:tcW w:w="476" w:type="dxa"/>
          </w:tcPr>
          <w:p w14:paraId="650FEC27" w14:textId="77777777" w:rsidR="00F65DD6" w:rsidRPr="00451E94" w:rsidRDefault="00F65DD6" w:rsidP="00451E94"/>
        </w:tc>
      </w:tr>
      <w:tr w:rsidR="00451E94" w:rsidRPr="00451E94" w14:paraId="7BDDC45E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66D7AAB2" w14:textId="77777777" w:rsidR="00F65DD6" w:rsidRPr="00451E94" w:rsidRDefault="00F65DD6" w:rsidP="00451E94"/>
        </w:tc>
        <w:tc>
          <w:tcPr>
            <w:tcW w:w="476" w:type="dxa"/>
          </w:tcPr>
          <w:p w14:paraId="7ABC6C3E" w14:textId="77777777" w:rsidR="00F65DD6" w:rsidRPr="00451E94" w:rsidRDefault="00F65DD6" w:rsidP="00451E94"/>
        </w:tc>
        <w:tc>
          <w:tcPr>
            <w:tcW w:w="475" w:type="dxa"/>
          </w:tcPr>
          <w:p w14:paraId="299170D9" w14:textId="77777777" w:rsidR="00F65DD6" w:rsidRPr="00451E94" w:rsidRDefault="00F65DD6" w:rsidP="00451E94"/>
        </w:tc>
        <w:tc>
          <w:tcPr>
            <w:tcW w:w="476" w:type="dxa"/>
          </w:tcPr>
          <w:p w14:paraId="4BA30514" w14:textId="393AFD8F" w:rsidR="00F65DD6" w:rsidRPr="00451E94" w:rsidRDefault="00F65DD6" w:rsidP="00451E94"/>
        </w:tc>
        <w:tc>
          <w:tcPr>
            <w:tcW w:w="475" w:type="dxa"/>
          </w:tcPr>
          <w:p w14:paraId="4806BEB6" w14:textId="77777777" w:rsidR="00F65DD6" w:rsidRPr="00451E94" w:rsidRDefault="00F65DD6" w:rsidP="00451E94"/>
        </w:tc>
        <w:tc>
          <w:tcPr>
            <w:tcW w:w="476" w:type="dxa"/>
          </w:tcPr>
          <w:p w14:paraId="45CF1BEA" w14:textId="0E71AF26" w:rsidR="00F65DD6" w:rsidRPr="00451E94" w:rsidRDefault="00F65DD6" w:rsidP="00451E94"/>
        </w:tc>
        <w:tc>
          <w:tcPr>
            <w:tcW w:w="475" w:type="dxa"/>
          </w:tcPr>
          <w:p w14:paraId="356ECB02" w14:textId="5A8BF1B6" w:rsidR="00F65DD6" w:rsidRPr="00451E94" w:rsidRDefault="00F65DD6" w:rsidP="00451E94"/>
        </w:tc>
        <w:tc>
          <w:tcPr>
            <w:tcW w:w="476" w:type="dxa"/>
          </w:tcPr>
          <w:p w14:paraId="766ECDE3" w14:textId="77777777" w:rsidR="00F65DD6" w:rsidRPr="00451E94" w:rsidRDefault="00F65DD6" w:rsidP="00451E94"/>
        </w:tc>
        <w:tc>
          <w:tcPr>
            <w:tcW w:w="475" w:type="dxa"/>
          </w:tcPr>
          <w:p w14:paraId="13DD6638" w14:textId="77777777" w:rsidR="00F65DD6" w:rsidRPr="00451E94" w:rsidRDefault="00F65DD6" w:rsidP="00451E94"/>
        </w:tc>
        <w:tc>
          <w:tcPr>
            <w:tcW w:w="476" w:type="dxa"/>
          </w:tcPr>
          <w:p w14:paraId="2FA7236C" w14:textId="77777777" w:rsidR="00F65DD6" w:rsidRPr="00451E94" w:rsidRDefault="00F65DD6" w:rsidP="00451E94"/>
        </w:tc>
        <w:tc>
          <w:tcPr>
            <w:tcW w:w="475" w:type="dxa"/>
          </w:tcPr>
          <w:p w14:paraId="3A06BF1A" w14:textId="77777777" w:rsidR="00F65DD6" w:rsidRPr="00451E94" w:rsidRDefault="00F65DD6" w:rsidP="00451E94"/>
        </w:tc>
        <w:tc>
          <w:tcPr>
            <w:tcW w:w="476" w:type="dxa"/>
          </w:tcPr>
          <w:p w14:paraId="2FDE0C42" w14:textId="77777777" w:rsidR="00F65DD6" w:rsidRPr="00451E94" w:rsidRDefault="00F65DD6" w:rsidP="00451E94"/>
        </w:tc>
        <w:tc>
          <w:tcPr>
            <w:tcW w:w="475" w:type="dxa"/>
          </w:tcPr>
          <w:p w14:paraId="74890236" w14:textId="77777777" w:rsidR="00F65DD6" w:rsidRPr="00451E94" w:rsidRDefault="00F65DD6" w:rsidP="00451E94"/>
        </w:tc>
        <w:tc>
          <w:tcPr>
            <w:tcW w:w="476" w:type="dxa"/>
          </w:tcPr>
          <w:p w14:paraId="4726C156" w14:textId="77777777" w:rsidR="00F65DD6" w:rsidRPr="00451E94" w:rsidRDefault="00F65DD6" w:rsidP="00451E94"/>
        </w:tc>
        <w:tc>
          <w:tcPr>
            <w:tcW w:w="475" w:type="dxa"/>
          </w:tcPr>
          <w:p w14:paraId="34D3D37D" w14:textId="77777777" w:rsidR="00F65DD6" w:rsidRPr="00451E94" w:rsidRDefault="00F65DD6" w:rsidP="00451E94"/>
        </w:tc>
        <w:tc>
          <w:tcPr>
            <w:tcW w:w="476" w:type="dxa"/>
          </w:tcPr>
          <w:p w14:paraId="3D6534AF" w14:textId="77777777" w:rsidR="00F65DD6" w:rsidRPr="00451E94" w:rsidRDefault="00F65DD6" w:rsidP="00451E94"/>
        </w:tc>
        <w:tc>
          <w:tcPr>
            <w:tcW w:w="475" w:type="dxa"/>
          </w:tcPr>
          <w:p w14:paraId="6EA2E1FB" w14:textId="77777777" w:rsidR="00F65DD6" w:rsidRPr="00451E94" w:rsidRDefault="00F65DD6" w:rsidP="00451E94"/>
        </w:tc>
        <w:tc>
          <w:tcPr>
            <w:tcW w:w="476" w:type="dxa"/>
          </w:tcPr>
          <w:p w14:paraId="79C4542A" w14:textId="77777777" w:rsidR="00F65DD6" w:rsidRPr="00451E94" w:rsidRDefault="00F65DD6" w:rsidP="00451E94"/>
        </w:tc>
      </w:tr>
      <w:tr w:rsidR="00451E94" w:rsidRPr="00451E94" w14:paraId="65CA7B0B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05C346C2" w14:textId="77777777" w:rsidR="00F65DD6" w:rsidRPr="00451E94" w:rsidRDefault="00F65DD6" w:rsidP="00451E94"/>
        </w:tc>
        <w:tc>
          <w:tcPr>
            <w:tcW w:w="476" w:type="dxa"/>
          </w:tcPr>
          <w:p w14:paraId="2F7E36A7" w14:textId="77777777" w:rsidR="00F65DD6" w:rsidRPr="00451E94" w:rsidRDefault="00F65DD6" w:rsidP="00451E94"/>
        </w:tc>
        <w:tc>
          <w:tcPr>
            <w:tcW w:w="475" w:type="dxa"/>
          </w:tcPr>
          <w:p w14:paraId="180364A9" w14:textId="77777777" w:rsidR="00F65DD6" w:rsidRPr="00451E94" w:rsidRDefault="00F65DD6" w:rsidP="00451E94"/>
        </w:tc>
        <w:tc>
          <w:tcPr>
            <w:tcW w:w="476" w:type="dxa"/>
          </w:tcPr>
          <w:p w14:paraId="55395F84" w14:textId="77777777" w:rsidR="00F65DD6" w:rsidRPr="00451E94" w:rsidRDefault="00F65DD6" w:rsidP="00451E94"/>
        </w:tc>
        <w:tc>
          <w:tcPr>
            <w:tcW w:w="475" w:type="dxa"/>
          </w:tcPr>
          <w:p w14:paraId="151226AB" w14:textId="77777777" w:rsidR="00F65DD6" w:rsidRPr="00451E94" w:rsidRDefault="00F65DD6" w:rsidP="00451E94"/>
        </w:tc>
        <w:tc>
          <w:tcPr>
            <w:tcW w:w="476" w:type="dxa"/>
          </w:tcPr>
          <w:p w14:paraId="74622E2F" w14:textId="45AA454F" w:rsidR="00F65DD6" w:rsidRPr="00451E94" w:rsidRDefault="00F65DD6" w:rsidP="00451E94"/>
        </w:tc>
        <w:tc>
          <w:tcPr>
            <w:tcW w:w="475" w:type="dxa"/>
          </w:tcPr>
          <w:p w14:paraId="7592A686" w14:textId="3031B7A6" w:rsidR="00F65DD6" w:rsidRPr="00451E94" w:rsidRDefault="002F4C4F" w:rsidP="00451E9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609A077" wp14:editId="6B2E9A0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8255</wp:posOffset>
                      </wp:positionV>
                      <wp:extent cx="1489710" cy="858520"/>
                      <wp:effectExtent l="0" t="0" r="34290" b="30480"/>
                      <wp:wrapNone/>
                      <wp:docPr id="4" name="Freefor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9710" cy="858520"/>
                              </a:xfrm>
                              <a:custGeom>
                                <a:avLst/>
                                <a:gdLst>
                                  <a:gd name="connsiteX0" fmla="*/ 1200150 w 1498600"/>
                                  <a:gd name="connsiteY0" fmla="*/ 0 h 863600"/>
                                  <a:gd name="connsiteX1" fmla="*/ 298450 w 1498600"/>
                                  <a:gd name="connsiteY1" fmla="*/ 0 h 863600"/>
                                  <a:gd name="connsiteX2" fmla="*/ 304800 w 1498600"/>
                                  <a:gd name="connsiteY2" fmla="*/ 285750 h 863600"/>
                                  <a:gd name="connsiteX3" fmla="*/ 0 w 1498600"/>
                                  <a:gd name="connsiteY3" fmla="*/ 285750 h 863600"/>
                                  <a:gd name="connsiteX4" fmla="*/ 6350 w 1498600"/>
                                  <a:gd name="connsiteY4" fmla="*/ 571500 h 863600"/>
                                  <a:gd name="connsiteX5" fmla="*/ 304800 w 1498600"/>
                                  <a:gd name="connsiteY5" fmla="*/ 571500 h 863600"/>
                                  <a:gd name="connsiteX6" fmla="*/ 304800 w 1498600"/>
                                  <a:gd name="connsiteY6" fmla="*/ 863600 h 863600"/>
                                  <a:gd name="connsiteX7" fmla="*/ 1200150 w 1498600"/>
                                  <a:gd name="connsiteY7" fmla="*/ 863600 h 863600"/>
                                  <a:gd name="connsiteX8" fmla="*/ 1200150 w 1498600"/>
                                  <a:gd name="connsiteY8" fmla="*/ 577850 h 863600"/>
                                  <a:gd name="connsiteX9" fmla="*/ 1498600 w 1498600"/>
                                  <a:gd name="connsiteY9" fmla="*/ 577850 h 863600"/>
                                  <a:gd name="connsiteX10" fmla="*/ 1498600 w 1498600"/>
                                  <a:gd name="connsiteY10" fmla="*/ 285750 h 863600"/>
                                  <a:gd name="connsiteX11" fmla="*/ 1200150 w 1498600"/>
                                  <a:gd name="connsiteY11" fmla="*/ 285750 h 863600"/>
                                  <a:gd name="connsiteX12" fmla="*/ 1200150 w 1498600"/>
                                  <a:gd name="connsiteY12" fmla="*/ 0 h 863600"/>
                                  <a:gd name="connsiteX0" fmla="*/ 1200150 w 1498600"/>
                                  <a:gd name="connsiteY0" fmla="*/ 0 h 863600"/>
                                  <a:gd name="connsiteX1" fmla="*/ 298450 w 1498600"/>
                                  <a:gd name="connsiteY1" fmla="*/ 0 h 863600"/>
                                  <a:gd name="connsiteX2" fmla="*/ 304800 w 1498600"/>
                                  <a:gd name="connsiteY2" fmla="*/ 285750 h 863600"/>
                                  <a:gd name="connsiteX3" fmla="*/ 0 w 1498600"/>
                                  <a:gd name="connsiteY3" fmla="*/ 285750 h 863600"/>
                                  <a:gd name="connsiteX4" fmla="*/ 1239 w 1498600"/>
                                  <a:gd name="connsiteY4" fmla="*/ 574055 h 863600"/>
                                  <a:gd name="connsiteX5" fmla="*/ 304800 w 1498600"/>
                                  <a:gd name="connsiteY5" fmla="*/ 571500 h 863600"/>
                                  <a:gd name="connsiteX6" fmla="*/ 304800 w 1498600"/>
                                  <a:gd name="connsiteY6" fmla="*/ 863600 h 863600"/>
                                  <a:gd name="connsiteX7" fmla="*/ 1200150 w 1498600"/>
                                  <a:gd name="connsiteY7" fmla="*/ 863600 h 863600"/>
                                  <a:gd name="connsiteX8" fmla="*/ 1200150 w 1498600"/>
                                  <a:gd name="connsiteY8" fmla="*/ 577850 h 863600"/>
                                  <a:gd name="connsiteX9" fmla="*/ 1498600 w 1498600"/>
                                  <a:gd name="connsiteY9" fmla="*/ 577850 h 863600"/>
                                  <a:gd name="connsiteX10" fmla="*/ 1498600 w 1498600"/>
                                  <a:gd name="connsiteY10" fmla="*/ 285750 h 863600"/>
                                  <a:gd name="connsiteX11" fmla="*/ 1200150 w 1498600"/>
                                  <a:gd name="connsiteY11" fmla="*/ 285750 h 863600"/>
                                  <a:gd name="connsiteX12" fmla="*/ 1200150 w 1498600"/>
                                  <a:gd name="connsiteY12" fmla="*/ 0 h 863600"/>
                                  <a:gd name="connsiteX0" fmla="*/ 1200150 w 1498600"/>
                                  <a:gd name="connsiteY0" fmla="*/ 0 h 863600"/>
                                  <a:gd name="connsiteX1" fmla="*/ 298450 w 1498600"/>
                                  <a:gd name="connsiteY1" fmla="*/ 0 h 863600"/>
                                  <a:gd name="connsiteX2" fmla="*/ 297135 w 1498600"/>
                                  <a:gd name="connsiteY2" fmla="*/ 285750 h 863600"/>
                                  <a:gd name="connsiteX3" fmla="*/ 0 w 1498600"/>
                                  <a:gd name="connsiteY3" fmla="*/ 285750 h 863600"/>
                                  <a:gd name="connsiteX4" fmla="*/ 1239 w 1498600"/>
                                  <a:gd name="connsiteY4" fmla="*/ 574055 h 863600"/>
                                  <a:gd name="connsiteX5" fmla="*/ 304800 w 1498600"/>
                                  <a:gd name="connsiteY5" fmla="*/ 571500 h 863600"/>
                                  <a:gd name="connsiteX6" fmla="*/ 304800 w 1498600"/>
                                  <a:gd name="connsiteY6" fmla="*/ 863600 h 863600"/>
                                  <a:gd name="connsiteX7" fmla="*/ 1200150 w 1498600"/>
                                  <a:gd name="connsiteY7" fmla="*/ 863600 h 863600"/>
                                  <a:gd name="connsiteX8" fmla="*/ 1200150 w 1498600"/>
                                  <a:gd name="connsiteY8" fmla="*/ 577850 h 863600"/>
                                  <a:gd name="connsiteX9" fmla="*/ 1498600 w 1498600"/>
                                  <a:gd name="connsiteY9" fmla="*/ 577850 h 863600"/>
                                  <a:gd name="connsiteX10" fmla="*/ 1498600 w 1498600"/>
                                  <a:gd name="connsiteY10" fmla="*/ 285750 h 863600"/>
                                  <a:gd name="connsiteX11" fmla="*/ 1200150 w 1498600"/>
                                  <a:gd name="connsiteY11" fmla="*/ 285750 h 863600"/>
                                  <a:gd name="connsiteX12" fmla="*/ 1200150 w 1498600"/>
                                  <a:gd name="connsiteY12" fmla="*/ 0 h 863600"/>
                                  <a:gd name="connsiteX0" fmla="*/ 1200150 w 1498600"/>
                                  <a:gd name="connsiteY0" fmla="*/ 0 h 863600"/>
                                  <a:gd name="connsiteX1" fmla="*/ 298450 w 1498600"/>
                                  <a:gd name="connsiteY1" fmla="*/ 0 h 863600"/>
                                  <a:gd name="connsiteX2" fmla="*/ 297135 w 1498600"/>
                                  <a:gd name="connsiteY2" fmla="*/ 285750 h 863600"/>
                                  <a:gd name="connsiteX3" fmla="*/ 0 w 1498600"/>
                                  <a:gd name="connsiteY3" fmla="*/ 285750 h 863600"/>
                                  <a:gd name="connsiteX4" fmla="*/ 1239 w 1498600"/>
                                  <a:gd name="connsiteY4" fmla="*/ 574055 h 863600"/>
                                  <a:gd name="connsiteX5" fmla="*/ 302245 w 1498600"/>
                                  <a:gd name="connsiteY5" fmla="*/ 568945 h 863600"/>
                                  <a:gd name="connsiteX6" fmla="*/ 304800 w 1498600"/>
                                  <a:gd name="connsiteY6" fmla="*/ 863600 h 863600"/>
                                  <a:gd name="connsiteX7" fmla="*/ 1200150 w 1498600"/>
                                  <a:gd name="connsiteY7" fmla="*/ 863600 h 863600"/>
                                  <a:gd name="connsiteX8" fmla="*/ 1200150 w 1498600"/>
                                  <a:gd name="connsiteY8" fmla="*/ 577850 h 863600"/>
                                  <a:gd name="connsiteX9" fmla="*/ 1498600 w 1498600"/>
                                  <a:gd name="connsiteY9" fmla="*/ 577850 h 863600"/>
                                  <a:gd name="connsiteX10" fmla="*/ 1498600 w 1498600"/>
                                  <a:gd name="connsiteY10" fmla="*/ 285750 h 863600"/>
                                  <a:gd name="connsiteX11" fmla="*/ 1200150 w 1498600"/>
                                  <a:gd name="connsiteY11" fmla="*/ 285750 h 863600"/>
                                  <a:gd name="connsiteX12" fmla="*/ 1200150 w 1498600"/>
                                  <a:gd name="connsiteY12" fmla="*/ 0 h 863600"/>
                                  <a:gd name="connsiteX0" fmla="*/ 1200150 w 1498600"/>
                                  <a:gd name="connsiteY0" fmla="*/ 0 h 863600"/>
                                  <a:gd name="connsiteX1" fmla="*/ 298450 w 1498600"/>
                                  <a:gd name="connsiteY1" fmla="*/ 0 h 863600"/>
                                  <a:gd name="connsiteX2" fmla="*/ 297135 w 1498600"/>
                                  <a:gd name="connsiteY2" fmla="*/ 285750 h 863600"/>
                                  <a:gd name="connsiteX3" fmla="*/ 0 w 1498600"/>
                                  <a:gd name="connsiteY3" fmla="*/ 285750 h 863600"/>
                                  <a:gd name="connsiteX4" fmla="*/ 1239 w 1498600"/>
                                  <a:gd name="connsiteY4" fmla="*/ 574055 h 863600"/>
                                  <a:gd name="connsiteX5" fmla="*/ 302245 w 1498600"/>
                                  <a:gd name="connsiteY5" fmla="*/ 574055 h 863600"/>
                                  <a:gd name="connsiteX6" fmla="*/ 304800 w 1498600"/>
                                  <a:gd name="connsiteY6" fmla="*/ 863600 h 863600"/>
                                  <a:gd name="connsiteX7" fmla="*/ 1200150 w 1498600"/>
                                  <a:gd name="connsiteY7" fmla="*/ 863600 h 863600"/>
                                  <a:gd name="connsiteX8" fmla="*/ 1200150 w 1498600"/>
                                  <a:gd name="connsiteY8" fmla="*/ 577850 h 863600"/>
                                  <a:gd name="connsiteX9" fmla="*/ 1498600 w 1498600"/>
                                  <a:gd name="connsiteY9" fmla="*/ 577850 h 863600"/>
                                  <a:gd name="connsiteX10" fmla="*/ 1498600 w 1498600"/>
                                  <a:gd name="connsiteY10" fmla="*/ 285750 h 863600"/>
                                  <a:gd name="connsiteX11" fmla="*/ 1200150 w 1498600"/>
                                  <a:gd name="connsiteY11" fmla="*/ 285750 h 863600"/>
                                  <a:gd name="connsiteX12" fmla="*/ 1200150 w 1498600"/>
                                  <a:gd name="connsiteY12" fmla="*/ 0 h 863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498600" h="863600">
                                    <a:moveTo>
                                      <a:pt x="1200150" y="0"/>
                                    </a:moveTo>
                                    <a:lnTo>
                                      <a:pt x="298450" y="0"/>
                                    </a:lnTo>
                                    <a:cubicBezTo>
                                      <a:pt x="298012" y="95250"/>
                                      <a:pt x="297573" y="190500"/>
                                      <a:pt x="297135" y="285750"/>
                                    </a:cubicBezTo>
                                    <a:lnTo>
                                      <a:pt x="0" y="285750"/>
                                    </a:lnTo>
                                    <a:lnTo>
                                      <a:pt x="1239" y="574055"/>
                                    </a:lnTo>
                                    <a:lnTo>
                                      <a:pt x="302245" y="574055"/>
                                    </a:lnTo>
                                    <a:cubicBezTo>
                                      <a:pt x="303097" y="672273"/>
                                      <a:pt x="303948" y="765382"/>
                                      <a:pt x="304800" y="863600"/>
                                    </a:cubicBezTo>
                                    <a:lnTo>
                                      <a:pt x="1200150" y="863600"/>
                                    </a:lnTo>
                                    <a:lnTo>
                                      <a:pt x="1200150" y="577850"/>
                                    </a:lnTo>
                                    <a:lnTo>
                                      <a:pt x="1498600" y="577850"/>
                                    </a:lnTo>
                                    <a:lnTo>
                                      <a:pt x="1498600" y="285750"/>
                                    </a:lnTo>
                                    <a:lnTo>
                                      <a:pt x="1200150" y="285750"/>
                                    </a:lnTo>
                                    <a:lnTo>
                                      <a:pt x="120015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00">
                                  <a:alpha val="45000"/>
                                </a:srgbClr>
                              </a:solidFill>
                              <a:ln w="12700" cap="sq">
                                <a:solidFill>
                                  <a:srgbClr val="008000">
                                    <a:alpha val="45000"/>
                                  </a:srgb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E849EC" w14:textId="77777777" w:rsidR="00B721EE" w:rsidRDefault="00B721EE" w:rsidP="002F4C4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Freeform 4" o:spid="_x0000_s1026" style="position:absolute;margin-left:0;margin-top:.65pt;width:117.3pt;height:67.6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98600,8636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" adj="-11796480,,5400" path="m1200150,0l298450,0c298012,95250,297573,190500,297135,285750l0,285750,1239,574055,302245,574055c303097,672273,303948,765382,304800,863600l1200150,863600,1200150,577850,1498600,577850,1498600,285750,1200150,285750,1200150,0xe" fillcolor="green" strokecolor="green" strokeweight="1pt">
                      <v:fill opacity="29555f"/>
                      <v:stroke opacity="29555f" joinstyle="miter" endcap="square"/>
                      <v:formulas/>
                      <v:path arrowok="t" o:connecttype="custom" o:connectlocs="1193030,0;296680,0;295372,284069;0,284069;1232,570678;300452,570678;302992,858520;1193030,858520;1193030,574451;1489710,574451;1489710,284069;1193030,284069;1193030,0" o:connectangles="0,0,0,0,0,0,0,0,0,0,0,0,0" textboxrect="0,0,1498600,863600"/>
                      <v:textbox>
                        <w:txbxContent>
                          <w:p w14:paraId="06E849EC" w14:textId="77777777" w:rsidR="00B721EE" w:rsidRDefault="00B721EE" w:rsidP="002F4C4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6" w:type="dxa"/>
          </w:tcPr>
          <w:p w14:paraId="160B60C9" w14:textId="77777777" w:rsidR="00F65DD6" w:rsidRPr="00451E94" w:rsidRDefault="00F65DD6" w:rsidP="00451E94"/>
        </w:tc>
        <w:tc>
          <w:tcPr>
            <w:tcW w:w="475" w:type="dxa"/>
          </w:tcPr>
          <w:p w14:paraId="4D8CCD78" w14:textId="77777777" w:rsidR="00F65DD6" w:rsidRPr="00451E94" w:rsidRDefault="00F65DD6" w:rsidP="00451E94"/>
        </w:tc>
        <w:tc>
          <w:tcPr>
            <w:tcW w:w="476" w:type="dxa"/>
          </w:tcPr>
          <w:p w14:paraId="2DB35541" w14:textId="77777777" w:rsidR="00F65DD6" w:rsidRPr="00451E94" w:rsidRDefault="00F65DD6" w:rsidP="00451E94"/>
        </w:tc>
        <w:tc>
          <w:tcPr>
            <w:tcW w:w="475" w:type="dxa"/>
          </w:tcPr>
          <w:p w14:paraId="53DA5E3A" w14:textId="77777777" w:rsidR="00F65DD6" w:rsidRPr="00451E94" w:rsidRDefault="00F65DD6" w:rsidP="00451E94"/>
        </w:tc>
        <w:tc>
          <w:tcPr>
            <w:tcW w:w="476" w:type="dxa"/>
          </w:tcPr>
          <w:p w14:paraId="7B5DB913" w14:textId="77777777" w:rsidR="00F65DD6" w:rsidRPr="00451E94" w:rsidRDefault="00F65DD6" w:rsidP="00451E94"/>
        </w:tc>
        <w:tc>
          <w:tcPr>
            <w:tcW w:w="475" w:type="dxa"/>
          </w:tcPr>
          <w:p w14:paraId="5591FE38" w14:textId="77777777" w:rsidR="00F65DD6" w:rsidRPr="00451E94" w:rsidRDefault="00F65DD6" w:rsidP="00451E94"/>
        </w:tc>
        <w:tc>
          <w:tcPr>
            <w:tcW w:w="476" w:type="dxa"/>
          </w:tcPr>
          <w:p w14:paraId="5CD28EF9" w14:textId="77777777" w:rsidR="00F65DD6" w:rsidRPr="00451E94" w:rsidRDefault="00F65DD6" w:rsidP="00451E94"/>
        </w:tc>
        <w:tc>
          <w:tcPr>
            <w:tcW w:w="475" w:type="dxa"/>
          </w:tcPr>
          <w:p w14:paraId="14C3BE20" w14:textId="77777777" w:rsidR="00F65DD6" w:rsidRPr="00451E94" w:rsidRDefault="00F65DD6" w:rsidP="00451E94"/>
        </w:tc>
        <w:tc>
          <w:tcPr>
            <w:tcW w:w="476" w:type="dxa"/>
          </w:tcPr>
          <w:p w14:paraId="34619908" w14:textId="77777777" w:rsidR="00F65DD6" w:rsidRPr="00451E94" w:rsidRDefault="00F65DD6" w:rsidP="00451E94"/>
        </w:tc>
        <w:tc>
          <w:tcPr>
            <w:tcW w:w="475" w:type="dxa"/>
          </w:tcPr>
          <w:p w14:paraId="1F38A5B8" w14:textId="77777777" w:rsidR="00F65DD6" w:rsidRPr="00451E94" w:rsidRDefault="00F65DD6" w:rsidP="00451E94"/>
        </w:tc>
        <w:tc>
          <w:tcPr>
            <w:tcW w:w="476" w:type="dxa"/>
          </w:tcPr>
          <w:p w14:paraId="5B3A4734" w14:textId="77777777" w:rsidR="00F65DD6" w:rsidRPr="00451E94" w:rsidRDefault="00F65DD6" w:rsidP="00451E94"/>
        </w:tc>
      </w:tr>
      <w:tr w:rsidR="00451E94" w:rsidRPr="00451E94" w14:paraId="00DBC8F6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23DF3714" w14:textId="5BDC531A" w:rsidR="00F65DD6" w:rsidRPr="00451E94" w:rsidRDefault="001D4B13" w:rsidP="00451E9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424F41F" wp14:editId="11939448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8255</wp:posOffset>
                      </wp:positionV>
                      <wp:extent cx="899160" cy="1440257"/>
                      <wp:effectExtent l="0" t="0" r="15240" b="33020"/>
                      <wp:wrapNone/>
                      <wp:docPr id="5" name="Freeform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9160" cy="1440257"/>
                              </a:xfrm>
                              <a:custGeom>
                                <a:avLst/>
                                <a:gdLst>
                                  <a:gd name="connsiteX0" fmla="*/ 908050 w 914400"/>
                                  <a:gd name="connsiteY0" fmla="*/ 0 h 1441450"/>
                                  <a:gd name="connsiteX1" fmla="*/ 609600 w 914400"/>
                                  <a:gd name="connsiteY1" fmla="*/ 0 h 1441450"/>
                                  <a:gd name="connsiteX2" fmla="*/ 615950 w 914400"/>
                                  <a:gd name="connsiteY2" fmla="*/ 292100 h 1441450"/>
                                  <a:gd name="connsiteX3" fmla="*/ 311150 w 914400"/>
                                  <a:gd name="connsiteY3" fmla="*/ 292100 h 1441450"/>
                                  <a:gd name="connsiteX4" fmla="*/ 311150 w 914400"/>
                                  <a:gd name="connsiteY4" fmla="*/ 0 h 1441450"/>
                                  <a:gd name="connsiteX5" fmla="*/ 6350 w 914400"/>
                                  <a:gd name="connsiteY5" fmla="*/ 0 h 1441450"/>
                                  <a:gd name="connsiteX6" fmla="*/ 6350 w 914400"/>
                                  <a:gd name="connsiteY6" fmla="*/ 577850 h 1441450"/>
                                  <a:gd name="connsiteX7" fmla="*/ 317500 w 914400"/>
                                  <a:gd name="connsiteY7" fmla="*/ 577850 h 1441450"/>
                                  <a:gd name="connsiteX8" fmla="*/ 317500 w 914400"/>
                                  <a:gd name="connsiteY8" fmla="*/ 869950 h 1441450"/>
                                  <a:gd name="connsiteX9" fmla="*/ 0 w 914400"/>
                                  <a:gd name="connsiteY9" fmla="*/ 869950 h 1441450"/>
                                  <a:gd name="connsiteX10" fmla="*/ 0 w 914400"/>
                                  <a:gd name="connsiteY10" fmla="*/ 1441450 h 1441450"/>
                                  <a:gd name="connsiteX11" fmla="*/ 311150 w 914400"/>
                                  <a:gd name="connsiteY11" fmla="*/ 1441450 h 1441450"/>
                                  <a:gd name="connsiteX12" fmla="*/ 311150 w 914400"/>
                                  <a:gd name="connsiteY12" fmla="*/ 1155700 h 1441450"/>
                                  <a:gd name="connsiteX13" fmla="*/ 609600 w 914400"/>
                                  <a:gd name="connsiteY13" fmla="*/ 1155700 h 1441450"/>
                                  <a:gd name="connsiteX14" fmla="*/ 609600 w 914400"/>
                                  <a:gd name="connsiteY14" fmla="*/ 1441450 h 1441450"/>
                                  <a:gd name="connsiteX15" fmla="*/ 908050 w 914400"/>
                                  <a:gd name="connsiteY15" fmla="*/ 1441450 h 1441450"/>
                                  <a:gd name="connsiteX16" fmla="*/ 914400 w 914400"/>
                                  <a:gd name="connsiteY16" fmla="*/ 869950 h 1441450"/>
                                  <a:gd name="connsiteX17" fmla="*/ 609600 w 914400"/>
                                  <a:gd name="connsiteY17" fmla="*/ 869950 h 1441450"/>
                                  <a:gd name="connsiteX18" fmla="*/ 609600 w 914400"/>
                                  <a:gd name="connsiteY18" fmla="*/ 571500 h 1441450"/>
                                  <a:gd name="connsiteX19" fmla="*/ 908050 w 914400"/>
                                  <a:gd name="connsiteY19" fmla="*/ 571500 h 1441450"/>
                                  <a:gd name="connsiteX20" fmla="*/ 908050 w 914400"/>
                                  <a:gd name="connsiteY20" fmla="*/ 0 h 1441450"/>
                                  <a:gd name="connsiteX0" fmla="*/ 908050 w 914400"/>
                                  <a:gd name="connsiteY0" fmla="*/ 0 h 1441450"/>
                                  <a:gd name="connsiteX1" fmla="*/ 612169 w 914400"/>
                                  <a:gd name="connsiteY1" fmla="*/ 0 h 1441450"/>
                                  <a:gd name="connsiteX2" fmla="*/ 615950 w 914400"/>
                                  <a:gd name="connsiteY2" fmla="*/ 292100 h 1441450"/>
                                  <a:gd name="connsiteX3" fmla="*/ 311150 w 914400"/>
                                  <a:gd name="connsiteY3" fmla="*/ 292100 h 1441450"/>
                                  <a:gd name="connsiteX4" fmla="*/ 311150 w 914400"/>
                                  <a:gd name="connsiteY4" fmla="*/ 0 h 1441450"/>
                                  <a:gd name="connsiteX5" fmla="*/ 6350 w 914400"/>
                                  <a:gd name="connsiteY5" fmla="*/ 0 h 1441450"/>
                                  <a:gd name="connsiteX6" fmla="*/ 6350 w 914400"/>
                                  <a:gd name="connsiteY6" fmla="*/ 577850 h 1441450"/>
                                  <a:gd name="connsiteX7" fmla="*/ 317500 w 914400"/>
                                  <a:gd name="connsiteY7" fmla="*/ 577850 h 1441450"/>
                                  <a:gd name="connsiteX8" fmla="*/ 317500 w 914400"/>
                                  <a:gd name="connsiteY8" fmla="*/ 869950 h 1441450"/>
                                  <a:gd name="connsiteX9" fmla="*/ 0 w 914400"/>
                                  <a:gd name="connsiteY9" fmla="*/ 869950 h 1441450"/>
                                  <a:gd name="connsiteX10" fmla="*/ 0 w 914400"/>
                                  <a:gd name="connsiteY10" fmla="*/ 1441450 h 1441450"/>
                                  <a:gd name="connsiteX11" fmla="*/ 311150 w 914400"/>
                                  <a:gd name="connsiteY11" fmla="*/ 1441450 h 1441450"/>
                                  <a:gd name="connsiteX12" fmla="*/ 311150 w 914400"/>
                                  <a:gd name="connsiteY12" fmla="*/ 1155700 h 1441450"/>
                                  <a:gd name="connsiteX13" fmla="*/ 609600 w 914400"/>
                                  <a:gd name="connsiteY13" fmla="*/ 1155700 h 1441450"/>
                                  <a:gd name="connsiteX14" fmla="*/ 609600 w 914400"/>
                                  <a:gd name="connsiteY14" fmla="*/ 1441450 h 1441450"/>
                                  <a:gd name="connsiteX15" fmla="*/ 908050 w 914400"/>
                                  <a:gd name="connsiteY15" fmla="*/ 1441450 h 1441450"/>
                                  <a:gd name="connsiteX16" fmla="*/ 914400 w 914400"/>
                                  <a:gd name="connsiteY16" fmla="*/ 869950 h 1441450"/>
                                  <a:gd name="connsiteX17" fmla="*/ 609600 w 914400"/>
                                  <a:gd name="connsiteY17" fmla="*/ 869950 h 1441450"/>
                                  <a:gd name="connsiteX18" fmla="*/ 609600 w 914400"/>
                                  <a:gd name="connsiteY18" fmla="*/ 571500 h 1441450"/>
                                  <a:gd name="connsiteX19" fmla="*/ 908050 w 914400"/>
                                  <a:gd name="connsiteY19" fmla="*/ 571500 h 1441450"/>
                                  <a:gd name="connsiteX20" fmla="*/ 908050 w 914400"/>
                                  <a:gd name="connsiteY20" fmla="*/ 0 h 1441450"/>
                                  <a:gd name="connsiteX0" fmla="*/ 908050 w 914400"/>
                                  <a:gd name="connsiteY0" fmla="*/ 0 h 1441450"/>
                                  <a:gd name="connsiteX1" fmla="*/ 612169 w 914400"/>
                                  <a:gd name="connsiteY1" fmla="*/ 0 h 1441450"/>
                                  <a:gd name="connsiteX2" fmla="*/ 615950 w 914400"/>
                                  <a:gd name="connsiteY2" fmla="*/ 292100 h 1441450"/>
                                  <a:gd name="connsiteX3" fmla="*/ 311150 w 914400"/>
                                  <a:gd name="connsiteY3" fmla="*/ 292100 h 1441450"/>
                                  <a:gd name="connsiteX4" fmla="*/ 311150 w 914400"/>
                                  <a:gd name="connsiteY4" fmla="*/ 0 h 1441450"/>
                                  <a:gd name="connsiteX5" fmla="*/ 6350 w 914400"/>
                                  <a:gd name="connsiteY5" fmla="*/ 0 h 1441450"/>
                                  <a:gd name="connsiteX6" fmla="*/ 6350 w 914400"/>
                                  <a:gd name="connsiteY6" fmla="*/ 577850 h 1441450"/>
                                  <a:gd name="connsiteX7" fmla="*/ 317500 w 914400"/>
                                  <a:gd name="connsiteY7" fmla="*/ 577850 h 1441450"/>
                                  <a:gd name="connsiteX8" fmla="*/ 317500 w 914400"/>
                                  <a:gd name="connsiteY8" fmla="*/ 869950 h 1441450"/>
                                  <a:gd name="connsiteX9" fmla="*/ 0 w 914400"/>
                                  <a:gd name="connsiteY9" fmla="*/ 869950 h 1441450"/>
                                  <a:gd name="connsiteX10" fmla="*/ 0 w 914400"/>
                                  <a:gd name="connsiteY10" fmla="*/ 1441450 h 1441450"/>
                                  <a:gd name="connsiteX11" fmla="*/ 311150 w 914400"/>
                                  <a:gd name="connsiteY11" fmla="*/ 1441450 h 1441450"/>
                                  <a:gd name="connsiteX12" fmla="*/ 311150 w 914400"/>
                                  <a:gd name="connsiteY12" fmla="*/ 1155700 h 1441450"/>
                                  <a:gd name="connsiteX13" fmla="*/ 609600 w 914400"/>
                                  <a:gd name="connsiteY13" fmla="*/ 1155700 h 1441450"/>
                                  <a:gd name="connsiteX14" fmla="*/ 609600 w 914400"/>
                                  <a:gd name="connsiteY14" fmla="*/ 1441450 h 1441450"/>
                                  <a:gd name="connsiteX15" fmla="*/ 908050 w 914400"/>
                                  <a:gd name="connsiteY15" fmla="*/ 1441450 h 1441450"/>
                                  <a:gd name="connsiteX16" fmla="*/ 914400 w 914400"/>
                                  <a:gd name="connsiteY16" fmla="*/ 869950 h 1441450"/>
                                  <a:gd name="connsiteX17" fmla="*/ 609600 w 914400"/>
                                  <a:gd name="connsiteY17" fmla="*/ 869950 h 1441450"/>
                                  <a:gd name="connsiteX18" fmla="*/ 607032 w 914400"/>
                                  <a:gd name="connsiteY18" fmla="*/ 574069 h 1441450"/>
                                  <a:gd name="connsiteX19" fmla="*/ 908050 w 914400"/>
                                  <a:gd name="connsiteY19" fmla="*/ 571500 h 1441450"/>
                                  <a:gd name="connsiteX20" fmla="*/ 908050 w 914400"/>
                                  <a:gd name="connsiteY20" fmla="*/ 0 h 1441450"/>
                                  <a:gd name="connsiteX0" fmla="*/ 908050 w 914400"/>
                                  <a:gd name="connsiteY0" fmla="*/ 0 h 1441450"/>
                                  <a:gd name="connsiteX1" fmla="*/ 612169 w 914400"/>
                                  <a:gd name="connsiteY1" fmla="*/ 0 h 1441450"/>
                                  <a:gd name="connsiteX2" fmla="*/ 615950 w 914400"/>
                                  <a:gd name="connsiteY2" fmla="*/ 292100 h 1441450"/>
                                  <a:gd name="connsiteX3" fmla="*/ 311150 w 914400"/>
                                  <a:gd name="connsiteY3" fmla="*/ 292100 h 1441450"/>
                                  <a:gd name="connsiteX4" fmla="*/ 311150 w 914400"/>
                                  <a:gd name="connsiteY4" fmla="*/ 0 h 1441450"/>
                                  <a:gd name="connsiteX5" fmla="*/ 6350 w 914400"/>
                                  <a:gd name="connsiteY5" fmla="*/ 0 h 1441450"/>
                                  <a:gd name="connsiteX6" fmla="*/ 6350 w 914400"/>
                                  <a:gd name="connsiteY6" fmla="*/ 577850 h 1441450"/>
                                  <a:gd name="connsiteX7" fmla="*/ 317500 w 914400"/>
                                  <a:gd name="connsiteY7" fmla="*/ 577850 h 1441450"/>
                                  <a:gd name="connsiteX8" fmla="*/ 317500 w 914400"/>
                                  <a:gd name="connsiteY8" fmla="*/ 869950 h 1441450"/>
                                  <a:gd name="connsiteX9" fmla="*/ 0 w 914400"/>
                                  <a:gd name="connsiteY9" fmla="*/ 869950 h 1441450"/>
                                  <a:gd name="connsiteX10" fmla="*/ 0 w 914400"/>
                                  <a:gd name="connsiteY10" fmla="*/ 1441450 h 1441450"/>
                                  <a:gd name="connsiteX11" fmla="*/ 311150 w 914400"/>
                                  <a:gd name="connsiteY11" fmla="*/ 1441450 h 1441450"/>
                                  <a:gd name="connsiteX12" fmla="*/ 311150 w 914400"/>
                                  <a:gd name="connsiteY12" fmla="*/ 1155700 h 1441450"/>
                                  <a:gd name="connsiteX13" fmla="*/ 609600 w 914400"/>
                                  <a:gd name="connsiteY13" fmla="*/ 1155700 h 1441450"/>
                                  <a:gd name="connsiteX14" fmla="*/ 609600 w 914400"/>
                                  <a:gd name="connsiteY14" fmla="*/ 1441450 h 1441450"/>
                                  <a:gd name="connsiteX15" fmla="*/ 908050 w 914400"/>
                                  <a:gd name="connsiteY15" fmla="*/ 1441450 h 1441450"/>
                                  <a:gd name="connsiteX16" fmla="*/ 914400 w 914400"/>
                                  <a:gd name="connsiteY16" fmla="*/ 869950 h 1441450"/>
                                  <a:gd name="connsiteX17" fmla="*/ 609600 w 914400"/>
                                  <a:gd name="connsiteY17" fmla="*/ 869950 h 1441450"/>
                                  <a:gd name="connsiteX18" fmla="*/ 607032 w 914400"/>
                                  <a:gd name="connsiteY18" fmla="*/ 574069 h 1441450"/>
                                  <a:gd name="connsiteX19" fmla="*/ 910619 w 914400"/>
                                  <a:gd name="connsiteY19" fmla="*/ 576639 h 1441450"/>
                                  <a:gd name="connsiteX20" fmla="*/ 908050 w 914400"/>
                                  <a:gd name="connsiteY20" fmla="*/ 0 h 1441450"/>
                                  <a:gd name="connsiteX0" fmla="*/ 908050 w 914400"/>
                                  <a:gd name="connsiteY0" fmla="*/ 0 h 1441450"/>
                                  <a:gd name="connsiteX1" fmla="*/ 612169 w 914400"/>
                                  <a:gd name="connsiteY1" fmla="*/ 0 h 1441450"/>
                                  <a:gd name="connsiteX2" fmla="*/ 615950 w 914400"/>
                                  <a:gd name="connsiteY2" fmla="*/ 292100 h 1441450"/>
                                  <a:gd name="connsiteX3" fmla="*/ 311150 w 914400"/>
                                  <a:gd name="connsiteY3" fmla="*/ 292100 h 1441450"/>
                                  <a:gd name="connsiteX4" fmla="*/ 311150 w 914400"/>
                                  <a:gd name="connsiteY4" fmla="*/ 0 h 1441450"/>
                                  <a:gd name="connsiteX5" fmla="*/ 6350 w 914400"/>
                                  <a:gd name="connsiteY5" fmla="*/ 0 h 1441450"/>
                                  <a:gd name="connsiteX6" fmla="*/ 6350 w 914400"/>
                                  <a:gd name="connsiteY6" fmla="*/ 577850 h 1441450"/>
                                  <a:gd name="connsiteX7" fmla="*/ 317500 w 914400"/>
                                  <a:gd name="connsiteY7" fmla="*/ 577850 h 1441450"/>
                                  <a:gd name="connsiteX8" fmla="*/ 317500 w 914400"/>
                                  <a:gd name="connsiteY8" fmla="*/ 869950 h 1441450"/>
                                  <a:gd name="connsiteX9" fmla="*/ 0 w 914400"/>
                                  <a:gd name="connsiteY9" fmla="*/ 869950 h 1441450"/>
                                  <a:gd name="connsiteX10" fmla="*/ 0 w 914400"/>
                                  <a:gd name="connsiteY10" fmla="*/ 1441450 h 1441450"/>
                                  <a:gd name="connsiteX11" fmla="*/ 311150 w 914400"/>
                                  <a:gd name="connsiteY11" fmla="*/ 1441450 h 1441450"/>
                                  <a:gd name="connsiteX12" fmla="*/ 311150 w 914400"/>
                                  <a:gd name="connsiteY12" fmla="*/ 1155700 h 1441450"/>
                                  <a:gd name="connsiteX13" fmla="*/ 609600 w 914400"/>
                                  <a:gd name="connsiteY13" fmla="*/ 1155700 h 1441450"/>
                                  <a:gd name="connsiteX14" fmla="*/ 609600 w 914400"/>
                                  <a:gd name="connsiteY14" fmla="*/ 1441450 h 1441450"/>
                                  <a:gd name="connsiteX15" fmla="*/ 908050 w 914400"/>
                                  <a:gd name="connsiteY15" fmla="*/ 1441450 h 1441450"/>
                                  <a:gd name="connsiteX16" fmla="*/ 914400 w 914400"/>
                                  <a:gd name="connsiteY16" fmla="*/ 869950 h 1441450"/>
                                  <a:gd name="connsiteX17" fmla="*/ 609600 w 914400"/>
                                  <a:gd name="connsiteY17" fmla="*/ 869950 h 1441450"/>
                                  <a:gd name="connsiteX18" fmla="*/ 607032 w 914400"/>
                                  <a:gd name="connsiteY18" fmla="*/ 574069 h 1441450"/>
                                  <a:gd name="connsiteX19" fmla="*/ 910619 w 914400"/>
                                  <a:gd name="connsiteY19" fmla="*/ 574069 h 1441450"/>
                                  <a:gd name="connsiteX20" fmla="*/ 908050 w 914400"/>
                                  <a:gd name="connsiteY20" fmla="*/ 0 h 1441450"/>
                                  <a:gd name="connsiteX0" fmla="*/ 908050 w 914400"/>
                                  <a:gd name="connsiteY0" fmla="*/ 0 h 1441450"/>
                                  <a:gd name="connsiteX1" fmla="*/ 612169 w 914400"/>
                                  <a:gd name="connsiteY1" fmla="*/ 0 h 1441450"/>
                                  <a:gd name="connsiteX2" fmla="*/ 615950 w 914400"/>
                                  <a:gd name="connsiteY2" fmla="*/ 292100 h 1441450"/>
                                  <a:gd name="connsiteX3" fmla="*/ 311150 w 914400"/>
                                  <a:gd name="connsiteY3" fmla="*/ 292100 h 1441450"/>
                                  <a:gd name="connsiteX4" fmla="*/ 311150 w 914400"/>
                                  <a:gd name="connsiteY4" fmla="*/ 0 h 1441450"/>
                                  <a:gd name="connsiteX5" fmla="*/ 6350 w 914400"/>
                                  <a:gd name="connsiteY5" fmla="*/ 0 h 1441450"/>
                                  <a:gd name="connsiteX6" fmla="*/ 6350 w 914400"/>
                                  <a:gd name="connsiteY6" fmla="*/ 577850 h 1441450"/>
                                  <a:gd name="connsiteX7" fmla="*/ 317500 w 914400"/>
                                  <a:gd name="connsiteY7" fmla="*/ 577850 h 1441450"/>
                                  <a:gd name="connsiteX8" fmla="*/ 317500 w 914400"/>
                                  <a:gd name="connsiteY8" fmla="*/ 869950 h 1441450"/>
                                  <a:gd name="connsiteX9" fmla="*/ 0 w 914400"/>
                                  <a:gd name="connsiteY9" fmla="*/ 869950 h 1441450"/>
                                  <a:gd name="connsiteX10" fmla="*/ 0 w 914400"/>
                                  <a:gd name="connsiteY10" fmla="*/ 1441450 h 1441450"/>
                                  <a:gd name="connsiteX11" fmla="*/ 311150 w 914400"/>
                                  <a:gd name="connsiteY11" fmla="*/ 1441450 h 1441450"/>
                                  <a:gd name="connsiteX12" fmla="*/ 311150 w 914400"/>
                                  <a:gd name="connsiteY12" fmla="*/ 1163408 h 1441450"/>
                                  <a:gd name="connsiteX13" fmla="*/ 609600 w 914400"/>
                                  <a:gd name="connsiteY13" fmla="*/ 1155700 h 1441450"/>
                                  <a:gd name="connsiteX14" fmla="*/ 609600 w 914400"/>
                                  <a:gd name="connsiteY14" fmla="*/ 1441450 h 1441450"/>
                                  <a:gd name="connsiteX15" fmla="*/ 908050 w 914400"/>
                                  <a:gd name="connsiteY15" fmla="*/ 1441450 h 1441450"/>
                                  <a:gd name="connsiteX16" fmla="*/ 914400 w 914400"/>
                                  <a:gd name="connsiteY16" fmla="*/ 869950 h 1441450"/>
                                  <a:gd name="connsiteX17" fmla="*/ 609600 w 914400"/>
                                  <a:gd name="connsiteY17" fmla="*/ 869950 h 1441450"/>
                                  <a:gd name="connsiteX18" fmla="*/ 607032 w 914400"/>
                                  <a:gd name="connsiteY18" fmla="*/ 574069 h 1441450"/>
                                  <a:gd name="connsiteX19" fmla="*/ 910619 w 914400"/>
                                  <a:gd name="connsiteY19" fmla="*/ 574069 h 1441450"/>
                                  <a:gd name="connsiteX20" fmla="*/ 908050 w 914400"/>
                                  <a:gd name="connsiteY20" fmla="*/ 0 h 1441450"/>
                                  <a:gd name="connsiteX0" fmla="*/ 908050 w 914400"/>
                                  <a:gd name="connsiteY0" fmla="*/ 0 h 1441450"/>
                                  <a:gd name="connsiteX1" fmla="*/ 612169 w 914400"/>
                                  <a:gd name="connsiteY1" fmla="*/ 0 h 1441450"/>
                                  <a:gd name="connsiteX2" fmla="*/ 615950 w 914400"/>
                                  <a:gd name="connsiteY2" fmla="*/ 292100 h 1441450"/>
                                  <a:gd name="connsiteX3" fmla="*/ 311150 w 914400"/>
                                  <a:gd name="connsiteY3" fmla="*/ 292100 h 1441450"/>
                                  <a:gd name="connsiteX4" fmla="*/ 311150 w 914400"/>
                                  <a:gd name="connsiteY4" fmla="*/ 0 h 1441450"/>
                                  <a:gd name="connsiteX5" fmla="*/ 6350 w 914400"/>
                                  <a:gd name="connsiteY5" fmla="*/ 0 h 1441450"/>
                                  <a:gd name="connsiteX6" fmla="*/ 6350 w 914400"/>
                                  <a:gd name="connsiteY6" fmla="*/ 577850 h 1441450"/>
                                  <a:gd name="connsiteX7" fmla="*/ 317500 w 914400"/>
                                  <a:gd name="connsiteY7" fmla="*/ 577850 h 1441450"/>
                                  <a:gd name="connsiteX8" fmla="*/ 317500 w 914400"/>
                                  <a:gd name="connsiteY8" fmla="*/ 869950 h 1441450"/>
                                  <a:gd name="connsiteX9" fmla="*/ 0 w 914400"/>
                                  <a:gd name="connsiteY9" fmla="*/ 869950 h 1441450"/>
                                  <a:gd name="connsiteX10" fmla="*/ 0 w 914400"/>
                                  <a:gd name="connsiteY10" fmla="*/ 1441450 h 1441450"/>
                                  <a:gd name="connsiteX11" fmla="*/ 311150 w 914400"/>
                                  <a:gd name="connsiteY11" fmla="*/ 1441450 h 1441450"/>
                                  <a:gd name="connsiteX12" fmla="*/ 311150 w 914400"/>
                                  <a:gd name="connsiteY12" fmla="*/ 1163408 h 1441450"/>
                                  <a:gd name="connsiteX13" fmla="*/ 609600 w 914400"/>
                                  <a:gd name="connsiteY13" fmla="*/ 1163408 h 1441450"/>
                                  <a:gd name="connsiteX14" fmla="*/ 609600 w 914400"/>
                                  <a:gd name="connsiteY14" fmla="*/ 1441450 h 1441450"/>
                                  <a:gd name="connsiteX15" fmla="*/ 908050 w 914400"/>
                                  <a:gd name="connsiteY15" fmla="*/ 1441450 h 1441450"/>
                                  <a:gd name="connsiteX16" fmla="*/ 914400 w 914400"/>
                                  <a:gd name="connsiteY16" fmla="*/ 869950 h 1441450"/>
                                  <a:gd name="connsiteX17" fmla="*/ 609600 w 914400"/>
                                  <a:gd name="connsiteY17" fmla="*/ 869950 h 1441450"/>
                                  <a:gd name="connsiteX18" fmla="*/ 607032 w 914400"/>
                                  <a:gd name="connsiteY18" fmla="*/ 574069 h 1441450"/>
                                  <a:gd name="connsiteX19" fmla="*/ 910619 w 914400"/>
                                  <a:gd name="connsiteY19" fmla="*/ 574069 h 1441450"/>
                                  <a:gd name="connsiteX20" fmla="*/ 908050 w 914400"/>
                                  <a:gd name="connsiteY20" fmla="*/ 0 h 1441450"/>
                                  <a:gd name="connsiteX0" fmla="*/ 910619 w 916969"/>
                                  <a:gd name="connsiteY0" fmla="*/ 0 h 1456867"/>
                                  <a:gd name="connsiteX1" fmla="*/ 614738 w 916969"/>
                                  <a:gd name="connsiteY1" fmla="*/ 0 h 1456867"/>
                                  <a:gd name="connsiteX2" fmla="*/ 618519 w 916969"/>
                                  <a:gd name="connsiteY2" fmla="*/ 292100 h 1456867"/>
                                  <a:gd name="connsiteX3" fmla="*/ 313719 w 916969"/>
                                  <a:gd name="connsiteY3" fmla="*/ 292100 h 1456867"/>
                                  <a:gd name="connsiteX4" fmla="*/ 313719 w 916969"/>
                                  <a:gd name="connsiteY4" fmla="*/ 0 h 1456867"/>
                                  <a:gd name="connsiteX5" fmla="*/ 8919 w 916969"/>
                                  <a:gd name="connsiteY5" fmla="*/ 0 h 1456867"/>
                                  <a:gd name="connsiteX6" fmla="*/ 8919 w 916969"/>
                                  <a:gd name="connsiteY6" fmla="*/ 577850 h 1456867"/>
                                  <a:gd name="connsiteX7" fmla="*/ 320069 w 916969"/>
                                  <a:gd name="connsiteY7" fmla="*/ 577850 h 1456867"/>
                                  <a:gd name="connsiteX8" fmla="*/ 320069 w 916969"/>
                                  <a:gd name="connsiteY8" fmla="*/ 869950 h 1456867"/>
                                  <a:gd name="connsiteX9" fmla="*/ 2569 w 916969"/>
                                  <a:gd name="connsiteY9" fmla="*/ 869950 h 1456867"/>
                                  <a:gd name="connsiteX10" fmla="*/ 0 w 916969"/>
                                  <a:gd name="connsiteY10" fmla="*/ 1456867 h 1456867"/>
                                  <a:gd name="connsiteX11" fmla="*/ 313719 w 916969"/>
                                  <a:gd name="connsiteY11" fmla="*/ 1441450 h 1456867"/>
                                  <a:gd name="connsiteX12" fmla="*/ 313719 w 916969"/>
                                  <a:gd name="connsiteY12" fmla="*/ 1163408 h 1456867"/>
                                  <a:gd name="connsiteX13" fmla="*/ 612169 w 916969"/>
                                  <a:gd name="connsiteY13" fmla="*/ 1163408 h 1456867"/>
                                  <a:gd name="connsiteX14" fmla="*/ 612169 w 916969"/>
                                  <a:gd name="connsiteY14" fmla="*/ 1441450 h 1456867"/>
                                  <a:gd name="connsiteX15" fmla="*/ 910619 w 916969"/>
                                  <a:gd name="connsiteY15" fmla="*/ 1441450 h 1456867"/>
                                  <a:gd name="connsiteX16" fmla="*/ 916969 w 916969"/>
                                  <a:gd name="connsiteY16" fmla="*/ 869950 h 1456867"/>
                                  <a:gd name="connsiteX17" fmla="*/ 612169 w 916969"/>
                                  <a:gd name="connsiteY17" fmla="*/ 869950 h 1456867"/>
                                  <a:gd name="connsiteX18" fmla="*/ 609601 w 916969"/>
                                  <a:gd name="connsiteY18" fmla="*/ 574069 h 1456867"/>
                                  <a:gd name="connsiteX19" fmla="*/ 913188 w 916969"/>
                                  <a:gd name="connsiteY19" fmla="*/ 574069 h 1456867"/>
                                  <a:gd name="connsiteX20" fmla="*/ 910619 w 916969"/>
                                  <a:gd name="connsiteY20" fmla="*/ 0 h 1456867"/>
                                  <a:gd name="connsiteX0" fmla="*/ 910619 w 916969"/>
                                  <a:gd name="connsiteY0" fmla="*/ 0 h 1456867"/>
                                  <a:gd name="connsiteX1" fmla="*/ 614738 w 916969"/>
                                  <a:gd name="connsiteY1" fmla="*/ 0 h 1456867"/>
                                  <a:gd name="connsiteX2" fmla="*/ 618519 w 916969"/>
                                  <a:gd name="connsiteY2" fmla="*/ 292100 h 1456867"/>
                                  <a:gd name="connsiteX3" fmla="*/ 313719 w 916969"/>
                                  <a:gd name="connsiteY3" fmla="*/ 292100 h 1456867"/>
                                  <a:gd name="connsiteX4" fmla="*/ 313719 w 916969"/>
                                  <a:gd name="connsiteY4" fmla="*/ 0 h 1456867"/>
                                  <a:gd name="connsiteX5" fmla="*/ 8919 w 916969"/>
                                  <a:gd name="connsiteY5" fmla="*/ 0 h 1456867"/>
                                  <a:gd name="connsiteX6" fmla="*/ 8919 w 916969"/>
                                  <a:gd name="connsiteY6" fmla="*/ 577850 h 1456867"/>
                                  <a:gd name="connsiteX7" fmla="*/ 320069 w 916969"/>
                                  <a:gd name="connsiteY7" fmla="*/ 577850 h 1456867"/>
                                  <a:gd name="connsiteX8" fmla="*/ 320069 w 916969"/>
                                  <a:gd name="connsiteY8" fmla="*/ 869950 h 1456867"/>
                                  <a:gd name="connsiteX9" fmla="*/ 2569 w 916969"/>
                                  <a:gd name="connsiteY9" fmla="*/ 869950 h 1456867"/>
                                  <a:gd name="connsiteX10" fmla="*/ 0 w 916969"/>
                                  <a:gd name="connsiteY10" fmla="*/ 1456867 h 1456867"/>
                                  <a:gd name="connsiteX11" fmla="*/ 311150 w 916969"/>
                                  <a:gd name="connsiteY11" fmla="*/ 1456867 h 1456867"/>
                                  <a:gd name="connsiteX12" fmla="*/ 313719 w 916969"/>
                                  <a:gd name="connsiteY12" fmla="*/ 1163408 h 1456867"/>
                                  <a:gd name="connsiteX13" fmla="*/ 612169 w 916969"/>
                                  <a:gd name="connsiteY13" fmla="*/ 1163408 h 1456867"/>
                                  <a:gd name="connsiteX14" fmla="*/ 612169 w 916969"/>
                                  <a:gd name="connsiteY14" fmla="*/ 1441450 h 1456867"/>
                                  <a:gd name="connsiteX15" fmla="*/ 910619 w 916969"/>
                                  <a:gd name="connsiteY15" fmla="*/ 1441450 h 1456867"/>
                                  <a:gd name="connsiteX16" fmla="*/ 916969 w 916969"/>
                                  <a:gd name="connsiteY16" fmla="*/ 869950 h 1456867"/>
                                  <a:gd name="connsiteX17" fmla="*/ 612169 w 916969"/>
                                  <a:gd name="connsiteY17" fmla="*/ 869950 h 1456867"/>
                                  <a:gd name="connsiteX18" fmla="*/ 609601 w 916969"/>
                                  <a:gd name="connsiteY18" fmla="*/ 574069 h 1456867"/>
                                  <a:gd name="connsiteX19" fmla="*/ 913188 w 916969"/>
                                  <a:gd name="connsiteY19" fmla="*/ 574069 h 1456867"/>
                                  <a:gd name="connsiteX20" fmla="*/ 910619 w 916969"/>
                                  <a:gd name="connsiteY20" fmla="*/ 0 h 1456867"/>
                                  <a:gd name="connsiteX0" fmla="*/ 910619 w 916969"/>
                                  <a:gd name="connsiteY0" fmla="*/ 0 h 1456867"/>
                                  <a:gd name="connsiteX1" fmla="*/ 614738 w 916969"/>
                                  <a:gd name="connsiteY1" fmla="*/ 0 h 1456867"/>
                                  <a:gd name="connsiteX2" fmla="*/ 618519 w 916969"/>
                                  <a:gd name="connsiteY2" fmla="*/ 292100 h 1456867"/>
                                  <a:gd name="connsiteX3" fmla="*/ 313719 w 916969"/>
                                  <a:gd name="connsiteY3" fmla="*/ 292100 h 1456867"/>
                                  <a:gd name="connsiteX4" fmla="*/ 313719 w 916969"/>
                                  <a:gd name="connsiteY4" fmla="*/ 0 h 1456867"/>
                                  <a:gd name="connsiteX5" fmla="*/ 8919 w 916969"/>
                                  <a:gd name="connsiteY5" fmla="*/ 0 h 1456867"/>
                                  <a:gd name="connsiteX6" fmla="*/ 8919 w 916969"/>
                                  <a:gd name="connsiteY6" fmla="*/ 577850 h 1456867"/>
                                  <a:gd name="connsiteX7" fmla="*/ 320069 w 916969"/>
                                  <a:gd name="connsiteY7" fmla="*/ 577850 h 1456867"/>
                                  <a:gd name="connsiteX8" fmla="*/ 320069 w 916969"/>
                                  <a:gd name="connsiteY8" fmla="*/ 869950 h 1456867"/>
                                  <a:gd name="connsiteX9" fmla="*/ 2569 w 916969"/>
                                  <a:gd name="connsiteY9" fmla="*/ 869950 h 1456867"/>
                                  <a:gd name="connsiteX10" fmla="*/ 0 w 916969"/>
                                  <a:gd name="connsiteY10" fmla="*/ 1456867 h 1456867"/>
                                  <a:gd name="connsiteX11" fmla="*/ 311150 w 916969"/>
                                  <a:gd name="connsiteY11" fmla="*/ 1456867 h 1456867"/>
                                  <a:gd name="connsiteX12" fmla="*/ 313719 w 916969"/>
                                  <a:gd name="connsiteY12" fmla="*/ 1163408 h 1456867"/>
                                  <a:gd name="connsiteX13" fmla="*/ 612169 w 916969"/>
                                  <a:gd name="connsiteY13" fmla="*/ 1163408 h 1456867"/>
                                  <a:gd name="connsiteX14" fmla="*/ 612169 w 916969"/>
                                  <a:gd name="connsiteY14" fmla="*/ 1441450 h 1456867"/>
                                  <a:gd name="connsiteX15" fmla="*/ 910619 w 916969"/>
                                  <a:gd name="connsiteY15" fmla="*/ 1441450 h 1456867"/>
                                  <a:gd name="connsiteX16" fmla="*/ 916969 w 916969"/>
                                  <a:gd name="connsiteY16" fmla="*/ 869950 h 1456867"/>
                                  <a:gd name="connsiteX17" fmla="*/ 612169 w 916969"/>
                                  <a:gd name="connsiteY17" fmla="*/ 869950 h 1456867"/>
                                  <a:gd name="connsiteX18" fmla="*/ 609601 w 916969"/>
                                  <a:gd name="connsiteY18" fmla="*/ 574069 h 1456867"/>
                                  <a:gd name="connsiteX19" fmla="*/ 913188 w 916969"/>
                                  <a:gd name="connsiteY19" fmla="*/ 574069 h 1456867"/>
                                  <a:gd name="connsiteX20" fmla="*/ 910619 w 916969"/>
                                  <a:gd name="connsiteY20" fmla="*/ 0 h 1456867"/>
                                  <a:gd name="connsiteX0" fmla="*/ 908164 w 914514"/>
                                  <a:gd name="connsiteY0" fmla="*/ 0 h 1456867"/>
                                  <a:gd name="connsiteX1" fmla="*/ 612283 w 914514"/>
                                  <a:gd name="connsiteY1" fmla="*/ 0 h 1456867"/>
                                  <a:gd name="connsiteX2" fmla="*/ 616064 w 914514"/>
                                  <a:gd name="connsiteY2" fmla="*/ 292100 h 1456867"/>
                                  <a:gd name="connsiteX3" fmla="*/ 311264 w 914514"/>
                                  <a:gd name="connsiteY3" fmla="*/ 292100 h 1456867"/>
                                  <a:gd name="connsiteX4" fmla="*/ 311264 w 914514"/>
                                  <a:gd name="connsiteY4" fmla="*/ 0 h 1456867"/>
                                  <a:gd name="connsiteX5" fmla="*/ 6464 w 914514"/>
                                  <a:gd name="connsiteY5" fmla="*/ 0 h 1456867"/>
                                  <a:gd name="connsiteX6" fmla="*/ 6464 w 914514"/>
                                  <a:gd name="connsiteY6" fmla="*/ 577850 h 1456867"/>
                                  <a:gd name="connsiteX7" fmla="*/ 317614 w 914514"/>
                                  <a:gd name="connsiteY7" fmla="*/ 577850 h 1456867"/>
                                  <a:gd name="connsiteX8" fmla="*/ 317614 w 914514"/>
                                  <a:gd name="connsiteY8" fmla="*/ 869950 h 1456867"/>
                                  <a:gd name="connsiteX9" fmla="*/ 114 w 914514"/>
                                  <a:gd name="connsiteY9" fmla="*/ 869950 h 1456867"/>
                                  <a:gd name="connsiteX10" fmla="*/ 2682 w 914514"/>
                                  <a:gd name="connsiteY10" fmla="*/ 1454298 h 1456867"/>
                                  <a:gd name="connsiteX11" fmla="*/ 308695 w 914514"/>
                                  <a:gd name="connsiteY11" fmla="*/ 1456867 h 1456867"/>
                                  <a:gd name="connsiteX12" fmla="*/ 311264 w 914514"/>
                                  <a:gd name="connsiteY12" fmla="*/ 1163408 h 1456867"/>
                                  <a:gd name="connsiteX13" fmla="*/ 609714 w 914514"/>
                                  <a:gd name="connsiteY13" fmla="*/ 1163408 h 1456867"/>
                                  <a:gd name="connsiteX14" fmla="*/ 609714 w 914514"/>
                                  <a:gd name="connsiteY14" fmla="*/ 1441450 h 1456867"/>
                                  <a:gd name="connsiteX15" fmla="*/ 908164 w 914514"/>
                                  <a:gd name="connsiteY15" fmla="*/ 1441450 h 1456867"/>
                                  <a:gd name="connsiteX16" fmla="*/ 914514 w 914514"/>
                                  <a:gd name="connsiteY16" fmla="*/ 869950 h 1456867"/>
                                  <a:gd name="connsiteX17" fmla="*/ 609714 w 914514"/>
                                  <a:gd name="connsiteY17" fmla="*/ 869950 h 1456867"/>
                                  <a:gd name="connsiteX18" fmla="*/ 607146 w 914514"/>
                                  <a:gd name="connsiteY18" fmla="*/ 574069 h 1456867"/>
                                  <a:gd name="connsiteX19" fmla="*/ 910733 w 914514"/>
                                  <a:gd name="connsiteY19" fmla="*/ 574069 h 1456867"/>
                                  <a:gd name="connsiteX20" fmla="*/ 908164 w 914514"/>
                                  <a:gd name="connsiteY20" fmla="*/ 0 h 1456867"/>
                                  <a:gd name="connsiteX0" fmla="*/ 905482 w 911832"/>
                                  <a:gd name="connsiteY0" fmla="*/ 0 h 1456867"/>
                                  <a:gd name="connsiteX1" fmla="*/ 609601 w 911832"/>
                                  <a:gd name="connsiteY1" fmla="*/ 0 h 1456867"/>
                                  <a:gd name="connsiteX2" fmla="*/ 613382 w 911832"/>
                                  <a:gd name="connsiteY2" fmla="*/ 292100 h 1456867"/>
                                  <a:gd name="connsiteX3" fmla="*/ 308582 w 911832"/>
                                  <a:gd name="connsiteY3" fmla="*/ 292100 h 1456867"/>
                                  <a:gd name="connsiteX4" fmla="*/ 308582 w 911832"/>
                                  <a:gd name="connsiteY4" fmla="*/ 0 h 1456867"/>
                                  <a:gd name="connsiteX5" fmla="*/ 3782 w 911832"/>
                                  <a:gd name="connsiteY5" fmla="*/ 0 h 1456867"/>
                                  <a:gd name="connsiteX6" fmla="*/ 3782 w 911832"/>
                                  <a:gd name="connsiteY6" fmla="*/ 577850 h 1456867"/>
                                  <a:gd name="connsiteX7" fmla="*/ 314932 w 911832"/>
                                  <a:gd name="connsiteY7" fmla="*/ 577850 h 1456867"/>
                                  <a:gd name="connsiteX8" fmla="*/ 314932 w 911832"/>
                                  <a:gd name="connsiteY8" fmla="*/ 869950 h 1456867"/>
                                  <a:gd name="connsiteX9" fmla="*/ 5139 w 911832"/>
                                  <a:gd name="connsiteY9" fmla="*/ 869950 h 1456867"/>
                                  <a:gd name="connsiteX10" fmla="*/ 0 w 911832"/>
                                  <a:gd name="connsiteY10" fmla="*/ 1454298 h 1456867"/>
                                  <a:gd name="connsiteX11" fmla="*/ 306013 w 911832"/>
                                  <a:gd name="connsiteY11" fmla="*/ 1456867 h 1456867"/>
                                  <a:gd name="connsiteX12" fmla="*/ 308582 w 911832"/>
                                  <a:gd name="connsiteY12" fmla="*/ 1163408 h 1456867"/>
                                  <a:gd name="connsiteX13" fmla="*/ 607032 w 911832"/>
                                  <a:gd name="connsiteY13" fmla="*/ 1163408 h 1456867"/>
                                  <a:gd name="connsiteX14" fmla="*/ 607032 w 911832"/>
                                  <a:gd name="connsiteY14" fmla="*/ 1441450 h 1456867"/>
                                  <a:gd name="connsiteX15" fmla="*/ 905482 w 911832"/>
                                  <a:gd name="connsiteY15" fmla="*/ 1441450 h 1456867"/>
                                  <a:gd name="connsiteX16" fmla="*/ 911832 w 911832"/>
                                  <a:gd name="connsiteY16" fmla="*/ 869950 h 1456867"/>
                                  <a:gd name="connsiteX17" fmla="*/ 607032 w 911832"/>
                                  <a:gd name="connsiteY17" fmla="*/ 869950 h 1456867"/>
                                  <a:gd name="connsiteX18" fmla="*/ 604464 w 911832"/>
                                  <a:gd name="connsiteY18" fmla="*/ 574069 h 1456867"/>
                                  <a:gd name="connsiteX19" fmla="*/ 908051 w 911832"/>
                                  <a:gd name="connsiteY19" fmla="*/ 574069 h 1456867"/>
                                  <a:gd name="connsiteX20" fmla="*/ 905482 w 911832"/>
                                  <a:gd name="connsiteY20" fmla="*/ 0 h 1456867"/>
                                  <a:gd name="connsiteX0" fmla="*/ 902913 w 909263"/>
                                  <a:gd name="connsiteY0" fmla="*/ 0 h 1456867"/>
                                  <a:gd name="connsiteX1" fmla="*/ 607032 w 909263"/>
                                  <a:gd name="connsiteY1" fmla="*/ 0 h 1456867"/>
                                  <a:gd name="connsiteX2" fmla="*/ 610813 w 909263"/>
                                  <a:gd name="connsiteY2" fmla="*/ 292100 h 1456867"/>
                                  <a:gd name="connsiteX3" fmla="*/ 306013 w 909263"/>
                                  <a:gd name="connsiteY3" fmla="*/ 292100 h 1456867"/>
                                  <a:gd name="connsiteX4" fmla="*/ 306013 w 909263"/>
                                  <a:gd name="connsiteY4" fmla="*/ 0 h 1456867"/>
                                  <a:gd name="connsiteX5" fmla="*/ 1213 w 909263"/>
                                  <a:gd name="connsiteY5" fmla="*/ 0 h 1456867"/>
                                  <a:gd name="connsiteX6" fmla="*/ 1213 w 909263"/>
                                  <a:gd name="connsiteY6" fmla="*/ 577850 h 1456867"/>
                                  <a:gd name="connsiteX7" fmla="*/ 312363 w 909263"/>
                                  <a:gd name="connsiteY7" fmla="*/ 577850 h 1456867"/>
                                  <a:gd name="connsiteX8" fmla="*/ 312363 w 909263"/>
                                  <a:gd name="connsiteY8" fmla="*/ 869950 h 1456867"/>
                                  <a:gd name="connsiteX9" fmla="*/ 2570 w 909263"/>
                                  <a:gd name="connsiteY9" fmla="*/ 869950 h 1456867"/>
                                  <a:gd name="connsiteX10" fmla="*/ 0 w 909263"/>
                                  <a:gd name="connsiteY10" fmla="*/ 1451728 h 1456867"/>
                                  <a:gd name="connsiteX11" fmla="*/ 303444 w 909263"/>
                                  <a:gd name="connsiteY11" fmla="*/ 1456867 h 1456867"/>
                                  <a:gd name="connsiteX12" fmla="*/ 306013 w 909263"/>
                                  <a:gd name="connsiteY12" fmla="*/ 1163408 h 1456867"/>
                                  <a:gd name="connsiteX13" fmla="*/ 604463 w 909263"/>
                                  <a:gd name="connsiteY13" fmla="*/ 1163408 h 1456867"/>
                                  <a:gd name="connsiteX14" fmla="*/ 604463 w 909263"/>
                                  <a:gd name="connsiteY14" fmla="*/ 1441450 h 1456867"/>
                                  <a:gd name="connsiteX15" fmla="*/ 902913 w 909263"/>
                                  <a:gd name="connsiteY15" fmla="*/ 1441450 h 1456867"/>
                                  <a:gd name="connsiteX16" fmla="*/ 909263 w 909263"/>
                                  <a:gd name="connsiteY16" fmla="*/ 869950 h 1456867"/>
                                  <a:gd name="connsiteX17" fmla="*/ 604463 w 909263"/>
                                  <a:gd name="connsiteY17" fmla="*/ 869950 h 1456867"/>
                                  <a:gd name="connsiteX18" fmla="*/ 601895 w 909263"/>
                                  <a:gd name="connsiteY18" fmla="*/ 574069 h 1456867"/>
                                  <a:gd name="connsiteX19" fmla="*/ 905482 w 909263"/>
                                  <a:gd name="connsiteY19" fmla="*/ 574069 h 1456867"/>
                                  <a:gd name="connsiteX20" fmla="*/ 902913 w 909263"/>
                                  <a:gd name="connsiteY20" fmla="*/ 0 h 1456867"/>
                                  <a:gd name="connsiteX0" fmla="*/ 902913 w 909263"/>
                                  <a:gd name="connsiteY0" fmla="*/ 0 h 1456867"/>
                                  <a:gd name="connsiteX1" fmla="*/ 607032 w 909263"/>
                                  <a:gd name="connsiteY1" fmla="*/ 0 h 1456867"/>
                                  <a:gd name="connsiteX2" fmla="*/ 610813 w 909263"/>
                                  <a:gd name="connsiteY2" fmla="*/ 292100 h 1456867"/>
                                  <a:gd name="connsiteX3" fmla="*/ 306013 w 909263"/>
                                  <a:gd name="connsiteY3" fmla="*/ 292100 h 1456867"/>
                                  <a:gd name="connsiteX4" fmla="*/ 306013 w 909263"/>
                                  <a:gd name="connsiteY4" fmla="*/ 0 h 1456867"/>
                                  <a:gd name="connsiteX5" fmla="*/ 1213 w 909263"/>
                                  <a:gd name="connsiteY5" fmla="*/ 0 h 1456867"/>
                                  <a:gd name="connsiteX6" fmla="*/ 1213 w 909263"/>
                                  <a:gd name="connsiteY6" fmla="*/ 577850 h 1456867"/>
                                  <a:gd name="connsiteX7" fmla="*/ 312363 w 909263"/>
                                  <a:gd name="connsiteY7" fmla="*/ 577850 h 1456867"/>
                                  <a:gd name="connsiteX8" fmla="*/ 312363 w 909263"/>
                                  <a:gd name="connsiteY8" fmla="*/ 869950 h 1456867"/>
                                  <a:gd name="connsiteX9" fmla="*/ 2570 w 909263"/>
                                  <a:gd name="connsiteY9" fmla="*/ 869950 h 1456867"/>
                                  <a:gd name="connsiteX10" fmla="*/ 0 w 909263"/>
                                  <a:gd name="connsiteY10" fmla="*/ 1454298 h 1456867"/>
                                  <a:gd name="connsiteX11" fmla="*/ 303444 w 909263"/>
                                  <a:gd name="connsiteY11" fmla="*/ 1456867 h 1456867"/>
                                  <a:gd name="connsiteX12" fmla="*/ 306013 w 909263"/>
                                  <a:gd name="connsiteY12" fmla="*/ 1163408 h 1456867"/>
                                  <a:gd name="connsiteX13" fmla="*/ 604463 w 909263"/>
                                  <a:gd name="connsiteY13" fmla="*/ 1163408 h 1456867"/>
                                  <a:gd name="connsiteX14" fmla="*/ 604463 w 909263"/>
                                  <a:gd name="connsiteY14" fmla="*/ 1441450 h 1456867"/>
                                  <a:gd name="connsiteX15" fmla="*/ 902913 w 909263"/>
                                  <a:gd name="connsiteY15" fmla="*/ 1441450 h 1456867"/>
                                  <a:gd name="connsiteX16" fmla="*/ 909263 w 909263"/>
                                  <a:gd name="connsiteY16" fmla="*/ 869950 h 1456867"/>
                                  <a:gd name="connsiteX17" fmla="*/ 604463 w 909263"/>
                                  <a:gd name="connsiteY17" fmla="*/ 869950 h 1456867"/>
                                  <a:gd name="connsiteX18" fmla="*/ 601895 w 909263"/>
                                  <a:gd name="connsiteY18" fmla="*/ 574069 h 1456867"/>
                                  <a:gd name="connsiteX19" fmla="*/ 905482 w 909263"/>
                                  <a:gd name="connsiteY19" fmla="*/ 574069 h 1456867"/>
                                  <a:gd name="connsiteX20" fmla="*/ 902913 w 909263"/>
                                  <a:gd name="connsiteY20" fmla="*/ 0 h 1456867"/>
                                  <a:gd name="connsiteX0" fmla="*/ 902913 w 909263"/>
                                  <a:gd name="connsiteY0" fmla="*/ 0 h 1456867"/>
                                  <a:gd name="connsiteX1" fmla="*/ 607032 w 909263"/>
                                  <a:gd name="connsiteY1" fmla="*/ 0 h 1456867"/>
                                  <a:gd name="connsiteX2" fmla="*/ 610813 w 909263"/>
                                  <a:gd name="connsiteY2" fmla="*/ 292100 h 1456867"/>
                                  <a:gd name="connsiteX3" fmla="*/ 306013 w 909263"/>
                                  <a:gd name="connsiteY3" fmla="*/ 292100 h 1456867"/>
                                  <a:gd name="connsiteX4" fmla="*/ 306013 w 909263"/>
                                  <a:gd name="connsiteY4" fmla="*/ 0 h 1456867"/>
                                  <a:gd name="connsiteX5" fmla="*/ 1213 w 909263"/>
                                  <a:gd name="connsiteY5" fmla="*/ 0 h 1456867"/>
                                  <a:gd name="connsiteX6" fmla="*/ 1213 w 909263"/>
                                  <a:gd name="connsiteY6" fmla="*/ 577850 h 1456867"/>
                                  <a:gd name="connsiteX7" fmla="*/ 312363 w 909263"/>
                                  <a:gd name="connsiteY7" fmla="*/ 577850 h 1456867"/>
                                  <a:gd name="connsiteX8" fmla="*/ 312363 w 909263"/>
                                  <a:gd name="connsiteY8" fmla="*/ 869950 h 1456867"/>
                                  <a:gd name="connsiteX9" fmla="*/ 2570 w 909263"/>
                                  <a:gd name="connsiteY9" fmla="*/ 869950 h 1456867"/>
                                  <a:gd name="connsiteX10" fmla="*/ 0 w 909263"/>
                                  <a:gd name="connsiteY10" fmla="*/ 1454298 h 1456867"/>
                                  <a:gd name="connsiteX11" fmla="*/ 303444 w 909263"/>
                                  <a:gd name="connsiteY11" fmla="*/ 1456867 h 1456867"/>
                                  <a:gd name="connsiteX12" fmla="*/ 306013 w 909263"/>
                                  <a:gd name="connsiteY12" fmla="*/ 1163408 h 1456867"/>
                                  <a:gd name="connsiteX13" fmla="*/ 604463 w 909263"/>
                                  <a:gd name="connsiteY13" fmla="*/ 1163408 h 1456867"/>
                                  <a:gd name="connsiteX14" fmla="*/ 604463 w 909263"/>
                                  <a:gd name="connsiteY14" fmla="*/ 1451728 h 1456867"/>
                                  <a:gd name="connsiteX15" fmla="*/ 902913 w 909263"/>
                                  <a:gd name="connsiteY15" fmla="*/ 1441450 h 1456867"/>
                                  <a:gd name="connsiteX16" fmla="*/ 909263 w 909263"/>
                                  <a:gd name="connsiteY16" fmla="*/ 869950 h 1456867"/>
                                  <a:gd name="connsiteX17" fmla="*/ 604463 w 909263"/>
                                  <a:gd name="connsiteY17" fmla="*/ 869950 h 1456867"/>
                                  <a:gd name="connsiteX18" fmla="*/ 601895 w 909263"/>
                                  <a:gd name="connsiteY18" fmla="*/ 574069 h 1456867"/>
                                  <a:gd name="connsiteX19" fmla="*/ 905482 w 909263"/>
                                  <a:gd name="connsiteY19" fmla="*/ 574069 h 1456867"/>
                                  <a:gd name="connsiteX20" fmla="*/ 902913 w 909263"/>
                                  <a:gd name="connsiteY20" fmla="*/ 0 h 1456867"/>
                                  <a:gd name="connsiteX0" fmla="*/ 902913 w 909263"/>
                                  <a:gd name="connsiteY0" fmla="*/ 0 h 1456867"/>
                                  <a:gd name="connsiteX1" fmla="*/ 607032 w 909263"/>
                                  <a:gd name="connsiteY1" fmla="*/ 0 h 1456867"/>
                                  <a:gd name="connsiteX2" fmla="*/ 610813 w 909263"/>
                                  <a:gd name="connsiteY2" fmla="*/ 292100 h 1456867"/>
                                  <a:gd name="connsiteX3" fmla="*/ 306013 w 909263"/>
                                  <a:gd name="connsiteY3" fmla="*/ 292100 h 1456867"/>
                                  <a:gd name="connsiteX4" fmla="*/ 306013 w 909263"/>
                                  <a:gd name="connsiteY4" fmla="*/ 0 h 1456867"/>
                                  <a:gd name="connsiteX5" fmla="*/ 1213 w 909263"/>
                                  <a:gd name="connsiteY5" fmla="*/ 0 h 1456867"/>
                                  <a:gd name="connsiteX6" fmla="*/ 1213 w 909263"/>
                                  <a:gd name="connsiteY6" fmla="*/ 577850 h 1456867"/>
                                  <a:gd name="connsiteX7" fmla="*/ 312363 w 909263"/>
                                  <a:gd name="connsiteY7" fmla="*/ 577850 h 1456867"/>
                                  <a:gd name="connsiteX8" fmla="*/ 312363 w 909263"/>
                                  <a:gd name="connsiteY8" fmla="*/ 869950 h 1456867"/>
                                  <a:gd name="connsiteX9" fmla="*/ 2570 w 909263"/>
                                  <a:gd name="connsiteY9" fmla="*/ 869950 h 1456867"/>
                                  <a:gd name="connsiteX10" fmla="*/ 0 w 909263"/>
                                  <a:gd name="connsiteY10" fmla="*/ 1454298 h 1456867"/>
                                  <a:gd name="connsiteX11" fmla="*/ 303444 w 909263"/>
                                  <a:gd name="connsiteY11" fmla="*/ 1456867 h 1456867"/>
                                  <a:gd name="connsiteX12" fmla="*/ 306013 w 909263"/>
                                  <a:gd name="connsiteY12" fmla="*/ 1163408 h 1456867"/>
                                  <a:gd name="connsiteX13" fmla="*/ 604463 w 909263"/>
                                  <a:gd name="connsiteY13" fmla="*/ 1163408 h 1456867"/>
                                  <a:gd name="connsiteX14" fmla="*/ 604463 w 909263"/>
                                  <a:gd name="connsiteY14" fmla="*/ 1451728 h 1456867"/>
                                  <a:gd name="connsiteX15" fmla="*/ 900345 w 909263"/>
                                  <a:gd name="connsiteY15" fmla="*/ 1451728 h 1456867"/>
                                  <a:gd name="connsiteX16" fmla="*/ 909263 w 909263"/>
                                  <a:gd name="connsiteY16" fmla="*/ 869950 h 1456867"/>
                                  <a:gd name="connsiteX17" fmla="*/ 604463 w 909263"/>
                                  <a:gd name="connsiteY17" fmla="*/ 869950 h 1456867"/>
                                  <a:gd name="connsiteX18" fmla="*/ 601895 w 909263"/>
                                  <a:gd name="connsiteY18" fmla="*/ 574069 h 1456867"/>
                                  <a:gd name="connsiteX19" fmla="*/ 905482 w 909263"/>
                                  <a:gd name="connsiteY19" fmla="*/ 574069 h 1456867"/>
                                  <a:gd name="connsiteX20" fmla="*/ 902913 w 909263"/>
                                  <a:gd name="connsiteY20" fmla="*/ 0 h 1456867"/>
                                  <a:gd name="connsiteX0" fmla="*/ 902913 w 909263"/>
                                  <a:gd name="connsiteY0" fmla="*/ 0 h 1456867"/>
                                  <a:gd name="connsiteX1" fmla="*/ 607032 w 909263"/>
                                  <a:gd name="connsiteY1" fmla="*/ 0 h 1456867"/>
                                  <a:gd name="connsiteX2" fmla="*/ 610813 w 909263"/>
                                  <a:gd name="connsiteY2" fmla="*/ 292100 h 1456867"/>
                                  <a:gd name="connsiteX3" fmla="*/ 306013 w 909263"/>
                                  <a:gd name="connsiteY3" fmla="*/ 292100 h 1456867"/>
                                  <a:gd name="connsiteX4" fmla="*/ 306013 w 909263"/>
                                  <a:gd name="connsiteY4" fmla="*/ 0 h 1456867"/>
                                  <a:gd name="connsiteX5" fmla="*/ 1213 w 909263"/>
                                  <a:gd name="connsiteY5" fmla="*/ 0 h 1456867"/>
                                  <a:gd name="connsiteX6" fmla="*/ 1213 w 909263"/>
                                  <a:gd name="connsiteY6" fmla="*/ 577850 h 1456867"/>
                                  <a:gd name="connsiteX7" fmla="*/ 312363 w 909263"/>
                                  <a:gd name="connsiteY7" fmla="*/ 577850 h 1456867"/>
                                  <a:gd name="connsiteX8" fmla="*/ 312363 w 909263"/>
                                  <a:gd name="connsiteY8" fmla="*/ 869950 h 1456867"/>
                                  <a:gd name="connsiteX9" fmla="*/ 2570 w 909263"/>
                                  <a:gd name="connsiteY9" fmla="*/ 869950 h 1456867"/>
                                  <a:gd name="connsiteX10" fmla="*/ 0 w 909263"/>
                                  <a:gd name="connsiteY10" fmla="*/ 1454298 h 1456867"/>
                                  <a:gd name="connsiteX11" fmla="*/ 303444 w 909263"/>
                                  <a:gd name="connsiteY11" fmla="*/ 1456867 h 1456867"/>
                                  <a:gd name="connsiteX12" fmla="*/ 306013 w 909263"/>
                                  <a:gd name="connsiteY12" fmla="*/ 1163408 h 1456867"/>
                                  <a:gd name="connsiteX13" fmla="*/ 604463 w 909263"/>
                                  <a:gd name="connsiteY13" fmla="*/ 1163408 h 1456867"/>
                                  <a:gd name="connsiteX14" fmla="*/ 604463 w 909263"/>
                                  <a:gd name="connsiteY14" fmla="*/ 1451728 h 1456867"/>
                                  <a:gd name="connsiteX15" fmla="*/ 905482 w 909263"/>
                                  <a:gd name="connsiteY15" fmla="*/ 1451728 h 1456867"/>
                                  <a:gd name="connsiteX16" fmla="*/ 909263 w 909263"/>
                                  <a:gd name="connsiteY16" fmla="*/ 869950 h 1456867"/>
                                  <a:gd name="connsiteX17" fmla="*/ 604463 w 909263"/>
                                  <a:gd name="connsiteY17" fmla="*/ 869950 h 1456867"/>
                                  <a:gd name="connsiteX18" fmla="*/ 601895 w 909263"/>
                                  <a:gd name="connsiteY18" fmla="*/ 574069 h 1456867"/>
                                  <a:gd name="connsiteX19" fmla="*/ 905482 w 909263"/>
                                  <a:gd name="connsiteY19" fmla="*/ 574069 h 1456867"/>
                                  <a:gd name="connsiteX20" fmla="*/ 902913 w 909263"/>
                                  <a:gd name="connsiteY20" fmla="*/ 0 h 1456867"/>
                                  <a:gd name="connsiteX0" fmla="*/ 902913 w 909263"/>
                                  <a:gd name="connsiteY0" fmla="*/ 0 h 1456867"/>
                                  <a:gd name="connsiteX1" fmla="*/ 607032 w 909263"/>
                                  <a:gd name="connsiteY1" fmla="*/ 0 h 1456867"/>
                                  <a:gd name="connsiteX2" fmla="*/ 610813 w 909263"/>
                                  <a:gd name="connsiteY2" fmla="*/ 292100 h 1456867"/>
                                  <a:gd name="connsiteX3" fmla="*/ 306013 w 909263"/>
                                  <a:gd name="connsiteY3" fmla="*/ 292100 h 1456867"/>
                                  <a:gd name="connsiteX4" fmla="*/ 306013 w 909263"/>
                                  <a:gd name="connsiteY4" fmla="*/ 0 h 1456867"/>
                                  <a:gd name="connsiteX5" fmla="*/ 1213 w 909263"/>
                                  <a:gd name="connsiteY5" fmla="*/ 0 h 1456867"/>
                                  <a:gd name="connsiteX6" fmla="*/ 1213 w 909263"/>
                                  <a:gd name="connsiteY6" fmla="*/ 577850 h 1456867"/>
                                  <a:gd name="connsiteX7" fmla="*/ 312363 w 909263"/>
                                  <a:gd name="connsiteY7" fmla="*/ 577850 h 1456867"/>
                                  <a:gd name="connsiteX8" fmla="*/ 312363 w 909263"/>
                                  <a:gd name="connsiteY8" fmla="*/ 869950 h 1456867"/>
                                  <a:gd name="connsiteX9" fmla="*/ 2570 w 909263"/>
                                  <a:gd name="connsiteY9" fmla="*/ 869950 h 1456867"/>
                                  <a:gd name="connsiteX10" fmla="*/ 0 w 909263"/>
                                  <a:gd name="connsiteY10" fmla="*/ 1454298 h 1456867"/>
                                  <a:gd name="connsiteX11" fmla="*/ 303444 w 909263"/>
                                  <a:gd name="connsiteY11" fmla="*/ 1456867 h 1456867"/>
                                  <a:gd name="connsiteX12" fmla="*/ 306013 w 909263"/>
                                  <a:gd name="connsiteY12" fmla="*/ 1163408 h 1456867"/>
                                  <a:gd name="connsiteX13" fmla="*/ 604463 w 909263"/>
                                  <a:gd name="connsiteY13" fmla="*/ 1163408 h 1456867"/>
                                  <a:gd name="connsiteX14" fmla="*/ 604463 w 909263"/>
                                  <a:gd name="connsiteY14" fmla="*/ 1451728 h 1456867"/>
                                  <a:gd name="connsiteX15" fmla="*/ 905482 w 909263"/>
                                  <a:gd name="connsiteY15" fmla="*/ 1451728 h 1456867"/>
                                  <a:gd name="connsiteX16" fmla="*/ 909263 w 909263"/>
                                  <a:gd name="connsiteY16" fmla="*/ 869950 h 1456867"/>
                                  <a:gd name="connsiteX17" fmla="*/ 604463 w 909263"/>
                                  <a:gd name="connsiteY17" fmla="*/ 869950 h 1456867"/>
                                  <a:gd name="connsiteX18" fmla="*/ 601895 w 909263"/>
                                  <a:gd name="connsiteY18" fmla="*/ 574069 h 1456867"/>
                                  <a:gd name="connsiteX19" fmla="*/ 902913 w 909263"/>
                                  <a:gd name="connsiteY19" fmla="*/ 574069 h 1456867"/>
                                  <a:gd name="connsiteX20" fmla="*/ 902913 w 909263"/>
                                  <a:gd name="connsiteY20" fmla="*/ 0 h 14568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909263" h="1456867">
                                    <a:moveTo>
                                      <a:pt x="902913" y="0"/>
                                    </a:moveTo>
                                    <a:lnTo>
                                      <a:pt x="607032" y="0"/>
                                    </a:lnTo>
                                    <a:cubicBezTo>
                                      <a:pt x="608292" y="97367"/>
                                      <a:pt x="609553" y="194733"/>
                                      <a:pt x="610813" y="292100"/>
                                    </a:cubicBezTo>
                                    <a:lnTo>
                                      <a:pt x="306013" y="292100"/>
                                    </a:lnTo>
                                    <a:lnTo>
                                      <a:pt x="306013" y="0"/>
                                    </a:lnTo>
                                    <a:lnTo>
                                      <a:pt x="1213" y="0"/>
                                    </a:lnTo>
                                    <a:lnTo>
                                      <a:pt x="1213" y="577850"/>
                                    </a:lnTo>
                                    <a:lnTo>
                                      <a:pt x="312363" y="577850"/>
                                    </a:lnTo>
                                    <a:lnTo>
                                      <a:pt x="312363" y="869950"/>
                                    </a:lnTo>
                                    <a:lnTo>
                                      <a:pt x="2570" y="869950"/>
                                    </a:lnTo>
                                    <a:cubicBezTo>
                                      <a:pt x="1714" y="1065589"/>
                                      <a:pt x="856" y="1258659"/>
                                      <a:pt x="0" y="1454298"/>
                                    </a:cubicBezTo>
                                    <a:lnTo>
                                      <a:pt x="303444" y="1456867"/>
                                    </a:lnTo>
                                    <a:cubicBezTo>
                                      <a:pt x="304300" y="1359047"/>
                                      <a:pt x="305157" y="1261228"/>
                                      <a:pt x="306013" y="1163408"/>
                                    </a:cubicBezTo>
                                    <a:lnTo>
                                      <a:pt x="604463" y="1163408"/>
                                    </a:lnTo>
                                    <a:lnTo>
                                      <a:pt x="604463" y="1451728"/>
                                    </a:lnTo>
                                    <a:lnTo>
                                      <a:pt x="905482" y="1451728"/>
                                    </a:lnTo>
                                    <a:cubicBezTo>
                                      <a:pt x="907599" y="1261228"/>
                                      <a:pt x="907146" y="1060450"/>
                                      <a:pt x="909263" y="869950"/>
                                    </a:cubicBezTo>
                                    <a:lnTo>
                                      <a:pt x="604463" y="869950"/>
                                    </a:lnTo>
                                    <a:lnTo>
                                      <a:pt x="601895" y="574069"/>
                                    </a:lnTo>
                                    <a:lnTo>
                                      <a:pt x="902913" y="574069"/>
                                    </a:lnTo>
                                    <a:cubicBezTo>
                                      <a:pt x="902057" y="381856"/>
                                      <a:pt x="903769" y="192213"/>
                                      <a:pt x="90291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00">
                                  <a:alpha val="45000"/>
                                </a:srgbClr>
                              </a:solidFill>
                              <a:ln w="12700" cap="sq">
                                <a:solidFill>
                                  <a:srgbClr val="008000">
                                    <a:alpha val="45000"/>
                                  </a:srgb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5" o:spid="_x0000_s1026" style="position:absolute;margin-left:23.45pt;margin-top:.65pt;width:70.8pt;height:113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09263,14568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" path="m902913,0l607032,0c608292,97367,609553,194733,610813,292100l306013,292100,306013,,1213,,1213,577850,312363,577850,312363,869950,2570,869950c1714,1065589,856,1258659,,1454298l303444,1456867c304300,1359047,305157,1261228,306013,1163408l604463,1163408,604463,1451728,905482,1451728c907599,1261228,907146,1060450,909263,869950l604463,869950,601895,574069,902913,574069c902057,381856,903769,192213,902913,0xe" fillcolor="green" strokecolor="green" strokeweight="1pt">
                      <v:fill opacity="29555f"/>
                      <v:stroke opacity="29555f" endcap="square"/>
                      <v:path arrowok="t" o:connecttype="custom" o:connectlocs="892881,0;600287,0;604026,288770;302613,288770;302613,0;1200,0;1200,571262;308892,571262;308892,860032;2541,860032;0,1437717;300072,1440257;302613,1150144;597747,1150144;597747,1435177;895421,1435177;899160,860032;597747,860032;595207,567524;892881,567524;892881,0" o:connectangles="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476" w:type="dxa"/>
          </w:tcPr>
          <w:p w14:paraId="4550CB30" w14:textId="5CC710CC" w:rsidR="00F65DD6" w:rsidRPr="00451E94" w:rsidRDefault="00F65DD6" w:rsidP="00451E94"/>
        </w:tc>
        <w:tc>
          <w:tcPr>
            <w:tcW w:w="475" w:type="dxa"/>
          </w:tcPr>
          <w:p w14:paraId="478FD0DF" w14:textId="77777777" w:rsidR="00F65DD6" w:rsidRPr="00451E94" w:rsidRDefault="00F65DD6" w:rsidP="00451E94"/>
        </w:tc>
        <w:tc>
          <w:tcPr>
            <w:tcW w:w="476" w:type="dxa"/>
          </w:tcPr>
          <w:p w14:paraId="734CCC15" w14:textId="77777777" w:rsidR="00F65DD6" w:rsidRPr="00451E94" w:rsidRDefault="00F65DD6" w:rsidP="00451E94"/>
        </w:tc>
        <w:tc>
          <w:tcPr>
            <w:tcW w:w="475" w:type="dxa"/>
          </w:tcPr>
          <w:p w14:paraId="643E2FFF" w14:textId="77777777" w:rsidR="00F65DD6" w:rsidRPr="00451E94" w:rsidRDefault="00F65DD6" w:rsidP="00451E94"/>
        </w:tc>
        <w:tc>
          <w:tcPr>
            <w:tcW w:w="476" w:type="dxa"/>
          </w:tcPr>
          <w:p w14:paraId="40C438E8" w14:textId="77777777" w:rsidR="00F65DD6" w:rsidRPr="00451E94" w:rsidRDefault="00F65DD6" w:rsidP="00451E94"/>
        </w:tc>
        <w:tc>
          <w:tcPr>
            <w:tcW w:w="475" w:type="dxa"/>
          </w:tcPr>
          <w:p w14:paraId="42C7EC01" w14:textId="77777777" w:rsidR="00F65DD6" w:rsidRPr="00451E94" w:rsidRDefault="00F65DD6" w:rsidP="00451E94"/>
        </w:tc>
        <w:tc>
          <w:tcPr>
            <w:tcW w:w="476" w:type="dxa"/>
          </w:tcPr>
          <w:p w14:paraId="0AB5C665" w14:textId="77777777" w:rsidR="00F65DD6" w:rsidRPr="00451E94" w:rsidRDefault="00F65DD6" w:rsidP="00451E94"/>
        </w:tc>
        <w:tc>
          <w:tcPr>
            <w:tcW w:w="475" w:type="dxa"/>
          </w:tcPr>
          <w:p w14:paraId="7A88D6F9" w14:textId="77777777" w:rsidR="00F65DD6" w:rsidRPr="00451E94" w:rsidRDefault="00F65DD6" w:rsidP="00451E94"/>
        </w:tc>
        <w:tc>
          <w:tcPr>
            <w:tcW w:w="476" w:type="dxa"/>
          </w:tcPr>
          <w:p w14:paraId="6EABF6D4" w14:textId="77777777" w:rsidR="00F65DD6" w:rsidRPr="00451E94" w:rsidRDefault="00F65DD6" w:rsidP="00451E94"/>
        </w:tc>
        <w:tc>
          <w:tcPr>
            <w:tcW w:w="475" w:type="dxa"/>
          </w:tcPr>
          <w:p w14:paraId="56292444" w14:textId="77777777" w:rsidR="00F65DD6" w:rsidRPr="00451E94" w:rsidRDefault="00F65DD6" w:rsidP="00451E94"/>
        </w:tc>
        <w:tc>
          <w:tcPr>
            <w:tcW w:w="476" w:type="dxa"/>
          </w:tcPr>
          <w:p w14:paraId="03612B49" w14:textId="77777777" w:rsidR="00F65DD6" w:rsidRPr="00451E94" w:rsidRDefault="00F65DD6" w:rsidP="00451E94"/>
        </w:tc>
        <w:tc>
          <w:tcPr>
            <w:tcW w:w="475" w:type="dxa"/>
          </w:tcPr>
          <w:p w14:paraId="41C6362F" w14:textId="701A9F58" w:rsidR="00F65DD6" w:rsidRPr="00451E94" w:rsidRDefault="00F65DD6" w:rsidP="00451E94"/>
        </w:tc>
        <w:tc>
          <w:tcPr>
            <w:tcW w:w="476" w:type="dxa"/>
          </w:tcPr>
          <w:p w14:paraId="6C19786C" w14:textId="77777777" w:rsidR="00F65DD6" w:rsidRPr="00451E94" w:rsidRDefault="00F65DD6" w:rsidP="00451E94"/>
        </w:tc>
        <w:tc>
          <w:tcPr>
            <w:tcW w:w="475" w:type="dxa"/>
          </w:tcPr>
          <w:p w14:paraId="282DAEC9" w14:textId="77777777" w:rsidR="00F65DD6" w:rsidRPr="00451E94" w:rsidRDefault="00F65DD6" w:rsidP="00451E94"/>
        </w:tc>
        <w:tc>
          <w:tcPr>
            <w:tcW w:w="476" w:type="dxa"/>
          </w:tcPr>
          <w:p w14:paraId="7B97300E" w14:textId="77777777" w:rsidR="00F65DD6" w:rsidRPr="00451E94" w:rsidRDefault="00F65DD6" w:rsidP="00451E94"/>
        </w:tc>
        <w:tc>
          <w:tcPr>
            <w:tcW w:w="475" w:type="dxa"/>
          </w:tcPr>
          <w:p w14:paraId="721B7D86" w14:textId="77777777" w:rsidR="00F65DD6" w:rsidRPr="00451E94" w:rsidRDefault="00F65DD6" w:rsidP="00451E94"/>
        </w:tc>
        <w:tc>
          <w:tcPr>
            <w:tcW w:w="476" w:type="dxa"/>
          </w:tcPr>
          <w:p w14:paraId="23AB6203" w14:textId="77777777" w:rsidR="00F65DD6" w:rsidRPr="00451E94" w:rsidRDefault="00F65DD6" w:rsidP="00451E94"/>
        </w:tc>
      </w:tr>
      <w:tr w:rsidR="00451E94" w:rsidRPr="00451E94" w14:paraId="3C082F28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0AB93DDE" w14:textId="77777777" w:rsidR="00F65DD6" w:rsidRPr="00451E94" w:rsidRDefault="00F65DD6" w:rsidP="00451E94"/>
        </w:tc>
        <w:tc>
          <w:tcPr>
            <w:tcW w:w="476" w:type="dxa"/>
          </w:tcPr>
          <w:p w14:paraId="7F871F79" w14:textId="77777777" w:rsidR="00F65DD6" w:rsidRPr="00451E94" w:rsidRDefault="00F65DD6" w:rsidP="00451E94"/>
        </w:tc>
        <w:tc>
          <w:tcPr>
            <w:tcW w:w="475" w:type="dxa"/>
          </w:tcPr>
          <w:p w14:paraId="7DCF68A4" w14:textId="77777777" w:rsidR="00F65DD6" w:rsidRPr="00451E94" w:rsidRDefault="00F65DD6" w:rsidP="00451E94"/>
        </w:tc>
        <w:tc>
          <w:tcPr>
            <w:tcW w:w="476" w:type="dxa"/>
          </w:tcPr>
          <w:p w14:paraId="18EE5198" w14:textId="77777777" w:rsidR="00F65DD6" w:rsidRPr="00451E94" w:rsidRDefault="00F65DD6" w:rsidP="00451E94"/>
        </w:tc>
        <w:tc>
          <w:tcPr>
            <w:tcW w:w="475" w:type="dxa"/>
          </w:tcPr>
          <w:p w14:paraId="09BCEAFF" w14:textId="77777777" w:rsidR="00F65DD6" w:rsidRPr="00451E94" w:rsidRDefault="00F65DD6" w:rsidP="00451E94"/>
        </w:tc>
        <w:tc>
          <w:tcPr>
            <w:tcW w:w="476" w:type="dxa"/>
          </w:tcPr>
          <w:p w14:paraId="2F8FE3A6" w14:textId="77777777" w:rsidR="00F65DD6" w:rsidRPr="00451E94" w:rsidRDefault="00F65DD6" w:rsidP="00451E94"/>
        </w:tc>
        <w:tc>
          <w:tcPr>
            <w:tcW w:w="475" w:type="dxa"/>
          </w:tcPr>
          <w:p w14:paraId="3E1D14D2" w14:textId="77777777" w:rsidR="00F65DD6" w:rsidRPr="00451E94" w:rsidRDefault="00F65DD6" w:rsidP="00451E94"/>
        </w:tc>
        <w:tc>
          <w:tcPr>
            <w:tcW w:w="476" w:type="dxa"/>
          </w:tcPr>
          <w:p w14:paraId="7CB49AFF" w14:textId="77777777" w:rsidR="00F65DD6" w:rsidRPr="00451E94" w:rsidRDefault="00F65DD6" w:rsidP="00451E94"/>
        </w:tc>
        <w:tc>
          <w:tcPr>
            <w:tcW w:w="475" w:type="dxa"/>
          </w:tcPr>
          <w:p w14:paraId="37AB1941" w14:textId="77777777" w:rsidR="00F65DD6" w:rsidRPr="00451E94" w:rsidRDefault="00F65DD6" w:rsidP="00451E94"/>
        </w:tc>
        <w:tc>
          <w:tcPr>
            <w:tcW w:w="476" w:type="dxa"/>
          </w:tcPr>
          <w:p w14:paraId="39F4ACC1" w14:textId="77777777" w:rsidR="00F65DD6" w:rsidRPr="00451E94" w:rsidRDefault="00F65DD6" w:rsidP="00451E94"/>
        </w:tc>
        <w:tc>
          <w:tcPr>
            <w:tcW w:w="475" w:type="dxa"/>
          </w:tcPr>
          <w:p w14:paraId="7A942F4B" w14:textId="77777777" w:rsidR="00F65DD6" w:rsidRPr="00451E94" w:rsidRDefault="00F65DD6" w:rsidP="00451E94"/>
        </w:tc>
        <w:tc>
          <w:tcPr>
            <w:tcW w:w="476" w:type="dxa"/>
          </w:tcPr>
          <w:p w14:paraId="21E73F84" w14:textId="05D97B9F" w:rsidR="00F65DD6" w:rsidRPr="00451E94" w:rsidRDefault="00F65DD6" w:rsidP="00451E94"/>
        </w:tc>
        <w:tc>
          <w:tcPr>
            <w:tcW w:w="475" w:type="dxa"/>
          </w:tcPr>
          <w:p w14:paraId="3F7C7AC1" w14:textId="455E6151" w:rsidR="00F65DD6" w:rsidRPr="00451E94" w:rsidRDefault="00F65DD6" w:rsidP="00451E94"/>
        </w:tc>
        <w:tc>
          <w:tcPr>
            <w:tcW w:w="476" w:type="dxa"/>
          </w:tcPr>
          <w:p w14:paraId="257E02C0" w14:textId="50C844D4" w:rsidR="00F65DD6" w:rsidRPr="00451E94" w:rsidRDefault="00BE6196" w:rsidP="00451E9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1D1220C" wp14:editId="53FF101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8255</wp:posOffset>
                      </wp:positionV>
                      <wp:extent cx="1485327" cy="858520"/>
                      <wp:effectExtent l="0" t="0" r="13335" b="30480"/>
                      <wp:wrapNone/>
                      <wp:docPr id="6" name="Freeform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327" cy="858520"/>
                              </a:xfrm>
                              <a:custGeom>
                                <a:avLst/>
                                <a:gdLst>
                                  <a:gd name="connsiteX0" fmla="*/ 1200150 w 1498600"/>
                                  <a:gd name="connsiteY0" fmla="*/ 0 h 863600"/>
                                  <a:gd name="connsiteX1" fmla="*/ 901700 w 1498600"/>
                                  <a:gd name="connsiteY1" fmla="*/ 0 h 863600"/>
                                  <a:gd name="connsiteX2" fmla="*/ 908050 w 1498600"/>
                                  <a:gd name="connsiteY2" fmla="*/ 285750 h 863600"/>
                                  <a:gd name="connsiteX3" fmla="*/ 603250 w 1498600"/>
                                  <a:gd name="connsiteY3" fmla="*/ 285750 h 863600"/>
                                  <a:gd name="connsiteX4" fmla="*/ 603250 w 1498600"/>
                                  <a:gd name="connsiteY4" fmla="*/ 0 h 863600"/>
                                  <a:gd name="connsiteX5" fmla="*/ 298450 w 1498600"/>
                                  <a:gd name="connsiteY5" fmla="*/ 0 h 863600"/>
                                  <a:gd name="connsiteX6" fmla="*/ 304800 w 1498600"/>
                                  <a:gd name="connsiteY6" fmla="*/ 285750 h 863600"/>
                                  <a:gd name="connsiteX7" fmla="*/ 0 w 1498600"/>
                                  <a:gd name="connsiteY7" fmla="*/ 285750 h 863600"/>
                                  <a:gd name="connsiteX8" fmla="*/ 6350 w 1498600"/>
                                  <a:gd name="connsiteY8" fmla="*/ 577850 h 863600"/>
                                  <a:gd name="connsiteX9" fmla="*/ 298450 w 1498600"/>
                                  <a:gd name="connsiteY9" fmla="*/ 577850 h 863600"/>
                                  <a:gd name="connsiteX10" fmla="*/ 298450 w 1498600"/>
                                  <a:gd name="connsiteY10" fmla="*/ 863600 h 863600"/>
                                  <a:gd name="connsiteX11" fmla="*/ 603250 w 1498600"/>
                                  <a:gd name="connsiteY11" fmla="*/ 863600 h 863600"/>
                                  <a:gd name="connsiteX12" fmla="*/ 603250 w 1498600"/>
                                  <a:gd name="connsiteY12" fmla="*/ 577850 h 863600"/>
                                  <a:gd name="connsiteX13" fmla="*/ 901700 w 1498600"/>
                                  <a:gd name="connsiteY13" fmla="*/ 577850 h 863600"/>
                                  <a:gd name="connsiteX14" fmla="*/ 901700 w 1498600"/>
                                  <a:gd name="connsiteY14" fmla="*/ 863600 h 863600"/>
                                  <a:gd name="connsiteX15" fmla="*/ 1200150 w 1498600"/>
                                  <a:gd name="connsiteY15" fmla="*/ 863600 h 863600"/>
                                  <a:gd name="connsiteX16" fmla="*/ 1200150 w 1498600"/>
                                  <a:gd name="connsiteY16" fmla="*/ 577850 h 863600"/>
                                  <a:gd name="connsiteX17" fmla="*/ 1498600 w 1498600"/>
                                  <a:gd name="connsiteY17" fmla="*/ 577850 h 863600"/>
                                  <a:gd name="connsiteX18" fmla="*/ 1498600 w 1498600"/>
                                  <a:gd name="connsiteY18" fmla="*/ 285750 h 863600"/>
                                  <a:gd name="connsiteX19" fmla="*/ 1200150 w 1498600"/>
                                  <a:gd name="connsiteY19" fmla="*/ 285750 h 863600"/>
                                  <a:gd name="connsiteX20" fmla="*/ 1200150 w 1498600"/>
                                  <a:gd name="connsiteY20" fmla="*/ 0 h 863600"/>
                                  <a:gd name="connsiteX0" fmla="*/ 1200150 w 1498600"/>
                                  <a:gd name="connsiteY0" fmla="*/ 0 h 863600"/>
                                  <a:gd name="connsiteX1" fmla="*/ 901700 w 1498600"/>
                                  <a:gd name="connsiteY1" fmla="*/ 0 h 863600"/>
                                  <a:gd name="connsiteX2" fmla="*/ 905487 w 1498600"/>
                                  <a:gd name="connsiteY2" fmla="*/ 285750 h 863600"/>
                                  <a:gd name="connsiteX3" fmla="*/ 603250 w 1498600"/>
                                  <a:gd name="connsiteY3" fmla="*/ 285750 h 863600"/>
                                  <a:gd name="connsiteX4" fmla="*/ 603250 w 1498600"/>
                                  <a:gd name="connsiteY4" fmla="*/ 0 h 863600"/>
                                  <a:gd name="connsiteX5" fmla="*/ 298450 w 1498600"/>
                                  <a:gd name="connsiteY5" fmla="*/ 0 h 863600"/>
                                  <a:gd name="connsiteX6" fmla="*/ 304800 w 1498600"/>
                                  <a:gd name="connsiteY6" fmla="*/ 285750 h 863600"/>
                                  <a:gd name="connsiteX7" fmla="*/ 0 w 1498600"/>
                                  <a:gd name="connsiteY7" fmla="*/ 285750 h 863600"/>
                                  <a:gd name="connsiteX8" fmla="*/ 6350 w 1498600"/>
                                  <a:gd name="connsiteY8" fmla="*/ 577850 h 863600"/>
                                  <a:gd name="connsiteX9" fmla="*/ 298450 w 1498600"/>
                                  <a:gd name="connsiteY9" fmla="*/ 577850 h 863600"/>
                                  <a:gd name="connsiteX10" fmla="*/ 298450 w 1498600"/>
                                  <a:gd name="connsiteY10" fmla="*/ 863600 h 863600"/>
                                  <a:gd name="connsiteX11" fmla="*/ 603250 w 1498600"/>
                                  <a:gd name="connsiteY11" fmla="*/ 863600 h 863600"/>
                                  <a:gd name="connsiteX12" fmla="*/ 603250 w 1498600"/>
                                  <a:gd name="connsiteY12" fmla="*/ 577850 h 863600"/>
                                  <a:gd name="connsiteX13" fmla="*/ 901700 w 1498600"/>
                                  <a:gd name="connsiteY13" fmla="*/ 577850 h 863600"/>
                                  <a:gd name="connsiteX14" fmla="*/ 901700 w 1498600"/>
                                  <a:gd name="connsiteY14" fmla="*/ 863600 h 863600"/>
                                  <a:gd name="connsiteX15" fmla="*/ 1200150 w 1498600"/>
                                  <a:gd name="connsiteY15" fmla="*/ 863600 h 863600"/>
                                  <a:gd name="connsiteX16" fmla="*/ 1200150 w 1498600"/>
                                  <a:gd name="connsiteY16" fmla="*/ 577850 h 863600"/>
                                  <a:gd name="connsiteX17" fmla="*/ 1498600 w 1498600"/>
                                  <a:gd name="connsiteY17" fmla="*/ 577850 h 863600"/>
                                  <a:gd name="connsiteX18" fmla="*/ 1498600 w 1498600"/>
                                  <a:gd name="connsiteY18" fmla="*/ 285750 h 863600"/>
                                  <a:gd name="connsiteX19" fmla="*/ 1200150 w 1498600"/>
                                  <a:gd name="connsiteY19" fmla="*/ 285750 h 863600"/>
                                  <a:gd name="connsiteX20" fmla="*/ 1200150 w 1498600"/>
                                  <a:gd name="connsiteY20" fmla="*/ 0 h 863600"/>
                                  <a:gd name="connsiteX0" fmla="*/ 1201489 w 1499939"/>
                                  <a:gd name="connsiteY0" fmla="*/ 0 h 863600"/>
                                  <a:gd name="connsiteX1" fmla="*/ 903039 w 1499939"/>
                                  <a:gd name="connsiteY1" fmla="*/ 0 h 863600"/>
                                  <a:gd name="connsiteX2" fmla="*/ 906826 w 1499939"/>
                                  <a:gd name="connsiteY2" fmla="*/ 285750 h 863600"/>
                                  <a:gd name="connsiteX3" fmla="*/ 604589 w 1499939"/>
                                  <a:gd name="connsiteY3" fmla="*/ 285750 h 863600"/>
                                  <a:gd name="connsiteX4" fmla="*/ 604589 w 1499939"/>
                                  <a:gd name="connsiteY4" fmla="*/ 0 h 863600"/>
                                  <a:gd name="connsiteX5" fmla="*/ 299789 w 1499939"/>
                                  <a:gd name="connsiteY5" fmla="*/ 0 h 863600"/>
                                  <a:gd name="connsiteX6" fmla="*/ 306139 w 1499939"/>
                                  <a:gd name="connsiteY6" fmla="*/ 285750 h 863600"/>
                                  <a:gd name="connsiteX7" fmla="*/ 1339 w 1499939"/>
                                  <a:gd name="connsiteY7" fmla="*/ 285750 h 863600"/>
                                  <a:gd name="connsiteX8" fmla="*/ 0 w 1499939"/>
                                  <a:gd name="connsiteY8" fmla="*/ 577850 h 863600"/>
                                  <a:gd name="connsiteX9" fmla="*/ 299789 w 1499939"/>
                                  <a:gd name="connsiteY9" fmla="*/ 577850 h 863600"/>
                                  <a:gd name="connsiteX10" fmla="*/ 299789 w 1499939"/>
                                  <a:gd name="connsiteY10" fmla="*/ 863600 h 863600"/>
                                  <a:gd name="connsiteX11" fmla="*/ 604589 w 1499939"/>
                                  <a:gd name="connsiteY11" fmla="*/ 863600 h 863600"/>
                                  <a:gd name="connsiteX12" fmla="*/ 604589 w 1499939"/>
                                  <a:gd name="connsiteY12" fmla="*/ 577850 h 863600"/>
                                  <a:gd name="connsiteX13" fmla="*/ 903039 w 1499939"/>
                                  <a:gd name="connsiteY13" fmla="*/ 577850 h 863600"/>
                                  <a:gd name="connsiteX14" fmla="*/ 903039 w 1499939"/>
                                  <a:gd name="connsiteY14" fmla="*/ 863600 h 863600"/>
                                  <a:gd name="connsiteX15" fmla="*/ 1201489 w 1499939"/>
                                  <a:gd name="connsiteY15" fmla="*/ 863600 h 863600"/>
                                  <a:gd name="connsiteX16" fmla="*/ 1201489 w 1499939"/>
                                  <a:gd name="connsiteY16" fmla="*/ 577850 h 863600"/>
                                  <a:gd name="connsiteX17" fmla="*/ 1499939 w 1499939"/>
                                  <a:gd name="connsiteY17" fmla="*/ 577850 h 863600"/>
                                  <a:gd name="connsiteX18" fmla="*/ 1499939 w 1499939"/>
                                  <a:gd name="connsiteY18" fmla="*/ 285750 h 863600"/>
                                  <a:gd name="connsiteX19" fmla="*/ 1201489 w 1499939"/>
                                  <a:gd name="connsiteY19" fmla="*/ 285750 h 863600"/>
                                  <a:gd name="connsiteX20" fmla="*/ 1201489 w 1499939"/>
                                  <a:gd name="connsiteY20" fmla="*/ 0 h 863600"/>
                                  <a:gd name="connsiteX0" fmla="*/ 1200213 w 1498663"/>
                                  <a:gd name="connsiteY0" fmla="*/ 0 h 863600"/>
                                  <a:gd name="connsiteX1" fmla="*/ 901763 w 1498663"/>
                                  <a:gd name="connsiteY1" fmla="*/ 0 h 863600"/>
                                  <a:gd name="connsiteX2" fmla="*/ 905550 w 1498663"/>
                                  <a:gd name="connsiteY2" fmla="*/ 285750 h 863600"/>
                                  <a:gd name="connsiteX3" fmla="*/ 603313 w 1498663"/>
                                  <a:gd name="connsiteY3" fmla="*/ 285750 h 863600"/>
                                  <a:gd name="connsiteX4" fmla="*/ 603313 w 1498663"/>
                                  <a:gd name="connsiteY4" fmla="*/ 0 h 863600"/>
                                  <a:gd name="connsiteX5" fmla="*/ 298513 w 1498663"/>
                                  <a:gd name="connsiteY5" fmla="*/ 0 h 863600"/>
                                  <a:gd name="connsiteX6" fmla="*/ 304863 w 1498663"/>
                                  <a:gd name="connsiteY6" fmla="*/ 285750 h 863600"/>
                                  <a:gd name="connsiteX7" fmla="*/ 63 w 1498663"/>
                                  <a:gd name="connsiteY7" fmla="*/ 285750 h 863600"/>
                                  <a:gd name="connsiteX8" fmla="*/ 1287 w 1498663"/>
                                  <a:gd name="connsiteY8" fmla="*/ 577850 h 863600"/>
                                  <a:gd name="connsiteX9" fmla="*/ 298513 w 1498663"/>
                                  <a:gd name="connsiteY9" fmla="*/ 577850 h 863600"/>
                                  <a:gd name="connsiteX10" fmla="*/ 298513 w 1498663"/>
                                  <a:gd name="connsiteY10" fmla="*/ 863600 h 863600"/>
                                  <a:gd name="connsiteX11" fmla="*/ 603313 w 1498663"/>
                                  <a:gd name="connsiteY11" fmla="*/ 863600 h 863600"/>
                                  <a:gd name="connsiteX12" fmla="*/ 603313 w 1498663"/>
                                  <a:gd name="connsiteY12" fmla="*/ 577850 h 863600"/>
                                  <a:gd name="connsiteX13" fmla="*/ 901763 w 1498663"/>
                                  <a:gd name="connsiteY13" fmla="*/ 577850 h 863600"/>
                                  <a:gd name="connsiteX14" fmla="*/ 901763 w 1498663"/>
                                  <a:gd name="connsiteY14" fmla="*/ 863600 h 863600"/>
                                  <a:gd name="connsiteX15" fmla="*/ 1200213 w 1498663"/>
                                  <a:gd name="connsiteY15" fmla="*/ 863600 h 863600"/>
                                  <a:gd name="connsiteX16" fmla="*/ 1200213 w 1498663"/>
                                  <a:gd name="connsiteY16" fmla="*/ 577850 h 863600"/>
                                  <a:gd name="connsiteX17" fmla="*/ 1498663 w 1498663"/>
                                  <a:gd name="connsiteY17" fmla="*/ 577850 h 863600"/>
                                  <a:gd name="connsiteX18" fmla="*/ 1498663 w 1498663"/>
                                  <a:gd name="connsiteY18" fmla="*/ 285750 h 863600"/>
                                  <a:gd name="connsiteX19" fmla="*/ 1200213 w 1498663"/>
                                  <a:gd name="connsiteY19" fmla="*/ 285750 h 863600"/>
                                  <a:gd name="connsiteX20" fmla="*/ 1200213 w 1498663"/>
                                  <a:gd name="connsiteY20" fmla="*/ 0 h 863600"/>
                                  <a:gd name="connsiteX0" fmla="*/ 1200213 w 1498663"/>
                                  <a:gd name="connsiteY0" fmla="*/ 0 h 863600"/>
                                  <a:gd name="connsiteX1" fmla="*/ 901763 w 1498663"/>
                                  <a:gd name="connsiteY1" fmla="*/ 0 h 863600"/>
                                  <a:gd name="connsiteX2" fmla="*/ 905550 w 1498663"/>
                                  <a:gd name="connsiteY2" fmla="*/ 285750 h 863600"/>
                                  <a:gd name="connsiteX3" fmla="*/ 603313 w 1498663"/>
                                  <a:gd name="connsiteY3" fmla="*/ 285750 h 863600"/>
                                  <a:gd name="connsiteX4" fmla="*/ 603313 w 1498663"/>
                                  <a:gd name="connsiteY4" fmla="*/ 0 h 863600"/>
                                  <a:gd name="connsiteX5" fmla="*/ 298513 w 1498663"/>
                                  <a:gd name="connsiteY5" fmla="*/ 0 h 863600"/>
                                  <a:gd name="connsiteX6" fmla="*/ 304863 w 1498663"/>
                                  <a:gd name="connsiteY6" fmla="*/ 285750 h 863600"/>
                                  <a:gd name="connsiteX7" fmla="*/ 63 w 1498663"/>
                                  <a:gd name="connsiteY7" fmla="*/ 285750 h 863600"/>
                                  <a:gd name="connsiteX8" fmla="*/ 1287 w 1498663"/>
                                  <a:gd name="connsiteY8" fmla="*/ 577850 h 863600"/>
                                  <a:gd name="connsiteX9" fmla="*/ 298513 w 1498663"/>
                                  <a:gd name="connsiteY9" fmla="*/ 577850 h 863600"/>
                                  <a:gd name="connsiteX10" fmla="*/ 298513 w 1498663"/>
                                  <a:gd name="connsiteY10" fmla="*/ 863600 h 863600"/>
                                  <a:gd name="connsiteX11" fmla="*/ 603313 w 1498663"/>
                                  <a:gd name="connsiteY11" fmla="*/ 863600 h 863600"/>
                                  <a:gd name="connsiteX12" fmla="*/ 603313 w 1498663"/>
                                  <a:gd name="connsiteY12" fmla="*/ 577850 h 863600"/>
                                  <a:gd name="connsiteX13" fmla="*/ 901763 w 1498663"/>
                                  <a:gd name="connsiteY13" fmla="*/ 577850 h 863600"/>
                                  <a:gd name="connsiteX14" fmla="*/ 901763 w 1498663"/>
                                  <a:gd name="connsiteY14" fmla="*/ 863600 h 863600"/>
                                  <a:gd name="connsiteX15" fmla="*/ 1200213 w 1498663"/>
                                  <a:gd name="connsiteY15" fmla="*/ 863600 h 863600"/>
                                  <a:gd name="connsiteX16" fmla="*/ 1200213 w 1498663"/>
                                  <a:gd name="connsiteY16" fmla="*/ 577850 h 863600"/>
                                  <a:gd name="connsiteX17" fmla="*/ 1498663 w 1498663"/>
                                  <a:gd name="connsiteY17" fmla="*/ 577850 h 863600"/>
                                  <a:gd name="connsiteX18" fmla="*/ 1498663 w 1498663"/>
                                  <a:gd name="connsiteY18" fmla="*/ 285750 h 863600"/>
                                  <a:gd name="connsiteX19" fmla="*/ 1200213 w 1498663"/>
                                  <a:gd name="connsiteY19" fmla="*/ 285750 h 863600"/>
                                  <a:gd name="connsiteX20" fmla="*/ 1200213 w 1498663"/>
                                  <a:gd name="connsiteY20" fmla="*/ 0 h 863600"/>
                                  <a:gd name="connsiteX0" fmla="*/ 1200213 w 1498663"/>
                                  <a:gd name="connsiteY0" fmla="*/ 0 h 863600"/>
                                  <a:gd name="connsiteX1" fmla="*/ 901763 w 1498663"/>
                                  <a:gd name="connsiteY1" fmla="*/ 0 h 863600"/>
                                  <a:gd name="connsiteX2" fmla="*/ 905550 w 1498663"/>
                                  <a:gd name="connsiteY2" fmla="*/ 285750 h 863600"/>
                                  <a:gd name="connsiteX3" fmla="*/ 603313 w 1498663"/>
                                  <a:gd name="connsiteY3" fmla="*/ 285750 h 863600"/>
                                  <a:gd name="connsiteX4" fmla="*/ 603313 w 1498663"/>
                                  <a:gd name="connsiteY4" fmla="*/ 0 h 863600"/>
                                  <a:gd name="connsiteX5" fmla="*/ 306201 w 1498663"/>
                                  <a:gd name="connsiteY5" fmla="*/ 0 h 863600"/>
                                  <a:gd name="connsiteX6" fmla="*/ 304863 w 1498663"/>
                                  <a:gd name="connsiteY6" fmla="*/ 285750 h 863600"/>
                                  <a:gd name="connsiteX7" fmla="*/ 63 w 1498663"/>
                                  <a:gd name="connsiteY7" fmla="*/ 285750 h 863600"/>
                                  <a:gd name="connsiteX8" fmla="*/ 1287 w 1498663"/>
                                  <a:gd name="connsiteY8" fmla="*/ 577850 h 863600"/>
                                  <a:gd name="connsiteX9" fmla="*/ 298513 w 1498663"/>
                                  <a:gd name="connsiteY9" fmla="*/ 577850 h 863600"/>
                                  <a:gd name="connsiteX10" fmla="*/ 298513 w 1498663"/>
                                  <a:gd name="connsiteY10" fmla="*/ 863600 h 863600"/>
                                  <a:gd name="connsiteX11" fmla="*/ 603313 w 1498663"/>
                                  <a:gd name="connsiteY11" fmla="*/ 863600 h 863600"/>
                                  <a:gd name="connsiteX12" fmla="*/ 603313 w 1498663"/>
                                  <a:gd name="connsiteY12" fmla="*/ 577850 h 863600"/>
                                  <a:gd name="connsiteX13" fmla="*/ 901763 w 1498663"/>
                                  <a:gd name="connsiteY13" fmla="*/ 577850 h 863600"/>
                                  <a:gd name="connsiteX14" fmla="*/ 901763 w 1498663"/>
                                  <a:gd name="connsiteY14" fmla="*/ 863600 h 863600"/>
                                  <a:gd name="connsiteX15" fmla="*/ 1200213 w 1498663"/>
                                  <a:gd name="connsiteY15" fmla="*/ 863600 h 863600"/>
                                  <a:gd name="connsiteX16" fmla="*/ 1200213 w 1498663"/>
                                  <a:gd name="connsiteY16" fmla="*/ 577850 h 863600"/>
                                  <a:gd name="connsiteX17" fmla="*/ 1498663 w 1498663"/>
                                  <a:gd name="connsiteY17" fmla="*/ 577850 h 863600"/>
                                  <a:gd name="connsiteX18" fmla="*/ 1498663 w 1498663"/>
                                  <a:gd name="connsiteY18" fmla="*/ 285750 h 863600"/>
                                  <a:gd name="connsiteX19" fmla="*/ 1200213 w 1498663"/>
                                  <a:gd name="connsiteY19" fmla="*/ 285750 h 863600"/>
                                  <a:gd name="connsiteX20" fmla="*/ 1200213 w 1498663"/>
                                  <a:gd name="connsiteY20" fmla="*/ 0 h 863600"/>
                                  <a:gd name="connsiteX0" fmla="*/ 1200213 w 1498663"/>
                                  <a:gd name="connsiteY0" fmla="*/ 0 h 863600"/>
                                  <a:gd name="connsiteX1" fmla="*/ 901763 w 1498663"/>
                                  <a:gd name="connsiteY1" fmla="*/ 0 h 863600"/>
                                  <a:gd name="connsiteX2" fmla="*/ 905550 w 1498663"/>
                                  <a:gd name="connsiteY2" fmla="*/ 285750 h 863600"/>
                                  <a:gd name="connsiteX3" fmla="*/ 603313 w 1498663"/>
                                  <a:gd name="connsiteY3" fmla="*/ 285750 h 863600"/>
                                  <a:gd name="connsiteX4" fmla="*/ 603313 w 1498663"/>
                                  <a:gd name="connsiteY4" fmla="*/ 0 h 863600"/>
                                  <a:gd name="connsiteX5" fmla="*/ 301076 w 1498663"/>
                                  <a:gd name="connsiteY5" fmla="*/ 0 h 863600"/>
                                  <a:gd name="connsiteX6" fmla="*/ 304863 w 1498663"/>
                                  <a:gd name="connsiteY6" fmla="*/ 285750 h 863600"/>
                                  <a:gd name="connsiteX7" fmla="*/ 63 w 1498663"/>
                                  <a:gd name="connsiteY7" fmla="*/ 285750 h 863600"/>
                                  <a:gd name="connsiteX8" fmla="*/ 1287 w 1498663"/>
                                  <a:gd name="connsiteY8" fmla="*/ 577850 h 863600"/>
                                  <a:gd name="connsiteX9" fmla="*/ 298513 w 1498663"/>
                                  <a:gd name="connsiteY9" fmla="*/ 577850 h 863600"/>
                                  <a:gd name="connsiteX10" fmla="*/ 298513 w 1498663"/>
                                  <a:gd name="connsiteY10" fmla="*/ 863600 h 863600"/>
                                  <a:gd name="connsiteX11" fmla="*/ 603313 w 1498663"/>
                                  <a:gd name="connsiteY11" fmla="*/ 863600 h 863600"/>
                                  <a:gd name="connsiteX12" fmla="*/ 603313 w 1498663"/>
                                  <a:gd name="connsiteY12" fmla="*/ 577850 h 863600"/>
                                  <a:gd name="connsiteX13" fmla="*/ 901763 w 1498663"/>
                                  <a:gd name="connsiteY13" fmla="*/ 577850 h 863600"/>
                                  <a:gd name="connsiteX14" fmla="*/ 901763 w 1498663"/>
                                  <a:gd name="connsiteY14" fmla="*/ 863600 h 863600"/>
                                  <a:gd name="connsiteX15" fmla="*/ 1200213 w 1498663"/>
                                  <a:gd name="connsiteY15" fmla="*/ 863600 h 863600"/>
                                  <a:gd name="connsiteX16" fmla="*/ 1200213 w 1498663"/>
                                  <a:gd name="connsiteY16" fmla="*/ 577850 h 863600"/>
                                  <a:gd name="connsiteX17" fmla="*/ 1498663 w 1498663"/>
                                  <a:gd name="connsiteY17" fmla="*/ 577850 h 863600"/>
                                  <a:gd name="connsiteX18" fmla="*/ 1498663 w 1498663"/>
                                  <a:gd name="connsiteY18" fmla="*/ 285750 h 863600"/>
                                  <a:gd name="connsiteX19" fmla="*/ 1200213 w 1498663"/>
                                  <a:gd name="connsiteY19" fmla="*/ 285750 h 863600"/>
                                  <a:gd name="connsiteX20" fmla="*/ 1200213 w 1498663"/>
                                  <a:gd name="connsiteY20" fmla="*/ 0 h 863600"/>
                                  <a:gd name="connsiteX0" fmla="*/ 1200213 w 1498663"/>
                                  <a:gd name="connsiteY0" fmla="*/ 0 h 863600"/>
                                  <a:gd name="connsiteX1" fmla="*/ 901763 w 1498663"/>
                                  <a:gd name="connsiteY1" fmla="*/ 0 h 863600"/>
                                  <a:gd name="connsiteX2" fmla="*/ 905550 w 1498663"/>
                                  <a:gd name="connsiteY2" fmla="*/ 285750 h 863600"/>
                                  <a:gd name="connsiteX3" fmla="*/ 603313 w 1498663"/>
                                  <a:gd name="connsiteY3" fmla="*/ 285750 h 863600"/>
                                  <a:gd name="connsiteX4" fmla="*/ 603313 w 1498663"/>
                                  <a:gd name="connsiteY4" fmla="*/ 0 h 863600"/>
                                  <a:gd name="connsiteX5" fmla="*/ 303639 w 1498663"/>
                                  <a:gd name="connsiteY5" fmla="*/ 0 h 863600"/>
                                  <a:gd name="connsiteX6" fmla="*/ 304863 w 1498663"/>
                                  <a:gd name="connsiteY6" fmla="*/ 285750 h 863600"/>
                                  <a:gd name="connsiteX7" fmla="*/ 63 w 1498663"/>
                                  <a:gd name="connsiteY7" fmla="*/ 285750 h 863600"/>
                                  <a:gd name="connsiteX8" fmla="*/ 1287 w 1498663"/>
                                  <a:gd name="connsiteY8" fmla="*/ 577850 h 863600"/>
                                  <a:gd name="connsiteX9" fmla="*/ 298513 w 1498663"/>
                                  <a:gd name="connsiteY9" fmla="*/ 577850 h 863600"/>
                                  <a:gd name="connsiteX10" fmla="*/ 298513 w 1498663"/>
                                  <a:gd name="connsiteY10" fmla="*/ 863600 h 863600"/>
                                  <a:gd name="connsiteX11" fmla="*/ 603313 w 1498663"/>
                                  <a:gd name="connsiteY11" fmla="*/ 863600 h 863600"/>
                                  <a:gd name="connsiteX12" fmla="*/ 603313 w 1498663"/>
                                  <a:gd name="connsiteY12" fmla="*/ 577850 h 863600"/>
                                  <a:gd name="connsiteX13" fmla="*/ 901763 w 1498663"/>
                                  <a:gd name="connsiteY13" fmla="*/ 577850 h 863600"/>
                                  <a:gd name="connsiteX14" fmla="*/ 901763 w 1498663"/>
                                  <a:gd name="connsiteY14" fmla="*/ 863600 h 863600"/>
                                  <a:gd name="connsiteX15" fmla="*/ 1200213 w 1498663"/>
                                  <a:gd name="connsiteY15" fmla="*/ 863600 h 863600"/>
                                  <a:gd name="connsiteX16" fmla="*/ 1200213 w 1498663"/>
                                  <a:gd name="connsiteY16" fmla="*/ 577850 h 863600"/>
                                  <a:gd name="connsiteX17" fmla="*/ 1498663 w 1498663"/>
                                  <a:gd name="connsiteY17" fmla="*/ 577850 h 863600"/>
                                  <a:gd name="connsiteX18" fmla="*/ 1498663 w 1498663"/>
                                  <a:gd name="connsiteY18" fmla="*/ 285750 h 863600"/>
                                  <a:gd name="connsiteX19" fmla="*/ 1200213 w 1498663"/>
                                  <a:gd name="connsiteY19" fmla="*/ 285750 h 863600"/>
                                  <a:gd name="connsiteX20" fmla="*/ 1200213 w 1498663"/>
                                  <a:gd name="connsiteY20" fmla="*/ 0 h 863600"/>
                                  <a:gd name="connsiteX0" fmla="*/ 1200213 w 1498663"/>
                                  <a:gd name="connsiteY0" fmla="*/ 2563 h 866163"/>
                                  <a:gd name="connsiteX1" fmla="*/ 901763 w 1498663"/>
                                  <a:gd name="connsiteY1" fmla="*/ 2563 h 866163"/>
                                  <a:gd name="connsiteX2" fmla="*/ 905550 w 1498663"/>
                                  <a:gd name="connsiteY2" fmla="*/ 288313 h 866163"/>
                                  <a:gd name="connsiteX3" fmla="*/ 603313 w 1498663"/>
                                  <a:gd name="connsiteY3" fmla="*/ 288313 h 866163"/>
                                  <a:gd name="connsiteX4" fmla="*/ 600750 w 1498663"/>
                                  <a:gd name="connsiteY4" fmla="*/ 0 h 866163"/>
                                  <a:gd name="connsiteX5" fmla="*/ 303639 w 1498663"/>
                                  <a:gd name="connsiteY5" fmla="*/ 2563 h 866163"/>
                                  <a:gd name="connsiteX6" fmla="*/ 304863 w 1498663"/>
                                  <a:gd name="connsiteY6" fmla="*/ 288313 h 866163"/>
                                  <a:gd name="connsiteX7" fmla="*/ 63 w 1498663"/>
                                  <a:gd name="connsiteY7" fmla="*/ 288313 h 866163"/>
                                  <a:gd name="connsiteX8" fmla="*/ 1287 w 1498663"/>
                                  <a:gd name="connsiteY8" fmla="*/ 580413 h 866163"/>
                                  <a:gd name="connsiteX9" fmla="*/ 298513 w 1498663"/>
                                  <a:gd name="connsiteY9" fmla="*/ 580413 h 866163"/>
                                  <a:gd name="connsiteX10" fmla="*/ 298513 w 1498663"/>
                                  <a:gd name="connsiteY10" fmla="*/ 866163 h 866163"/>
                                  <a:gd name="connsiteX11" fmla="*/ 603313 w 1498663"/>
                                  <a:gd name="connsiteY11" fmla="*/ 866163 h 866163"/>
                                  <a:gd name="connsiteX12" fmla="*/ 603313 w 1498663"/>
                                  <a:gd name="connsiteY12" fmla="*/ 580413 h 866163"/>
                                  <a:gd name="connsiteX13" fmla="*/ 901763 w 1498663"/>
                                  <a:gd name="connsiteY13" fmla="*/ 580413 h 866163"/>
                                  <a:gd name="connsiteX14" fmla="*/ 901763 w 1498663"/>
                                  <a:gd name="connsiteY14" fmla="*/ 866163 h 866163"/>
                                  <a:gd name="connsiteX15" fmla="*/ 1200213 w 1498663"/>
                                  <a:gd name="connsiteY15" fmla="*/ 866163 h 866163"/>
                                  <a:gd name="connsiteX16" fmla="*/ 1200213 w 1498663"/>
                                  <a:gd name="connsiteY16" fmla="*/ 580413 h 866163"/>
                                  <a:gd name="connsiteX17" fmla="*/ 1498663 w 1498663"/>
                                  <a:gd name="connsiteY17" fmla="*/ 580413 h 866163"/>
                                  <a:gd name="connsiteX18" fmla="*/ 1498663 w 1498663"/>
                                  <a:gd name="connsiteY18" fmla="*/ 288313 h 866163"/>
                                  <a:gd name="connsiteX19" fmla="*/ 1200213 w 1498663"/>
                                  <a:gd name="connsiteY19" fmla="*/ 288313 h 866163"/>
                                  <a:gd name="connsiteX20" fmla="*/ 1200213 w 1498663"/>
                                  <a:gd name="connsiteY20" fmla="*/ 2563 h 866163"/>
                                  <a:gd name="connsiteX0" fmla="*/ 1200213 w 1498663"/>
                                  <a:gd name="connsiteY0" fmla="*/ 2563 h 866163"/>
                                  <a:gd name="connsiteX1" fmla="*/ 901763 w 1498663"/>
                                  <a:gd name="connsiteY1" fmla="*/ 2563 h 866163"/>
                                  <a:gd name="connsiteX2" fmla="*/ 905550 w 1498663"/>
                                  <a:gd name="connsiteY2" fmla="*/ 288313 h 866163"/>
                                  <a:gd name="connsiteX3" fmla="*/ 600750 w 1498663"/>
                                  <a:gd name="connsiteY3" fmla="*/ 288313 h 866163"/>
                                  <a:gd name="connsiteX4" fmla="*/ 600750 w 1498663"/>
                                  <a:gd name="connsiteY4" fmla="*/ 0 h 866163"/>
                                  <a:gd name="connsiteX5" fmla="*/ 303639 w 1498663"/>
                                  <a:gd name="connsiteY5" fmla="*/ 2563 h 866163"/>
                                  <a:gd name="connsiteX6" fmla="*/ 304863 w 1498663"/>
                                  <a:gd name="connsiteY6" fmla="*/ 288313 h 866163"/>
                                  <a:gd name="connsiteX7" fmla="*/ 63 w 1498663"/>
                                  <a:gd name="connsiteY7" fmla="*/ 288313 h 866163"/>
                                  <a:gd name="connsiteX8" fmla="*/ 1287 w 1498663"/>
                                  <a:gd name="connsiteY8" fmla="*/ 580413 h 866163"/>
                                  <a:gd name="connsiteX9" fmla="*/ 298513 w 1498663"/>
                                  <a:gd name="connsiteY9" fmla="*/ 580413 h 866163"/>
                                  <a:gd name="connsiteX10" fmla="*/ 298513 w 1498663"/>
                                  <a:gd name="connsiteY10" fmla="*/ 866163 h 866163"/>
                                  <a:gd name="connsiteX11" fmla="*/ 603313 w 1498663"/>
                                  <a:gd name="connsiteY11" fmla="*/ 866163 h 866163"/>
                                  <a:gd name="connsiteX12" fmla="*/ 603313 w 1498663"/>
                                  <a:gd name="connsiteY12" fmla="*/ 580413 h 866163"/>
                                  <a:gd name="connsiteX13" fmla="*/ 901763 w 1498663"/>
                                  <a:gd name="connsiteY13" fmla="*/ 580413 h 866163"/>
                                  <a:gd name="connsiteX14" fmla="*/ 901763 w 1498663"/>
                                  <a:gd name="connsiteY14" fmla="*/ 866163 h 866163"/>
                                  <a:gd name="connsiteX15" fmla="*/ 1200213 w 1498663"/>
                                  <a:gd name="connsiteY15" fmla="*/ 866163 h 866163"/>
                                  <a:gd name="connsiteX16" fmla="*/ 1200213 w 1498663"/>
                                  <a:gd name="connsiteY16" fmla="*/ 580413 h 866163"/>
                                  <a:gd name="connsiteX17" fmla="*/ 1498663 w 1498663"/>
                                  <a:gd name="connsiteY17" fmla="*/ 580413 h 866163"/>
                                  <a:gd name="connsiteX18" fmla="*/ 1498663 w 1498663"/>
                                  <a:gd name="connsiteY18" fmla="*/ 288313 h 866163"/>
                                  <a:gd name="connsiteX19" fmla="*/ 1200213 w 1498663"/>
                                  <a:gd name="connsiteY19" fmla="*/ 288313 h 866163"/>
                                  <a:gd name="connsiteX20" fmla="*/ 1200213 w 1498663"/>
                                  <a:gd name="connsiteY20" fmla="*/ 2563 h 8661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498663" h="866163">
                                    <a:moveTo>
                                      <a:pt x="1200213" y="2563"/>
                                    </a:moveTo>
                                    <a:lnTo>
                                      <a:pt x="901763" y="2563"/>
                                    </a:lnTo>
                                    <a:cubicBezTo>
                                      <a:pt x="903025" y="97813"/>
                                      <a:pt x="904288" y="193063"/>
                                      <a:pt x="905550" y="288313"/>
                                    </a:cubicBezTo>
                                    <a:lnTo>
                                      <a:pt x="600750" y="288313"/>
                                    </a:lnTo>
                                    <a:cubicBezTo>
                                      <a:pt x="599896" y="192209"/>
                                      <a:pt x="601604" y="96104"/>
                                      <a:pt x="600750" y="0"/>
                                    </a:cubicBezTo>
                                    <a:lnTo>
                                      <a:pt x="303639" y="2563"/>
                                    </a:lnTo>
                                    <a:cubicBezTo>
                                      <a:pt x="304901" y="97813"/>
                                      <a:pt x="303601" y="193063"/>
                                      <a:pt x="304863" y="288313"/>
                                    </a:cubicBezTo>
                                    <a:lnTo>
                                      <a:pt x="63" y="288313"/>
                                    </a:lnTo>
                                    <a:cubicBezTo>
                                      <a:pt x="-383" y="385680"/>
                                      <a:pt x="1733" y="483046"/>
                                      <a:pt x="1287" y="580413"/>
                                    </a:cubicBezTo>
                                    <a:lnTo>
                                      <a:pt x="298513" y="580413"/>
                                    </a:lnTo>
                                    <a:lnTo>
                                      <a:pt x="298513" y="866163"/>
                                    </a:lnTo>
                                    <a:lnTo>
                                      <a:pt x="603313" y="866163"/>
                                    </a:lnTo>
                                    <a:lnTo>
                                      <a:pt x="603313" y="580413"/>
                                    </a:lnTo>
                                    <a:lnTo>
                                      <a:pt x="901763" y="580413"/>
                                    </a:lnTo>
                                    <a:lnTo>
                                      <a:pt x="901763" y="866163"/>
                                    </a:lnTo>
                                    <a:lnTo>
                                      <a:pt x="1200213" y="866163"/>
                                    </a:lnTo>
                                    <a:lnTo>
                                      <a:pt x="1200213" y="580413"/>
                                    </a:lnTo>
                                    <a:lnTo>
                                      <a:pt x="1498663" y="580413"/>
                                    </a:lnTo>
                                    <a:lnTo>
                                      <a:pt x="1498663" y="288313"/>
                                    </a:lnTo>
                                    <a:lnTo>
                                      <a:pt x="1200213" y="288313"/>
                                    </a:lnTo>
                                    <a:lnTo>
                                      <a:pt x="1200213" y="25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  <a:alpha val="75000"/>
                                </a:schemeClr>
                              </a:solidFill>
                              <a:ln w="12700" cap="sq">
                                <a:solidFill>
                                  <a:schemeClr val="accent6">
                                    <a:lumMod val="60000"/>
                                    <a:lumOff val="40000"/>
                                    <a:alpha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6" o:spid="_x0000_s1026" style="position:absolute;margin-left:0;margin-top:.65pt;width:116.95pt;height:67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8663,86616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" path="m1200213,2563l901763,2563c903025,97813,904288,193063,905550,288313l600750,288313c599896,192209,601604,96104,600750,0l303639,2563c304901,97813,303601,193063,304863,288313l63,288313c-383,385680,1733,483046,1287,580413l298513,580413,298513,866163,603313,866163,603313,580413,901763,580413,901763,866163,1200213,866163,1200213,580413,1498663,580413,1498663,288313,1200213,288313,1200213,2563xe" fillcolor="#4f8bd3 [1945]" strokecolor="#4f8bd3 [1945]" strokeweight="1pt">
                      <v:fill opacity="49087f"/>
                      <v:stroke opacity="49087f" endcap="square"/>
                      <v:path arrowok="t" o:connecttype="custom" o:connectlocs="1189533,2540;893739,2540;897492,285769;595404,285769;595404,0;300937,2540;302150,285769;62,285769;1276,575291;295857,575291;295857,858520;597944,858520;597944,575291;893739,575291;893739,858520;1189533,858520;1189533,575291;1485327,575291;1485327,285769;1189533,285769;1189533,2540" o:connectangles="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475" w:type="dxa"/>
          </w:tcPr>
          <w:p w14:paraId="6E3C41E9" w14:textId="77777777" w:rsidR="00F65DD6" w:rsidRPr="00451E94" w:rsidRDefault="00F65DD6" w:rsidP="00451E94"/>
        </w:tc>
        <w:tc>
          <w:tcPr>
            <w:tcW w:w="476" w:type="dxa"/>
          </w:tcPr>
          <w:p w14:paraId="18B97066" w14:textId="77777777" w:rsidR="00F65DD6" w:rsidRPr="00451E94" w:rsidRDefault="00F65DD6" w:rsidP="00451E94"/>
        </w:tc>
        <w:tc>
          <w:tcPr>
            <w:tcW w:w="475" w:type="dxa"/>
          </w:tcPr>
          <w:p w14:paraId="1D19AA23" w14:textId="77777777" w:rsidR="00F65DD6" w:rsidRPr="00451E94" w:rsidRDefault="00F65DD6" w:rsidP="00451E94"/>
        </w:tc>
        <w:tc>
          <w:tcPr>
            <w:tcW w:w="476" w:type="dxa"/>
          </w:tcPr>
          <w:p w14:paraId="7CA0B337" w14:textId="77777777" w:rsidR="00F65DD6" w:rsidRPr="00451E94" w:rsidRDefault="00F65DD6" w:rsidP="00451E94"/>
        </w:tc>
      </w:tr>
      <w:tr w:rsidR="00451E94" w:rsidRPr="00451E94" w14:paraId="35F1EE59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2105D3D8" w14:textId="77777777" w:rsidR="00F65DD6" w:rsidRPr="00451E94" w:rsidRDefault="00F65DD6" w:rsidP="00451E94"/>
        </w:tc>
        <w:tc>
          <w:tcPr>
            <w:tcW w:w="476" w:type="dxa"/>
          </w:tcPr>
          <w:p w14:paraId="779CD5CA" w14:textId="77777777" w:rsidR="00F65DD6" w:rsidRPr="00451E94" w:rsidRDefault="00F65DD6" w:rsidP="00451E94"/>
        </w:tc>
        <w:tc>
          <w:tcPr>
            <w:tcW w:w="475" w:type="dxa"/>
          </w:tcPr>
          <w:p w14:paraId="56C29BCB" w14:textId="77777777" w:rsidR="00F65DD6" w:rsidRPr="00451E94" w:rsidRDefault="00F65DD6" w:rsidP="00451E94"/>
        </w:tc>
        <w:tc>
          <w:tcPr>
            <w:tcW w:w="476" w:type="dxa"/>
          </w:tcPr>
          <w:p w14:paraId="02DFACDE" w14:textId="77777777" w:rsidR="00F65DD6" w:rsidRPr="00451E94" w:rsidRDefault="00F65DD6" w:rsidP="00451E94"/>
        </w:tc>
        <w:tc>
          <w:tcPr>
            <w:tcW w:w="475" w:type="dxa"/>
          </w:tcPr>
          <w:p w14:paraId="59F76643" w14:textId="6E235A33" w:rsidR="00F65DD6" w:rsidRPr="00451E94" w:rsidRDefault="00432B2D" w:rsidP="00432B2D">
            <w:pPr>
              <w:jc w:val="center"/>
            </w:pPr>
            <w:r w:rsidRPr="00432B2D">
              <w:rPr>
                <w:color w:val="3C5D9F"/>
                <w:sz w:val="38"/>
                <w:szCs w:val="38"/>
              </w:rPr>
              <w:t>d</w:t>
            </w:r>
          </w:p>
        </w:tc>
        <w:tc>
          <w:tcPr>
            <w:tcW w:w="476" w:type="dxa"/>
          </w:tcPr>
          <w:p w14:paraId="031AF93A" w14:textId="77777777" w:rsidR="00F65DD6" w:rsidRPr="00451E94" w:rsidRDefault="00F65DD6" w:rsidP="00451E94"/>
        </w:tc>
        <w:tc>
          <w:tcPr>
            <w:tcW w:w="475" w:type="dxa"/>
          </w:tcPr>
          <w:p w14:paraId="3CD7EB3B" w14:textId="77777777" w:rsidR="00F65DD6" w:rsidRPr="00451E94" w:rsidRDefault="00F65DD6" w:rsidP="00451E94"/>
        </w:tc>
        <w:tc>
          <w:tcPr>
            <w:tcW w:w="476" w:type="dxa"/>
          </w:tcPr>
          <w:p w14:paraId="42680303" w14:textId="77777777" w:rsidR="00F65DD6" w:rsidRPr="00451E94" w:rsidRDefault="00F65DD6" w:rsidP="00451E94"/>
        </w:tc>
        <w:tc>
          <w:tcPr>
            <w:tcW w:w="475" w:type="dxa"/>
          </w:tcPr>
          <w:p w14:paraId="2B486CFF" w14:textId="02548D69" w:rsidR="00F65DD6" w:rsidRPr="00451E94" w:rsidRDefault="00432B2D" w:rsidP="00432B2D">
            <w:pPr>
              <w:jc w:val="center"/>
            </w:pPr>
            <w:r w:rsidRPr="00432B2D">
              <w:rPr>
                <w:color w:val="3C5D9F"/>
                <w:sz w:val="38"/>
                <w:szCs w:val="38"/>
              </w:rPr>
              <w:t>e</w:t>
            </w:r>
          </w:p>
        </w:tc>
        <w:tc>
          <w:tcPr>
            <w:tcW w:w="476" w:type="dxa"/>
          </w:tcPr>
          <w:p w14:paraId="148A437D" w14:textId="77777777" w:rsidR="00F65DD6" w:rsidRPr="00451E94" w:rsidRDefault="00F65DD6" w:rsidP="00451E94"/>
        </w:tc>
        <w:tc>
          <w:tcPr>
            <w:tcW w:w="475" w:type="dxa"/>
          </w:tcPr>
          <w:p w14:paraId="174BC584" w14:textId="77777777" w:rsidR="00F65DD6" w:rsidRPr="00451E94" w:rsidRDefault="00F65DD6" w:rsidP="00451E94"/>
        </w:tc>
        <w:tc>
          <w:tcPr>
            <w:tcW w:w="476" w:type="dxa"/>
          </w:tcPr>
          <w:p w14:paraId="50E507C8" w14:textId="77777777" w:rsidR="00F65DD6" w:rsidRPr="00451E94" w:rsidRDefault="00F65DD6" w:rsidP="00451E94"/>
        </w:tc>
        <w:tc>
          <w:tcPr>
            <w:tcW w:w="475" w:type="dxa"/>
          </w:tcPr>
          <w:p w14:paraId="7D6871A6" w14:textId="77777777" w:rsidR="00F65DD6" w:rsidRPr="00451E94" w:rsidRDefault="00F65DD6" w:rsidP="00451E94"/>
        </w:tc>
        <w:tc>
          <w:tcPr>
            <w:tcW w:w="476" w:type="dxa"/>
          </w:tcPr>
          <w:p w14:paraId="2ADCE006" w14:textId="77777777" w:rsidR="00F65DD6" w:rsidRPr="00451E94" w:rsidRDefault="00F65DD6" w:rsidP="00451E94"/>
        </w:tc>
        <w:tc>
          <w:tcPr>
            <w:tcW w:w="475" w:type="dxa"/>
          </w:tcPr>
          <w:p w14:paraId="768AFD40" w14:textId="77777777" w:rsidR="00F65DD6" w:rsidRPr="00451E94" w:rsidRDefault="00F65DD6" w:rsidP="00451E94"/>
        </w:tc>
        <w:tc>
          <w:tcPr>
            <w:tcW w:w="476" w:type="dxa"/>
          </w:tcPr>
          <w:p w14:paraId="4D226D7F" w14:textId="77777777" w:rsidR="00F65DD6" w:rsidRPr="00451E94" w:rsidRDefault="00F65DD6" w:rsidP="00451E94"/>
        </w:tc>
        <w:tc>
          <w:tcPr>
            <w:tcW w:w="475" w:type="dxa"/>
          </w:tcPr>
          <w:p w14:paraId="3CCF74AF" w14:textId="77777777" w:rsidR="00F65DD6" w:rsidRPr="00451E94" w:rsidRDefault="00F65DD6" w:rsidP="00451E94"/>
        </w:tc>
        <w:tc>
          <w:tcPr>
            <w:tcW w:w="476" w:type="dxa"/>
          </w:tcPr>
          <w:p w14:paraId="7DBC255A" w14:textId="77777777" w:rsidR="00F65DD6" w:rsidRPr="00451E94" w:rsidRDefault="00F65DD6" w:rsidP="00451E94"/>
        </w:tc>
      </w:tr>
      <w:tr w:rsidR="00451E94" w:rsidRPr="00451E94" w14:paraId="2847BD89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1D51A187" w14:textId="77777777" w:rsidR="00F65DD6" w:rsidRPr="00451E94" w:rsidRDefault="00F65DD6" w:rsidP="00451E94"/>
        </w:tc>
        <w:tc>
          <w:tcPr>
            <w:tcW w:w="476" w:type="dxa"/>
          </w:tcPr>
          <w:p w14:paraId="5FAE7FAC" w14:textId="77777777" w:rsidR="00F65DD6" w:rsidRPr="00451E94" w:rsidRDefault="00F65DD6" w:rsidP="00451E94"/>
        </w:tc>
        <w:tc>
          <w:tcPr>
            <w:tcW w:w="475" w:type="dxa"/>
          </w:tcPr>
          <w:p w14:paraId="4464DC33" w14:textId="77777777" w:rsidR="00F65DD6" w:rsidRPr="00451E94" w:rsidRDefault="00F65DD6" w:rsidP="00451E94"/>
        </w:tc>
        <w:tc>
          <w:tcPr>
            <w:tcW w:w="476" w:type="dxa"/>
          </w:tcPr>
          <w:p w14:paraId="6C606DE3" w14:textId="635D3347" w:rsidR="00F65DD6" w:rsidRPr="00451E94" w:rsidRDefault="00F65DD6" w:rsidP="00451E94"/>
        </w:tc>
        <w:tc>
          <w:tcPr>
            <w:tcW w:w="475" w:type="dxa"/>
          </w:tcPr>
          <w:p w14:paraId="4A6483BE" w14:textId="77777777" w:rsidR="00F65DD6" w:rsidRPr="00451E94" w:rsidRDefault="00F65DD6" w:rsidP="00451E94"/>
        </w:tc>
        <w:tc>
          <w:tcPr>
            <w:tcW w:w="476" w:type="dxa"/>
          </w:tcPr>
          <w:p w14:paraId="0D1EE79E" w14:textId="77777777" w:rsidR="00F65DD6" w:rsidRPr="00451E94" w:rsidRDefault="00F65DD6" w:rsidP="00451E94"/>
        </w:tc>
        <w:tc>
          <w:tcPr>
            <w:tcW w:w="475" w:type="dxa"/>
          </w:tcPr>
          <w:p w14:paraId="75A858D5" w14:textId="77777777" w:rsidR="00F65DD6" w:rsidRPr="00451E94" w:rsidRDefault="00F65DD6" w:rsidP="00451E94"/>
        </w:tc>
        <w:tc>
          <w:tcPr>
            <w:tcW w:w="476" w:type="dxa"/>
          </w:tcPr>
          <w:p w14:paraId="5664EBAC" w14:textId="77777777" w:rsidR="00F65DD6" w:rsidRPr="00451E94" w:rsidRDefault="00F65DD6" w:rsidP="00451E94"/>
        </w:tc>
        <w:tc>
          <w:tcPr>
            <w:tcW w:w="475" w:type="dxa"/>
          </w:tcPr>
          <w:p w14:paraId="78B20EE8" w14:textId="77777777" w:rsidR="00F65DD6" w:rsidRPr="00451E94" w:rsidRDefault="00F65DD6" w:rsidP="00451E94"/>
        </w:tc>
        <w:tc>
          <w:tcPr>
            <w:tcW w:w="476" w:type="dxa"/>
          </w:tcPr>
          <w:p w14:paraId="61F2C9EC" w14:textId="77777777" w:rsidR="00F65DD6" w:rsidRPr="00451E94" w:rsidRDefault="00F65DD6" w:rsidP="00451E94"/>
        </w:tc>
        <w:tc>
          <w:tcPr>
            <w:tcW w:w="475" w:type="dxa"/>
          </w:tcPr>
          <w:p w14:paraId="3A395573" w14:textId="77777777" w:rsidR="00F65DD6" w:rsidRPr="00451E94" w:rsidRDefault="00F65DD6" w:rsidP="00451E94"/>
        </w:tc>
        <w:tc>
          <w:tcPr>
            <w:tcW w:w="476" w:type="dxa"/>
          </w:tcPr>
          <w:p w14:paraId="448FFA23" w14:textId="77777777" w:rsidR="00F65DD6" w:rsidRPr="00451E94" w:rsidRDefault="00F65DD6" w:rsidP="00451E94"/>
        </w:tc>
        <w:tc>
          <w:tcPr>
            <w:tcW w:w="475" w:type="dxa"/>
          </w:tcPr>
          <w:p w14:paraId="627BF6FD" w14:textId="77777777" w:rsidR="00F65DD6" w:rsidRPr="00451E94" w:rsidRDefault="00F65DD6" w:rsidP="00451E94"/>
        </w:tc>
        <w:tc>
          <w:tcPr>
            <w:tcW w:w="476" w:type="dxa"/>
          </w:tcPr>
          <w:p w14:paraId="48BF45CA" w14:textId="592FE70E" w:rsidR="00F65DD6" w:rsidRPr="00451E94" w:rsidRDefault="00432B2D" w:rsidP="00432B2D">
            <w:pPr>
              <w:jc w:val="center"/>
            </w:pPr>
            <w:r w:rsidRPr="00432B2D">
              <w:rPr>
                <w:color w:val="3C5D9F"/>
                <w:sz w:val="38"/>
                <w:szCs w:val="38"/>
              </w:rPr>
              <w:t>f</w:t>
            </w:r>
          </w:p>
        </w:tc>
        <w:tc>
          <w:tcPr>
            <w:tcW w:w="475" w:type="dxa"/>
          </w:tcPr>
          <w:p w14:paraId="6CE53637" w14:textId="77777777" w:rsidR="00F65DD6" w:rsidRPr="00451E94" w:rsidRDefault="00F65DD6" w:rsidP="00451E94"/>
        </w:tc>
        <w:tc>
          <w:tcPr>
            <w:tcW w:w="476" w:type="dxa"/>
          </w:tcPr>
          <w:p w14:paraId="305DC209" w14:textId="77777777" w:rsidR="00F65DD6" w:rsidRPr="00451E94" w:rsidRDefault="00F65DD6" w:rsidP="00451E94"/>
        </w:tc>
        <w:tc>
          <w:tcPr>
            <w:tcW w:w="475" w:type="dxa"/>
          </w:tcPr>
          <w:p w14:paraId="17E99609" w14:textId="77777777" w:rsidR="00F65DD6" w:rsidRPr="00451E94" w:rsidRDefault="00F65DD6" w:rsidP="00451E94"/>
        </w:tc>
        <w:tc>
          <w:tcPr>
            <w:tcW w:w="476" w:type="dxa"/>
          </w:tcPr>
          <w:p w14:paraId="772D84AC" w14:textId="77777777" w:rsidR="00F65DD6" w:rsidRPr="00451E94" w:rsidRDefault="00F65DD6" w:rsidP="00451E94"/>
        </w:tc>
      </w:tr>
      <w:tr w:rsidR="00451E94" w:rsidRPr="00451E94" w14:paraId="2349D65C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633EFEC5" w14:textId="77777777" w:rsidR="00F65DD6" w:rsidRPr="00451E94" w:rsidRDefault="00F65DD6" w:rsidP="00451E94"/>
        </w:tc>
        <w:tc>
          <w:tcPr>
            <w:tcW w:w="476" w:type="dxa"/>
          </w:tcPr>
          <w:p w14:paraId="02C0A8C8" w14:textId="77777777" w:rsidR="00F65DD6" w:rsidRPr="00451E94" w:rsidRDefault="00F65DD6" w:rsidP="00451E94"/>
        </w:tc>
        <w:tc>
          <w:tcPr>
            <w:tcW w:w="475" w:type="dxa"/>
          </w:tcPr>
          <w:p w14:paraId="3417B2A2" w14:textId="77777777" w:rsidR="00F65DD6" w:rsidRPr="00451E94" w:rsidRDefault="00F65DD6" w:rsidP="00451E94"/>
        </w:tc>
        <w:tc>
          <w:tcPr>
            <w:tcW w:w="476" w:type="dxa"/>
          </w:tcPr>
          <w:p w14:paraId="0C2CD09E" w14:textId="20827439" w:rsidR="00F65DD6" w:rsidRPr="00451E94" w:rsidRDefault="00F65DD6" w:rsidP="00451E94"/>
        </w:tc>
        <w:tc>
          <w:tcPr>
            <w:tcW w:w="475" w:type="dxa"/>
          </w:tcPr>
          <w:p w14:paraId="2E4BE6C3" w14:textId="47B172AB" w:rsidR="00F65DD6" w:rsidRPr="00451E94" w:rsidRDefault="00BE6196" w:rsidP="00451E9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5396696" wp14:editId="350508F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13970</wp:posOffset>
                      </wp:positionV>
                      <wp:extent cx="1484740" cy="1435735"/>
                      <wp:effectExtent l="0" t="0" r="13970" b="37465"/>
                      <wp:wrapNone/>
                      <wp:docPr id="7" name="Freeform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4740" cy="1435735"/>
                              </a:xfrm>
                              <a:custGeom>
                                <a:avLst/>
                                <a:gdLst>
                                  <a:gd name="connsiteX0" fmla="*/ 1504950 w 1504950"/>
                                  <a:gd name="connsiteY0" fmla="*/ 863600 h 1441450"/>
                                  <a:gd name="connsiteX1" fmla="*/ 1504950 w 1504950"/>
                                  <a:gd name="connsiteY1" fmla="*/ 577850 h 1441450"/>
                                  <a:gd name="connsiteX2" fmla="*/ 901700 w 1504950"/>
                                  <a:gd name="connsiteY2" fmla="*/ 577850 h 1441450"/>
                                  <a:gd name="connsiteX3" fmla="*/ 901700 w 1504950"/>
                                  <a:gd name="connsiteY3" fmla="*/ 0 h 1441450"/>
                                  <a:gd name="connsiteX4" fmla="*/ 603250 w 1504950"/>
                                  <a:gd name="connsiteY4" fmla="*/ 0 h 1441450"/>
                                  <a:gd name="connsiteX5" fmla="*/ 609600 w 1504950"/>
                                  <a:gd name="connsiteY5" fmla="*/ 577850 h 1441450"/>
                                  <a:gd name="connsiteX6" fmla="*/ 0 w 1504950"/>
                                  <a:gd name="connsiteY6" fmla="*/ 577850 h 1441450"/>
                                  <a:gd name="connsiteX7" fmla="*/ 0 w 1504950"/>
                                  <a:gd name="connsiteY7" fmla="*/ 863600 h 1441450"/>
                                  <a:gd name="connsiteX8" fmla="*/ 603250 w 1504950"/>
                                  <a:gd name="connsiteY8" fmla="*/ 857250 h 1441450"/>
                                  <a:gd name="connsiteX9" fmla="*/ 609600 w 1504950"/>
                                  <a:gd name="connsiteY9" fmla="*/ 1441450 h 1441450"/>
                                  <a:gd name="connsiteX10" fmla="*/ 901700 w 1504950"/>
                                  <a:gd name="connsiteY10" fmla="*/ 1441450 h 1441450"/>
                                  <a:gd name="connsiteX11" fmla="*/ 901700 w 1504950"/>
                                  <a:gd name="connsiteY11" fmla="*/ 863600 h 1441450"/>
                                  <a:gd name="connsiteX12" fmla="*/ 1504950 w 1504950"/>
                                  <a:gd name="connsiteY12" fmla="*/ 863600 h 1441450"/>
                                  <a:gd name="connsiteX0" fmla="*/ 1504950 w 1504950"/>
                                  <a:gd name="connsiteY0" fmla="*/ 863600 h 1441450"/>
                                  <a:gd name="connsiteX1" fmla="*/ 1504950 w 1504950"/>
                                  <a:gd name="connsiteY1" fmla="*/ 577850 h 1441450"/>
                                  <a:gd name="connsiteX2" fmla="*/ 901700 w 1504950"/>
                                  <a:gd name="connsiteY2" fmla="*/ 577850 h 1441450"/>
                                  <a:gd name="connsiteX3" fmla="*/ 901700 w 1504950"/>
                                  <a:gd name="connsiteY3" fmla="*/ 0 h 1441450"/>
                                  <a:gd name="connsiteX4" fmla="*/ 603250 w 1504950"/>
                                  <a:gd name="connsiteY4" fmla="*/ 0 h 1441450"/>
                                  <a:gd name="connsiteX5" fmla="*/ 609600 w 1504950"/>
                                  <a:gd name="connsiteY5" fmla="*/ 577850 h 1441450"/>
                                  <a:gd name="connsiteX6" fmla="*/ 0 w 1504950"/>
                                  <a:gd name="connsiteY6" fmla="*/ 577850 h 1441450"/>
                                  <a:gd name="connsiteX7" fmla="*/ 0 w 1504950"/>
                                  <a:gd name="connsiteY7" fmla="*/ 863600 h 1441450"/>
                                  <a:gd name="connsiteX8" fmla="*/ 603250 w 1504950"/>
                                  <a:gd name="connsiteY8" fmla="*/ 864968 h 1441450"/>
                                  <a:gd name="connsiteX9" fmla="*/ 609600 w 1504950"/>
                                  <a:gd name="connsiteY9" fmla="*/ 1441450 h 1441450"/>
                                  <a:gd name="connsiteX10" fmla="*/ 901700 w 1504950"/>
                                  <a:gd name="connsiteY10" fmla="*/ 1441450 h 1441450"/>
                                  <a:gd name="connsiteX11" fmla="*/ 901700 w 1504950"/>
                                  <a:gd name="connsiteY11" fmla="*/ 863600 h 1441450"/>
                                  <a:gd name="connsiteX12" fmla="*/ 1504950 w 1504950"/>
                                  <a:gd name="connsiteY12" fmla="*/ 863600 h 1441450"/>
                                  <a:gd name="connsiteX0" fmla="*/ 1504950 w 1504950"/>
                                  <a:gd name="connsiteY0" fmla="*/ 863600 h 1441450"/>
                                  <a:gd name="connsiteX1" fmla="*/ 1504950 w 1504950"/>
                                  <a:gd name="connsiteY1" fmla="*/ 577850 h 1441450"/>
                                  <a:gd name="connsiteX2" fmla="*/ 901700 w 1504950"/>
                                  <a:gd name="connsiteY2" fmla="*/ 577850 h 1441450"/>
                                  <a:gd name="connsiteX3" fmla="*/ 901700 w 1504950"/>
                                  <a:gd name="connsiteY3" fmla="*/ 0 h 1441450"/>
                                  <a:gd name="connsiteX4" fmla="*/ 603250 w 1504950"/>
                                  <a:gd name="connsiteY4" fmla="*/ 0 h 1441450"/>
                                  <a:gd name="connsiteX5" fmla="*/ 609600 w 1504950"/>
                                  <a:gd name="connsiteY5" fmla="*/ 577850 h 1441450"/>
                                  <a:gd name="connsiteX6" fmla="*/ 0 w 1504950"/>
                                  <a:gd name="connsiteY6" fmla="*/ 577850 h 1441450"/>
                                  <a:gd name="connsiteX7" fmla="*/ 0 w 1504950"/>
                                  <a:gd name="connsiteY7" fmla="*/ 863600 h 1441450"/>
                                  <a:gd name="connsiteX8" fmla="*/ 605825 w 1504950"/>
                                  <a:gd name="connsiteY8" fmla="*/ 864968 h 1441450"/>
                                  <a:gd name="connsiteX9" fmla="*/ 609600 w 1504950"/>
                                  <a:gd name="connsiteY9" fmla="*/ 1441450 h 1441450"/>
                                  <a:gd name="connsiteX10" fmla="*/ 901700 w 1504950"/>
                                  <a:gd name="connsiteY10" fmla="*/ 1441450 h 1441450"/>
                                  <a:gd name="connsiteX11" fmla="*/ 901700 w 1504950"/>
                                  <a:gd name="connsiteY11" fmla="*/ 863600 h 1441450"/>
                                  <a:gd name="connsiteX12" fmla="*/ 1504950 w 1504950"/>
                                  <a:gd name="connsiteY12" fmla="*/ 863600 h 1441450"/>
                                  <a:gd name="connsiteX0" fmla="*/ 1504950 w 1504950"/>
                                  <a:gd name="connsiteY0" fmla="*/ 863600 h 1449169"/>
                                  <a:gd name="connsiteX1" fmla="*/ 1504950 w 1504950"/>
                                  <a:gd name="connsiteY1" fmla="*/ 577850 h 1449169"/>
                                  <a:gd name="connsiteX2" fmla="*/ 901700 w 1504950"/>
                                  <a:gd name="connsiteY2" fmla="*/ 577850 h 1449169"/>
                                  <a:gd name="connsiteX3" fmla="*/ 901700 w 1504950"/>
                                  <a:gd name="connsiteY3" fmla="*/ 0 h 1449169"/>
                                  <a:gd name="connsiteX4" fmla="*/ 603250 w 1504950"/>
                                  <a:gd name="connsiteY4" fmla="*/ 0 h 1449169"/>
                                  <a:gd name="connsiteX5" fmla="*/ 609600 w 1504950"/>
                                  <a:gd name="connsiteY5" fmla="*/ 577850 h 1449169"/>
                                  <a:gd name="connsiteX6" fmla="*/ 0 w 1504950"/>
                                  <a:gd name="connsiteY6" fmla="*/ 577850 h 1449169"/>
                                  <a:gd name="connsiteX7" fmla="*/ 0 w 1504950"/>
                                  <a:gd name="connsiteY7" fmla="*/ 863600 h 1449169"/>
                                  <a:gd name="connsiteX8" fmla="*/ 605825 w 1504950"/>
                                  <a:gd name="connsiteY8" fmla="*/ 864968 h 1449169"/>
                                  <a:gd name="connsiteX9" fmla="*/ 609600 w 1504950"/>
                                  <a:gd name="connsiteY9" fmla="*/ 1449169 h 1449169"/>
                                  <a:gd name="connsiteX10" fmla="*/ 901700 w 1504950"/>
                                  <a:gd name="connsiteY10" fmla="*/ 1441450 h 1449169"/>
                                  <a:gd name="connsiteX11" fmla="*/ 901700 w 1504950"/>
                                  <a:gd name="connsiteY11" fmla="*/ 863600 h 1449169"/>
                                  <a:gd name="connsiteX12" fmla="*/ 1504950 w 1504950"/>
                                  <a:gd name="connsiteY12" fmla="*/ 863600 h 1449169"/>
                                  <a:gd name="connsiteX0" fmla="*/ 1504950 w 1504950"/>
                                  <a:gd name="connsiteY0" fmla="*/ 863600 h 1449169"/>
                                  <a:gd name="connsiteX1" fmla="*/ 1504950 w 1504950"/>
                                  <a:gd name="connsiteY1" fmla="*/ 577850 h 1449169"/>
                                  <a:gd name="connsiteX2" fmla="*/ 901700 w 1504950"/>
                                  <a:gd name="connsiteY2" fmla="*/ 577850 h 1449169"/>
                                  <a:gd name="connsiteX3" fmla="*/ 901700 w 1504950"/>
                                  <a:gd name="connsiteY3" fmla="*/ 0 h 1449169"/>
                                  <a:gd name="connsiteX4" fmla="*/ 603250 w 1504950"/>
                                  <a:gd name="connsiteY4" fmla="*/ 0 h 1449169"/>
                                  <a:gd name="connsiteX5" fmla="*/ 609600 w 1504950"/>
                                  <a:gd name="connsiteY5" fmla="*/ 577850 h 1449169"/>
                                  <a:gd name="connsiteX6" fmla="*/ 0 w 1504950"/>
                                  <a:gd name="connsiteY6" fmla="*/ 577850 h 1449169"/>
                                  <a:gd name="connsiteX7" fmla="*/ 0 w 1504950"/>
                                  <a:gd name="connsiteY7" fmla="*/ 863600 h 1449169"/>
                                  <a:gd name="connsiteX8" fmla="*/ 605825 w 1504950"/>
                                  <a:gd name="connsiteY8" fmla="*/ 864968 h 1449169"/>
                                  <a:gd name="connsiteX9" fmla="*/ 609600 w 1504950"/>
                                  <a:gd name="connsiteY9" fmla="*/ 1449169 h 1449169"/>
                                  <a:gd name="connsiteX10" fmla="*/ 901700 w 1504950"/>
                                  <a:gd name="connsiteY10" fmla="*/ 1449169 h 1449169"/>
                                  <a:gd name="connsiteX11" fmla="*/ 901700 w 1504950"/>
                                  <a:gd name="connsiteY11" fmla="*/ 863600 h 1449169"/>
                                  <a:gd name="connsiteX12" fmla="*/ 1504950 w 1504950"/>
                                  <a:gd name="connsiteY12" fmla="*/ 863600 h 1449169"/>
                                  <a:gd name="connsiteX0" fmla="*/ 1504950 w 1504950"/>
                                  <a:gd name="connsiteY0" fmla="*/ 863600 h 1449169"/>
                                  <a:gd name="connsiteX1" fmla="*/ 1504950 w 1504950"/>
                                  <a:gd name="connsiteY1" fmla="*/ 577850 h 1449169"/>
                                  <a:gd name="connsiteX2" fmla="*/ 901700 w 1504950"/>
                                  <a:gd name="connsiteY2" fmla="*/ 577850 h 1449169"/>
                                  <a:gd name="connsiteX3" fmla="*/ 901700 w 1504950"/>
                                  <a:gd name="connsiteY3" fmla="*/ 0 h 1449169"/>
                                  <a:gd name="connsiteX4" fmla="*/ 603250 w 1504950"/>
                                  <a:gd name="connsiteY4" fmla="*/ 0 h 1449169"/>
                                  <a:gd name="connsiteX5" fmla="*/ 601876 w 1504950"/>
                                  <a:gd name="connsiteY5" fmla="*/ 577850 h 1449169"/>
                                  <a:gd name="connsiteX6" fmla="*/ 0 w 1504950"/>
                                  <a:gd name="connsiteY6" fmla="*/ 577850 h 1449169"/>
                                  <a:gd name="connsiteX7" fmla="*/ 0 w 1504950"/>
                                  <a:gd name="connsiteY7" fmla="*/ 863600 h 1449169"/>
                                  <a:gd name="connsiteX8" fmla="*/ 605825 w 1504950"/>
                                  <a:gd name="connsiteY8" fmla="*/ 864968 h 1449169"/>
                                  <a:gd name="connsiteX9" fmla="*/ 609600 w 1504950"/>
                                  <a:gd name="connsiteY9" fmla="*/ 1449169 h 1449169"/>
                                  <a:gd name="connsiteX10" fmla="*/ 901700 w 1504950"/>
                                  <a:gd name="connsiteY10" fmla="*/ 1449169 h 1449169"/>
                                  <a:gd name="connsiteX11" fmla="*/ 901700 w 1504950"/>
                                  <a:gd name="connsiteY11" fmla="*/ 863600 h 1449169"/>
                                  <a:gd name="connsiteX12" fmla="*/ 1504950 w 1504950"/>
                                  <a:gd name="connsiteY12" fmla="*/ 863600 h 1449169"/>
                                  <a:gd name="connsiteX0" fmla="*/ 1504950 w 1504950"/>
                                  <a:gd name="connsiteY0" fmla="*/ 863600 h 1449169"/>
                                  <a:gd name="connsiteX1" fmla="*/ 1504950 w 1504950"/>
                                  <a:gd name="connsiteY1" fmla="*/ 577850 h 1449169"/>
                                  <a:gd name="connsiteX2" fmla="*/ 901700 w 1504950"/>
                                  <a:gd name="connsiteY2" fmla="*/ 577850 h 1449169"/>
                                  <a:gd name="connsiteX3" fmla="*/ 901700 w 1504950"/>
                                  <a:gd name="connsiteY3" fmla="*/ 0 h 1449169"/>
                                  <a:gd name="connsiteX4" fmla="*/ 603250 w 1504950"/>
                                  <a:gd name="connsiteY4" fmla="*/ 0 h 1449169"/>
                                  <a:gd name="connsiteX5" fmla="*/ 604450 w 1504950"/>
                                  <a:gd name="connsiteY5" fmla="*/ 577850 h 1449169"/>
                                  <a:gd name="connsiteX6" fmla="*/ 0 w 1504950"/>
                                  <a:gd name="connsiteY6" fmla="*/ 577850 h 1449169"/>
                                  <a:gd name="connsiteX7" fmla="*/ 0 w 1504950"/>
                                  <a:gd name="connsiteY7" fmla="*/ 863600 h 1449169"/>
                                  <a:gd name="connsiteX8" fmla="*/ 605825 w 1504950"/>
                                  <a:gd name="connsiteY8" fmla="*/ 864968 h 1449169"/>
                                  <a:gd name="connsiteX9" fmla="*/ 609600 w 1504950"/>
                                  <a:gd name="connsiteY9" fmla="*/ 1449169 h 1449169"/>
                                  <a:gd name="connsiteX10" fmla="*/ 901700 w 1504950"/>
                                  <a:gd name="connsiteY10" fmla="*/ 1449169 h 1449169"/>
                                  <a:gd name="connsiteX11" fmla="*/ 901700 w 1504950"/>
                                  <a:gd name="connsiteY11" fmla="*/ 863600 h 1449169"/>
                                  <a:gd name="connsiteX12" fmla="*/ 1504950 w 1504950"/>
                                  <a:gd name="connsiteY12" fmla="*/ 863600 h 1449169"/>
                                  <a:gd name="connsiteX0" fmla="*/ 1504950 w 1504950"/>
                                  <a:gd name="connsiteY0" fmla="*/ 868746 h 1454315"/>
                                  <a:gd name="connsiteX1" fmla="*/ 1504950 w 1504950"/>
                                  <a:gd name="connsiteY1" fmla="*/ 582996 h 1454315"/>
                                  <a:gd name="connsiteX2" fmla="*/ 901700 w 1504950"/>
                                  <a:gd name="connsiteY2" fmla="*/ 582996 h 1454315"/>
                                  <a:gd name="connsiteX3" fmla="*/ 901700 w 1504950"/>
                                  <a:gd name="connsiteY3" fmla="*/ 5146 h 1454315"/>
                                  <a:gd name="connsiteX4" fmla="*/ 600675 w 1504950"/>
                                  <a:gd name="connsiteY4" fmla="*/ 0 h 1454315"/>
                                  <a:gd name="connsiteX5" fmla="*/ 604450 w 1504950"/>
                                  <a:gd name="connsiteY5" fmla="*/ 582996 h 1454315"/>
                                  <a:gd name="connsiteX6" fmla="*/ 0 w 1504950"/>
                                  <a:gd name="connsiteY6" fmla="*/ 582996 h 1454315"/>
                                  <a:gd name="connsiteX7" fmla="*/ 0 w 1504950"/>
                                  <a:gd name="connsiteY7" fmla="*/ 868746 h 1454315"/>
                                  <a:gd name="connsiteX8" fmla="*/ 605825 w 1504950"/>
                                  <a:gd name="connsiteY8" fmla="*/ 870114 h 1454315"/>
                                  <a:gd name="connsiteX9" fmla="*/ 609600 w 1504950"/>
                                  <a:gd name="connsiteY9" fmla="*/ 1454315 h 1454315"/>
                                  <a:gd name="connsiteX10" fmla="*/ 901700 w 1504950"/>
                                  <a:gd name="connsiteY10" fmla="*/ 1454315 h 1454315"/>
                                  <a:gd name="connsiteX11" fmla="*/ 901700 w 1504950"/>
                                  <a:gd name="connsiteY11" fmla="*/ 868746 h 1454315"/>
                                  <a:gd name="connsiteX12" fmla="*/ 1504950 w 1504950"/>
                                  <a:gd name="connsiteY12" fmla="*/ 868746 h 1454315"/>
                                  <a:gd name="connsiteX0" fmla="*/ 1504950 w 1504950"/>
                                  <a:gd name="connsiteY0" fmla="*/ 868746 h 1454315"/>
                                  <a:gd name="connsiteX1" fmla="*/ 1504950 w 1504950"/>
                                  <a:gd name="connsiteY1" fmla="*/ 582996 h 1454315"/>
                                  <a:gd name="connsiteX2" fmla="*/ 901700 w 1504950"/>
                                  <a:gd name="connsiteY2" fmla="*/ 582996 h 1454315"/>
                                  <a:gd name="connsiteX3" fmla="*/ 899125 w 1504950"/>
                                  <a:gd name="connsiteY3" fmla="*/ 0 h 1454315"/>
                                  <a:gd name="connsiteX4" fmla="*/ 600675 w 1504950"/>
                                  <a:gd name="connsiteY4" fmla="*/ 0 h 1454315"/>
                                  <a:gd name="connsiteX5" fmla="*/ 604450 w 1504950"/>
                                  <a:gd name="connsiteY5" fmla="*/ 582996 h 1454315"/>
                                  <a:gd name="connsiteX6" fmla="*/ 0 w 1504950"/>
                                  <a:gd name="connsiteY6" fmla="*/ 582996 h 1454315"/>
                                  <a:gd name="connsiteX7" fmla="*/ 0 w 1504950"/>
                                  <a:gd name="connsiteY7" fmla="*/ 868746 h 1454315"/>
                                  <a:gd name="connsiteX8" fmla="*/ 605825 w 1504950"/>
                                  <a:gd name="connsiteY8" fmla="*/ 870114 h 1454315"/>
                                  <a:gd name="connsiteX9" fmla="*/ 609600 w 1504950"/>
                                  <a:gd name="connsiteY9" fmla="*/ 1454315 h 1454315"/>
                                  <a:gd name="connsiteX10" fmla="*/ 901700 w 1504950"/>
                                  <a:gd name="connsiteY10" fmla="*/ 1454315 h 1454315"/>
                                  <a:gd name="connsiteX11" fmla="*/ 901700 w 1504950"/>
                                  <a:gd name="connsiteY11" fmla="*/ 868746 h 1454315"/>
                                  <a:gd name="connsiteX12" fmla="*/ 1504950 w 1504950"/>
                                  <a:gd name="connsiteY12" fmla="*/ 868746 h 14543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504950" h="1454315">
                                    <a:moveTo>
                                      <a:pt x="1504950" y="868746"/>
                                    </a:moveTo>
                                    <a:lnTo>
                                      <a:pt x="1504950" y="582996"/>
                                    </a:lnTo>
                                    <a:lnTo>
                                      <a:pt x="901700" y="582996"/>
                                    </a:lnTo>
                                    <a:cubicBezTo>
                                      <a:pt x="900842" y="388664"/>
                                      <a:pt x="899983" y="194332"/>
                                      <a:pt x="899125" y="0"/>
                                    </a:cubicBezTo>
                                    <a:lnTo>
                                      <a:pt x="600675" y="0"/>
                                    </a:lnTo>
                                    <a:cubicBezTo>
                                      <a:pt x="602792" y="192617"/>
                                      <a:pt x="602333" y="390379"/>
                                      <a:pt x="604450" y="582996"/>
                                    </a:cubicBezTo>
                                    <a:lnTo>
                                      <a:pt x="0" y="582996"/>
                                    </a:lnTo>
                                    <a:lnTo>
                                      <a:pt x="0" y="868746"/>
                                    </a:lnTo>
                                    <a:lnTo>
                                      <a:pt x="605825" y="870114"/>
                                    </a:lnTo>
                                    <a:cubicBezTo>
                                      <a:pt x="607942" y="1064847"/>
                                      <a:pt x="607483" y="1259582"/>
                                      <a:pt x="609600" y="1454315"/>
                                    </a:cubicBezTo>
                                    <a:lnTo>
                                      <a:pt x="901700" y="1454315"/>
                                    </a:lnTo>
                                    <a:lnTo>
                                      <a:pt x="901700" y="868746"/>
                                    </a:lnTo>
                                    <a:lnTo>
                                      <a:pt x="1504950" y="86874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  <a:alpha val="75000"/>
                                </a:schemeClr>
                              </a:solidFill>
                              <a:ln w="12700" cap="sq">
                                <a:solidFill>
                                  <a:schemeClr val="accent6">
                                    <a:lumMod val="60000"/>
                                    <a:lumOff val="40000"/>
                                    <a:alpha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6" style="position:absolute;margin-left:.2pt;margin-top:1.1pt;width:116.9pt;height:113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0,14543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" path="m1504950,868746l1504950,582996,901700,582996c900842,388664,899983,194332,899125,0l600675,0c602792,192617,602333,390379,604450,582996l0,582996,,868746,605825,870114c607942,1064847,607483,1259582,609600,1454315l901700,1454315,901700,868746,1504950,868746xe" fillcolor="#4f8bd3 [1945]" strokecolor="#4f8bd3 [1945]" strokeweight="1pt">
                      <v:fill opacity="49087f"/>
                      <v:stroke opacity="49087f" endcap="square"/>
                      <v:path arrowok="t" o:connecttype="custom" o:connectlocs="1484740,857647;1484740,575548;889591,575548;887051,0;592609,0;596333,575548;0,575548;0,857647;597689,858998;601414,1435735;889591,1435735;889591,857647;1484740,857647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476" w:type="dxa"/>
          </w:tcPr>
          <w:p w14:paraId="30E08482" w14:textId="77777777" w:rsidR="00F65DD6" w:rsidRPr="00451E94" w:rsidRDefault="00F65DD6" w:rsidP="00451E94"/>
        </w:tc>
        <w:tc>
          <w:tcPr>
            <w:tcW w:w="475" w:type="dxa"/>
          </w:tcPr>
          <w:p w14:paraId="30483583" w14:textId="77777777" w:rsidR="00F65DD6" w:rsidRPr="00451E94" w:rsidRDefault="00F65DD6" w:rsidP="00451E94"/>
        </w:tc>
        <w:tc>
          <w:tcPr>
            <w:tcW w:w="476" w:type="dxa"/>
          </w:tcPr>
          <w:p w14:paraId="5D39A49A" w14:textId="77777777" w:rsidR="00F65DD6" w:rsidRPr="00451E94" w:rsidRDefault="00F65DD6" w:rsidP="00451E94"/>
        </w:tc>
        <w:tc>
          <w:tcPr>
            <w:tcW w:w="475" w:type="dxa"/>
          </w:tcPr>
          <w:p w14:paraId="076C82C3" w14:textId="77777777" w:rsidR="00F65DD6" w:rsidRPr="00451E94" w:rsidRDefault="00F65DD6" w:rsidP="00451E94"/>
        </w:tc>
        <w:tc>
          <w:tcPr>
            <w:tcW w:w="476" w:type="dxa"/>
          </w:tcPr>
          <w:p w14:paraId="68E12C02" w14:textId="77777777" w:rsidR="00F65DD6" w:rsidRPr="00451E94" w:rsidRDefault="00F65DD6" w:rsidP="00451E94"/>
        </w:tc>
        <w:tc>
          <w:tcPr>
            <w:tcW w:w="475" w:type="dxa"/>
          </w:tcPr>
          <w:p w14:paraId="21623945" w14:textId="77777777" w:rsidR="00F65DD6" w:rsidRPr="00451E94" w:rsidRDefault="00F65DD6" w:rsidP="00451E94"/>
        </w:tc>
        <w:tc>
          <w:tcPr>
            <w:tcW w:w="476" w:type="dxa"/>
          </w:tcPr>
          <w:p w14:paraId="503BDF29" w14:textId="77777777" w:rsidR="00F65DD6" w:rsidRPr="00451E94" w:rsidRDefault="00F65DD6" w:rsidP="00451E94"/>
        </w:tc>
        <w:tc>
          <w:tcPr>
            <w:tcW w:w="475" w:type="dxa"/>
          </w:tcPr>
          <w:p w14:paraId="23ED1298" w14:textId="77777777" w:rsidR="00F65DD6" w:rsidRPr="00451E94" w:rsidRDefault="00F65DD6" w:rsidP="00451E94"/>
        </w:tc>
        <w:tc>
          <w:tcPr>
            <w:tcW w:w="476" w:type="dxa"/>
          </w:tcPr>
          <w:p w14:paraId="58EF1DDF" w14:textId="77777777" w:rsidR="00F65DD6" w:rsidRPr="00451E94" w:rsidRDefault="00F65DD6" w:rsidP="00451E94"/>
        </w:tc>
        <w:tc>
          <w:tcPr>
            <w:tcW w:w="475" w:type="dxa"/>
          </w:tcPr>
          <w:p w14:paraId="6859C6E1" w14:textId="77777777" w:rsidR="00F65DD6" w:rsidRPr="00451E94" w:rsidRDefault="00F65DD6" w:rsidP="00451E94"/>
        </w:tc>
        <w:tc>
          <w:tcPr>
            <w:tcW w:w="476" w:type="dxa"/>
          </w:tcPr>
          <w:p w14:paraId="572FA1E5" w14:textId="77777777" w:rsidR="00F65DD6" w:rsidRPr="00451E94" w:rsidRDefault="00F65DD6" w:rsidP="00451E94"/>
        </w:tc>
        <w:tc>
          <w:tcPr>
            <w:tcW w:w="475" w:type="dxa"/>
          </w:tcPr>
          <w:p w14:paraId="5962A734" w14:textId="77777777" w:rsidR="00F65DD6" w:rsidRPr="00451E94" w:rsidRDefault="00F65DD6" w:rsidP="00451E94"/>
        </w:tc>
        <w:tc>
          <w:tcPr>
            <w:tcW w:w="476" w:type="dxa"/>
          </w:tcPr>
          <w:p w14:paraId="38B56E00" w14:textId="77777777" w:rsidR="00F65DD6" w:rsidRPr="00451E94" w:rsidRDefault="00F65DD6" w:rsidP="00451E94"/>
        </w:tc>
      </w:tr>
      <w:tr w:rsidR="00451E94" w:rsidRPr="00451E94" w14:paraId="4D422890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62B15186" w14:textId="77777777" w:rsidR="00F65DD6" w:rsidRPr="00451E94" w:rsidRDefault="00F65DD6" w:rsidP="00451E94"/>
        </w:tc>
        <w:tc>
          <w:tcPr>
            <w:tcW w:w="476" w:type="dxa"/>
          </w:tcPr>
          <w:p w14:paraId="4791742C" w14:textId="77777777" w:rsidR="00F65DD6" w:rsidRPr="00451E94" w:rsidRDefault="00F65DD6" w:rsidP="00451E94"/>
        </w:tc>
        <w:tc>
          <w:tcPr>
            <w:tcW w:w="475" w:type="dxa"/>
          </w:tcPr>
          <w:p w14:paraId="32228471" w14:textId="77777777" w:rsidR="00F65DD6" w:rsidRPr="00451E94" w:rsidRDefault="00F65DD6" w:rsidP="00451E94"/>
        </w:tc>
        <w:tc>
          <w:tcPr>
            <w:tcW w:w="476" w:type="dxa"/>
          </w:tcPr>
          <w:p w14:paraId="713FAF53" w14:textId="77777777" w:rsidR="00F65DD6" w:rsidRPr="00451E94" w:rsidRDefault="00F65DD6" w:rsidP="00451E94"/>
        </w:tc>
        <w:tc>
          <w:tcPr>
            <w:tcW w:w="475" w:type="dxa"/>
          </w:tcPr>
          <w:p w14:paraId="3335FFE9" w14:textId="77777777" w:rsidR="00F65DD6" w:rsidRPr="00451E94" w:rsidRDefault="00F65DD6" w:rsidP="00451E94"/>
        </w:tc>
        <w:tc>
          <w:tcPr>
            <w:tcW w:w="476" w:type="dxa"/>
          </w:tcPr>
          <w:p w14:paraId="39A751C1" w14:textId="77777777" w:rsidR="00F65DD6" w:rsidRPr="00451E94" w:rsidRDefault="00F65DD6" w:rsidP="00451E94"/>
        </w:tc>
        <w:tc>
          <w:tcPr>
            <w:tcW w:w="475" w:type="dxa"/>
          </w:tcPr>
          <w:p w14:paraId="62F83739" w14:textId="77777777" w:rsidR="00F65DD6" w:rsidRPr="00451E94" w:rsidRDefault="00F65DD6" w:rsidP="00451E94"/>
        </w:tc>
        <w:tc>
          <w:tcPr>
            <w:tcW w:w="476" w:type="dxa"/>
          </w:tcPr>
          <w:p w14:paraId="676B64F0" w14:textId="71476896" w:rsidR="00F65DD6" w:rsidRPr="00432B2D" w:rsidRDefault="00F65DD6" w:rsidP="00432B2D">
            <w:pPr>
              <w:spacing w:after="0" w:line="240" w:lineRule="auto"/>
              <w:jc w:val="center"/>
              <w:rPr>
                <w:position w:val="10"/>
              </w:rPr>
            </w:pPr>
          </w:p>
        </w:tc>
        <w:tc>
          <w:tcPr>
            <w:tcW w:w="475" w:type="dxa"/>
          </w:tcPr>
          <w:p w14:paraId="1E0C4639" w14:textId="77777777" w:rsidR="00F65DD6" w:rsidRPr="00451E94" w:rsidRDefault="00F65DD6" w:rsidP="00451E94"/>
        </w:tc>
        <w:tc>
          <w:tcPr>
            <w:tcW w:w="476" w:type="dxa"/>
          </w:tcPr>
          <w:p w14:paraId="57EEB5EC" w14:textId="77777777" w:rsidR="00F65DD6" w:rsidRPr="00451E94" w:rsidRDefault="00F65DD6" w:rsidP="00451E94"/>
        </w:tc>
        <w:tc>
          <w:tcPr>
            <w:tcW w:w="475" w:type="dxa"/>
          </w:tcPr>
          <w:p w14:paraId="7BC607EE" w14:textId="77777777" w:rsidR="00F65DD6" w:rsidRPr="00451E94" w:rsidRDefault="00F65DD6" w:rsidP="00451E94"/>
        </w:tc>
        <w:tc>
          <w:tcPr>
            <w:tcW w:w="476" w:type="dxa"/>
          </w:tcPr>
          <w:p w14:paraId="772B368F" w14:textId="6E89DFD1" w:rsidR="00F65DD6" w:rsidRPr="00451E94" w:rsidRDefault="00F65DD6" w:rsidP="00451E94"/>
        </w:tc>
        <w:tc>
          <w:tcPr>
            <w:tcW w:w="475" w:type="dxa"/>
          </w:tcPr>
          <w:p w14:paraId="4FD90AF4" w14:textId="77777777" w:rsidR="00F65DD6" w:rsidRPr="00451E94" w:rsidRDefault="00F65DD6" w:rsidP="00451E94"/>
        </w:tc>
        <w:tc>
          <w:tcPr>
            <w:tcW w:w="476" w:type="dxa"/>
          </w:tcPr>
          <w:p w14:paraId="548607FC" w14:textId="77777777" w:rsidR="00F65DD6" w:rsidRPr="00451E94" w:rsidRDefault="00F65DD6" w:rsidP="00451E94"/>
        </w:tc>
        <w:tc>
          <w:tcPr>
            <w:tcW w:w="475" w:type="dxa"/>
          </w:tcPr>
          <w:p w14:paraId="34ED241E" w14:textId="77777777" w:rsidR="00F65DD6" w:rsidRPr="00451E94" w:rsidRDefault="00F65DD6" w:rsidP="00451E94"/>
        </w:tc>
        <w:tc>
          <w:tcPr>
            <w:tcW w:w="476" w:type="dxa"/>
          </w:tcPr>
          <w:p w14:paraId="088F5703" w14:textId="77777777" w:rsidR="00F65DD6" w:rsidRPr="00451E94" w:rsidRDefault="00F65DD6" w:rsidP="00451E94"/>
        </w:tc>
        <w:tc>
          <w:tcPr>
            <w:tcW w:w="475" w:type="dxa"/>
          </w:tcPr>
          <w:p w14:paraId="7E09C5D5" w14:textId="77777777" w:rsidR="00F65DD6" w:rsidRPr="00451E94" w:rsidRDefault="00F65DD6" w:rsidP="00451E94"/>
        </w:tc>
        <w:tc>
          <w:tcPr>
            <w:tcW w:w="476" w:type="dxa"/>
          </w:tcPr>
          <w:p w14:paraId="57F781FA" w14:textId="77777777" w:rsidR="00F65DD6" w:rsidRPr="00451E94" w:rsidRDefault="00F65DD6" w:rsidP="00451E94"/>
        </w:tc>
      </w:tr>
      <w:tr w:rsidR="00451E94" w:rsidRPr="00451E94" w14:paraId="4F999AB3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7E1B06DB" w14:textId="77777777" w:rsidR="00F65DD6" w:rsidRPr="00451E94" w:rsidRDefault="00F65DD6" w:rsidP="00451E94"/>
        </w:tc>
        <w:tc>
          <w:tcPr>
            <w:tcW w:w="476" w:type="dxa"/>
          </w:tcPr>
          <w:p w14:paraId="6DE30AFF" w14:textId="77777777" w:rsidR="00F65DD6" w:rsidRPr="00451E94" w:rsidRDefault="00F65DD6" w:rsidP="00451E94"/>
        </w:tc>
        <w:tc>
          <w:tcPr>
            <w:tcW w:w="475" w:type="dxa"/>
          </w:tcPr>
          <w:p w14:paraId="3A29DA30" w14:textId="77777777" w:rsidR="00F65DD6" w:rsidRPr="00451E94" w:rsidRDefault="00F65DD6" w:rsidP="00451E94"/>
        </w:tc>
        <w:tc>
          <w:tcPr>
            <w:tcW w:w="476" w:type="dxa"/>
          </w:tcPr>
          <w:p w14:paraId="72A43F86" w14:textId="77777777" w:rsidR="00F65DD6" w:rsidRPr="00451E94" w:rsidRDefault="00F65DD6" w:rsidP="00451E94"/>
        </w:tc>
        <w:tc>
          <w:tcPr>
            <w:tcW w:w="475" w:type="dxa"/>
          </w:tcPr>
          <w:p w14:paraId="2225DA96" w14:textId="77777777" w:rsidR="00F65DD6" w:rsidRPr="00451E94" w:rsidRDefault="00F65DD6" w:rsidP="00451E94"/>
        </w:tc>
        <w:tc>
          <w:tcPr>
            <w:tcW w:w="476" w:type="dxa"/>
          </w:tcPr>
          <w:p w14:paraId="213F7D58" w14:textId="77777777" w:rsidR="00F65DD6" w:rsidRPr="00451E94" w:rsidRDefault="00F65DD6" w:rsidP="00451E94"/>
        </w:tc>
        <w:tc>
          <w:tcPr>
            <w:tcW w:w="475" w:type="dxa"/>
          </w:tcPr>
          <w:p w14:paraId="1BB84C13" w14:textId="77777777" w:rsidR="00F65DD6" w:rsidRPr="00451E94" w:rsidRDefault="00F65DD6" w:rsidP="00451E94"/>
        </w:tc>
        <w:tc>
          <w:tcPr>
            <w:tcW w:w="476" w:type="dxa"/>
          </w:tcPr>
          <w:p w14:paraId="084B23BC" w14:textId="77777777" w:rsidR="00F65DD6" w:rsidRPr="00451E94" w:rsidRDefault="00F65DD6" w:rsidP="00451E94"/>
        </w:tc>
        <w:tc>
          <w:tcPr>
            <w:tcW w:w="475" w:type="dxa"/>
          </w:tcPr>
          <w:p w14:paraId="45A6AAEE" w14:textId="77777777" w:rsidR="00F65DD6" w:rsidRPr="00451E94" w:rsidRDefault="00F65DD6" w:rsidP="00451E94"/>
        </w:tc>
        <w:tc>
          <w:tcPr>
            <w:tcW w:w="476" w:type="dxa"/>
          </w:tcPr>
          <w:p w14:paraId="25F838D1" w14:textId="77777777" w:rsidR="00F65DD6" w:rsidRPr="00451E94" w:rsidRDefault="00F65DD6" w:rsidP="00451E94"/>
        </w:tc>
        <w:tc>
          <w:tcPr>
            <w:tcW w:w="475" w:type="dxa"/>
          </w:tcPr>
          <w:p w14:paraId="3EA860EC" w14:textId="77777777" w:rsidR="00F65DD6" w:rsidRPr="00451E94" w:rsidRDefault="00F65DD6" w:rsidP="00451E94"/>
        </w:tc>
        <w:tc>
          <w:tcPr>
            <w:tcW w:w="476" w:type="dxa"/>
          </w:tcPr>
          <w:p w14:paraId="5C9B2403" w14:textId="3EB06744" w:rsidR="00F65DD6" w:rsidRPr="00451E94" w:rsidRDefault="00F65DD6" w:rsidP="00451E94"/>
        </w:tc>
        <w:tc>
          <w:tcPr>
            <w:tcW w:w="475" w:type="dxa"/>
          </w:tcPr>
          <w:p w14:paraId="46C15E9B" w14:textId="107683A2" w:rsidR="00F65DD6" w:rsidRPr="00451E94" w:rsidRDefault="00BE6196" w:rsidP="00451E9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9059DB9" wp14:editId="0C2C755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15875</wp:posOffset>
                      </wp:positionV>
                      <wp:extent cx="889635" cy="857250"/>
                      <wp:effectExtent l="0" t="0" r="24765" b="31750"/>
                      <wp:wrapNone/>
                      <wp:docPr id="8" name="Freefor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9635" cy="857250"/>
                              </a:xfrm>
                              <a:custGeom>
                                <a:avLst/>
                                <a:gdLst>
                                  <a:gd name="connsiteX0" fmla="*/ 895350 w 901700"/>
                                  <a:gd name="connsiteY0" fmla="*/ 0 h 863600"/>
                                  <a:gd name="connsiteX1" fmla="*/ 901700 w 901700"/>
                                  <a:gd name="connsiteY1" fmla="*/ 863600 h 863600"/>
                                  <a:gd name="connsiteX2" fmla="*/ 0 w 901700"/>
                                  <a:gd name="connsiteY2" fmla="*/ 863600 h 863600"/>
                                  <a:gd name="connsiteX3" fmla="*/ 0 w 901700"/>
                                  <a:gd name="connsiteY3" fmla="*/ 0 h 863600"/>
                                  <a:gd name="connsiteX4" fmla="*/ 895350 w 901700"/>
                                  <a:gd name="connsiteY4" fmla="*/ 0 h 863600"/>
                                  <a:gd name="connsiteX0" fmla="*/ 895350 w 896580"/>
                                  <a:gd name="connsiteY0" fmla="*/ 0 h 863600"/>
                                  <a:gd name="connsiteX1" fmla="*/ 896580 w 896580"/>
                                  <a:gd name="connsiteY1" fmla="*/ 863600 h 863600"/>
                                  <a:gd name="connsiteX2" fmla="*/ 0 w 896580"/>
                                  <a:gd name="connsiteY2" fmla="*/ 863600 h 863600"/>
                                  <a:gd name="connsiteX3" fmla="*/ 0 w 896580"/>
                                  <a:gd name="connsiteY3" fmla="*/ 0 h 863600"/>
                                  <a:gd name="connsiteX4" fmla="*/ 895350 w 896580"/>
                                  <a:gd name="connsiteY4" fmla="*/ 0 h 863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896580" h="863600">
                                    <a:moveTo>
                                      <a:pt x="895350" y="0"/>
                                    </a:moveTo>
                                    <a:cubicBezTo>
                                      <a:pt x="897467" y="287867"/>
                                      <a:pt x="894463" y="575733"/>
                                      <a:pt x="896580" y="863600"/>
                                    </a:cubicBezTo>
                                    <a:lnTo>
                                      <a:pt x="0" y="86360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89535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  <a:alpha val="75000"/>
                                </a:schemeClr>
                              </a:solidFill>
                              <a:ln w="12700" cap="sq">
                                <a:solidFill>
                                  <a:schemeClr val="accent6">
                                    <a:lumMod val="60000"/>
                                    <a:lumOff val="40000"/>
                                    <a:alpha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8" o:spid="_x0000_s1026" style="position:absolute;margin-left:0;margin-top:1.25pt;width:70.05pt;height:6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96580,863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" path="m895350,0c897467,287867,894463,575733,896580,863600l0,863600,,,895350,0xe" fillcolor="#4f8bd3 [1945]" strokecolor="#4f8bd3 [1945]" strokeweight="1pt">
                      <v:fill opacity="49087f"/>
                      <v:stroke opacity="49087f" endcap="square"/>
                      <v:path arrowok="t" o:connecttype="custom" o:connectlocs="888415,0;889635,857250;0,857250;0,0;888415,0" o:connectangles="0,0,0,0,0"/>
                    </v:shape>
                  </w:pict>
                </mc:Fallback>
              </mc:AlternateContent>
            </w:r>
          </w:p>
        </w:tc>
        <w:tc>
          <w:tcPr>
            <w:tcW w:w="476" w:type="dxa"/>
          </w:tcPr>
          <w:p w14:paraId="03574025" w14:textId="77777777" w:rsidR="00F65DD6" w:rsidRPr="00451E94" w:rsidRDefault="00F65DD6" w:rsidP="00451E94"/>
        </w:tc>
        <w:tc>
          <w:tcPr>
            <w:tcW w:w="475" w:type="dxa"/>
          </w:tcPr>
          <w:p w14:paraId="45448B21" w14:textId="77777777" w:rsidR="00F65DD6" w:rsidRPr="00451E94" w:rsidRDefault="00F65DD6" w:rsidP="00451E94"/>
        </w:tc>
        <w:tc>
          <w:tcPr>
            <w:tcW w:w="476" w:type="dxa"/>
          </w:tcPr>
          <w:p w14:paraId="719A59F6" w14:textId="74F11D7A" w:rsidR="00F65DD6" w:rsidRPr="00451E94" w:rsidRDefault="00432B2D" w:rsidP="00432B2D">
            <w:pPr>
              <w:jc w:val="center"/>
            </w:pPr>
            <w:r w:rsidRPr="00432B2D">
              <w:rPr>
                <w:color w:val="3C5D9F"/>
                <w:sz w:val="38"/>
                <w:szCs w:val="38"/>
              </w:rPr>
              <w:t>h</w:t>
            </w:r>
          </w:p>
        </w:tc>
        <w:tc>
          <w:tcPr>
            <w:tcW w:w="475" w:type="dxa"/>
          </w:tcPr>
          <w:p w14:paraId="497A1E90" w14:textId="77777777" w:rsidR="00F65DD6" w:rsidRPr="00451E94" w:rsidRDefault="00F65DD6" w:rsidP="00451E94"/>
        </w:tc>
        <w:tc>
          <w:tcPr>
            <w:tcW w:w="476" w:type="dxa"/>
          </w:tcPr>
          <w:p w14:paraId="6CF35F3D" w14:textId="77777777" w:rsidR="00F65DD6" w:rsidRPr="00451E94" w:rsidRDefault="00F65DD6" w:rsidP="00451E94"/>
        </w:tc>
      </w:tr>
      <w:tr w:rsidR="00451E94" w:rsidRPr="00451E94" w14:paraId="27CD97F7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52D0A276" w14:textId="77777777" w:rsidR="00F65DD6" w:rsidRPr="00451E94" w:rsidRDefault="00F65DD6" w:rsidP="00451E94"/>
        </w:tc>
        <w:tc>
          <w:tcPr>
            <w:tcW w:w="476" w:type="dxa"/>
          </w:tcPr>
          <w:p w14:paraId="28F5761D" w14:textId="77777777" w:rsidR="00F65DD6" w:rsidRPr="00451E94" w:rsidRDefault="00F65DD6" w:rsidP="00451E94"/>
        </w:tc>
        <w:tc>
          <w:tcPr>
            <w:tcW w:w="475" w:type="dxa"/>
          </w:tcPr>
          <w:p w14:paraId="6BC109EE" w14:textId="77777777" w:rsidR="00F65DD6" w:rsidRPr="00451E94" w:rsidRDefault="00F65DD6" w:rsidP="00451E94"/>
        </w:tc>
        <w:tc>
          <w:tcPr>
            <w:tcW w:w="476" w:type="dxa"/>
          </w:tcPr>
          <w:p w14:paraId="67A6CFAB" w14:textId="77777777" w:rsidR="00F65DD6" w:rsidRPr="00451E94" w:rsidRDefault="00F65DD6" w:rsidP="00451E94"/>
        </w:tc>
        <w:tc>
          <w:tcPr>
            <w:tcW w:w="475" w:type="dxa"/>
          </w:tcPr>
          <w:p w14:paraId="0579B5A8" w14:textId="77777777" w:rsidR="00F65DD6" w:rsidRPr="00451E94" w:rsidRDefault="00F65DD6" w:rsidP="00451E94"/>
        </w:tc>
        <w:tc>
          <w:tcPr>
            <w:tcW w:w="476" w:type="dxa"/>
          </w:tcPr>
          <w:p w14:paraId="293A9C0A" w14:textId="77777777" w:rsidR="00F65DD6" w:rsidRPr="00451E94" w:rsidRDefault="00F65DD6" w:rsidP="00451E94"/>
        </w:tc>
        <w:tc>
          <w:tcPr>
            <w:tcW w:w="475" w:type="dxa"/>
          </w:tcPr>
          <w:p w14:paraId="4880F357" w14:textId="77777777" w:rsidR="00F65DD6" w:rsidRPr="00451E94" w:rsidRDefault="00F65DD6" w:rsidP="00451E94"/>
        </w:tc>
        <w:tc>
          <w:tcPr>
            <w:tcW w:w="476" w:type="dxa"/>
          </w:tcPr>
          <w:p w14:paraId="160423EE" w14:textId="37F29B95" w:rsidR="00F65DD6" w:rsidRPr="00432B2D" w:rsidRDefault="00432B2D" w:rsidP="00432B2D">
            <w:pPr>
              <w:jc w:val="center"/>
              <w:rPr>
                <w:sz w:val="38"/>
                <w:szCs w:val="38"/>
              </w:rPr>
            </w:pPr>
            <w:r w:rsidRPr="00432B2D">
              <w:rPr>
                <w:color w:val="3C5D9F"/>
                <w:sz w:val="38"/>
                <w:szCs w:val="38"/>
              </w:rPr>
              <w:t>g</w:t>
            </w:r>
          </w:p>
        </w:tc>
        <w:tc>
          <w:tcPr>
            <w:tcW w:w="475" w:type="dxa"/>
          </w:tcPr>
          <w:p w14:paraId="37E31457" w14:textId="77777777" w:rsidR="00F65DD6" w:rsidRPr="00451E94" w:rsidRDefault="00F65DD6" w:rsidP="00451E94"/>
        </w:tc>
        <w:tc>
          <w:tcPr>
            <w:tcW w:w="476" w:type="dxa"/>
          </w:tcPr>
          <w:p w14:paraId="1D900DE5" w14:textId="77777777" w:rsidR="00F65DD6" w:rsidRPr="00451E94" w:rsidRDefault="00F65DD6" w:rsidP="00451E94"/>
        </w:tc>
        <w:tc>
          <w:tcPr>
            <w:tcW w:w="475" w:type="dxa"/>
          </w:tcPr>
          <w:p w14:paraId="3A71DE30" w14:textId="77777777" w:rsidR="00F65DD6" w:rsidRPr="00451E94" w:rsidRDefault="00F65DD6" w:rsidP="00451E94"/>
        </w:tc>
        <w:tc>
          <w:tcPr>
            <w:tcW w:w="476" w:type="dxa"/>
          </w:tcPr>
          <w:p w14:paraId="3D65A2AA" w14:textId="77777777" w:rsidR="00F65DD6" w:rsidRPr="00451E94" w:rsidRDefault="00F65DD6" w:rsidP="00451E94"/>
        </w:tc>
        <w:tc>
          <w:tcPr>
            <w:tcW w:w="475" w:type="dxa"/>
          </w:tcPr>
          <w:p w14:paraId="7F1E3BAE" w14:textId="77777777" w:rsidR="00F65DD6" w:rsidRPr="00451E94" w:rsidRDefault="00F65DD6" w:rsidP="00451E94"/>
        </w:tc>
        <w:tc>
          <w:tcPr>
            <w:tcW w:w="476" w:type="dxa"/>
          </w:tcPr>
          <w:p w14:paraId="45E47FF1" w14:textId="77777777" w:rsidR="00F65DD6" w:rsidRPr="00451E94" w:rsidRDefault="00F65DD6" w:rsidP="00451E94"/>
        </w:tc>
        <w:tc>
          <w:tcPr>
            <w:tcW w:w="475" w:type="dxa"/>
          </w:tcPr>
          <w:p w14:paraId="6A0D1298" w14:textId="77777777" w:rsidR="00F65DD6" w:rsidRPr="00451E94" w:rsidRDefault="00F65DD6" w:rsidP="00451E94"/>
        </w:tc>
        <w:tc>
          <w:tcPr>
            <w:tcW w:w="476" w:type="dxa"/>
          </w:tcPr>
          <w:p w14:paraId="128F4D74" w14:textId="77777777" w:rsidR="00F65DD6" w:rsidRPr="00451E94" w:rsidRDefault="00F65DD6" w:rsidP="00451E94"/>
        </w:tc>
        <w:tc>
          <w:tcPr>
            <w:tcW w:w="475" w:type="dxa"/>
          </w:tcPr>
          <w:p w14:paraId="1E9B14C3" w14:textId="77777777" w:rsidR="00F65DD6" w:rsidRPr="00451E94" w:rsidRDefault="00F65DD6" w:rsidP="00451E94"/>
        </w:tc>
        <w:tc>
          <w:tcPr>
            <w:tcW w:w="476" w:type="dxa"/>
          </w:tcPr>
          <w:p w14:paraId="3E784A77" w14:textId="77777777" w:rsidR="00F65DD6" w:rsidRPr="00451E94" w:rsidRDefault="00F65DD6" w:rsidP="00451E94"/>
        </w:tc>
      </w:tr>
      <w:tr w:rsidR="00451E94" w:rsidRPr="00451E94" w14:paraId="0CDB87AC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154BA551" w14:textId="77777777" w:rsidR="00F65DD6" w:rsidRPr="00451E94" w:rsidRDefault="00F65DD6" w:rsidP="00451E94"/>
        </w:tc>
        <w:tc>
          <w:tcPr>
            <w:tcW w:w="476" w:type="dxa"/>
          </w:tcPr>
          <w:p w14:paraId="1211CBF3" w14:textId="77777777" w:rsidR="00F65DD6" w:rsidRPr="00451E94" w:rsidRDefault="00F65DD6" w:rsidP="00451E94"/>
        </w:tc>
        <w:tc>
          <w:tcPr>
            <w:tcW w:w="475" w:type="dxa"/>
          </w:tcPr>
          <w:p w14:paraId="4FC9F39B" w14:textId="77777777" w:rsidR="00F65DD6" w:rsidRPr="00451E94" w:rsidRDefault="00F65DD6" w:rsidP="00451E94"/>
        </w:tc>
        <w:tc>
          <w:tcPr>
            <w:tcW w:w="476" w:type="dxa"/>
          </w:tcPr>
          <w:p w14:paraId="11936258" w14:textId="77777777" w:rsidR="00F65DD6" w:rsidRPr="00451E94" w:rsidRDefault="00F65DD6" w:rsidP="00451E94"/>
        </w:tc>
        <w:tc>
          <w:tcPr>
            <w:tcW w:w="475" w:type="dxa"/>
          </w:tcPr>
          <w:p w14:paraId="5E30860F" w14:textId="77777777" w:rsidR="00F65DD6" w:rsidRPr="00451E94" w:rsidRDefault="00F65DD6" w:rsidP="00451E94"/>
        </w:tc>
        <w:tc>
          <w:tcPr>
            <w:tcW w:w="476" w:type="dxa"/>
          </w:tcPr>
          <w:p w14:paraId="0693E138" w14:textId="77777777" w:rsidR="00F65DD6" w:rsidRPr="00451E94" w:rsidRDefault="00F65DD6" w:rsidP="00451E94"/>
        </w:tc>
        <w:tc>
          <w:tcPr>
            <w:tcW w:w="475" w:type="dxa"/>
          </w:tcPr>
          <w:p w14:paraId="7233C6CE" w14:textId="77777777" w:rsidR="00F65DD6" w:rsidRPr="00451E94" w:rsidRDefault="00F65DD6" w:rsidP="00451E94"/>
        </w:tc>
        <w:tc>
          <w:tcPr>
            <w:tcW w:w="476" w:type="dxa"/>
          </w:tcPr>
          <w:p w14:paraId="475EC625" w14:textId="77777777" w:rsidR="00F65DD6" w:rsidRPr="00451E94" w:rsidRDefault="00F65DD6" w:rsidP="00451E94"/>
        </w:tc>
        <w:tc>
          <w:tcPr>
            <w:tcW w:w="475" w:type="dxa"/>
          </w:tcPr>
          <w:p w14:paraId="19E45648" w14:textId="77777777" w:rsidR="00F65DD6" w:rsidRPr="00451E94" w:rsidRDefault="00F65DD6" w:rsidP="00451E94"/>
        </w:tc>
        <w:tc>
          <w:tcPr>
            <w:tcW w:w="476" w:type="dxa"/>
          </w:tcPr>
          <w:p w14:paraId="67CEBDA7" w14:textId="77777777" w:rsidR="00F65DD6" w:rsidRPr="00451E94" w:rsidRDefault="00F65DD6" w:rsidP="00451E94"/>
        </w:tc>
        <w:tc>
          <w:tcPr>
            <w:tcW w:w="475" w:type="dxa"/>
          </w:tcPr>
          <w:p w14:paraId="014EA409" w14:textId="77777777" w:rsidR="00F65DD6" w:rsidRPr="00451E94" w:rsidRDefault="00F65DD6" w:rsidP="00451E94"/>
        </w:tc>
        <w:tc>
          <w:tcPr>
            <w:tcW w:w="476" w:type="dxa"/>
          </w:tcPr>
          <w:p w14:paraId="40F7A41E" w14:textId="77777777" w:rsidR="00F65DD6" w:rsidRPr="00451E94" w:rsidRDefault="00F65DD6" w:rsidP="00451E94"/>
        </w:tc>
        <w:tc>
          <w:tcPr>
            <w:tcW w:w="475" w:type="dxa"/>
          </w:tcPr>
          <w:p w14:paraId="775FEB3D" w14:textId="77777777" w:rsidR="00F65DD6" w:rsidRPr="00451E94" w:rsidRDefault="00F65DD6" w:rsidP="00451E94"/>
        </w:tc>
        <w:tc>
          <w:tcPr>
            <w:tcW w:w="476" w:type="dxa"/>
          </w:tcPr>
          <w:p w14:paraId="35D06E62" w14:textId="77777777" w:rsidR="00F65DD6" w:rsidRPr="00451E94" w:rsidRDefault="00F65DD6" w:rsidP="00451E94"/>
        </w:tc>
        <w:tc>
          <w:tcPr>
            <w:tcW w:w="475" w:type="dxa"/>
          </w:tcPr>
          <w:p w14:paraId="18277CBF" w14:textId="77777777" w:rsidR="00F65DD6" w:rsidRPr="00451E94" w:rsidRDefault="00F65DD6" w:rsidP="00451E94"/>
        </w:tc>
        <w:tc>
          <w:tcPr>
            <w:tcW w:w="476" w:type="dxa"/>
          </w:tcPr>
          <w:p w14:paraId="3DE96861" w14:textId="77777777" w:rsidR="00F65DD6" w:rsidRPr="00451E94" w:rsidRDefault="00F65DD6" w:rsidP="00451E94"/>
        </w:tc>
        <w:tc>
          <w:tcPr>
            <w:tcW w:w="475" w:type="dxa"/>
          </w:tcPr>
          <w:p w14:paraId="3E562588" w14:textId="77777777" w:rsidR="00F65DD6" w:rsidRPr="00451E94" w:rsidRDefault="00F65DD6" w:rsidP="00451E94"/>
        </w:tc>
        <w:tc>
          <w:tcPr>
            <w:tcW w:w="476" w:type="dxa"/>
          </w:tcPr>
          <w:p w14:paraId="09EAB983" w14:textId="77777777" w:rsidR="00F65DD6" w:rsidRPr="00451E94" w:rsidRDefault="00F65DD6" w:rsidP="00451E94"/>
        </w:tc>
      </w:tr>
      <w:tr w:rsidR="00451E94" w:rsidRPr="00451E94" w14:paraId="1C748022" w14:textId="77777777" w:rsidTr="007B2BE4">
        <w:trPr>
          <w:cantSplit/>
          <w:trHeight w:hRule="exact" w:val="454"/>
        </w:trPr>
        <w:tc>
          <w:tcPr>
            <w:tcW w:w="475" w:type="dxa"/>
          </w:tcPr>
          <w:p w14:paraId="5CF083FC" w14:textId="77777777" w:rsidR="00F65DD6" w:rsidRPr="00451E94" w:rsidRDefault="00F65DD6" w:rsidP="00451E94"/>
        </w:tc>
        <w:tc>
          <w:tcPr>
            <w:tcW w:w="476" w:type="dxa"/>
          </w:tcPr>
          <w:p w14:paraId="120444B9" w14:textId="77777777" w:rsidR="00F65DD6" w:rsidRPr="00451E94" w:rsidRDefault="00F65DD6" w:rsidP="00451E94"/>
        </w:tc>
        <w:tc>
          <w:tcPr>
            <w:tcW w:w="475" w:type="dxa"/>
          </w:tcPr>
          <w:p w14:paraId="48CD2F72" w14:textId="77777777" w:rsidR="00F65DD6" w:rsidRPr="00451E94" w:rsidRDefault="00F65DD6" w:rsidP="00451E94"/>
        </w:tc>
        <w:tc>
          <w:tcPr>
            <w:tcW w:w="476" w:type="dxa"/>
          </w:tcPr>
          <w:p w14:paraId="02A1F1C6" w14:textId="77777777" w:rsidR="00F65DD6" w:rsidRPr="00451E94" w:rsidRDefault="00F65DD6" w:rsidP="00451E94"/>
        </w:tc>
        <w:tc>
          <w:tcPr>
            <w:tcW w:w="475" w:type="dxa"/>
          </w:tcPr>
          <w:p w14:paraId="19C4E5BD" w14:textId="77777777" w:rsidR="00F65DD6" w:rsidRPr="00451E94" w:rsidRDefault="00F65DD6" w:rsidP="00451E94"/>
        </w:tc>
        <w:tc>
          <w:tcPr>
            <w:tcW w:w="476" w:type="dxa"/>
          </w:tcPr>
          <w:p w14:paraId="31AE4EF7" w14:textId="77777777" w:rsidR="00F65DD6" w:rsidRPr="00451E94" w:rsidRDefault="00F65DD6" w:rsidP="00451E94"/>
        </w:tc>
        <w:tc>
          <w:tcPr>
            <w:tcW w:w="475" w:type="dxa"/>
          </w:tcPr>
          <w:p w14:paraId="07183945" w14:textId="77777777" w:rsidR="00F65DD6" w:rsidRPr="00451E94" w:rsidRDefault="00F65DD6" w:rsidP="00451E94"/>
        </w:tc>
        <w:tc>
          <w:tcPr>
            <w:tcW w:w="476" w:type="dxa"/>
          </w:tcPr>
          <w:p w14:paraId="4759AFE2" w14:textId="77777777" w:rsidR="00F65DD6" w:rsidRPr="00451E94" w:rsidRDefault="00F65DD6" w:rsidP="00451E94"/>
        </w:tc>
        <w:tc>
          <w:tcPr>
            <w:tcW w:w="475" w:type="dxa"/>
          </w:tcPr>
          <w:p w14:paraId="56BD4432" w14:textId="77777777" w:rsidR="00F65DD6" w:rsidRPr="00451E94" w:rsidRDefault="00F65DD6" w:rsidP="00451E94"/>
        </w:tc>
        <w:tc>
          <w:tcPr>
            <w:tcW w:w="476" w:type="dxa"/>
          </w:tcPr>
          <w:p w14:paraId="35EE1CDD" w14:textId="77777777" w:rsidR="00F65DD6" w:rsidRPr="00451E94" w:rsidRDefault="00F65DD6" w:rsidP="00451E94"/>
        </w:tc>
        <w:tc>
          <w:tcPr>
            <w:tcW w:w="475" w:type="dxa"/>
          </w:tcPr>
          <w:p w14:paraId="0AD616F1" w14:textId="77777777" w:rsidR="00F65DD6" w:rsidRPr="00451E94" w:rsidRDefault="00F65DD6" w:rsidP="00451E94"/>
        </w:tc>
        <w:tc>
          <w:tcPr>
            <w:tcW w:w="476" w:type="dxa"/>
          </w:tcPr>
          <w:p w14:paraId="523AC80F" w14:textId="77777777" w:rsidR="00F65DD6" w:rsidRPr="00451E94" w:rsidRDefault="00F65DD6" w:rsidP="00451E94"/>
        </w:tc>
        <w:tc>
          <w:tcPr>
            <w:tcW w:w="475" w:type="dxa"/>
          </w:tcPr>
          <w:p w14:paraId="3419BD3E" w14:textId="77777777" w:rsidR="00F65DD6" w:rsidRPr="00451E94" w:rsidRDefault="00F65DD6" w:rsidP="00451E94"/>
        </w:tc>
        <w:tc>
          <w:tcPr>
            <w:tcW w:w="476" w:type="dxa"/>
          </w:tcPr>
          <w:p w14:paraId="5A7DCC89" w14:textId="77777777" w:rsidR="00F65DD6" w:rsidRPr="00451E94" w:rsidRDefault="00F65DD6" w:rsidP="00451E94"/>
        </w:tc>
        <w:tc>
          <w:tcPr>
            <w:tcW w:w="475" w:type="dxa"/>
          </w:tcPr>
          <w:p w14:paraId="271C9BE2" w14:textId="77777777" w:rsidR="00F65DD6" w:rsidRPr="00451E94" w:rsidRDefault="00F65DD6" w:rsidP="00451E94"/>
        </w:tc>
        <w:tc>
          <w:tcPr>
            <w:tcW w:w="476" w:type="dxa"/>
          </w:tcPr>
          <w:p w14:paraId="0F94E719" w14:textId="77777777" w:rsidR="00F65DD6" w:rsidRPr="00451E94" w:rsidRDefault="00F65DD6" w:rsidP="00451E94"/>
        </w:tc>
        <w:tc>
          <w:tcPr>
            <w:tcW w:w="475" w:type="dxa"/>
          </w:tcPr>
          <w:p w14:paraId="5E72742F" w14:textId="77777777" w:rsidR="00F65DD6" w:rsidRPr="00451E94" w:rsidRDefault="00F65DD6" w:rsidP="00451E94"/>
        </w:tc>
        <w:tc>
          <w:tcPr>
            <w:tcW w:w="476" w:type="dxa"/>
          </w:tcPr>
          <w:p w14:paraId="67E02190" w14:textId="77777777" w:rsidR="00F65DD6" w:rsidRPr="00451E94" w:rsidRDefault="00F65DD6" w:rsidP="00451E94"/>
        </w:tc>
      </w:tr>
    </w:tbl>
    <w:p w14:paraId="10C352D8" w14:textId="77777777" w:rsidR="00841781" w:rsidRDefault="00841781" w:rsidP="00C90635">
      <w:pPr>
        <w:spacing w:after="0"/>
      </w:pPr>
    </w:p>
    <w:p w14:paraId="304DF2A6" w14:textId="77777777" w:rsidR="00E3400A" w:rsidRPr="00E3400A" w:rsidRDefault="006F1B56" w:rsidP="00701D62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046A29">
        <w:t>2</w:t>
      </w:r>
      <w:r w:rsidR="0020629D">
        <w:t xml:space="preserve"> P.</w:t>
      </w:r>
    </w:p>
    <w:p w14:paraId="189542DD" w14:textId="70C27242" w:rsidR="00D511EA" w:rsidRDefault="00E3400A" w:rsidP="00D75ED3">
      <w:pPr>
        <w:tabs>
          <w:tab w:val="left" w:pos="4962"/>
          <w:tab w:val="left" w:pos="5529"/>
          <w:tab w:val="right" w:pos="9266"/>
        </w:tabs>
        <w:spacing w:after="40"/>
      </w:pPr>
      <w:r>
        <w:br/>
      </w:r>
      <w:r w:rsidR="00D511EA">
        <w:t>Welche dieser Flächen ist am grössten?</w:t>
      </w:r>
      <w:r w:rsidR="00FC5526">
        <w:tab/>
      </w:r>
      <w:r w:rsidR="00D75ED3">
        <w:rPr>
          <w:rStyle w:val="Schriftrot"/>
          <w:b/>
        </w:rPr>
        <w:t>c</w:t>
      </w:r>
      <w:r w:rsidR="00D75ED3">
        <w:rPr>
          <w:rStyle w:val="Schriftrot"/>
        </w:rPr>
        <w:tab/>
      </w:r>
      <w:r w:rsidR="00D75ED3" w:rsidRPr="00D75ED3">
        <w:rPr>
          <w:rStyle w:val="Schriftrot"/>
        </w:rPr>
        <w:t>(fakultativ:   13 Einheiten)</w:t>
      </w:r>
      <w:r w:rsidR="00D75ED3">
        <w:rPr>
          <w:rStyle w:val="Schriftrot"/>
        </w:rPr>
        <w:tab/>
      </w:r>
      <w:r w:rsidR="00D75ED3" w:rsidRPr="00D75ED3">
        <w:rPr>
          <w:rStyle w:val="Schriftrot"/>
        </w:rPr>
        <w:t>½ P</w:t>
      </w:r>
    </w:p>
    <w:p w14:paraId="3132CDEF" w14:textId="7E2CC0D1" w:rsidR="00D511EA" w:rsidRDefault="00D511EA" w:rsidP="00D75ED3">
      <w:pPr>
        <w:tabs>
          <w:tab w:val="left" w:pos="4962"/>
          <w:tab w:val="left" w:pos="5529"/>
          <w:tab w:val="right" w:pos="9266"/>
        </w:tabs>
        <w:spacing w:after="40"/>
      </w:pPr>
      <w:r>
        <w:t>Welche dieser Flächen ist am kleinsten?</w:t>
      </w:r>
      <w:r w:rsidR="00FC5526">
        <w:tab/>
      </w:r>
      <w:r w:rsidR="00D75ED3" w:rsidRPr="00D75ED3">
        <w:rPr>
          <w:rStyle w:val="Schriftrot"/>
          <w:b/>
        </w:rPr>
        <w:t>b</w:t>
      </w:r>
      <w:r w:rsidR="00D75ED3">
        <w:rPr>
          <w:rStyle w:val="Schriftrot"/>
          <w:b/>
        </w:rPr>
        <w:tab/>
      </w:r>
      <w:r w:rsidR="00D75ED3" w:rsidRPr="00D75ED3">
        <w:rPr>
          <w:rStyle w:val="Schriftrot"/>
        </w:rPr>
        <w:t>(fakultativ:   8 Einheiten)</w:t>
      </w:r>
      <w:r w:rsidR="00D75ED3">
        <w:rPr>
          <w:rStyle w:val="Schriftrot"/>
        </w:rPr>
        <w:tab/>
      </w:r>
      <w:r w:rsidR="00D75ED3" w:rsidRPr="00D75ED3">
        <w:rPr>
          <w:rStyle w:val="Schriftrot"/>
        </w:rPr>
        <w:t>½ P</w:t>
      </w:r>
    </w:p>
    <w:p w14:paraId="051325C4" w14:textId="15EE1FB1" w:rsidR="00D511EA" w:rsidRDefault="00D511EA" w:rsidP="00D75ED3">
      <w:pPr>
        <w:tabs>
          <w:tab w:val="left" w:pos="4962"/>
          <w:tab w:val="left" w:pos="5529"/>
          <w:tab w:val="right" w:pos="9266"/>
        </w:tabs>
        <w:spacing w:after="40"/>
      </w:pPr>
      <w:r>
        <w:t>Welche dieser Flächen hat den längsten Rand?</w:t>
      </w:r>
      <w:r w:rsidR="00FC5526">
        <w:tab/>
      </w:r>
      <w:r w:rsidR="00D75ED3">
        <w:rPr>
          <w:rStyle w:val="Schriftrot"/>
          <w:b/>
        </w:rPr>
        <w:t>d</w:t>
      </w:r>
      <w:r w:rsidR="00D75ED3">
        <w:rPr>
          <w:rStyle w:val="Schriftrot"/>
          <w:b/>
        </w:rPr>
        <w:tab/>
      </w:r>
      <w:r w:rsidR="00D75ED3" w:rsidRPr="00D75ED3">
        <w:rPr>
          <w:rStyle w:val="Schriftrot"/>
        </w:rPr>
        <w:t>(fak</w:t>
      </w:r>
      <w:r w:rsidR="00D75ED3">
        <w:rPr>
          <w:rStyle w:val="Schriftrot"/>
        </w:rPr>
        <w:t>ultativ:   24 Einheiten)</w:t>
      </w:r>
      <w:r w:rsidR="00D75ED3">
        <w:rPr>
          <w:rStyle w:val="Schriftrot"/>
        </w:rPr>
        <w:tab/>
      </w:r>
      <w:r w:rsidR="00D75ED3" w:rsidRPr="00D75ED3">
        <w:rPr>
          <w:rStyle w:val="Schriftrot"/>
        </w:rPr>
        <w:t>½ P</w:t>
      </w:r>
    </w:p>
    <w:p w14:paraId="3E53E56E" w14:textId="6B429640" w:rsidR="007D6073" w:rsidRDefault="00D511EA" w:rsidP="00D75ED3">
      <w:pPr>
        <w:tabs>
          <w:tab w:val="left" w:pos="4962"/>
          <w:tab w:val="left" w:pos="5529"/>
          <w:tab w:val="right" w:pos="9266"/>
        </w:tabs>
        <w:spacing w:after="200"/>
      </w:pPr>
      <w:r>
        <w:t>Welche dieser Flächen hat den kürzesten Rand?</w:t>
      </w:r>
      <w:r w:rsidR="00FC5526">
        <w:tab/>
      </w:r>
      <w:r w:rsidR="00D75ED3">
        <w:rPr>
          <w:rStyle w:val="Schriftrot"/>
          <w:b/>
        </w:rPr>
        <w:t>h</w:t>
      </w:r>
      <w:r w:rsidR="00D75ED3">
        <w:rPr>
          <w:rStyle w:val="Schriftrot"/>
          <w:b/>
        </w:rPr>
        <w:tab/>
      </w:r>
      <w:r w:rsidR="00D75ED3" w:rsidRPr="00D75ED3">
        <w:rPr>
          <w:rStyle w:val="Schriftrot"/>
        </w:rPr>
        <w:t>(fak</w:t>
      </w:r>
      <w:r w:rsidR="00D75ED3">
        <w:rPr>
          <w:rStyle w:val="Schriftrot"/>
        </w:rPr>
        <w:t>ultativ:   12 Einheiten)</w:t>
      </w:r>
      <w:r w:rsidR="00D75ED3">
        <w:rPr>
          <w:rStyle w:val="Schriftrot"/>
        </w:rPr>
        <w:tab/>
      </w:r>
      <w:r w:rsidR="00D75ED3" w:rsidRPr="00D75ED3">
        <w:rPr>
          <w:rStyle w:val="Schriftrot"/>
        </w:rPr>
        <w:t>½ P</w:t>
      </w:r>
    </w:p>
    <w:p w14:paraId="63022612" w14:textId="77777777" w:rsidR="005B0AA8" w:rsidRDefault="004368E9" w:rsidP="00701D62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841781">
        <w:t>6</w:t>
      </w:r>
      <w:r w:rsidR="0020629D">
        <w:t xml:space="preserve"> P.</w:t>
      </w:r>
    </w:p>
    <w:p w14:paraId="04D1A843" w14:textId="59626862" w:rsidR="00D75ED3" w:rsidRPr="00D75ED3" w:rsidRDefault="00987368" w:rsidP="00D75ED3">
      <w:pPr>
        <w:spacing w:after="80"/>
        <w:rPr>
          <w:rStyle w:val="Schriftrot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E79B796" wp14:editId="7B09A4FB">
                <wp:simplePos x="0" y="0"/>
                <wp:positionH relativeFrom="column">
                  <wp:posOffset>4004310</wp:posOffset>
                </wp:positionH>
                <wp:positionV relativeFrom="paragraph">
                  <wp:posOffset>173990</wp:posOffset>
                </wp:positionV>
                <wp:extent cx="393700" cy="220980"/>
                <wp:effectExtent l="0" t="0" r="38100" b="3302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" cy="22098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chemeClr val="accent6">
                              <a:lumMod val="60000"/>
                              <a:lumOff val="40000"/>
                              <a:alpha val="72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7" o:spid="_x0000_s1026" style="position:absolute;margin-left:315.3pt;margin-top:13.7pt;width:31pt;height:17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" filled="f" strokecolor="#4f8bd3 [1945]" strokeweight="2.25pt">
                <v:stroke opacity="47288f"/>
              </v:rect>
            </w:pict>
          </mc:Fallback>
        </mc:AlternateContent>
      </w:r>
      <w:r w:rsidR="00F26B73">
        <w:br/>
      </w:r>
      <w:r w:rsidR="007D6073">
        <w:t>Färbe Flächen, die gleich gross sind, mit der gleichen Farbe.</w:t>
      </w:r>
      <w:r w:rsidR="00D75ED3">
        <w:tab/>
      </w:r>
      <w:r w:rsidR="00D75ED3" w:rsidRPr="00987368">
        <w:rPr>
          <w:rStyle w:val="Schriftrot"/>
        </w:rPr>
        <w:t>(9 E)</w:t>
      </w:r>
      <w:r w:rsidR="00D75ED3" w:rsidRPr="00D75ED3">
        <w:rPr>
          <w:rStyle w:val="Schriftrot"/>
        </w:rPr>
        <w:t xml:space="preserve">    2P </w:t>
      </w:r>
      <w:r w:rsidR="00D75ED3" w:rsidRPr="00D75ED3">
        <w:rPr>
          <w:rStyle w:val="Schriftrot"/>
        </w:rPr>
        <w:tab/>
        <w:t xml:space="preserve"> (2 von 3:    1 P)</w:t>
      </w:r>
    </w:p>
    <w:p w14:paraId="7A30BA59" w14:textId="2F4B690B" w:rsidR="00D75ED3" w:rsidRPr="00D75ED3" w:rsidRDefault="00B721EE" w:rsidP="00D75ED3">
      <w:pPr>
        <w:tabs>
          <w:tab w:val="left" w:pos="769"/>
          <w:tab w:val="left" w:pos="1276"/>
          <w:tab w:val="left" w:pos="3828"/>
        </w:tabs>
        <w:spacing w:after="80"/>
        <w:rPr>
          <w:rStyle w:val="Schriftrot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98958CC" wp14:editId="5DD878AF">
                <wp:simplePos x="0" y="0"/>
                <wp:positionH relativeFrom="column">
                  <wp:posOffset>-25400</wp:posOffset>
                </wp:positionH>
                <wp:positionV relativeFrom="paragraph">
                  <wp:posOffset>1270</wp:posOffset>
                </wp:positionV>
                <wp:extent cx="393700" cy="220980"/>
                <wp:effectExtent l="0" t="0" r="38100" b="3302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" cy="220980"/>
                        </a:xfrm>
                        <a:prstGeom prst="rect">
                          <a:avLst/>
                        </a:prstGeom>
                        <a:noFill/>
                        <a:ln w="28575" cap="sq">
                          <a:solidFill>
                            <a:srgbClr val="008000">
                              <a:alpha val="45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8" o:spid="_x0000_s1026" style="position:absolute;margin-left:-1.95pt;margin-top:.1pt;width:31pt;height:17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" filled="f" strokecolor="green" strokeweight="2.25pt">
                <v:stroke opacity="29555f" endcap="square"/>
              </v:rect>
            </w:pict>
          </mc:Fallback>
        </mc:AlternateContent>
      </w:r>
      <w:r w:rsidR="00D75ED3" w:rsidRPr="00B721EE">
        <w:rPr>
          <w:rStyle w:val="Schriftrot"/>
        </w:rPr>
        <w:t>(11E)</w:t>
      </w:r>
      <w:r w:rsidR="00D75ED3">
        <w:rPr>
          <w:rStyle w:val="Schriftrot"/>
        </w:rPr>
        <w:tab/>
        <w:t>2P</w:t>
      </w:r>
      <w:r w:rsidR="00D75ED3">
        <w:rPr>
          <w:rStyle w:val="Schriftrot"/>
        </w:rPr>
        <w:tab/>
        <w:t>(2 von 3:    1 P)</w:t>
      </w:r>
      <w:r w:rsidR="00D75ED3">
        <w:rPr>
          <w:rStyle w:val="Schriftrot"/>
        </w:rPr>
        <w:tab/>
      </w:r>
      <w:r w:rsidR="00D75ED3" w:rsidRPr="00D75ED3">
        <w:rPr>
          <w:rStyle w:val="Schriftrot"/>
        </w:rPr>
        <w:t>(Die Grösse der Fläche muss nicht angegeben sein.)</w:t>
      </w:r>
    </w:p>
    <w:p w14:paraId="5A1C3C6F" w14:textId="7EA4D95F" w:rsidR="00D75ED3" w:rsidRDefault="007D6073" w:rsidP="00D75ED3">
      <w:pPr>
        <w:tabs>
          <w:tab w:val="left" w:pos="5245"/>
          <w:tab w:val="right" w:pos="9252"/>
        </w:tabs>
        <w:rPr>
          <w:rStyle w:val="Eingabefeld0"/>
        </w:rPr>
      </w:pPr>
      <w:r>
        <w:t>Welche Flächen haben einen gleich langen Rand?</w:t>
      </w:r>
      <w:r w:rsidR="00C90635">
        <w:tab/>
      </w:r>
      <w:r w:rsidR="00D75ED3" w:rsidRPr="00D75ED3">
        <w:rPr>
          <w:rStyle w:val="Schriftrot"/>
        </w:rPr>
        <w:t>a,   c,   f,   g</w:t>
      </w:r>
      <w:r w:rsidR="00D75ED3">
        <w:rPr>
          <w:rStyle w:val="Schriftrot"/>
        </w:rPr>
        <w:tab/>
      </w:r>
      <w:r w:rsidR="00D75ED3" w:rsidRPr="00D75ED3">
        <w:rPr>
          <w:rStyle w:val="Schriftrot"/>
        </w:rPr>
        <w:t>2P</w:t>
      </w:r>
      <w:r w:rsidR="00D75ED3" w:rsidRPr="00D75ED3">
        <w:rPr>
          <w:rStyle w:val="Eingabefeld0"/>
        </w:rPr>
        <w:t xml:space="preserve"> </w:t>
      </w:r>
    </w:p>
    <w:p w14:paraId="4A7E8E21" w14:textId="0DD47944" w:rsidR="00C90635" w:rsidRPr="00D75ED3" w:rsidRDefault="00D75ED3" w:rsidP="00D75ED3">
      <w:pPr>
        <w:tabs>
          <w:tab w:val="left" w:pos="3828"/>
          <w:tab w:val="left" w:pos="5245"/>
        </w:tabs>
        <w:rPr>
          <w:rStyle w:val="Schriftrot"/>
        </w:rPr>
      </w:pPr>
      <w:r w:rsidRPr="00D75ED3">
        <w:rPr>
          <w:rStyle w:val="Schriftrot"/>
        </w:rPr>
        <w:t xml:space="preserve">(3 von 4:   1 P;   2 von 4:  </w:t>
      </w:r>
      <w:r>
        <w:rPr>
          <w:rStyle w:val="Schriftrot"/>
        </w:rPr>
        <w:t xml:space="preserve"> ½ P )</w:t>
      </w:r>
      <w:r>
        <w:rPr>
          <w:rStyle w:val="Schriftrot"/>
        </w:rPr>
        <w:tab/>
      </w:r>
      <w:r w:rsidRPr="00D75ED3">
        <w:rPr>
          <w:rStyle w:val="Schriftrot"/>
        </w:rPr>
        <w:t>(Die Länge des Randes muss nicht angegeben sein.)</w:t>
      </w:r>
      <w:r w:rsidR="00C90635" w:rsidRPr="00D75ED3">
        <w:rPr>
          <w:rStyle w:val="Schriftrot"/>
        </w:rPr>
        <w:br w:type="page"/>
      </w:r>
    </w:p>
    <w:p w14:paraId="12D9D32B" w14:textId="77777777" w:rsidR="00C90635" w:rsidRPr="00A40882" w:rsidRDefault="00C90635" w:rsidP="00701D62">
      <w:pPr>
        <w:pStyle w:val="KurzbeschriebTitel"/>
      </w:pPr>
      <w:r>
        <w:lastRenderedPageBreak/>
        <w:tab/>
      </w:r>
    </w:p>
    <w:p w14:paraId="69C091F5" w14:textId="2C309FC0" w:rsidR="00805198" w:rsidRPr="002E4262" w:rsidRDefault="00805198" w:rsidP="002E4262">
      <w:pPr>
        <w:spacing w:after="0"/>
        <w:rPr>
          <w:sz w:val="12"/>
          <w:szCs w:val="12"/>
        </w:rPr>
      </w:pPr>
    </w:p>
    <w:tbl>
      <w:tblPr>
        <w:tblStyle w:val="TableGrid"/>
        <w:tblW w:w="8505" w:type="dxa"/>
        <w:tblInd w:w="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6" w:space="0" w:color="DEEDFF"/>
          <w:insideV w:val="single" w:sz="6" w:space="0" w:color="DEEDFF"/>
        </w:tblBorders>
        <w:tblLayout w:type="fixed"/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</w:tblGrid>
      <w:tr w:rsidR="002E4262" w:rsidRPr="00451E94" w14:paraId="7CC3F341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4038DEAD" w14:textId="22A729A7" w:rsidR="002E4262" w:rsidRPr="00451E94" w:rsidRDefault="002E4262" w:rsidP="005102FE"/>
        </w:tc>
        <w:tc>
          <w:tcPr>
            <w:tcW w:w="473" w:type="dxa"/>
          </w:tcPr>
          <w:p w14:paraId="60C37C92" w14:textId="0AA85FBC" w:rsidR="002E4262" w:rsidRPr="00451E94" w:rsidRDefault="002E4262" w:rsidP="005102FE"/>
        </w:tc>
        <w:tc>
          <w:tcPr>
            <w:tcW w:w="472" w:type="dxa"/>
          </w:tcPr>
          <w:p w14:paraId="468ED231" w14:textId="77777777" w:rsidR="002E4262" w:rsidRPr="00451E94" w:rsidRDefault="002E4262" w:rsidP="005102FE"/>
        </w:tc>
        <w:tc>
          <w:tcPr>
            <w:tcW w:w="473" w:type="dxa"/>
          </w:tcPr>
          <w:p w14:paraId="702283E1" w14:textId="77777777" w:rsidR="002E4262" w:rsidRPr="00451E94" w:rsidRDefault="002E4262" w:rsidP="005102FE"/>
        </w:tc>
        <w:tc>
          <w:tcPr>
            <w:tcW w:w="472" w:type="dxa"/>
          </w:tcPr>
          <w:p w14:paraId="772A4605" w14:textId="77777777" w:rsidR="002E4262" w:rsidRPr="00451E94" w:rsidRDefault="002E4262" w:rsidP="005102FE"/>
        </w:tc>
        <w:tc>
          <w:tcPr>
            <w:tcW w:w="473" w:type="dxa"/>
          </w:tcPr>
          <w:p w14:paraId="2BCD349D" w14:textId="77777777" w:rsidR="002E4262" w:rsidRPr="00451E94" w:rsidRDefault="002E4262" w:rsidP="005102FE"/>
        </w:tc>
        <w:tc>
          <w:tcPr>
            <w:tcW w:w="472" w:type="dxa"/>
          </w:tcPr>
          <w:p w14:paraId="7A683C2E" w14:textId="5D6373DD" w:rsidR="002E4262" w:rsidRPr="00451E94" w:rsidRDefault="002E4262" w:rsidP="005102FE"/>
        </w:tc>
        <w:tc>
          <w:tcPr>
            <w:tcW w:w="473" w:type="dxa"/>
          </w:tcPr>
          <w:p w14:paraId="0BD9A60D" w14:textId="4577C118" w:rsidR="002E4262" w:rsidRPr="00451E94" w:rsidRDefault="002E4262" w:rsidP="005102FE"/>
        </w:tc>
        <w:tc>
          <w:tcPr>
            <w:tcW w:w="472" w:type="dxa"/>
          </w:tcPr>
          <w:p w14:paraId="37C40595" w14:textId="77777777" w:rsidR="002E4262" w:rsidRPr="00451E94" w:rsidRDefault="002E4262" w:rsidP="005102FE"/>
        </w:tc>
        <w:tc>
          <w:tcPr>
            <w:tcW w:w="473" w:type="dxa"/>
          </w:tcPr>
          <w:p w14:paraId="7616FC31" w14:textId="77777777" w:rsidR="002E4262" w:rsidRPr="00451E94" w:rsidRDefault="002E4262" w:rsidP="005102FE"/>
        </w:tc>
        <w:tc>
          <w:tcPr>
            <w:tcW w:w="472" w:type="dxa"/>
          </w:tcPr>
          <w:p w14:paraId="6AD5E68C" w14:textId="77777777" w:rsidR="002E4262" w:rsidRPr="00451E94" w:rsidRDefault="002E4262" w:rsidP="005102FE"/>
        </w:tc>
        <w:tc>
          <w:tcPr>
            <w:tcW w:w="473" w:type="dxa"/>
          </w:tcPr>
          <w:p w14:paraId="2AFA87B7" w14:textId="0EE38D2B" w:rsidR="002E4262" w:rsidRPr="00451E94" w:rsidRDefault="002E4262" w:rsidP="005102FE"/>
        </w:tc>
        <w:tc>
          <w:tcPr>
            <w:tcW w:w="472" w:type="dxa"/>
          </w:tcPr>
          <w:p w14:paraId="68353EE3" w14:textId="77777777" w:rsidR="002E4262" w:rsidRPr="00451E94" w:rsidRDefault="002E4262" w:rsidP="005102FE"/>
        </w:tc>
        <w:tc>
          <w:tcPr>
            <w:tcW w:w="473" w:type="dxa"/>
          </w:tcPr>
          <w:p w14:paraId="5DBA6846" w14:textId="77777777" w:rsidR="002E4262" w:rsidRPr="00451E94" w:rsidRDefault="002E4262" w:rsidP="005102FE"/>
        </w:tc>
        <w:tc>
          <w:tcPr>
            <w:tcW w:w="472" w:type="dxa"/>
          </w:tcPr>
          <w:p w14:paraId="533F2F27" w14:textId="77777777" w:rsidR="002E4262" w:rsidRPr="00451E94" w:rsidRDefault="002E4262" w:rsidP="005102FE"/>
        </w:tc>
        <w:tc>
          <w:tcPr>
            <w:tcW w:w="473" w:type="dxa"/>
          </w:tcPr>
          <w:p w14:paraId="3A00D052" w14:textId="77777777" w:rsidR="002E4262" w:rsidRPr="00451E94" w:rsidRDefault="002E4262" w:rsidP="005102FE"/>
        </w:tc>
        <w:tc>
          <w:tcPr>
            <w:tcW w:w="472" w:type="dxa"/>
          </w:tcPr>
          <w:p w14:paraId="4C44BBDF" w14:textId="77777777" w:rsidR="002E4262" w:rsidRPr="00451E94" w:rsidRDefault="002E4262" w:rsidP="005102FE"/>
        </w:tc>
        <w:tc>
          <w:tcPr>
            <w:tcW w:w="473" w:type="dxa"/>
          </w:tcPr>
          <w:p w14:paraId="03E82AF0" w14:textId="77777777" w:rsidR="002E4262" w:rsidRPr="00451E94" w:rsidRDefault="002E4262" w:rsidP="005102FE"/>
        </w:tc>
      </w:tr>
      <w:tr w:rsidR="002E4262" w:rsidRPr="00451E94" w14:paraId="4F85EAFC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0457FC0E" w14:textId="46E8A91D" w:rsidR="002E4262" w:rsidRPr="00451E94" w:rsidRDefault="002E4262" w:rsidP="005102FE"/>
        </w:tc>
        <w:tc>
          <w:tcPr>
            <w:tcW w:w="473" w:type="dxa"/>
          </w:tcPr>
          <w:p w14:paraId="3E6D46E1" w14:textId="66AC8DEE" w:rsidR="002E4262" w:rsidRPr="00451E94" w:rsidRDefault="00BE6196" w:rsidP="005102FE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D4FEA6D" wp14:editId="71767CD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4445</wp:posOffset>
                      </wp:positionV>
                      <wp:extent cx="1492250" cy="1443990"/>
                      <wp:effectExtent l="0" t="0" r="31750" b="29210"/>
                      <wp:wrapNone/>
                      <wp:docPr id="9" name="Freeform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0" cy="1443990"/>
                              </a:xfrm>
                              <a:custGeom>
                                <a:avLst/>
                                <a:gdLst>
                                  <a:gd name="connsiteX0" fmla="*/ 603250 w 1504950"/>
                                  <a:gd name="connsiteY0" fmla="*/ 0 h 1435100"/>
                                  <a:gd name="connsiteX1" fmla="*/ 603250 w 1504950"/>
                                  <a:gd name="connsiteY1" fmla="*/ 577850 h 1435100"/>
                                  <a:gd name="connsiteX2" fmla="*/ 304800 w 1504950"/>
                                  <a:gd name="connsiteY2" fmla="*/ 577850 h 1435100"/>
                                  <a:gd name="connsiteX3" fmla="*/ 0 w 1504950"/>
                                  <a:gd name="connsiteY3" fmla="*/ 863600 h 1435100"/>
                                  <a:gd name="connsiteX4" fmla="*/ 603250 w 1504950"/>
                                  <a:gd name="connsiteY4" fmla="*/ 863600 h 1435100"/>
                                  <a:gd name="connsiteX5" fmla="*/ 603250 w 1504950"/>
                                  <a:gd name="connsiteY5" fmla="*/ 1149350 h 1435100"/>
                                  <a:gd name="connsiteX6" fmla="*/ 901700 w 1504950"/>
                                  <a:gd name="connsiteY6" fmla="*/ 1435100 h 1435100"/>
                                  <a:gd name="connsiteX7" fmla="*/ 901700 w 1504950"/>
                                  <a:gd name="connsiteY7" fmla="*/ 863600 h 1435100"/>
                                  <a:gd name="connsiteX8" fmla="*/ 1200150 w 1504950"/>
                                  <a:gd name="connsiteY8" fmla="*/ 863600 h 1435100"/>
                                  <a:gd name="connsiteX9" fmla="*/ 1504950 w 1504950"/>
                                  <a:gd name="connsiteY9" fmla="*/ 577850 h 1435100"/>
                                  <a:gd name="connsiteX10" fmla="*/ 901700 w 1504950"/>
                                  <a:gd name="connsiteY10" fmla="*/ 577850 h 1435100"/>
                                  <a:gd name="connsiteX11" fmla="*/ 908050 w 1504950"/>
                                  <a:gd name="connsiteY11" fmla="*/ 285750 h 1435100"/>
                                  <a:gd name="connsiteX12" fmla="*/ 603250 w 1504950"/>
                                  <a:gd name="connsiteY12" fmla="*/ 0 h 1435100"/>
                                  <a:gd name="connsiteX0" fmla="*/ 603250 w 1504950"/>
                                  <a:gd name="connsiteY0" fmla="*/ 0 h 1435100"/>
                                  <a:gd name="connsiteX1" fmla="*/ 603250 w 1504950"/>
                                  <a:gd name="connsiteY1" fmla="*/ 577850 h 1435100"/>
                                  <a:gd name="connsiteX2" fmla="*/ 304800 w 1504950"/>
                                  <a:gd name="connsiteY2" fmla="*/ 577850 h 1435100"/>
                                  <a:gd name="connsiteX3" fmla="*/ 0 w 1504950"/>
                                  <a:gd name="connsiteY3" fmla="*/ 863600 h 1435100"/>
                                  <a:gd name="connsiteX4" fmla="*/ 603250 w 1504950"/>
                                  <a:gd name="connsiteY4" fmla="*/ 863600 h 1435100"/>
                                  <a:gd name="connsiteX5" fmla="*/ 603250 w 1504950"/>
                                  <a:gd name="connsiteY5" fmla="*/ 1149350 h 1435100"/>
                                  <a:gd name="connsiteX6" fmla="*/ 901700 w 1504950"/>
                                  <a:gd name="connsiteY6" fmla="*/ 1435100 h 1435100"/>
                                  <a:gd name="connsiteX7" fmla="*/ 901700 w 1504950"/>
                                  <a:gd name="connsiteY7" fmla="*/ 863600 h 1435100"/>
                                  <a:gd name="connsiteX8" fmla="*/ 1200150 w 1504950"/>
                                  <a:gd name="connsiteY8" fmla="*/ 863600 h 1435100"/>
                                  <a:gd name="connsiteX9" fmla="*/ 1504950 w 1504950"/>
                                  <a:gd name="connsiteY9" fmla="*/ 577850 h 1435100"/>
                                  <a:gd name="connsiteX10" fmla="*/ 901700 w 1504950"/>
                                  <a:gd name="connsiteY10" fmla="*/ 577850 h 1435100"/>
                                  <a:gd name="connsiteX11" fmla="*/ 905480 w 1504950"/>
                                  <a:gd name="connsiteY11" fmla="*/ 285750 h 1435100"/>
                                  <a:gd name="connsiteX12" fmla="*/ 603250 w 1504950"/>
                                  <a:gd name="connsiteY12" fmla="*/ 0 h 1435100"/>
                                  <a:gd name="connsiteX0" fmla="*/ 608391 w 1510091"/>
                                  <a:gd name="connsiteY0" fmla="*/ 0 h 1435100"/>
                                  <a:gd name="connsiteX1" fmla="*/ 608391 w 1510091"/>
                                  <a:gd name="connsiteY1" fmla="*/ 577850 h 1435100"/>
                                  <a:gd name="connsiteX2" fmla="*/ 309941 w 1510091"/>
                                  <a:gd name="connsiteY2" fmla="*/ 577850 h 1435100"/>
                                  <a:gd name="connsiteX3" fmla="*/ 0 w 1510091"/>
                                  <a:gd name="connsiteY3" fmla="*/ 866170 h 1435100"/>
                                  <a:gd name="connsiteX4" fmla="*/ 608391 w 1510091"/>
                                  <a:gd name="connsiteY4" fmla="*/ 863600 h 1435100"/>
                                  <a:gd name="connsiteX5" fmla="*/ 608391 w 1510091"/>
                                  <a:gd name="connsiteY5" fmla="*/ 1149350 h 1435100"/>
                                  <a:gd name="connsiteX6" fmla="*/ 906841 w 1510091"/>
                                  <a:gd name="connsiteY6" fmla="*/ 1435100 h 1435100"/>
                                  <a:gd name="connsiteX7" fmla="*/ 906841 w 1510091"/>
                                  <a:gd name="connsiteY7" fmla="*/ 863600 h 1435100"/>
                                  <a:gd name="connsiteX8" fmla="*/ 1205291 w 1510091"/>
                                  <a:gd name="connsiteY8" fmla="*/ 863600 h 1435100"/>
                                  <a:gd name="connsiteX9" fmla="*/ 1510091 w 1510091"/>
                                  <a:gd name="connsiteY9" fmla="*/ 577850 h 1435100"/>
                                  <a:gd name="connsiteX10" fmla="*/ 906841 w 1510091"/>
                                  <a:gd name="connsiteY10" fmla="*/ 577850 h 1435100"/>
                                  <a:gd name="connsiteX11" fmla="*/ 910621 w 1510091"/>
                                  <a:gd name="connsiteY11" fmla="*/ 285750 h 1435100"/>
                                  <a:gd name="connsiteX12" fmla="*/ 608391 w 1510091"/>
                                  <a:gd name="connsiteY12" fmla="*/ 0 h 1435100"/>
                                  <a:gd name="connsiteX0" fmla="*/ 608391 w 1510091"/>
                                  <a:gd name="connsiteY0" fmla="*/ 0 h 1460796"/>
                                  <a:gd name="connsiteX1" fmla="*/ 608391 w 1510091"/>
                                  <a:gd name="connsiteY1" fmla="*/ 577850 h 1460796"/>
                                  <a:gd name="connsiteX2" fmla="*/ 309941 w 1510091"/>
                                  <a:gd name="connsiteY2" fmla="*/ 577850 h 1460796"/>
                                  <a:gd name="connsiteX3" fmla="*/ 0 w 1510091"/>
                                  <a:gd name="connsiteY3" fmla="*/ 866170 h 1460796"/>
                                  <a:gd name="connsiteX4" fmla="*/ 608391 w 1510091"/>
                                  <a:gd name="connsiteY4" fmla="*/ 863600 h 1460796"/>
                                  <a:gd name="connsiteX5" fmla="*/ 608391 w 1510091"/>
                                  <a:gd name="connsiteY5" fmla="*/ 1149350 h 1460796"/>
                                  <a:gd name="connsiteX6" fmla="*/ 911982 w 1510091"/>
                                  <a:gd name="connsiteY6" fmla="*/ 1460796 h 1460796"/>
                                  <a:gd name="connsiteX7" fmla="*/ 906841 w 1510091"/>
                                  <a:gd name="connsiteY7" fmla="*/ 863600 h 1460796"/>
                                  <a:gd name="connsiteX8" fmla="*/ 1205291 w 1510091"/>
                                  <a:gd name="connsiteY8" fmla="*/ 863600 h 1460796"/>
                                  <a:gd name="connsiteX9" fmla="*/ 1510091 w 1510091"/>
                                  <a:gd name="connsiteY9" fmla="*/ 577850 h 1460796"/>
                                  <a:gd name="connsiteX10" fmla="*/ 906841 w 1510091"/>
                                  <a:gd name="connsiteY10" fmla="*/ 577850 h 1460796"/>
                                  <a:gd name="connsiteX11" fmla="*/ 910621 w 1510091"/>
                                  <a:gd name="connsiteY11" fmla="*/ 285750 h 1460796"/>
                                  <a:gd name="connsiteX12" fmla="*/ 608391 w 1510091"/>
                                  <a:gd name="connsiteY12" fmla="*/ 0 h 1460796"/>
                                  <a:gd name="connsiteX0" fmla="*/ 608391 w 1510091"/>
                                  <a:gd name="connsiteY0" fmla="*/ 0 h 1460796"/>
                                  <a:gd name="connsiteX1" fmla="*/ 608391 w 1510091"/>
                                  <a:gd name="connsiteY1" fmla="*/ 577850 h 1460796"/>
                                  <a:gd name="connsiteX2" fmla="*/ 309941 w 1510091"/>
                                  <a:gd name="connsiteY2" fmla="*/ 577850 h 1460796"/>
                                  <a:gd name="connsiteX3" fmla="*/ 0 w 1510091"/>
                                  <a:gd name="connsiteY3" fmla="*/ 866170 h 1460796"/>
                                  <a:gd name="connsiteX4" fmla="*/ 608391 w 1510091"/>
                                  <a:gd name="connsiteY4" fmla="*/ 863600 h 1460796"/>
                                  <a:gd name="connsiteX5" fmla="*/ 608391 w 1510091"/>
                                  <a:gd name="connsiteY5" fmla="*/ 1159628 h 1460796"/>
                                  <a:gd name="connsiteX6" fmla="*/ 911982 w 1510091"/>
                                  <a:gd name="connsiteY6" fmla="*/ 1460796 h 1460796"/>
                                  <a:gd name="connsiteX7" fmla="*/ 906841 w 1510091"/>
                                  <a:gd name="connsiteY7" fmla="*/ 863600 h 1460796"/>
                                  <a:gd name="connsiteX8" fmla="*/ 1205291 w 1510091"/>
                                  <a:gd name="connsiteY8" fmla="*/ 863600 h 1460796"/>
                                  <a:gd name="connsiteX9" fmla="*/ 1510091 w 1510091"/>
                                  <a:gd name="connsiteY9" fmla="*/ 577850 h 1460796"/>
                                  <a:gd name="connsiteX10" fmla="*/ 906841 w 1510091"/>
                                  <a:gd name="connsiteY10" fmla="*/ 577850 h 1460796"/>
                                  <a:gd name="connsiteX11" fmla="*/ 910621 w 1510091"/>
                                  <a:gd name="connsiteY11" fmla="*/ 285750 h 1460796"/>
                                  <a:gd name="connsiteX12" fmla="*/ 608391 w 1510091"/>
                                  <a:gd name="connsiteY12" fmla="*/ 0 h 14607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510091" h="1460796">
                                    <a:moveTo>
                                      <a:pt x="608391" y="0"/>
                                    </a:moveTo>
                                    <a:lnTo>
                                      <a:pt x="608391" y="577850"/>
                                    </a:lnTo>
                                    <a:lnTo>
                                      <a:pt x="309941" y="577850"/>
                                    </a:lnTo>
                                    <a:lnTo>
                                      <a:pt x="0" y="866170"/>
                                    </a:lnTo>
                                    <a:lnTo>
                                      <a:pt x="608391" y="863600"/>
                                    </a:lnTo>
                                    <a:lnTo>
                                      <a:pt x="608391" y="1159628"/>
                                    </a:lnTo>
                                    <a:lnTo>
                                      <a:pt x="911982" y="1460796"/>
                                    </a:lnTo>
                                    <a:cubicBezTo>
                                      <a:pt x="910268" y="1261731"/>
                                      <a:pt x="908555" y="1062665"/>
                                      <a:pt x="906841" y="863600"/>
                                    </a:cubicBezTo>
                                    <a:lnTo>
                                      <a:pt x="1205291" y="863600"/>
                                    </a:lnTo>
                                    <a:lnTo>
                                      <a:pt x="1510091" y="577850"/>
                                    </a:lnTo>
                                    <a:lnTo>
                                      <a:pt x="906841" y="577850"/>
                                    </a:lnTo>
                                    <a:lnTo>
                                      <a:pt x="910621" y="285750"/>
                                    </a:lnTo>
                                    <a:lnTo>
                                      <a:pt x="6083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9" o:spid="_x0000_s1026" style="position:absolute;margin-left:-.05pt;margin-top:.35pt;width:117.5pt;height:113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10091,146079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" path="m608391,0l608391,577850,309941,577850,,866170,608391,863600,608391,1159628,911982,1460796c910268,1261731,908555,1062665,906841,863600l1205291,863600,1510091,577850,906841,577850,910621,285750,608391,0xe" fillcolor="#1c7de4" strokecolor="#3c5d9f" strokeweight="1pt">
                      <v:fill opacity="6682f"/>
                      <v:stroke endcap="square"/>
                      <v:path arrowok="t" o:connecttype="custom" o:connectlocs="601203,0;601203,571202;306279,571202;0,856205;601203,853665;601203,1146287;901207,1443990;896127,853665;1191051,853665;1492250,571202;896127,571202;899862,282463;601203,0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472" w:type="dxa"/>
          </w:tcPr>
          <w:p w14:paraId="0144FC82" w14:textId="77777777" w:rsidR="002E4262" w:rsidRPr="00451E94" w:rsidRDefault="002E4262" w:rsidP="005102FE"/>
        </w:tc>
        <w:tc>
          <w:tcPr>
            <w:tcW w:w="473" w:type="dxa"/>
          </w:tcPr>
          <w:p w14:paraId="4E97C7BD" w14:textId="77777777" w:rsidR="002E4262" w:rsidRPr="00451E94" w:rsidRDefault="002E4262" w:rsidP="005102FE"/>
        </w:tc>
        <w:tc>
          <w:tcPr>
            <w:tcW w:w="472" w:type="dxa"/>
          </w:tcPr>
          <w:p w14:paraId="2FD68690" w14:textId="77777777" w:rsidR="002E4262" w:rsidRPr="00451E94" w:rsidRDefault="002E4262" w:rsidP="005102FE"/>
        </w:tc>
        <w:tc>
          <w:tcPr>
            <w:tcW w:w="473" w:type="dxa"/>
          </w:tcPr>
          <w:p w14:paraId="53F50CA4" w14:textId="2866FF44" w:rsidR="002E4262" w:rsidRPr="00451E94" w:rsidRDefault="002E4262" w:rsidP="005102FE"/>
        </w:tc>
        <w:tc>
          <w:tcPr>
            <w:tcW w:w="472" w:type="dxa"/>
          </w:tcPr>
          <w:p w14:paraId="7AF2D09B" w14:textId="726D1FB4" w:rsidR="002E4262" w:rsidRPr="00451E94" w:rsidRDefault="002E4262" w:rsidP="005102FE"/>
        </w:tc>
        <w:tc>
          <w:tcPr>
            <w:tcW w:w="473" w:type="dxa"/>
          </w:tcPr>
          <w:p w14:paraId="5039D321" w14:textId="1E379F12" w:rsidR="002E4262" w:rsidRPr="00451E94" w:rsidRDefault="005102FE" w:rsidP="005102FE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BDF4AF9" wp14:editId="1BD7FC1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1905</wp:posOffset>
                      </wp:positionV>
                      <wp:extent cx="895222" cy="854710"/>
                      <wp:effectExtent l="0" t="0" r="19685" b="34290"/>
                      <wp:wrapNone/>
                      <wp:docPr id="10" name="Freeform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222" cy="854710"/>
                              </a:xfrm>
                              <a:custGeom>
                                <a:avLst/>
                                <a:gdLst>
                                  <a:gd name="connsiteX0" fmla="*/ 603250 w 908050"/>
                                  <a:gd name="connsiteY0" fmla="*/ 0 h 863600"/>
                                  <a:gd name="connsiteX1" fmla="*/ 304800 w 908050"/>
                                  <a:gd name="connsiteY1" fmla="*/ 0 h 863600"/>
                                  <a:gd name="connsiteX2" fmla="*/ 0 w 908050"/>
                                  <a:gd name="connsiteY2" fmla="*/ 285750 h 863600"/>
                                  <a:gd name="connsiteX3" fmla="*/ 0 w 908050"/>
                                  <a:gd name="connsiteY3" fmla="*/ 577850 h 863600"/>
                                  <a:gd name="connsiteX4" fmla="*/ 304800 w 908050"/>
                                  <a:gd name="connsiteY4" fmla="*/ 863600 h 863600"/>
                                  <a:gd name="connsiteX5" fmla="*/ 603250 w 908050"/>
                                  <a:gd name="connsiteY5" fmla="*/ 863600 h 863600"/>
                                  <a:gd name="connsiteX6" fmla="*/ 908050 w 908050"/>
                                  <a:gd name="connsiteY6" fmla="*/ 577850 h 863600"/>
                                  <a:gd name="connsiteX7" fmla="*/ 908050 w 908050"/>
                                  <a:gd name="connsiteY7" fmla="*/ 285750 h 863600"/>
                                  <a:gd name="connsiteX8" fmla="*/ 603250 w 908050"/>
                                  <a:gd name="connsiteY8" fmla="*/ 0 h 863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08050" h="863600">
                                    <a:moveTo>
                                      <a:pt x="603250" y="0"/>
                                    </a:moveTo>
                                    <a:lnTo>
                                      <a:pt x="304800" y="0"/>
                                    </a:lnTo>
                                    <a:lnTo>
                                      <a:pt x="0" y="285750"/>
                                    </a:lnTo>
                                    <a:lnTo>
                                      <a:pt x="0" y="577850"/>
                                    </a:lnTo>
                                    <a:lnTo>
                                      <a:pt x="304800" y="863600"/>
                                    </a:lnTo>
                                    <a:lnTo>
                                      <a:pt x="603250" y="863600"/>
                                    </a:lnTo>
                                    <a:lnTo>
                                      <a:pt x="908050" y="577850"/>
                                    </a:lnTo>
                                    <a:lnTo>
                                      <a:pt x="908050" y="285750"/>
                                    </a:lnTo>
                                    <a:lnTo>
                                      <a:pt x="60325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0" o:spid="_x0000_s1026" style="position:absolute;margin-left:-.15pt;margin-top:.15pt;width:70.5pt;height:67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08050,863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" path="m603250,0l304800,,,285750,,577850,304800,863600,603250,863600,908050,577850,908050,285750,603250,0xe" fillcolor="#1c7de4" strokecolor="#3c5d9f" strokeweight="1pt">
                      <v:fill opacity="6682f"/>
                      <v:stroke endcap="square"/>
                      <v:path arrowok="t" o:connecttype="custom" o:connectlocs="594728,0;300494,0;0,282808;0,571902;300494,854710;594728,854710;895222,571902;895222,282808;594728,0" o:connectangles="0,0,0,0,0,0,0,0,0"/>
                    </v:shape>
                  </w:pict>
                </mc:Fallback>
              </mc:AlternateContent>
            </w:r>
          </w:p>
        </w:tc>
        <w:tc>
          <w:tcPr>
            <w:tcW w:w="472" w:type="dxa"/>
          </w:tcPr>
          <w:p w14:paraId="5565668A" w14:textId="77777777" w:rsidR="002E4262" w:rsidRPr="00451E94" w:rsidRDefault="002E4262" w:rsidP="005102FE"/>
        </w:tc>
        <w:tc>
          <w:tcPr>
            <w:tcW w:w="473" w:type="dxa"/>
          </w:tcPr>
          <w:p w14:paraId="2E1B95E6" w14:textId="77777777" w:rsidR="002E4262" w:rsidRPr="00451E94" w:rsidRDefault="002E4262" w:rsidP="005102FE"/>
        </w:tc>
        <w:tc>
          <w:tcPr>
            <w:tcW w:w="472" w:type="dxa"/>
          </w:tcPr>
          <w:p w14:paraId="73526341" w14:textId="5A3AEFE1" w:rsidR="002E4262" w:rsidRPr="00451E94" w:rsidRDefault="002E4262" w:rsidP="005102FE"/>
        </w:tc>
        <w:tc>
          <w:tcPr>
            <w:tcW w:w="473" w:type="dxa"/>
          </w:tcPr>
          <w:p w14:paraId="3AB6B87D" w14:textId="22117523" w:rsidR="002E4262" w:rsidRPr="00451E94" w:rsidRDefault="00BE6196" w:rsidP="005102FE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52B707E" wp14:editId="6B9832CA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-3175</wp:posOffset>
                      </wp:positionV>
                      <wp:extent cx="1785620" cy="862965"/>
                      <wp:effectExtent l="0" t="0" r="17780" b="26035"/>
                      <wp:wrapNone/>
                      <wp:docPr id="11" name="Freeform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5620" cy="862965"/>
                              </a:xfrm>
                              <a:custGeom>
                                <a:avLst/>
                                <a:gdLst>
                                  <a:gd name="connsiteX0" fmla="*/ 0 w 1797050"/>
                                  <a:gd name="connsiteY0" fmla="*/ 285750 h 863600"/>
                                  <a:gd name="connsiteX1" fmla="*/ 6350 w 1797050"/>
                                  <a:gd name="connsiteY1" fmla="*/ 577850 h 863600"/>
                                  <a:gd name="connsiteX2" fmla="*/ 298450 w 1797050"/>
                                  <a:gd name="connsiteY2" fmla="*/ 577850 h 863600"/>
                                  <a:gd name="connsiteX3" fmla="*/ 298450 w 1797050"/>
                                  <a:gd name="connsiteY3" fmla="*/ 863600 h 863600"/>
                                  <a:gd name="connsiteX4" fmla="*/ 596900 w 1797050"/>
                                  <a:gd name="connsiteY4" fmla="*/ 577850 h 863600"/>
                                  <a:gd name="connsiteX5" fmla="*/ 901700 w 1797050"/>
                                  <a:gd name="connsiteY5" fmla="*/ 863600 h 863600"/>
                                  <a:gd name="connsiteX6" fmla="*/ 1200150 w 1797050"/>
                                  <a:gd name="connsiteY6" fmla="*/ 577850 h 863600"/>
                                  <a:gd name="connsiteX7" fmla="*/ 1498600 w 1797050"/>
                                  <a:gd name="connsiteY7" fmla="*/ 863600 h 863600"/>
                                  <a:gd name="connsiteX8" fmla="*/ 1498600 w 1797050"/>
                                  <a:gd name="connsiteY8" fmla="*/ 577850 h 863600"/>
                                  <a:gd name="connsiteX9" fmla="*/ 1797050 w 1797050"/>
                                  <a:gd name="connsiteY9" fmla="*/ 577850 h 863600"/>
                                  <a:gd name="connsiteX10" fmla="*/ 1797050 w 1797050"/>
                                  <a:gd name="connsiteY10" fmla="*/ 285750 h 863600"/>
                                  <a:gd name="connsiteX11" fmla="*/ 1498600 w 1797050"/>
                                  <a:gd name="connsiteY11" fmla="*/ 285750 h 863600"/>
                                  <a:gd name="connsiteX12" fmla="*/ 1498600 w 1797050"/>
                                  <a:gd name="connsiteY12" fmla="*/ 0 h 863600"/>
                                  <a:gd name="connsiteX13" fmla="*/ 1200150 w 1797050"/>
                                  <a:gd name="connsiteY13" fmla="*/ 285750 h 863600"/>
                                  <a:gd name="connsiteX14" fmla="*/ 901700 w 1797050"/>
                                  <a:gd name="connsiteY14" fmla="*/ 0 h 863600"/>
                                  <a:gd name="connsiteX15" fmla="*/ 596900 w 1797050"/>
                                  <a:gd name="connsiteY15" fmla="*/ 285750 h 863600"/>
                                  <a:gd name="connsiteX16" fmla="*/ 304800 w 1797050"/>
                                  <a:gd name="connsiteY16" fmla="*/ 0 h 863600"/>
                                  <a:gd name="connsiteX17" fmla="*/ 304800 w 1797050"/>
                                  <a:gd name="connsiteY17" fmla="*/ 285750 h 863600"/>
                                  <a:gd name="connsiteX18" fmla="*/ 0 w 1797050"/>
                                  <a:gd name="connsiteY18" fmla="*/ 285750 h 863600"/>
                                  <a:gd name="connsiteX0" fmla="*/ 0 w 1797050"/>
                                  <a:gd name="connsiteY0" fmla="*/ 285750 h 863600"/>
                                  <a:gd name="connsiteX1" fmla="*/ 6350 w 1797050"/>
                                  <a:gd name="connsiteY1" fmla="*/ 577850 h 863600"/>
                                  <a:gd name="connsiteX2" fmla="*/ 298450 w 1797050"/>
                                  <a:gd name="connsiteY2" fmla="*/ 577850 h 863600"/>
                                  <a:gd name="connsiteX3" fmla="*/ 298450 w 1797050"/>
                                  <a:gd name="connsiteY3" fmla="*/ 863600 h 863600"/>
                                  <a:gd name="connsiteX4" fmla="*/ 596900 w 1797050"/>
                                  <a:gd name="connsiteY4" fmla="*/ 577850 h 863600"/>
                                  <a:gd name="connsiteX5" fmla="*/ 901700 w 1797050"/>
                                  <a:gd name="connsiteY5" fmla="*/ 863600 h 863600"/>
                                  <a:gd name="connsiteX6" fmla="*/ 1200150 w 1797050"/>
                                  <a:gd name="connsiteY6" fmla="*/ 577850 h 863600"/>
                                  <a:gd name="connsiteX7" fmla="*/ 1498600 w 1797050"/>
                                  <a:gd name="connsiteY7" fmla="*/ 863600 h 863600"/>
                                  <a:gd name="connsiteX8" fmla="*/ 1498600 w 1797050"/>
                                  <a:gd name="connsiteY8" fmla="*/ 577850 h 863600"/>
                                  <a:gd name="connsiteX9" fmla="*/ 1797050 w 1797050"/>
                                  <a:gd name="connsiteY9" fmla="*/ 577850 h 863600"/>
                                  <a:gd name="connsiteX10" fmla="*/ 1797050 w 1797050"/>
                                  <a:gd name="connsiteY10" fmla="*/ 285750 h 863600"/>
                                  <a:gd name="connsiteX11" fmla="*/ 1498600 w 1797050"/>
                                  <a:gd name="connsiteY11" fmla="*/ 285750 h 863600"/>
                                  <a:gd name="connsiteX12" fmla="*/ 1498600 w 1797050"/>
                                  <a:gd name="connsiteY12" fmla="*/ 0 h 863600"/>
                                  <a:gd name="connsiteX13" fmla="*/ 1200150 w 1797050"/>
                                  <a:gd name="connsiteY13" fmla="*/ 285750 h 863600"/>
                                  <a:gd name="connsiteX14" fmla="*/ 901700 w 1797050"/>
                                  <a:gd name="connsiteY14" fmla="*/ 0 h 863600"/>
                                  <a:gd name="connsiteX15" fmla="*/ 596900 w 1797050"/>
                                  <a:gd name="connsiteY15" fmla="*/ 285750 h 863600"/>
                                  <a:gd name="connsiteX16" fmla="*/ 297153 w 1797050"/>
                                  <a:gd name="connsiteY16" fmla="*/ 0 h 863600"/>
                                  <a:gd name="connsiteX17" fmla="*/ 304800 w 1797050"/>
                                  <a:gd name="connsiteY17" fmla="*/ 285750 h 863600"/>
                                  <a:gd name="connsiteX18" fmla="*/ 0 w 1797050"/>
                                  <a:gd name="connsiteY18" fmla="*/ 285750 h 863600"/>
                                  <a:gd name="connsiteX0" fmla="*/ 0 w 1797050"/>
                                  <a:gd name="connsiteY0" fmla="*/ 285750 h 863600"/>
                                  <a:gd name="connsiteX1" fmla="*/ 6350 w 1797050"/>
                                  <a:gd name="connsiteY1" fmla="*/ 577850 h 863600"/>
                                  <a:gd name="connsiteX2" fmla="*/ 298450 w 1797050"/>
                                  <a:gd name="connsiteY2" fmla="*/ 577850 h 863600"/>
                                  <a:gd name="connsiteX3" fmla="*/ 298450 w 1797050"/>
                                  <a:gd name="connsiteY3" fmla="*/ 863600 h 863600"/>
                                  <a:gd name="connsiteX4" fmla="*/ 596900 w 1797050"/>
                                  <a:gd name="connsiteY4" fmla="*/ 577850 h 863600"/>
                                  <a:gd name="connsiteX5" fmla="*/ 901700 w 1797050"/>
                                  <a:gd name="connsiteY5" fmla="*/ 863600 h 863600"/>
                                  <a:gd name="connsiteX6" fmla="*/ 1200150 w 1797050"/>
                                  <a:gd name="connsiteY6" fmla="*/ 577850 h 863600"/>
                                  <a:gd name="connsiteX7" fmla="*/ 1498600 w 1797050"/>
                                  <a:gd name="connsiteY7" fmla="*/ 863600 h 863600"/>
                                  <a:gd name="connsiteX8" fmla="*/ 1498600 w 1797050"/>
                                  <a:gd name="connsiteY8" fmla="*/ 577850 h 863600"/>
                                  <a:gd name="connsiteX9" fmla="*/ 1797050 w 1797050"/>
                                  <a:gd name="connsiteY9" fmla="*/ 577850 h 863600"/>
                                  <a:gd name="connsiteX10" fmla="*/ 1797050 w 1797050"/>
                                  <a:gd name="connsiteY10" fmla="*/ 285750 h 863600"/>
                                  <a:gd name="connsiteX11" fmla="*/ 1498600 w 1797050"/>
                                  <a:gd name="connsiteY11" fmla="*/ 285750 h 863600"/>
                                  <a:gd name="connsiteX12" fmla="*/ 1498600 w 1797050"/>
                                  <a:gd name="connsiteY12" fmla="*/ 0 h 863600"/>
                                  <a:gd name="connsiteX13" fmla="*/ 1200150 w 1797050"/>
                                  <a:gd name="connsiteY13" fmla="*/ 285750 h 863600"/>
                                  <a:gd name="connsiteX14" fmla="*/ 901700 w 1797050"/>
                                  <a:gd name="connsiteY14" fmla="*/ 0 h 863600"/>
                                  <a:gd name="connsiteX15" fmla="*/ 596900 w 1797050"/>
                                  <a:gd name="connsiteY15" fmla="*/ 285750 h 863600"/>
                                  <a:gd name="connsiteX16" fmla="*/ 297153 w 1797050"/>
                                  <a:gd name="connsiteY16" fmla="*/ 0 h 863600"/>
                                  <a:gd name="connsiteX17" fmla="*/ 297153 w 1797050"/>
                                  <a:gd name="connsiteY17" fmla="*/ 285750 h 863600"/>
                                  <a:gd name="connsiteX18" fmla="*/ 0 w 1797050"/>
                                  <a:gd name="connsiteY18" fmla="*/ 285750 h 863600"/>
                                  <a:gd name="connsiteX0" fmla="*/ 0 w 1791952"/>
                                  <a:gd name="connsiteY0" fmla="*/ 285750 h 863600"/>
                                  <a:gd name="connsiteX1" fmla="*/ 1252 w 1791952"/>
                                  <a:gd name="connsiteY1" fmla="*/ 577850 h 863600"/>
                                  <a:gd name="connsiteX2" fmla="*/ 293352 w 1791952"/>
                                  <a:gd name="connsiteY2" fmla="*/ 577850 h 863600"/>
                                  <a:gd name="connsiteX3" fmla="*/ 293352 w 1791952"/>
                                  <a:gd name="connsiteY3" fmla="*/ 863600 h 863600"/>
                                  <a:gd name="connsiteX4" fmla="*/ 591802 w 1791952"/>
                                  <a:gd name="connsiteY4" fmla="*/ 577850 h 863600"/>
                                  <a:gd name="connsiteX5" fmla="*/ 896602 w 1791952"/>
                                  <a:gd name="connsiteY5" fmla="*/ 863600 h 863600"/>
                                  <a:gd name="connsiteX6" fmla="*/ 1195052 w 1791952"/>
                                  <a:gd name="connsiteY6" fmla="*/ 577850 h 863600"/>
                                  <a:gd name="connsiteX7" fmla="*/ 1493502 w 1791952"/>
                                  <a:gd name="connsiteY7" fmla="*/ 863600 h 863600"/>
                                  <a:gd name="connsiteX8" fmla="*/ 1493502 w 1791952"/>
                                  <a:gd name="connsiteY8" fmla="*/ 577850 h 863600"/>
                                  <a:gd name="connsiteX9" fmla="*/ 1791952 w 1791952"/>
                                  <a:gd name="connsiteY9" fmla="*/ 577850 h 863600"/>
                                  <a:gd name="connsiteX10" fmla="*/ 1791952 w 1791952"/>
                                  <a:gd name="connsiteY10" fmla="*/ 285750 h 863600"/>
                                  <a:gd name="connsiteX11" fmla="*/ 1493502 w 1791952"/>
                                  <a:gd name="connsiteY11" fmla="*/ 285750 h 863600"/>
                                  <a:gd name="connsiteX12" fmla="*/ 1493502 w 1791952"/>
                                  <a:gd name="connsiteY12" fmla="*/ 0 h 863600"/>
                                  <a:gd name="connsiteX13" fmla="*/ 1195052 w 1791952"/>
                                  <a:gd name="connsiteY13" fmla="*/ 285750 h 863600"/>
                                  <a:gd name="connsiteX14" fmla="*/ 896602 w 1791952"/>
                                  <a:gd name="connsiteY14" fmla="*/ 0 h 863600"/>
                                  <a:gd name="connsiteX15" fmla="*/ 591802 w 1791952"/>
                                  <a:gd name="connsiteY15" fmla="*/ 285750 h 863600"/>
                                  <a:gd name="connsiteX16" fmla="*/ 292055 w 1791952"/>
                                  <a:gd name="connsiteY16" fmla="*/ 0 h 863600"/>
                                  <a:gd name="connsiteX17" fmla="*/ 292055 w 1791952"/>
                                  <a:gd name="connsiteY17" fmla="*/ 285750 h 863600"/>
                                  <a:gd name="connsiteX18" fmla="*/ 0 w 1791952"/>
                                  <a:gd name="connsiteY18" fmla="*/ 285750 h 863600"/>
                                  <a:gd name="connsiteX0" fmla="*/ 0 w 1794501"/>
                                  <a:gd name="connsiteY0" fmla="*/ 285750 h 863600"/>
                                  <a:gd name="connsiteX1" fmla="*/ 3801 w 1794501"/>
                                  <a:gd name="connsiteY1" fmla="*/ 577850 h 863600"/>
                                  <a:gd name="connsiteX2" fmla="*/ 295901 w 1794501"/>
                                  <a:gd name="connsiteY2" fmla="*/ 577850 h 863600"/>
                                  <a:gd name="connsiteX3" fmla="*/ 295901 w 1794501"/>
                                  <a:gd name="connsiteY3" fmla="*/ 863600 h 863600"/>
                                  <a:gd name="connsiteX4" fmla="*/ 594351 w 1794501"/>
                                  <a:gd name="connsiteY4" fmla="*/ 577850 h 863600"/>
                                  <a:gd name="connsiteX5" fmla="*/ 899151 w 1794501"/>
                                  <a:gd name="connsiteY5" fmla="*/ 863600 h 863600"/>
                                  <a:gd name="connsiteX6" fmla="*/ 1197601 w 1794501"/>
                                  <a:gd name="connsiteY6" fmla="*/ 577850 h 863600"/>
                                  <a:gd name="connsiteX7" fmla="*/ 1496051 w 1794501"/>
                                  <a:gd name="connsiteY7" fmla="*/ 863600 h 863600"/>
                                  <a:gd name="connsiteX8" fmla="*/ 1496051 w 1794501"/>
                                  <a:gd name="connsiteY8" fmla="*/ 577850 h 863600"/>
                                  <a:gd name="connsiteX9" fmla="*/ 1794501 w 1794501"/>
                                  <a:gd name="connsiteY9" fmla="*/ 577850 h 863600"/>
                                  <a:gd name="connsiteX10" fmla="*/ 1794501 w 1794501"/>
                                  <a:gd name="connsiteY10" fmla="*/ 285750 h 863600"/>
                                  <a:gd name="connsiteX11" fmla="*/ 1496051 w 1794501"/>
                                  <a:gd name="connsiteY11" fmla="*/ 285750 h 863600"/>
                                  <a:gd name="connsiteX12" fmla="*/ 1496051 w 1794501"/>
                                  <a:gd name="connsiteY12" fmla="*/ 0 h 863600"/>
                                  <a:gd name="connsiteX13" fmla="*/ 1197601 w 1794501"/>
                                  <a:gd name="connsiteY13" fmla="*/ 285750 h 863600"/>
                                  <a:gd name="connsiteX14" fmla="*/ 899151 w 1794501"/>
                                  <a:gd name="connsiteY14" fmla="*/ 0 h 863600"/>
                                  <a:gd name="connsiteX15" fmla="*/ 594351 w 1794501"/>
                                  <a:gd name="connsiteY15" fmla="*/ 285750 h 863600"/>
                                  <a:gd name="connsiteX16" fmla="*/ 294604 w 1794501"/>
                                  <a:gd name="connsiteY16" fmla="*/ 0 h 863600"/>
                                  <a:gd name="connsiteX17" fmla="*/ 294604 w 1794501"/>
                                  <a:gd name="connsiteY17" fmla="*/ 285750 h 863600"/>
                                  <a:gd name="connsiteX18" fmla="*/ 0 w 1794501"/>
                                  <a:gd name="connsiteY18" fmla="*/ 285750 h 863600"/>
                                  <a:gd name="connsiteX0" fmla="*/ 0 w 1791952"/>
                                  <a:gd name="connsiteY0" fmla="*/ 285750 h 863600"/>
                                  <a:gd name="connsiteX1" fmla="*/ 1252 w 1791952"/>
                                  <a:gd name="connsiteY1" fmla="*/ 577850 h 863600"/>
                                  <a:gd name="connsiteX2" fmla="*/ 293352 w 1791952"/>
                                  <a:gd name="connsiteY2" fmla="*/ 577850 h 863600"/>
                                  <a:gd name="connsiteX3" fmla="*/ 293352 w 1791952"/>
                                  <a:gd name="connsiteY3" fmla="*/ 863600 h 863600"/>
                                  <a:gd name="connsiteX4" fmla="*/ 591802 w 1791952"/>
                                  <a:gd name="connsiteY4" fmla="*/ 577850 h 863600"/>
                                  <a:gd name="connsiteX5" fmla="*/ 896602 w 1791952"/>
                                  <a:gd name="connsiteY5" fmla="*/ 863600 h 863600"/>
                                  <a:gd name="connsiteX6" fmla="*/ 1195052 w 1791952"/>
                                  <a:gd name="connsiteY6" fmla="*/ 577850 h 863600"/>
                                  <a:gd name="connsiteX7" fmla="*/ 1493502 w 1791952"/>
                                  <a:gd name="connsiteY7" fmla="*/ 863600 h 863600"/>
                                  <a:gd name="connsiteX8" fmla="*/ 1493502 w 1791952"/>
                                  <a:gd name="connsiteY8" fmla="*/ 577850 h 863600"/>
                                  <a:gd name="connsiteX9" fmla="*/ 1791952 w 1791952"/>
                                  <a:gd name="connsiteY9" fmla="*/ 577850 h 863600"/>
                                  <a:gd name="connsiteX10" fmla="*/ 1791952 w 1791952"/>
                                  <a:gd name="connsiteY10" fmla="*/ 285750 h 863600"/>
                                  <a:gd name="connsiteX11" fmla="*/ 1493502 w 1791952"/>
                                  <a:gd name="connsiteY11" fmla="*/ 285750 h 863600"/>
                                  <a:gd name="connsiteX12" fmla="*/ 1493502 w 1791952"/>
                                  <a:gd name="connsiteY12" fmla="*/ 0 h 863600"/>
                                  <a:gd name="connsiteX13" fmla="*/ 1195052 w 1791952"/>
                                  <a:gd name="connsiteY13" fmla="*/ 285750 h 863600"/>
                                  <a:gd name="connsiteX14" fmla="*/ 896602 w 1791952"/>
                                  <a:gd name="connsiteY14" fmla="*/ 0 h 863600"/>
                                  <a:gd name="connsiteX15" fmla="*/ 591802 w 1791952"/>
                                  <a:gd name="connsiteY15" fmla="*/ 285750 h 863600"/>
                                  <a:gd name="connsiteX16" fmla="*/ 292055 w 1791952"/>
                                  <a:gd name="connsiteY16" fmla="*/ 0 h 863600"/>
                                  <a:gd name="connsiteX17" fmla="*/ 292055 w 1791952"/>
                                  <a:gd name="connsiteY17" fmla="*/ 285750 h 863600"/>
                                  <a:gd name="connsiteX18" fmla="*/ 0 w 1791952"/>
                                  <a:gd name="connsiteY18" fmla="*/ 285750 h 863600"/>
                                  <a:gd name="connsiteX0" fmla="*/ 0 w 1791952"/>
                                  <a:gd name="connsiteY0" fmla="*/ 285750 h 866149"/>
                                  <a:gd name="connsiteX1" fmla="*/ 1252 w 1791952"/>
                                  <a:gd name="connsiteY1" fmla="*/ 577850 h 866149"/>
                                  <a:gd name="connsiteX2" fmla="*/ 293352 w 1791952"/>
                                  <a:gd name="connsiteY2" fmla="*/ 577850 h 866149"/>
                                  <a:gd name="connsiteX3" fmla="*/ 295901 w 1791952"/>
                                  <a:gd name="connsiteY3" fmla="*/ 866149 h 866149"/>
                                  <a:gd name="connsiteX4" fmla="*/ 591802 w 1791952"/>
                                  <a:gd name="connsiteY4" fmla="*/ 577850 h 866149"/>
                                  <a:gd name="connsiteX5" fmla="*/ 896602 w 1791952"/>
                                  <a:gd name="connsiteY5" fmla="*/ 863600 h 866149"/>
                                  <a:gd name="connsiteX6" fmla="*/ 1195052 w 1791952"/>
                                  <a:gd name="connsiteY6" fmla="*/ 577850 h 866149"/>
                                  <a:gd name="connsiteX7" fmla="*/ 1493502 w 1791952"/>
                                  <a:gd name="connsiteY7" fmla="*/ 863600 h 866149"/>
                                  <a:gd name="connsiteX8" fmla="*/ 1493502 w 1791952"/>
                                  <a:gd name="connsiteY8" fmla="*/ 577850 h 866149"/>
                                  <a:gd name="connsiteX9" fmla="*/ 1791952 w 1791952"/>
                                  <a:gd name="connsiteY9" fmla="*/ 577850 h 866149"/>
                                  <a:gd name="connsiteX10" fmla="*/ 1791952 w 1791952"/>
                                  <a:gd name="connsiteY10" fmla="*/ 285750 h 866149"/>
                                  <a:gd name="connsiteX11" fmla="*/ 1493502 w 1791952"/>
                                  <a:gd name="connsiteY11" fmla="*/ 285750 h 866149"/>
                                  <a:gd name="connsiteX12" fmla="*/ 1493502 w 1791952"/>
                                  <a:gd name="connsiteY12" fmla="*/ 0 h 866149"/>
                                  <a:gd name="connsiteX13" fmla="*/ 1195052 w 1791952"/>
                                  <a:gd name="connsiteY13" fmla="*/ 285750 h 866149"/>
                                  <a:gd name="connsiteX14" fmla="*/ 896602 w 1791952"/>
                                  <a:gd name="connsiteY14" fmla="*/ 0 h 866149"/>
                                  <a:gd name="connsiteX15" fmla="*/ 591802 w 1791952"/>
                                  <a:gd name="connsiteY15" fmla="*/ 285750 h 866149"/>
                                  <a:gd name="connsiteX16" fmla="*/ 292055 w 1791952"/>
                                  <a:gd name="connsiteY16" fmla="*/ 0 h 866149"/>
                                  <a:gd name="connsiteX17" fmla="*/ 292055 w 1791952"/>
                                  <a:gd name="connsiteY17" fmla="*/ 285750 h 866149"/>
                                  <a:gd name="connsiteX18" fmla="*/ 0 w 1791952"/>
                                  <a:gd name="connsiteY18" fmla="*/ 285750 h 8661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791952" h="866149">
                                    <a:moveTo>
                                      <a:pt x="0" y="285750"/>
                                    </a:moveTo>
                                    <a:cubicBezTo>
                                      <a:pt x="417" y="383117"/>
                                      <a:pt x="835" y="480483"/>
                                      <a:pt x="1252" y="577850"/>
                                    </a:cubicBezTo>
                                    <a:lnTo>
                                      <a:pt x="293352" y="577850"/>
                                    </a:lnTo>
                                    <a:cubicBezTo>
                                      <a:pt x="294202" y="673950"/>
                                      <a:pt x="295051" y="770049"/>
                                      <a:pt x="295901" y="866149"/>
                                    </a:cubicBezTo>
                                    <a:lnTo>
                                      <a:pt x="591802" y="577850"/>
                                    </a:lnTo>
                                    <a:lnTo>
                                      <a:pt x="896602" y="863600"/>
                                    </a:lnTo>
                                    <a:lnTo>
                                      <a:pt x="1195052" y="577850"/>
                                    </a:lnTo>
                                    <a:lnTo>
                                      <a:pt x="1493502" y="863600"/>
                                    </a:lnTo>
                                    <a:lnTo>
                                      <a:pt x="1493502" y="577850"/>
                                    </a:lnTo>
                                    <a:lnTo>
                                      <a:pt x="1791952" y="577850"/>
                                    </a:lnTo>
                                    <a:lnTo>
                                      <a:pt x="1791952" y="285750"/>
                                    </a:lnTo>
                                    <a:lnTo>
                                      <a:pt x="1493502" y="285750"/>
                                    </a:lnTo>
                                    <a:lnTo>
                                      <a:pt x="1493502" y="0"/>
                                    </a:lnTo>
                                    <a:lnTo>
                                      <a:pt x="1195052" y="285750"/>
                                    </a:lnTo>
                                    <a:lnTo>
                                      <a:pt x="896602" y="0"/>
                                    </a:lnTo>
                                    <a:lnTo>
                                      <a:pt x="591802" y="285750"/>
                                    </a:lnTo>
                                    <a:lnTo>
                                      <a:pt x="292055" y="0"/>
                                    </a:lnTo>
                                    <a:lnTo>
                                      <a:pt x="292055" y="285750"/>
                                    </a:lnTo>
                                    <a:lnTo>
                                      <a:pt x="0" y="2857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Freeform 11" o:spid="_x0000_s1026" style="position:absolute;margin-left:.5pt;margin-top:-.2pt;width:140.6pt;height:67.95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791952,86614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" path="m0,285750c417,383117,835,480483,1252,577850l293352,577850c294202,673950,295051,770049,295901,866149l591802,577850,896602,863600,1195052,577850,1493502,863600,1493502,577850,1791952,577850,1791952,285750,1493502,285750,1493502,,1195052,285750,896602,,591802,285750,292055,,292055,285750,,285750xe" fillcolor="#1c7de4" strokecolor="#3c5d9f" strokeweight="1pt">
                      <v:fill opacity="6682f"/>
                      <v:stroke endcap="square"/>
                      <v:path arrowok="t" o:connecttype="custom" o:connectlocs="0,284700;1248,575726;292315,575726;294855,862965;589711,575726;893434,860425;1190829,575726;1488225,860425;1488225,575726;1785620,575726;1785620,284700;1488225,284700;1488225,0;1190829,284700;893434,0;589711,284700;291023,0;291023,284700;0,284700" o:connectangles="0,0,0,0,0,0,0,0,0,0,0,0,0,0,0,0,0,0,0"/>
                    </v:shape>
                  </w:pict>
                </mc:Fallback>
              </mc:AlternateContent>
            </w:r>
          </w:p>
        </w:tc>
        <w:tc>
          <w:tcPr>
            <w:tcW w:w="472" w:type="dxa"/>
          </w:tcPr>
          <w:p w14:paraId="0ED06144" w14:textId="4195BC56" w:rsidR="002E4262" w:rsidRPr="00451E94" w:rsidRDefault="002E4262" w:rsidP="005102FE"/>
        </w:tc>
        <w:tc>
          <w:tcPr>
            <w:tcW w:w="473" w:type="dxa"/>
          </w:tcPr>
          <w:p w14:paraId="6B30169D" w14:textId="77777777" w:rsidR="002E4262" w:rsidRPr="00451E94" w:rsidRDefault="002E4262" w:rsidP="005102FE"/>
        </w:tc>
        <w:tc>
          <w:tcPr>
            <w:tcW w:w="472" w:type="dxa"/>
          </w:tcPr>
          <w:p w14:paraId="2EE0659E" w14:textId="77777777" w:rsidR="002E4262" w:rsidRPr="00451E94" w:rsidRDefault="002E4262" w:rsidP="005102FE"/>
        </w:tc>
        <w:tc>
          <w:tcPr>
            <w:tcW w:w="473" w:type="dxa"/>
          </w:tcPr>
          <w:p w14:paraId="71A73D7B" w14:textId="77777777" w:rsidR="002E4262" w:rsidRPr="00451E94" w:rsidRDefault="002E4262" w:rsidP="005102FE"/>
        </w:tc>
        <w:tc>
          <w:tcPr>
            <w:tcW w:w="472" w:type="dxa"/>
          </w:tcPr>
          <w:p w14:paraId="37EE84C8" w14:textId="77777777" w:rsidR="002E4262" w:rsidRPr="00451E94" w:rsidRDefault="002E4262" w:rsidP="005102FE"/>
        </w:tc>
        <w:tc>
          <w:tcPr>
            <w:tcW w:w="473" w:type="dxa"/>
          </w:tcPr>
          <w:p w14:paraId="5468B21D" w14:textId="77777777" w:rsidR="002E4262" w:rsidRPr="00451E94" w:rsidRDefault="002E4262" w:rsidP="005102FE"/>
        </w:tc>
      </w:tr>
      <w:tr w:rsidR="002E4262" w:rsidRPr="00451E94" w14:paraId="3C4B2284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5F94A754" w14:textId="77777777" w:rsidR="002E4262" w:rsidRPr="00451E94" w:rsidRDefault="002E4262" w:rsidP="005102FE"/>
        </w:tc>
        <w:tc>
          <w:tcPr>
            <w:tcW w:w="473" w:type="dxa"/>
          </w:tcPr>
          <w:p w14:paraId="64E41CED" w14:textId="77777777" w:rsidR="002E4262" w:rsidRPr="00451E94" w:rsidRDefault="002E4262" w:rsidP="005102FE"/>
        </w:tc>
        <w:tc>
          <w:tcPr>
            <w:tcW w:w="472" w:type="dxa"/>
          </w:tcPr>
          <w:p w14:paraId="1E36A104" w14:textId="77777777" w:rsidR="002E4262" w:rsidRPr="00451E94" w:rsidRDefault="002E4262" w:rsidP="005102FE"/>
        </w:tc>
        <w:tc>
          <w:tcPr>
            <w:tcW w:w="473" w:type="dxa"/>
          </w:tcPr>
          <w:p w14:paraId="30CBE607" w14:textId="77777777" w:rsidR="002E4262" w:rsidRPr="00451E94" w:rsidRDefault="002E4262" w:rsidP="005102FE"/>
        </w:tc>
        <w:tc>
          <w:tcPr>
            <w:tcW w:w="472" w:type="dxa"/>
          </w:tcPr>
          <w:p w14:paraId="194470A3" w14:textId="77777777" w:rsidR="002E4262" w:rsidRPr="00451E94" w:rsidRDefault="002E4262" w:rsidP="005102FE"/>
        </w:tc>
        <w:tc>
          <w:tcPr>
            <w:tcW w:w="473" w:type="dxa"/>
          </w:tcPr>
          <w:p w14:paraId="71A1EBBD" w14:textId="77777777" w:rsidR="002E4262" w:rsidRPr="00451E94" w:rsidRDefault="002E4262" w:rsidP="005102FE"/>
        </w:tc>
        <w:tc>
          <w:tcPr>
            <w:tcW w:w="472" w:type="dxa"/>
          </w:tcPr>
          <w:p w14:paraId="6BDD9949" w14:textId="77777777" w:rsidR="002E4262" w:rsidRPr="00451E94" w:rsidRDefault="002E4262" w:rsidP="005102FE"/>
        </w:tc>
        <w:tc>
          <w:tcPr>
            <w:tcW w:w="473" w:type="dxa"/>
          </w:tcPr>
          <w:p w14:paraId="2F4E6774" w14:textId="77777777" w:rsidR="002E4262" w:rsidRPr="00451E94" w:rsidRDefault="002E4262" w:rsidP="005102FE"/>
        </w:tc>
        <w:tc>
          <w:tcPr>
            <w:tcW w:w="472" w:type="dxa"/>
          </w:tcPr>
          <w:p w14:paraId="6DE39033" w14:textId="77777777" w:rsidR="002E4262" w:rsidRPr="00451E94" w:rsidRDefault="002E4262" w:rsidP="005102FE"/>
        </w:tc>
        <w:tc>
          <w:tcPr>
            <w:tcW w:w="473" w:type="dxa"/>
          </w:tcPr>
          <w:p w14:paraId="4E1FE42C" w14:textId="77777777" w:rsidR="002E4262" w:rsidRPr="00451E94" w:rsidRDefault="002E4262" w:rsidP="005102FE"/>
        </w:tc>
        <w:tc>
          <w:tcPr>
            <w:tcW w:w="472" w:type="dxa"/>
          </w:tcPr>
          <w:p w14:paraId="38813856" w14:textId="77777777" w:rsidR="002E4262" w:rsidRPr="00451E94" w:rsidRDefault="002E4262" w:rsidP="005102FE"/>
        </w:tc>
        <w:tc>
          <w:tcPr>
            <w:tcW w:w="473" w:type="dxa"/>
          </w:tcPr>
          <w:p w14:paraId="505B189A" w14:textId="77777777" w:rsidR="002E4262" w:rsidRPr="00451E94" w:rsidRDefault="002E4262" w:rsidP="005102FE"/>
        </w:tc>
        <w:tc>
          <w:tcPr>
            <w:tcW w:w="472" w:type="dxa"/>
          </w:tcPr>
          <w:p w14:paraId="51CBB239" w14:textId="77777777" w:rsidR="002E4262" w:rsidRPr="00451E94" w:rsidRDefault="002E4262" w:rsidP="005102FE"/>
        </w:tc>
        <w:tc>
          <w:tcPr>
            <w:tcW w:w="473" w:type="dxa"/>
          </w:tcPr>
          <w:p w14:paraId="0E810C3A" w14:textId="77777777" w:rsidR="002E4262" w:rsidRPr="00451E94" w:rsidRDefault="002E4262" w:rsidP="005102FE"/>
        </w:tc>
        <w:tc>
          <w:tcPr>
            <w:tcW w:w="472" w:type="dxa"/>
          </w:tcPr>
          <w:p w14:paraId="07BEC68B" w14:textId="77777777" w:rsidR="002E4262" w:rsidRPr="00451E94" w:rsidRDefault="002E4262" w:rsidP="005102FE"/>
        </w:tc>
        <w:tc>
          <w:tcPr>
            <w:tcW w:w="473" w:type="dxa"/>
          </w:tcPr>
          <w:p w14:paraId="3CD38230" w14:textId="77777777" w:rsidR="002E4262" w:rsidRPr="00451E94" w:rsidRDefault="002E4262" w:rsidP="005102FE"/>
        </w:tc>
        <w:tc>
          <w:tcPr>
            <w:tcW w:w="472" w:type="dxa"/>
          </w:tcPr>
          <w:p w14:paraId="19362E0D" w14:textId="77777777" w:rsidR="002E4262" w:rsidRPr="00451E94" w:rsidRDefault="002E4262" w:rsidP="005102FE"/>
        </w:tc>
        <w:tc>
          <w:tcPr>
            <w:tcW w:w="473" w:type="dxa"/>
          </w:tcPr>
          <w:p w14:paraId="4E916E8E" w14:textId="77777777" w:rsidR="002E4262" w:rsidRPr="00451E94" w:rsidRDefault="002E4262" w:rsidP="005102FE"/>
        </w:tc>
      </w:tr>
      <w:tr w:rsidR="002E4262" w:rsidRPr="00451E94" w14:paraId="724B21A5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2977EF22" w14:textId="77777777" w:rsidR="002E4262" w:rsidRPr="00451E94" w:rsidRDefault="002E4262" w:rsidP="005102FE"/>
        </w:tc>
        <w:tc>
          <w:tcPr>
            <w:tcW w:w="473" w:type="dxa"/>
          </w:tcPr>
          <w:p w14:paraId="791DA245" w14:textId="77777777" w:rsidR="002E4262" w:rsidRPr="00451E94" w:rsidRDefault="002E4262" w:rsidP="005102FE"/>
        </w:tc>
        <w:tc>
          <w:tcPr>
            <w:tcW w:w="472" w:type="dxa"/>
          </w:tcPr>
          <w:p w14:paraId="00E736BE" w14:textId="77777777" w:rsidR="002E4262" w:rsidRPr="00451E94" w:rsidRDefault="002E4262" w:rsidP="005102FE"/>
        </w:tc>
        <w:tc>
          <w:tcPr>
            <w:tcW w:w="473" w:type="dxa"/>
          </w:tcPr>
          <w:p w14:paraId="412BCC4C" w14:textId="77777777" w:rsidR="002E4262" w:rsidRPr="00451E94" w:rsidRDefault="002E4262" w:rsidP="005102FE"/>
        </w:tc>
        <w:tc>
          <w:tcPr>
            <w:tcW w:w="472" w:type="dxa"/>
          </w:tcPr>
          <w:p w14:paraId="48495F12" w14:textId="77777777" w:rsidR="002E4262" w:rsidRPr="00451E94" w:rsidRDefault="002E4262" w:rsidP="005102FE"/>
        </w:tc>
        <w:tc>
          <w:tcPr>
            <w:tcW w:w="473" w:type="dxa"/>
          </w:tcPr>
          <w:p w14:paraId="41D10437" w14:textId="77777777" w:rsidR="002E4262" w:rsidRPr="00451E94" w:rsidRDefault="002E4262" w:rsidP="005102FE"/>
        </w:tc>
        <w:tc>
          <w:tcPr>
            <w:tcW w:w="472" w:type="dxa"/>
          </w:tcPr>
          <w:p w14:paraId="0A9B812F" w14:textId="77777777" w:rsidR="002E4262" w:rsidRPr="00451E94" w:rsidRDefault="002E4262" w:rsidP="005102FE"/>
        </w:tc>
        <w:tc>
          <w:tcPr>
            <w:tcW w:w="473" w:type="dxa"/>
          </w:tcPr>
          <w:p w14:paraId="0AB79B54" w14:textId="77777777" w:rsidR="002E4262" w:rsidRPr="00451E94" w:rsidRDefault="002E4262" w:rsidP="005102FE"/>
        </w:tc>
        <w:tc>
          <w:tcPr>
            <w:tcW w:w="472" w:type="dxa"/>
          </w:tcPr>
          <w:p w14:paraId="40CEA248" w14:textId="77777777" w:rsidR="002E4262" w:rsidRPr="00451E94" w:rsidRDefault="002E4262" w:rsidP="005102FE"/>
        </w:tc>
        <w:tc>
          <w:tcPr>
            <w:tcW w:w="473" w:type="dxa"/>
          </w:tcPr>
          <w:p w14:paraId="523489E8" w14:textId="02449B1F" w:rsidR="002E4262" w:rsidRPr="00451E94" w:rsidRDefault="002E4262" w:rsidP="005102FE">
            <w:pPr>
              <w:jc w:val="center"/>
            </w:pPr>
          </w:p>
        </w:tc>
        <w:tc>
          <w:tcPr>
            <w:tcW w:w="472" w:type="dxa"/>
          </w:tcPr>
          <w:p w14:paraId="449B7CBF" w14:textId="77777777" w:rsidR="002E4262" w:rsidRPr="00451E94" w:rsidRDefault="002E4262" w:rsidP="005102FE"/>
        </w:tc>
        <w:tc>
          <w:tcPr>
            <w:tcW w:w="473" w:type="dxa"/>
          </w:tcPr>
          <w:p w14:paraId="1C0D81B5" w14:textId="46A05880" w:rsidR="002E4262" w:rsidRPr="00451E94" w:rsidRDefault="00F0054E" w:rsidP="00F0054E">
            <w:pPr>
              <w:jc w:val="center"/>
            </w:pPr>
            <w:r>
              <w:rPr>
                <w:color w:val="3C5D9F"/>
                <w:sz w:val="38"/>
                <w:szCs w:val="38"/>
              </w:rPr>
              <w:t>c</w:t>
            </w:r>
          </w:p>
        </w:tc>
        <w:tc>
          <w:tcPr>
            <w:tcW w:w="472" w:type="dxa"/>
          </w:tcPr>
          <w:p w14:paraId="4D35B9D2" w14:textId="77777777" w:rsidR="002E4262" w:rsidRPr="00451E94" w:rsidRDefault="002E4262" w:rsidP="005102FE"/>
        </w:tc>
        <w:tc>
          <w:tcPr>
            <w:tcW w:w="473" w:type="dxa"/>
          </w:tcPr>
          <w:p w14:paraId="2126888E" w14:textId="77777777" w:rsidR="002E4262" w:rsidRPr="00451E94" w:rsidRDefault="002E4262" w:rsidP="005102FE"/>
        </w:tc>
        <w:tc>
          <w:tcPr>
            <w:tcW w:w="472" w:type="dxa"/>
          </w:tcPr>
          <w:p w14:paraId="5E516C34" w14:textId="77777777" w:rsidR="002E4262" w:rsidRPr="00451E94" w:rsidRDefault="002E4262" w:rsidP="005102FE"/>
        </w:tc>
        <w:tc>
          <w:tcPr>
            <w:tcW w:w="473" w:type="dxa"/>
          </w:tcPr>
          <w:p w14:paraId="74B0DEB4" w14:textId="77777777" w:rsidR="002E4262" w:rsidRPr="00451E94" w:rsidRDefault="002E4262" w:rsidP="005102FE"/>
        </w:tc>
        <w:tc>
          <w:tcPr>
            <w:tcW w:w="472" w:type="dxa"/>
          </w:tcPr>
          <w:p w14:paraId="405C9B19" w14:textId="77777777" w:rsidR="002E4262" w:rsidRPr="00451E94" w:rsidRDefault="002E4262" w:rsidP="005102FE"/>
        </w:tc>
        <w:tc>
          <w:tcPr>
            <w:tcW w:w="473" w:type="dxa"/>
          </w:tcPr>
          <w:p w14:paraId="3BB6E3BA" w14:textId="77777777" w:rsidR="002E4262" w:rsidRPr="00451E94" w:rsidRDefault="002E4262" w:rsidP="005102FE"/>
        </w:tc>
      </w:tr>
      <w:tr w:rsidR="002E4262" w:rsidRPr="00451E94" w14:paraId="774BC041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4756B74B" w14:textId="77777777" w:rsidR="002E4262" w:rsidRPr="00451E94" w:rsidRDefault="002E4262" w:rsidP="005102FE"/>
        </w:tc>
        <w:tc>
          <w:tcPr>
            <w:tcW w:w="473" w:type="dxa"/>
          </w:tcPr>
          <w:p w14:paraId="64C297ED" w14:textId="77777777" w:rsidR="002E4262" w:rsidRPr="00451E94" w:rsidRDefault="002E4262" w:rsidP="005102FE"/>
        </w:tc>
        <w:tc>
          <w:tcPr>
            <w:tcW w:w="472" w:type="dxa"/>
          </w:tcPr>
          <w:p w14:paraId="184B5D94" w14:textId="77FCB34F" w:rsidR="002E4262" w:rsidRPr="00432B2D" w:rsidRDefault="005102FE" w:rsidP="005102FE">
            <w:pPr>
              <w:jc w:val="center"/>
              <w:rPr>
                <w:color w:val="3C5D9F"/>
                <w:sz w:val="40"/>
                <w:szCs w:val="40"/>
              </w:rPr>
            </w:pPr>
            <w:r w:rsidRPr="00432B2D">
              <w:rPr>
                <w:color w:val="3C5D9F"/>
                <w:sz w:val="38"/>
                <w:szCs w:val="38"/>
              </w:rPr>
              <w:t>a</w:t>
            </w:r>
          </w:p>
        </w:tc>
        <w:tc>
          <w:tcPr>
            <w:tcW w:w="473" w:type="dxa"/>
          </w:tcPr>
          <w:p w14:paraId="1E51C19F" w14:textId="77777777" w:rsidR="002E4262" w:rsidRPr="00451E94" w:rsidRDefault="002E4262" w:rsidP="005102FE"/>
        </w:tc>
        <w:tc>
          <w:tcPr>
            <w:tcW w:w="472" w:type="dxa"/>
          </w:tcPr>
          <w:p w14:paraId="417DB5D9" w14:textId="77777777" w:rsidR="002E4262" w:rsidRPr="00451E94" w:rsidRDefault="002E4262" w:rsidP="005102FE"/>
        </w:tc>
        <w:tc>
          <w:tcPr>
            <w:tcW w:w="473" w:type="dxa"/>
          </w:tcPr>
          <w:p w14:paraId="0EB60B72" w14:textId="77777777" w:rsidR="002E4262" w:rsidRPr="00451E94" w:rsidRDefault="002E4262" w:rsidP="005102FE"/>
        </w:tc>
        <w:tc>
          <w:tcPr>
            <w:tcW w:w="472" w:type="dxa"/>
          </w:tcPr>
          <w:p w14:paraId="78E1BE12" w14:textId="71A36D5E" w:rsidR="002E4262" w:rsidRPr="00451E94" w:rsidRDefault="002E4262" w:rsidP="005102FE"/>
        </w:tc>
        <w:tc>
          <w:tcPr>
            <w:tcW w:w="473" w:type="dxa"/>
          </w:tcPr>
          <w:p w14:paraId="0745B872" w14:textId="07CDBE2B" w:rsidR="002E4262" w:rsidRPr="00451E94" w:rsidRDefault="00F0054E" w:rsidP="00F0054E">
            <w:pPr>
              <w:jc w:val="center"/>
            </w:pPr>
            <w:r>
              <w:rPr>
                <w:color w:val="3C5D9F"/>
                <w:sz w:val="38"/>
                <w:szCs w:val="38"/>
              </w:rPr>
              <w:t>b</w:t>
            </w:r>
          </w:p>
        </w:tc>
        <w:tc>
          <w:tcPr>
            <w:tcW w:w="472" w:type="dxa"/>
          </w:tcPr>
          <w:p w14:paraId="18C1A34A" w14:textId="77777777" w:rsidR="002E4262" w:rsidRPr="00451E94" w:rsidRDefault="002E4262" w:rsidP="005102FE"/>
        </w:tc>
        <w:tc>
          <w:tcPr>
            <w:tcW w:w="473" w:type="dxa"/>
          </w:tcPr>
          <w:p w14:paraId="57A2185C" w14:textId="3ED83749" w:rsidR="002E4262" w:rsidRPr="00451E94" w:rsidRDefault="002E4262" w:rsidP="001A52F5">
            <w:pPr>
              <w:jc w:val="center"/>
            </w:pPr>
          </w:p>
        </w:tc>
        <w:tc>
          <w:tcPr>
            <w:tcW w:w="472" w:type="dxa"/>
          </w:tcPr>
          <w:p w14:paraId="008D7065" w14:textId="77777777" w:rsidR="002E4262" w:rsidRPr="00451E94" w:rsidRDefault="002E4262" w:rsidP="005102FE"/>
        </w:tc>
        <w:tc>
          <w:tcPr>
            <w:tcW w:w="473" w:type="dxa"/>
          </w:tcPr>
          <w:p w14:paraId="4D1D868B" w14:textId="77777777" w:rsidR="002E4262" w:rsidRPr="00451E94" w:rsidRDefault="002E4262" w:rsidP="005102FE"/>
        </w:tc>
        <w:tc>
          <w:tcPr>
            <w:tcW w:w="472" w:type="dxa"/>
          </w:tcPr>
          <w:p w14:paraId="00BF50A7" w14:textId="1CFF99A7" w:rsidR="002E4262" w:rsidRPr="00451E94" w:rsidRDefault="002E4262" w:rsidP="005102FE">
            <w:pPr>
              <w:jc w:val="center"/>
            </w:pPr>
          </w:p>
        </w:tc>
        <w:tc>
          <w:tcPr>
            <w:tcW w:w="473" w:type="dxa"/>
          </w:tcPr>
          <w:p w14:paraId="4685C08E" w14:textId="77777777" w:rsidR="002E4262" w:rsidRPr="00451E94" w:rsidRDefault="002E4262" w:rsidP="005102FE"/>
        </w:tc>
        <w:tc>
          <w:tcPr>
            <w:tcW w:w="472" w:type="dxa"/>
          </w:tcPr>
          <w:p w14:paraId="1438CFAC" w14:textId="77777777" w:rsidR="002E4262" w:rsidRPr="00451E94" w:rsidRDefault="002E4262" w:rsidP="005102FE"/>
        </w:tc>
        <w:tc>
          <w:tcPr>
            <w:tcW w:w="473" w:type="dxa"/>
          </w:tcPr>
          <w:p w14:paraId="6283AE62" w14:textId="77777777" w:rsidR="002E4262" w:rsidRPr="00451E94" w:rsidRDefault="002E4262" w:rsidP="005102FE"/>
        </w:tc>
        <w:tc>
          <w:tcPr>
            <w:tcW w:w="472" w:type="dxa"/>
          </w:tcPr>
          <w:p w14:paraId="70C5C894" w14:textId="77777777" w:rsidR="002E4262" w:rsidRPr="00451E94" w:rsidRDefault="002E4262" w:rsidP="005102FE"/>
        </w:tc>
        <w:tc>
          <w:tcPr>
            <w:tcW w:w="473" w:type="dxa"/>
          </w:tcPr>
          <w:p w14:paraId="6EACD3F1" w14:textId="77777777" w:rsidR="002E4262" w:rsidRPr="00451E94" w:rsidRDefault="002E4262" w:rsidP="005102FE"/>
        </w:tc>
      </w:tr>
      <w:tr w:rsidR="002E4262" w:rsidRPr="00451E94" w14:paraId="497A6EE7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301B799F" w14:textId="77777777" w:rsidR="002E4262" w:rsidRPr="00451E94" w:rsidRDefault="002E4262" w:rsidP="005102FE"/>
        </w:tc>
        <w:tc>
          <w:tcPr>
            <w:tcW w:w="473" w:type="dxa"/>
          </w:tcPr>
          <w:p w14:paraId="291593EB" w14:textId="77777777" w:rsidR="002E4262" w:rsidRPr="00451E94" w:rsidRDefault="002E4262" w:rsidP="005102FE"/>
        </w:tc>
        <w:tc>
          <w:tcPr>
            <w:tcW w:w="472" w:type="dxa"/>
          </w:tcPr>
          <w:p w14:paraId="3BD858F7" w14:textId="77777777" w:rsidR="002E4262" w:rsidRPr="00451E94" w:rsidRDefault="002E4262" w:rsidP="005102FE"/>
        </w:tc>
        <w:tc>
          <w:tcPr>
            <w:tcW w:w="473" w:type="dxa"/>
          </w:tcPr>
          <w:p w14:paraId="75D9D737" w14:textId="77777777" w:rsidR="002E4262" w:rsidRPr="00451E94" w:rsidRDefault="002E4262" w:rsidP="005102FE"/>
        </w:tc>
        <w:tc>
          <w:tcPr>
            <w:tcW w:w="472" w:type="dxa"/>
          </w:tcPr>
          <w:p w14:paraId="412250DE" w14:textId="77777777" w:rsidR="002E4262" w:rsidRPr="00451E94" w:rsidRDefault="002E4262" w:rsidP="005102FE"/>
        </w:tc>
        <w:tc>
          <w:tcPr>
            <w:tcW w:w="473" w:type="dxa"/>
          </w:tcPr>
          <w:p w14:paraId="5C85201A" w14:textId="77777777" w:rsidR="002E4262" w:rsidRPr="00451E94" w:rsidRDefault="002E4262" w:rsidP="005102FE"/>
        </w:tc>
        <w:tc>
          <w:tcPr>
            <w:tcW w:w="472" w:type="dxa"/>
          </w:tcPr>
          <w:p w14:paraId="7A2D5BE9" w14:textId="65CB1FBE" w:rsidR="002E4262" w:rsidRPr="00451E94" w:rsidRDefault="002E4262" w:rsidP="005102FE"/>
        </w:tc>
        <w:tc>
          <w:tcPr>
            <w:tcW w:w="473" w:type="dxa"/>
          </w:tcPr>
          <w:p w14:paraId="392BEB03" w14:textId="3C8D97E3" w:rsidR="002E4262" w:rsidRPr="00451E94" w:rsidRDefault="003E1E9B" w:rsidP="005102FE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E55D721" wp14:editId="144EBECE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5080</wp:posOffset>
                      </wp:positionV>
                      <wp:extent cx="1488440" cy="1443990"/>
                      <wp:effectExtent l="0" t="0" r="35560" b="29210"/>
                      <wp:wrapNone/>
                      <wp:docPr id="12" name="Freeform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440" cy="1443990"/>
                              </a:xfrm>
                              <a:custGeom>
                                <a:avLst/>
                                <a:gdLst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596900 w 1498600"/>
                                  <a:gd name="connsiteY12" fmla="*/ 571500 h 1441450"/>
                                  <a:gd name="connsiteX13" fmla="*/ 298450 w 1498600"/>
                                  <a:gd name="connsiteY13" fmla="*/ 571500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596900 w 1498600"/>
                                  <a:gd name="connsiteY17" fmla="*/ 863600 h 1441450"/>
                                  <a:gd name="connsiteX18" fmla="*/ 603250 w 1498600"/>
                                  <a:gd name="connsiteY18" fmla="*/ 1155700 h 1441450"/>
                                  <a:gd name="connsiteX19" fmla="*/ 901700 w 1498600"/>
                                  <a:gd name="connsiteY19" fmla="*/ 1149350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1500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596900 w 1498600"/>
                                  <a:gd name="connsiteY17" fmla="*/ 863600 h 1441450"/>
                                  <a:gd name="connsiteX18" fmla="*/ 603250 w 1498600"/>
                                  <a:gd name="connsiteY18" fmla="*/ 1155700 h 1441450"/>
                                  <a:gd name="connsiteX19" fmla="*/ 901700 w 1498600"/>
                                  <a:gd name="connsiteY19" fmla="*/ 1149350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4058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596900 w 1498600"/>
                                  <a:gd name="connsiteY17" fmla="*/ 863600 h 1441450"/>
                                  <a:gd name="connsiteX18" fmla="*/ 603250 w 1498600"/>
                                  <a:gd name="connsiteY18" fmla="*/ 1155700 h 1441450"/>
                                  <a:gd name="connsiteX19" fmla="*/ 901700 w 1498600"/>
                                  <a:gd name="connsiteY19" fmla="*/ 1149350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4058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596900 w 1498600"/>
                                  <a:gd name="connsiteY17" fmla="*/ 863600 h 1441450"/>
                                  <a:gd name="connsiteX18" fmla="*/ 603250 w 1498600"/>
                                  <a:gd name="connsiteY18" fmla="*/ 1155700 h 1441450"/>
                                  <a:gd name="connsiteX19" fmla="*/ 906815 w 1498600"/>
                                  <a:gd name="connsiteY19" fmla="*/ 1157024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4058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596900 w 1498600"/>
                                  <a:gd name="connsiteY17" fmla="*/ 863600 h 1441450"/>
                                  <a:gd name="connsiteX18" fmla="*/ 603250 w 1498600"/>
                                  <a:gd name="connsiteY18" fmla="*/ 1155700 h 1441450"/>
                                  <a:gd name="connsiteX19" fmla="*/ 901700 w 1498600"/>
                                  <a:gd name="connsiteY19" fmla="*/ 1157024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4058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596900 w 1498600"/>
                                  <a:gd name="connsiteY17" fmla="*/ 863600 h 1441450"/>
                                  <a:gd name="connsiteX18" fmla="*/ 603250 w 1498600"/>
                                  <a:gd name="connsiteY18" fmla="*/ 1155700 h 1441450"/>
                                  <a:gd name="connsiteX19" fmla="*/ 904258 w 1498600"/>
                                  <a:gd name="connsiteY19" fmla="*/ 1157024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4058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596900 w 1498600"/>
                                  <a:gd name="connsiteY17" fmla="*/ 863600 h 1441450"/>
                                  <a:gd name="connsiteX18" fmla="*/ 603250 w 1498600"/>
                                  <a:gd name="connsiteY18" fmla="*/ 1155700 h 1441450"/>
                                  <a:gd name="connsiteX19" fmla="*/ 904258 w 1498600"/>
                                  <a:gd name="connsiteY19" fmla="*/ 1157024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4058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604572 w 1498600"/>
                                  <a:gd name="connsiteY17" fmla="*/ 871274 h 1441450"/>
                                  <a:gd name="connsiteX18" fmla="*/ 603250 w 1498600"/>
                                  <a:gd name="connsiteY18" fmla="*/ 1155700 h 1441450"/>
                                  <a:gd name="connsiteX19" fmla="*/ 904258 w 1498600"/>
                                  <a:gd name="connsiteY19" fmla="*/ 1157024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0150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4058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604572 w 1498600"/>
                                  <a:gd name="connsiteY17" fmla="*/ 871274 h 1441450"/>
                                  <a:gd name="connsiteX18" fmla="*/ 605807 w 1498600"/>
                                  <a:gd name="connsiteY18" fmla="*/ 1158258 h 1441450"/>
                                  <a:gd name="connsiteX19" fmla="*/ 904258 w 1498600"/>
                                  <a:gd name="connsiteY19" fmla="*/ 1157024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41450 h 1441450"/>
                                  <a:gd name="connsiteX1" fmla="*/ 1207822 w 1498600"/>
                                  <a:gd name="connsiteY1" fmla="*/ 1155700 h 1441450"/>
                                  <a:gd name="connsiteX2" fmla="*/ 901700 w 1498600"/>
                                  <a:gd name="connsiteY2" fmla="*/ 869950 h 1441450"/>
                                  <a:gd name="connsiteX3" fmla="*/ 1200150 w 1498600"/>
                                  <a:gd name="connsiteY3" fmla="*/ 869950 h 1441450"/>
                                  <a:gd name="connsiteX4" fmla="*/ 1200150 w 1498600"/>
                                  <a:gd name="connsiteY4" fmla="*/ 577850 h 1441450"/>
                                  <a:gd name="connsiteX5" fmla="*/ 1498600 w 1498600"/>
                                  <a:gd name="connsiteY5" fmla="*/ 577850 h 1441450"/>
                                  <a:gd name="connsiteX6" fmla="*/ 1200150 w 1498600"/>
                                  <a:gd name="connsiteY6" fmla="*/ 292100 h 1441450"/>
                                  <a:gd name="connsiteX7" fmla="*/ 901700 w 1498600"/>
                                  <a:gd name="connsiteY7" fmla="*/ 577850 h 1441450"/>
                                  <a:gd name="connsiteX8" fmla="*/ 908050 w 1498600"/>
                                  <a:gd name="connsiteY8" fmla="*/ 292100 h 1441450"/>
                                  <a:gd name="connsiteX9" fmla="*/ 596900 w 1498600"/>
                                  <a:gd name="connsiteY9" fmla="*/ 292100 h 1441450"/>
                                  <a:gd name="connsiteX10" fmla="*/ 596900 w 1498600"/>
                                  <a:gd name="connsiteY10" fmla="*/ 0 h 1441450"/>
                                  <a:gd name="connsiteX11" fmla="*/ 298450 w 1498600"/>
                                  <a:gd name="connsiteY11" fmla="*/ 292100 h 1441450"/>
                                  <a:gd name="connsiteX12" fmla="*/ 602014 w 1498600"/>
                                  <a:gd name="connsiteY12" fmla="*/ 574058 h 1441450"/>
                                  <a:gd name="connsiteX13" fmla="*/ 298450 w 1498600"/>
                                  <a:gd name="connsiteY13" fmla="*/ 574058 h 1441450"/>
                                  <a:gd name="connsiteX14" fmla="*/ 298450 w 1498600"/>
                                  <a:gd name="connsiteY14" fmla="*/ 869950 h 1441450"/>
                                  <a:gd name="connsiteX15" fmla="*/ 0 w 1498600"/>
                                  <a:gd name="connsiteY15" fmla="*/ 869950 h 1441450"/>
                                  <a:gd name="connsiteX16" fmla="*/ 298450 w 1498600"/>
                                  <a:gd name="connsiteY16" fmla="*/ 1155700 h 1441450"/>
                                  <a:gd name="connsiteX17" fmla="*/ 604572 w 1498600"/>
                                  <a:gd name="connsiteY17" fmla="*/ 871274 h 1441450"/>
                                  <a:gd name="connsiteX18" fmla="*/ 605807 w 1498600"/>
                                  <a:gd name="connsiteY18" fmla="*/ 1158258 h 1441450"/>
                                  <a:gd name="connsiteX19" fmla="*/ 904258 w 1498600"/>
                                  <a:gd name="connsiteY19" fmla="*/ 1157024 h 1441450"/>
                                  <a:gd name="connsiteX20" fmla="*/ 901700 w 1498600"/>
                                  <a:gd name="connsiteY20" fmla="*/ 1441450 h 1441450"/>
                                  <a:gd name="connsiteX0" fmla="*/ 901700 w 1498600"/>
                                  <a:gd name="connsiteY0" fmla="*/ 1454240 h 1454240"/>
                                  <a:gd name="connsiteX1" fmla="*/ 1207822 w 1498600"/>
                                  <a:gd name="connsiteY1" fmla="*/ 1155700 h 1454240"/>
                                  <a:gd name="connsiteX2" fmla="*/ 901700 w 1498600"/>
                                  <a:gd name="connsiteY2" fmla="*/ 869950 h 1454240"/>
                                  <a:gd name="connsiteX3" fmla="*/ 1200150 w 1498600"/>
                                  <a:gd name="connsiteY3" fmla="*/ 869950 h 1454240"/>
                                  <a:gd name="connsiteX4" fmla="*/ 1200150 w 1498600"/>
                                  <a:gd name="connsiteY4" fmla="*/ 577850 h 1454240"/>
                                  <a:gd name="connsiteX5" fmla="*/ 1498600 w 1498600"/>
                                  <a:gd name="connsiteY5" fmla="*/ 577850 h 1454240"/>
                                  <a:gd name="connsiteX6" fmla="*/ 1200150 w 1498600"/>
                                  <a:gd name="connsiteY6" fmla="*/ 292100 h 1454240"/>
                                  <a:gd name="connsiteX7" fmla="*/ 901700 w 1498600"/>
                                  <a:gd name="connsiteY7" fmla="*/ 577850 h 1454240"/>
                                  <a:gd name="connsiteX8" fmla="*/ 908050 w 1498600"/>
                                  <a:gd name="connsiteY8" fmla="*/ 292100 h 1454240"/>
                                  <a:gd name="connsiteX9" fmla="*/ 596900 w 1498600"/>
                                  <a:gd name="connsiteY9" fmla="*/ 292100 h 1454240"/>
                                  <a:gd name="connsiteX10" fmla="*/ 596900 w 1498600"/>
                                  <a:gd name="connsiteY10" fmla="*/ 0 h 1454240"/>
                                  <a:gd name="connsiteX11" fmla="*/ 298450 w 1498600"/>
                                  <a:gd name="connsiteY11" fmla="*/ 292100 h 1454240"/>
                                  <a:gd name="connsiteX12" fmla="*/ 602014 w 1498600"/>
                                  <a:gd name="connsiteY12" fmla="*/ 574058 h 1454240"/>
                                  <a:gd name="connsiteX13" fmla="*/ 298450 w 1498600"/>
                                  <a:gd name="connsiteY13" fmla="*/ 574058 h 1454240"/>
                                  <a:gd name="connsiteX14" fmla="*/ 298450 w 1498600"/>
                                  <a:gd name="connsiteY14" fmla="*/ 869950 h 1454240"/>
                                  <a:gd name="connsiteX15" fmla="*/ 0 w 1498600"/>
                                  <a:gd name="connsiteY15" fmla="*/ 869950 h 1454240"/>
                                  <a:gd name="connsiteX16" fmla="*/ 298450 w 1498600"/>
                                  <a:gd name="connsiteY16" fmla="*/ 1155700 h 1454240"/>
                                  <a:gd name="connsiteX17" fmla="*/ 604572 w 1498600"/>
                                  <a:gd name="connsiteY17" fmla="*/ 871274 h 1454240"/>
                                  <a:gd name="connsiteX18" fmla="*/ 605807 w 1498600"/>
                                  <a:gd name="connsiteY18" fmla="*/ 1158258 h 1454240"/>
                                  <a:gd name="connsiteX19" fmla="*/ 904258 w 1498600"/>
                                  <a:gd name="connsiteY19" fmla="*/ 1157024 h 1454240"/>
                                  <a:gd name="connsiteX20" fmla="*/ 901700 w 1498600"/>
                                  <a:gd name="connsiteY20" fmla="*/ 1454240 h 14542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498600" h="1454240">
                                    <a:moveTo>
                                      <a:pt x="901700" y="1454240"/>
                                    </a:moveTo>
                                    <a:lnTo>
                                      <a:pt x="1207822" y="1155700"/>
                                    </a:lnTo>
                                    <a:lnTo>
                                      <a:pt x="901700" y="869950"/>
                                    </a:lnTo>
                                    <a:lnTo>
                                      <a:pt x="1200150" y="869950"/>
                                    </a:lnTo>
                                    <a:lnTo>
                                      <a:pt x="1200150" y="577850"/>
                                    </a:lnTo>
                                    <a:lnTo>
                                      <a:pt x="1498600" y="577850"/>
                                    </a:lnTo>
                                    <a:lnTo>
                                      <a:pt x="1200150" y="292100"/>
                                    </a:lnTo>
                                    <a:lnTo>
                                      <a:pt x="901700" y="577850"/>
                                    </a:lnTo>
                                    <a:lnTo>
                                      <a:pt x="908050" y="292100"/>
                                    </a:lnTo>
                                    <a:lnTo>
                                      <a:pt x="596900" y="292100"/>
                                    </a:lnTo>
                                    <a:lnTo>
                                      <a:pt x="596900" y="0"/>
                                    </a:lnTo>
                                    <a:lnTo>
                                      <a:pt x="298450" y="292100"/>
                                    </a:lnTo>
                                    <a:lnTo>
                                      <a:pt x="602014" y="574058"/>
                                    </a:lnTo>
                                    <a:lnTo>
                                      <a:pt x="298450" y="574058"/>
                                    </a:lnTo>
                                    <a:lnTo>
                                      <a:pt x="298450" y="869950"/>
                                    </a:lnTo>
                                    <a:lnTo>
                                      <a:pt x="0" y="869950"/>
                                    </a:lnTo>
                                    <a:lnTo>
                                      <a:pt x="298450" y="1155700"/>
                                    </a:lnTo>
                                    <a:lnTo>
                                      <a:pt x="604572" y="871274"/>
                                    </a:lnTo>
                                    <a:cubicBezTo>
                                      <a:pt x="604131" y="966083"/>
                                      <a:pt x="606248" y="1063449"/>
                                      <a:pt x="605807" y="1158258"/>
                                    </a:cubicBezTo>
                                    <a:lnTo>
                                      <a:pt x="904258" y="1157024"/>
                                    </a:lnTo>
                                    <a:cubicBezTo>
                                      <a:pt x="903405" y="1251833"/>
                                      <a:pt x="902553" y="1359431"/>
                                      <a:pt x="901700" y="14542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2" o:spid="_x0000_s1026" style="position:absolute;margin-left:-.15pt;margin-top:.4pt;width:117.2pt;height:113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8600,14542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" path="m901700,1454240l1207822,1155700,901700,869950,1200150,869950,1200150,577850,1498600,577850,1200150,292100,901700,577850,908050,292100,596900,292100,596900,,298450,292100,602014,574058,298450,574058,298450,869950,,869950,298450,1155700,604572,871274c604131,966083,606248,1063449,605807,1158258l904258,1157024c903405,1251833,902553,1359431,901700,1454240xe" fillcolor="#1c7de4" strokecolor="#3c5d9f" strokeweight="1pt">
                      <v:fill opacity="6682f"/>
                      <v:stroke endcap="square"/>
                      <v:path arrowok="t" o:connecttype="custom" o:connectlocs="895587,1443990;1199633,1147554;895587,863818;1192013,863818;1192013,573777;1488440,573777;1192013,290041;895587,573777;901894,290041;592853,290041;592853,0;296427,290041;597933,570012;296427,570012;296427,863818;0,863818;296427,1147554;600473,865133;601700,1150094;898127,1148869;895587,1443990" o:connectangles="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472" w:type="dxa"/>
          </w:tcPr>
          <w:p w14:paraId="64E3A52F" w14:textId="77777777" w:rsidR="002E4262" w:rsidRPr="00451E94" w:rsidRDefault="002E4262" w:rsidP="005102FE"/>
        </w:tc>
        <w:tc>
          <w:tcPr>
            <w:tcW w:w="473" w:type="dxa"/>
          </w:tcPr>
          <w:p w14:paraId="0C44E6C7" w14:textId="77777777" w:rsidR="002E4262" w:rsidRPr="00451E94" w:rsidRDefault="002E4262" w:rsidP="005102FE"/>
        </w:tc>
        <w:tc>
          <w:tcPr>
            <w:tcW w:w="472" w:type="dxa"/>
          </w:tcPr>
          <w:p w14:paraId="4A560695" w14:textId="77777777" w:rsidR="002E4262" w:rsidRPr="00451E94" w:rsidRDefault="002E4262" w:rsidP="005102FE"/>
        </w:tc>
        <w:tc>
          <w:tcPr>
            <w:tcW w:w="473" w:type="dxa"/>
          </w:tcPr>
          <w:p w14:paraId="614754FF" w14:textId="77777777" w:rsidR="002E4262" w:rsidRPr="00451E94" w:rsidRDefault="002E4262" w:rsidP="005102FE"/>
        </w:tc>
        <w:tc>
          <w:tcPr>
            <w:tcW w:w="472" w:type="dxa"/>
          </w:tcPr>
          <w:p w14:paraId="0894B6CC" w14:textId="77777777" w:rsidR="002E4262" w:rsidRPr="00451E94" w:rsidRDefault="002E4262" w:rsidP="005102FE"/>
        </w:tc>
        <w:tc>
          <w:tcPr>
            <w:tcW w:w="473" w:type="dxa"/>
          </w:tcPr>
          <w:p w14:paraId="4C3562C3" w14:textId="6952EFE0" w:rsidR="002E4262" w:rsidRPr="00451E94" w:rsidRDefault="002E4262" w:rsidP="005102FE"/>
        </w:tc>
        <w:tc>
          <w:tcPr>
            <w:tcW w:w="472" w:type="dxa"/>
          </w:tcPr>
          <w:p w14:paraId="371AA496" w14:textId="2DC952AC" w:rsidR="002E4262" w:rsidRPr="00451E94" w:rsidRDefault="003E1E9B" w:rsidP="005102FE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E9F518C" wp14:editId="7762B94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4445</wp:posOffset>
                      </wp:positionV>
                      <wp:extent cx="586740" cy="1155700"/>
                      <wp:effectExtent l="0" t="0" r="22860" b="38100"/>
                      <wp:wrapNone/>
                      <wp:docPr id="13" name="Freeform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6740" cy="1155700"/>
                              </a:xfrm>
                              <a:custGeom>
                                <a:avLst/>
                                <a:gdLst>
                                  <a:gd name="connsiteX0" fmla="*/ 596900 w 596900"/>
                                  <a:gd name="connsiteY0" fmla="*/ 1155700 h 1155700"/>
                                  <a:gd name="connsiteX1" fmla="*/ 596900 w 596900"/>
                                  <a:gd name="connsiteY1" fmla="*/ 292100 h 1155700"/>
                                  <a:gd name="connsiteX2" fmla="*/ 298450 w 596900"/>
                                  <a:gd name="connsiteY2" fmla="*/ 0 h 1155700"/>
                                  <a:gd name="connsiteX3" fmla="*/ 0 w 596900"/>
                                  <a:gd name="connsiteY3" fmla="*/ 292100 h 1155700"/>
                                  <a:gd name="connsiteX4" fmla="*/ 6350 w 596900"/>
                                  <a:gd name="connsiteY4" fmla="*/ 1155700 h 1155700"/>
                                  <a:gd name="connsiteX5" fmla="*/ 298450 w 596900"/>
                                  <a:gd name="connsiteY5" fmla="*/ 869950 h 1155700"/>
                                  <a:gd name="connsiteX6" fmla="*/ 596900 w 596900"/>
                                  <a:gd name="connsiteY6" fmla="*/ 1155700 h 1155700"/>
                                  <a:gd name="connsiteX0" fmla="*/ 596900 w 596900"/>
                                  <a:gd name="connsiteY0" fmla="*/ 1163456 h 1163456"/>
                                  <a:gd name="connsiteX1" fmla="*/ 596900 w 596900"/>
                                  <a:gd name="connsiteY1" fmla="*/ 299856 h 1163456"/>
                                  <a:gd name="connsiteX2" fmla="*/ 298450 w 596900"/>
                                  <a:gd name="connsiteY2" fmla="*/ 0 h 1163456"/>
                                  <a:gd name="connsiteX3" fmla="*/ 0 w 596900"/>
                                  <a:gd name="connsiteY3" fmla="*/ 299856 h 1163456"/>
                                  <a:gd name="connsiteX4" fmla="*/ 6350 w 596900"/>
                                  <a:gd name="connsiteY4" fmla="*/ 1163456 h 1163456"/>
                                  <a:gd name="connsiteX5" fmla="*/ 298450 w 596900"/>
                                  <a:gd name="connsiteY5" fmla="*/ 877706 h 1163456"/>
                                  <a:gd name="connsiteX6" fmla="*/ 596900 w 596900"/>
                                  <a:gd name="connsiteY6" fmla="*/ 1163456 h 1163456"/>
                                  <a:gd name="connsiteX0" fmla="*/ 596900 w 596900"/>
                                  <a:gd name="connsiteY0" fmla="*/ 1163456 h 1173798"/>
                                  <a:gd name="connsiteX1" fmla="*/ 596900 w 596900"/>
                                  <a:gd name="connsiteY1" fmla="*/ 299856 h 1173798"/>
                                  <a:gd name="connsiteX2" fmla="*/ 298450 w 596900"/>
                                  <a:gd name="connsiteY2" fmla="*/ 0 h 1173798"/>
                                  <a:gd name="connsiteX3" fmla="*/ 0 w 596900"/>
                                  <a:gd name="connsiteY3" fmla="*/ 299856 h 1173798"/>
                                  <a:gd name="connsiteX4" fmla="*/ 1182 w 596900"/>
                                  <a:gd name="connsiteY4" fmla="*/ 1173798 h 1173798"/>
                                  <a:gd name="connsiteX5" fmla="*/ 298450 w 596900"/>
                                  <a:gd name="connsiteY5" fmla="*/ 877706 h 1173798"/>
                                  <a:gd name="connsiteX6" fmla="*/ 596900 w 596900"/>
                                  <a:gd name="connsiteY6" fmla="*/ 1163456 h 1173798"/>
                                  <a:gd name="connsiteX0" fmla="*/ 596900 w 596900"/>
                                  <a:gd name="connsiteY0" fmla="*/ 1176383 h 1176383"/>
                                  <a:gd name="connsiteX1" fmla="*/ 596900 w 596900"/>
                                  <a:gd name="connsiteY1" fmla="*/ 299856 h 1176383"/>
                                  <a:gd name="connsiteX2" fmla="*/ 298450 w 596900"/>
                                  <a:gd name="connsiteY2" fmla="*/ 0 h 1176383"/>
                                  <a:gd name="connsiteX3" fmla="*/ 0 w 596900"/>
                                  <a:gd name="connsiteY3" fmla="*/ 299856 h 1176383"/>
                                  <a:gd name="connsiteX4" fmla="*/ 1182 w 596900"/>
                                  <a:gd name="connsiteY4" fmla="*/ 1173798 h 1176383"/>
                                  <a:gd name="connsiteX5" fmla="*/ 298450 w 596900"/>
                                  <a:gd name="connsiteY5" fmla="*/ 877706 h 1176383"/>
                                  <a:gd name="connsiteX6" fmla="*/ 596900 w 596900"/>
                                  <a:gd name="connsiteY6" fmla="*/ 1176383 h 11763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96900" h="1176383">
                                    <a:moveTo>
                                      <a:pt x="596900" y="1176383"/>
                                    </a:moveTo>
                                    <a:lnTo>
                                      <a:pt x="596900" y="299856"/>
                                    </a:lnTo>
                                    <a:lnTo>
                                      <a:pt x="298450" y="0"/>
                                    </a:lnTo>
                                    <a:cubicBezTo>
                                      <a:pt x="198967" y="97367"/>
                                      <a:pt x="99483" y="202489"/>
                                      <a:pt x="0" y="299856"/>
                                    </a:cubicBezTo>
                                    <a:cubicBezTo>
                                      <a:pt x="2117" y="587723"/>
                                      <a:pt x="-935" y="885931"/>
                                      <a:pt x="1182" y="1173798"/>
                                    </a:cubicBezTo>
                                    <a:lnTo>
                                      <a:pt x="298450" y="877706"/>
                                    </a:lnTo>
                                    <a:lnTo>
                                      <a:pt x="596900" y="11763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3" o:spid="_x0000_s1026" style="position:absolute;margin-left:0;margin-top:.35pt;width:46.2pt;height:9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6900,117638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" path="m596900,1176383l596900,299856,298450,0c198967,97367,99483,202489,,299856,2117,587723,-935,885931,1182,1173798l298450,877706,596900,1176383xe" fillcolor="#1c7de4" strokecolor="#3c5d9f" strokeweight="1pt">
                      <v:fill opacity="6682f"/>
                      <v:stroke endcap="square"/>
                      <v:path arrowok="t" o:connecttype="custom" o:connectlocs="586740,1155700;586740,294584;293370,0;0,294584;1162,1153160;293370,862274;586740,1155700" o:connectangles="0,0,0,0,0,0,0"/>
                    </v:shape>
                  </w:pict>
                </mc:Fallback>
              </mc:AlternateContent>
            </w:r>
          </w:p>
        </w:tc>
        <w:tc>
          <w:tcPr>
            <w:tcW w:w="473" w:type="dxa"/>
          </w:tcPr>
          <w:p w14:paraId="1428EEDA" w14:textId="77777777" w:rsidR="002E4262" w:rsidRPr="00451E94" w:rsidRDefault="002E4262" w:rsidP="005102FE"/>
        </w:tc>
        <w:tc>
          <w:tcPr>
            <w:tcW w:w="472" w:type="dxa"/>
          </w:tcPr>
          <w:p w14:paraId="015FEB4E" w14:textId="77777777" w:rsidR="002E4262" w:rsidRPr="00451E94" w:rsidRDefault="002E4262" w:rsidP="005102FE"/>
        </w:tc>
        <w:tc>
          <w:tcPr>
            <w:tcW w:w="473" w:type="dxa"/>
          </w:tcPr>
          <w:p w14:paraId="57D2B519" w14:textId="77777777" w:rsidR="002E4262" w:rsidRPr="00451E94" w:rsidRDefault="002E4262" w:rsidP="005102FE"/>
        </w:tc>
      </w:tr>
      <w:tr w:rsidR="002E4262" w:rsidRPr="00451E94" w14:paraId="3D092677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78FD6BA8" w14:textId="677D91A4" w:rsidR="002E4262" w:rsidRPr="00451E94" w:rsidRDefault="002E4262" w:rsidP="005102FE"/>
        </w:tc>
        <w:tc>
          <w:tcPr>
            <w:tcW w:w="473" w:type="dxa"/>
          </w:tcPr>
          <w:p w14:paraId="2D1800C5" w14:textId="55EF999C" w:rsidR="002E4262" w:rsidRPr="00451E94" w:rsidRDefault="004A3535" w:rsidP="005102FE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9CDCFC0" wp14:editId="16723264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7620</wp:posOffset>
                      </wp:positionV>
                      <wp:extent cx="737870" cy="1143000"/>
                      <wp:effectExtent l="0" t="0" r="24130" b="25400"/>
                      <wp:wrapNone/>
                      <wp:docPr id="14" name="Freeform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7870" cy="1143000"/>
                              </a:xfrm>
                              <a:custGeom>
                                <a:avLst/>
                                <a:gdLst>
                                  <a:gd name="connsiteX0" fmla="*/ 730250 w 730250"/>
                                  <a:gd name="connsiteY0" fmla="*/ 571500 h 1143000"/>
                                  <a:gd name="connsiteX1" fmla="*/ 133350 w 730250"/>
                                  <a:gd name="connsiteY1" fmla="*/ 0 h 1143000"/>
                                  <a:gd name="connsiteX2" fmla="*/ 0 w 730250"/>
                                  <a:gd name="connsiteY2" fmla="*/ 158750 h 1143000"/>
                                  <a:gd name="connsiteX3" fmla="*/ 431800 w 730250"/>
                                  <a:gd name="connsiteY3" fmla="*/ 571500 h 1143000"/>
                                  <a:gd name="connsiteX4" fmla="*/ 6350 w 730250"/>
                                  <a:gd name="connsiteY4" fmla="*/ 990600 h 1143000"/>
                                  <a:gd name="connsiteX5" fmla="*/ 139700 w 730250"/>
                                  <a:gd name="connsiteY5" fmla="*/ 1143000 h 1143000"/>
                                  <a:gd name="connsiteX6" fmla="*/ 730250 w 730250"/>
                                  <a:gd name="connsiteY6" fmla="*/ 571500 h 1143000"/>
                                  <a:gd name="connsiteX0" fmla="*/ 736600 w 736600"/>
                                  <a:gd name="connsiteY0" fmla="*/ 571500 h 1143000"/>
                                  <a:gd name="connsiteX1" fmla="*/ 139700 w 736600"/>
                                  <a:gd name="connsiteY1" fmla="*/ 0 h 1143000"/>
                                  <a:gd name="connsiteX2" fmla="*/ 0 w 736600"/>
                                  <a:gd name="connsiteY2" fmla="*/ 117475 h 1143000"/>
                                  <a:gd name="connsiteX3" fmla="*/ 438150 w 736600"/>
                                  <a:gd name="connsiteY3" fmla="*/ 571500 h 1143000"/>
                                  <a:gd name="connsiteX4" fmla="*/ 12700 w 736600"/>
                                  <a:gd name="connsiteY4" fmla="*/ 990600 h 1143000"/>
                                  <a:gd name="connsiteX5" fmla="*/ 146050 w 736600"/>
                                  <a:gd name="connsiteY5" fmla="*/ 1143000 h 1143000"/>
                                  <a:gd name="connsiteX6" fmla="*/ 736600 w 736600"/>
                                  <a:gd name="connsiteY6" fmla="*/ 571500 h 1143000"/>
                                  <a:gd name="connsiteX0" fmla="*/ 1079500 w 1079500"/>
                                  <a:gd name="connsiteY0" fmla="*/ 571500 h 1143000"/>
                                  <a:gd name="connsiteX1" fmla="*/ 482600 w 1079500"/>
                                  <a:gd name="connsiteY1" fmla="*/ 0 h 1143000"/>
                                  <a:gd name="connsiteX2" fmla="*/ 0 w 1079500"/>
                                  <a:gd name="connsiteY2" fmla="*/ 346075 h 1143000"/>
                                  <a:gd name="connsiteX3" fmla="*/ 781050 w 1079500"/>
                                  <a:gd name="connsiteY3" fmla="*/ 571500 h 1143000"/>
                                  <a:gd name="connsiteX4" fmla="*/ 355600 w 1079500"/>
                                  <a:gd name="connsiteY4" fmla="*/ 990600 h 1143000"/>
                                  <a:gd name="connsiteX5" fmla="*/ 488950 w 1079500"/>
                                  <a:gd name="connsiteY5" fmla="*/ 1143000 h 1143000"/>
                                  <a:gd name="connsiteX6" fmla="*/ 1079500 w 1079500"/>
                                  <a:gd name="connsiteY6" fmla="*/ 571500 h 1143000"/>
                                  <a:gd name="connsiteX0" fmla="*/ 723900 w 723900"/>
                                  <a:gd name="connsiteY0" fmla="*/ 571500 h 1143000"/>
                                  <a:gd name="connsiteX1" fmla="*/ 127000 w 723900"/>
                                  <a:gd name="connsiteY1" fmla="*/ 0 h 1143000"/>
                                  <a:gd name="connsiteX2" fmla="*/ 0 w 723900"/>
                                  <a:gd name="connsiteY2" fmla="*/ 149225 h 1143000"/>
                                  <a:gd name="connsiteX3" fmla="*/ 425450 w 723900"/>
                                  <a:gd name="connsiteY3" fmla="*/ 571500 h 1143000"/>
                                  <a:gd name="connsiteX4" fmla="*/ 0 w 723900"/>
                                  <a:gd name="connsiteY4" fmla="*/ 990600 h 1143000"/>
                                  <a:gd name="connsiteX5" fmla="*/ 133350 w 723900"/>
                                  <a:gd name="connsiteY5" fmla="*/ 1143000 h 1143000"/>
                                  <a:gd name="connsiteX6" fmla="*/ 723900 w 723900"/>
                                  <a:gd name="connsiteY6" fmla="*/ 571500 h 1143000"/>
                                  <a:gd name="connsiteX0" fmla="*/ 742950 w 742950"/>
                                  <a:gd name="connsiteY0" fmla="*/ 571500 h 1143000"/>
                                  <a:gd name="connsiteX1" fmla="*/ 146050 w 742950"/>
                                  <a:gd name="connsiteY1" fmla="*/ 0 h 1143000"/>
                                  <a:gd name="connsiteX2" fmla="*/ 0 w 742950"/>
                                  <a:gd name="connsiteY2" fmla="*/ 130175 h 1143000"/>
                                  <a:gd name="connsiteX3" fmla="*/ 444500 w 742950"/>
                                  <a:gd name="connsiteY3" fmla="*/ 571500 h 1143000"/>
                                  <a:gd name="connsiteX4" fmla="*/ 19050 w 742950"/>
                                  <a:gd name="connsiteY4" fmla="*/ 990600 h 1143000"/>
                                  <a:gd name="connsiteX5" fmla="*/ 152400 w 742950"/>
                                  <a:gd name="connsiteY5" fmla="*/ 1143000 h 1143000"/>
                                  <a:gd name="connsiteX6" fmla="*/ 742950 w 742950"/>
                                  <a:gd name="connsiteY6" fmla="*/ 571500 h 1143000"/>
                                  <a:gd name="connsiteX0" fmla="*/ 737870 w 737870"/>
                                  <a:gd name="connsiteY0" fmla="*/ 571500 h 1143000"/>
                                  <a:gd name="connsiteX1" fmla="*/ 140970 w 737870"/>
                                  <a:gd name="connsiteY1" fmla="*/ 0 h 1143000"/>
                                  <a:gd name="connsiteX2" fmla="*/ 0 w 737870"/>
                                  <a:gd name="connsiteY2" fmla="*/ 135255 h 1143000"/>
                                  <a:gd name="connsiteX3" fmla="*/ 439420 w 737870"/>
                                  <a:gd name="connsiteY3" fmla="*/ 571500 h 1143000"/>
                                  <a:gd name="connsiteX4" fmla="*/ 13970 w 737870"/>
                                  <a:gd name="connsiteY4" fmla="*/ 990600 h 1143000"/>
                                  <a:gd name="connsiteX5" fmla="*/ 147320 w 737870"/>
                                  <a:gd name="connsiteY5" fmla="*/ 1143000 h 1143000"/>
                                  <a:gd name="connsiteX6" fmla="*/ 737870 w 737870"/>
                                  <a:gd name="connsiteY6" fmla="*/ 571500 h 1143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737870" h="1143000">
                                    <a:moveTo>
                                      <a:pt x="737870" y="571500"/>
                                    </a:moveTo>
                                    <a:lnTo>
                                      <a:pt x="140970" y="0"/>
                                    </a:lnTo>
                                    <a:lnTo>
                                      <a:pt x="0" y="135255"/>
                                    </a:lnTo>
                                    <a:lnTo>
                                      <a:pt x="439420" y="571500"/>
                                    </a:lnTo>
                                    <a:lnTo>
                                      <a:pt x="13970" y="990600"/>
                                    </a:lnTo>
                                    <a:lnTo>
                                      <a:pt x="147320" y="1143000"/>
                                    </a:lnTo>
                                    <a:lnTo>
                                      <a:pt x="737870" y="5715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4" o:spid="_x0000_s1026" style="position:absolute;margin-left:11.85pt;margin-top:.6pt;width:58.1pt;height:90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7870,1143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" path="m737870,571500l140970,,,135255,439420,571500,13970,990600,147320,1143000,737870,571500xe" fillcolor="#1c7de4" strokecolor="#3c5d9f" strokeweight="1pt">
                      <v:fill opacity="6682f"/>
                      <v:stroke endcap="square"/>
                      <v:path arrowok="t" o:connecttype="custom" o:connectlocs="737870,571500;140970,0;0,135255;439420,571500;13970,990600;147320,1143000;737870,571500" o:connectangles="0,0,0,0,0,0,0"/>
                    </v:shape>
                  </w:pict>
                </mc:Fallback>
              </mc:AlternateContent>
            </w:r>
          </w:p>
        </w:tc>
        <w:tc>
          <w:tcPr>
            <w:tcW w:w="472" w:type="dxa"/>
          </w:tcPr>
          <w:p w14:paraId="0CE25F69" w14:textId="23E115D1" w:rsidR="002E4262" w:rsidRPr="00451E94" w:rsidRDefault="002E4262" w:rsidP="005102FE"/>
        </w:tc>
        <w:tc>
          <w:tcPr>
            <w:tcW w:w="473" w:type="dxa"/>
          </w:tcPr>
          <w:p w14:paraId="6372EA74" w14:textId="77777777" w:rsidR="002E4262" w:rsidRPr="00451E94" w:rsidRDefault="002E4262" w:rsidP="005102FE"/>
        </w:tc>
        <w:tc>
          <w:tcPr>
            <w:tcW w:w="472" w:type="dxa"/>
          </w:tcPr>
          <w:p w14:paraId="4A993D88" w14:textId="6C712C8B" w:rsidR="002E4262" w:rsidRPr="00451E94" w:rsidRDefault="002E4262" w:rsidP="005102FE"/>
        </w:tc>
        <w:tc>
          <w:tcPr>
            <w:tcW w:w="473" w:type="dxa"/>
          </w:tcPr>
          <w:p w14:paraId="73DA58A1" w14:textId="2479A342" w:rsidR="002E4262" w:rsidRPr="00451E94" w:rsidRDefault="002E4262" w:rsidP="005102FE"/>
        </w:tc>
        <w:tc>
          <w:tcPr>
            <w:tcW w:w="472" w:type="dxa"/>
          </w:tcPr>
          <w:p w14:paraId="1A870A9B" w14:textId="77777777" w:rsidR="002E4262" w:rsidRPr="00451E94" w:rsidRDefault="002E4262" w:rsidP="005102FE"/>
        </w:tc>
        <w:tc>
          <w:tcPr>
            <w:tcW w:w="473" w:type="dxa"/>
          </w:tcPr>
          <w:p w14:paraId="49AEA85C" w14:textId="77777777" w:rsidR="002E4262" w:rsidRPr="00451E94" w:rsidRDefault="002E4262" w:rsidP="005102FE"/>
        </w:tc>
        <w:tc>
          <w:tcPr>
            <w:tcW w:w="472" w:type="dxa"/>
          </w:tcPr>
          <w:p w14:paraId="4C7DB946" w14:textId="77777777" w:rsidR="002E4262" w:rsidRPr="00451E94" w:rsidRDefault="002E4262" w:rsidP="005102FE"/>
        </w:tc>
        <w:tc>
          <w:tcPr>
            <w:tcW w:w="473" w:type="dxa"/>
          </w:tcPr>
          <w:p w14:paraId="0E3982D5" w14:textId="77777777" w:rsidR="002E4262" w:rsidRPr="00451E94" w:rsidRDefault="002E4262" w:rsidP="005102FE"/>
        </w:tc>
        <w:tc>
          <w:tcPr>
            <w:tcW w:w="472" w:type="dxa"/>
          </w:tcPr>
          <w:p w14:paraId="4F5CD508" w14:textId="77777777" w:rsidR="002E4262" w:rsidRPr="00451E94" w:rsidRDefault="002E4262" w:rsidP="005102FE"/>
        </w:tc>
        <w:tc>
          <w:tcPr>
            <w:tcW w:w="473" w:type="dxa"/>
          </w:tcPr>
          <w:p w14:paraId="376581D4" w14:textId="77777777" w:rsidR="002E4262" w:rsidRPr="00451E94" w:rsidRDefault="002E4262" w:rsidP="005102FE"/>
        </w:tc>
        <w:tc>
          <w:tcPr>
            <w:tcW w:w="472" w:type="dxa"/>
          </w:tcPr>
          <w:p w14:paraId="4C326766" w14:textId="77777777" w:rsidR="002E4262" w:rsidRPr="00451E94" w:rsidRDefault="002E4262" w:rsidP="005102FE"/>
        </w:tc>
        <w:tc>
          <w:tcPr>
            <w:tcW w:w="473" w:type="dxa"/>
          </w:tcPr>
          <w:p w14:paraId="44B59589" w14:textId="77777777" w:rsidR="002E4262" w:rsidRPr="00451E94" w:rsidRDefault="002E4262" w:rsidP="005102FE"/>
        </w:tc>
        <w:tc>
          <w:tcPr>
            <w:tcW w:w="472" w:type="dxa"/>
          </w:tcPr>
          <w:p w14:paraId="05368EAD" w14:textId="77777777" w:rsidR="002E4262" w:rsidRPr="00451E94" w:rsidRDefault="002E4262" w:rsidP="005102FE"/>
        </w:tc>
        <w:tc>
          <w:tcPr>
            <w:tcW w:w="473" w:type="dxa"/>
          </w:tcPr>
          <w:p w14:paraId="190C3786" w14:textId="77777777" w:rsidR="002E4262" w:rsidRPr="00451E94" w:rsidRDefault="002E4262" w:rsidP="005102FE"/>
        </w:tc>
        <w:tc>
          <w:tcPr>
            <w:tcW w:w="472" w:type="dxa"/>
          </w:tcPr>
          <w:p w14:paraId="04BADDC2" w14:textId="77777777" w:rsidR="002E4262" w:rsidRPr="00451E94" w:rsidRDefault="002E4262" w:rsidP="005102FE"/>
        </w:tc>
        <w:tc>
          <w:tcPr>
            <w:tcW w:w="473" w:type="dxa"/>
          </w:tcPr>
          <w:p w14:paraId="0FDA194C" w14:textId="77777777" w:rsidR="002E4262" w:rsidRPr="00451E94" w:rsidRDefault="002E4262" w:rsidP="005102FE"/>
        </w:tc>
      </w:tr>
      <w:tr w:rsidR="002E4262" w:rsidRPr="00451E94" w14:paraId="743493C3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2315835E" w14:textId="636B3FC0" w:rsidR="002E4262" w:rsidRPr="00451E94" w:rsidRDefault="002E4262" w:rsidP="005102FE"/>
        </w:tc>
        <w:tc>
          <w:tcPr>
            <w:tcW w:w="473" w:type="dxa"/>
          </w:tcPr>
          <w:p w14:paraId="0B5D625A" w14:textId="77777777" w:rsidR="002E4262" w:rsidRPr="00451E94" w:rsidRDefault="002E4262" w:rsidP="005102FE"/>
        </w:tc>
        <w:tc>
          <w:tcPr>
            <w:tcW w:w="472" w:type="dxa"/>
          </w:tcPr>
          <w:p w14:paraId="1892C8D3" w14:textId="08E47409" w:rsidR="002E4262" w:rsidRPr="00451E94" w:rsidRDefault="002E4262" w:rsidP="005102FE"/>
        </w:tc>
        <w:tc>
          <w:tcPr>
            <w:tcW w:w="473" w:type="dxa"/>
          </w:tcPr>
          <w:p w14:paraId="522F0DFC" w14:textId="77777777" w:rsidR="002E4262" w:rsidRPr="00451E94" w:rsidRDefault="002E4262" w:rsidP="005102FE"/>
        </w:tc>
        <w:tc>
          <w:tcPr>
            <w:tcW w:w="472" w:type="dxa"/>
          </w:tcPr>
          <w:p w14:paraId="72385363" w14:textId="77777777" w:rsidR="002E4262" w:rsidRPr="00451E94" w:rsidRDefault="002E4262" w:rsidP="005102FE"/>
        </w:tc>
        <w:tc>
          <w:tcPr>
            <w:tcW w:w="473" w:type="dxa"/>
          </w:tcPr>
          <w:p w14:paraId="75E3EACF" w14:textId="77777777" w:rsidR="002E4262" w:rsidRPr="00451E94" w:rsidRDefault="002E4262" w:rsidP="005102FE"/>
        </w:tc>
        <w:tc>
          <w:tcPr>
            <w:tcW w:w="472" w:type="dxa"/>
          </w:tcPr>
          <w:p w14:paraId="43B3EC21" w14:textId="77777777" w:rsidR="002E4262" w:rsidRPr="00451E94" w:rsidRDefault="002E4262" w:rsidP="005102FE"/>
        </w:tc>
        <w:tc>
          <w:tcPr>
            <w:tcW w:w="473" w:type="dxa"/>
          </w:tcPr>
          <w:p w14:paraId="68767B3D" w14:textId="70FF3B53" w:rsidR="002E4262" w:rsidRPr="00451E94" w:rsidRDefault="00AD1653" w:rsidP="00AD1653">
            <w:pPr>
              <w:jc w:val="center"/>
            </w:pPr>
            <w:r>
              <w:rPr>
                <w:color w:val="3C5D9F"/>
                <w:sz w:val="38"/>
                <w:szCs w:val="38"/>
              </w:rPr>
              <w:t>e</w:t>
            </w:r>
          </w:p>
        </w:tc>
        <w:tc>
          <w:tcPr>
            <w:tcW w:w="472" w:type="dxa"/>
          </w:tcPr>
          <w:p w14:paraId="2462B76B" w14:textId="77777777" w:rsidR="002E4262" w:rsidRPr="00451E94" w:rsidRDefault="002E4262" w:rsidP="005102FE"/>
        </w:tc>
        <w:tc>
          <w:tcPr>
            <w:tcW w:w="473" w:type="dxa"/>
          </w:tcPr>
          <w:p w14:paraId="7A2338B1" w14:textId="77777777" w:rsidR="002E4262" w:rsidRPr="00451E94" w:rsidRDefault="002E4262" w:rsidP="005102FE"/>
        </w:tc>
        <w:tc>
          <w:tcPr>
            <w:tcW w:w="472" w:type="dxa"/>
          </w:tcPr>
          <w:p w14:paraId="3442E0AD" w14:textId="77777777" w:rsidR="002E4262" w:rsidRPr="00451E94" w:rsidRDefault="002E4262" w:rsidP="005102FE"/>
        </w:tc>
        <w:tc>
          <w:tcPr>
            <w:tcW w:w="473" w:type="dxa"/>
          </w:tcPr>
          <w:p w14:paraId="04B228CA" w14:textId="4A640586" w:rsidR="002E4262" w:rsidRPr="00451E94" w:rsidRDefault="002E4262" w:rsidP="005102FE"/>
        </w:tc>
        <w:tc>
          <w:tcPr>
            <w:tcW w:w="472" w:type="dxa"/>
          </w:tcPr>
          <w:p w14:paraId="41D37BFD" w14:textId="77777777" w:rsidR="002E4262" w:rsidRPr="00451E94" w:rsidRDefault="002E4262" w:rsidP="005102FE"/>
        </w:tc>
        <w:tc>
          <w:tcPr>
            <w:tcW w:w="473" w:type="dxa"/>
          </w:tcPr>
          <w:p w14:paraId="694871FF" w14:textId="68AB0EDB" w:rsidR="002E4262" w:rsidRPr="00451E94" w:rsidRDefault="00F66C7F" w:rsidP="00F66C7F">
            <w:pPr>
              <w:jc w:val="center"/>
            </w:pPr>
            <w:r>
              <w:rPr>
                <w:color w:val="3C5D9F"/>
                <w:sz w:val="38"/>
                <w:szCs w:val="38"/>
              </w:rPr>
              <w:t>f</w:t>
            </w:r>
          </w:p>
        </w:tc>
        <w:tc>
          <w:tcPr>
            <w:tcW w:w="472" w:type="dxa"/>
          </w:tcPr>
          <w:p w14:paraId="1B4A42B8" w14:textId="77777777" w:rsidR="002E4262" w:rsidRPr="00451E94" w:rsidRDefault="002E4262" w:rsidP="005102FE"/>
        </w:tc>
        <w:tc>
          <w:tcPr>
            <w:tcW w:w="473" w:type="dxa"/>
          </w:tcPr>
          <w:p w14:paraId="0AEE42B9" w14:textId="77777777" w:rsidR="002E4262" w:rsidRPr="00451E94" w:rsidRDefault="002E4262" w:rsidP="005102FE"/>
        </w:tc>
        <w:tc>
          <w:tcPr>
            <w:tcW w:w="472" w:type="dxa"/>
          </w:tcPr>
          <w:p w14:paraId="71825752" w14:textId="77777777" w:rsidR="002E4262" w:rsidRPr="00451E94" w:rsidRDefault="002E4262" w:rsidP="005102FE"/>
        </w:tc>
        <w:tc>
          <w:tcPr>
            <w:tcW w:w="473" w:type="dxa"/>
          </w:tcPr>
          <w:p w14:paraId="305CD3C2" w14:textId="77777777" w:rsidR="002E4262" w:rsidRPr="00451E94" w:rsidRDefault="002E4262" w:rsidP="005102FE"/>
        </w:tc>
      </w:tr>
      <w:tr w:rsidR="002E4262" w:rsidRPr="00451E94" w14:paraId="6EA610D6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20159B53" w14:textId="77777777" w:rsidR="002E4262" w:rsidRPr="00451E94" w:rsidRDefault="002E4262" w:rsidP="005102FE"/>
        </w:tc>
        <w:tc>
          <w:tcPr>
            <w:tcW w:w="473" w:type="dxa"/>
          </w:tcPr>
          <w:p w14:paraId="77F47FD0" w14:textId="075BF47E" w:rsidR="002E4262" w:rsidRPr="00451E94" w:rsidRDefault="00CF1035" w:rsidP="00CF1035">
            <w:pPr>
              <w:jc w:val="center"/>
            </w:pPr>
            <w:r>
              <w:rPr>
                <w:color w:val="3C5D9F"/>
                <w:sz w:val="38"/>
                <w:szCs w:val="38"/>
              </w:rPr>
              <w:t>d</w:t>
            </w:r>
          </w:p>
        </w:tc>
        <w:tc>
          <w:tcPr>
            <w:tcW w:w="472" w:type="dxa"/>
          </w:tcPr>
          <w:p w14:paraId="79D84565" w14:textId="77777777" w:rsidR="002E4262" w:rsidRPr="00451E94" w:rsidRDefault="002E4262" w:rsidP="005102FE"/>
        </w:tc>
        <w:tc>
          <w:tcPr>
            <w:tcW w:w="473" w:type="dxa"/>
          </w:tcPr>
          <w:p w14:paraId="78EB3730" w14:textId="77777777" w:rsidR="002E4262" w:rsidRPr="00451E94" w:rsidRDefault="002E4262" w:rsidP="005102FE"/>
        </w:tc>
        <w:tc>
          <w:tcPr>
            <w:tcW w:w="472" w:type="dxa"/>
          </w:tcPr>
          <w:p w14:paraId="72B1243F" w14:textId="0CF2EC4B" w:rsidR="002E4262" w:rsidRPr="00451E94" w:rsidRDefault="002E4262" w:rsidP="005102FE"/>
        </w:tc>
        <w:tc>
          <w:tcPr>
            <w:tcW w:w="473" w:type="dxa"/>
          </w:tcPr>
          <w:p w14:paraId="10C86FD0" w14:textId="77777777" w:rsidR="002E4262" w:rsidRPr="00451E94" w:rsidRDefault="002E4262" w:rsidP="005102FE"/>
        </w:tc>
        <w:tc>
          <w:tcPr>
            <w:tcW w:w="472" w:type="dxa"/>
          </w:tcPr>
          <w:p w14:paraId="747639D4" w14:textId="77777777" w:rsidR="002E4262" w:rsidRPr="00451E94" w:rsidRDefault="002E4262" w:rsidP="005102FE"/>
        </w:tc>
        <w:tc>
          <w:tcPr>
            <w:tcW w:w="473" w:type="dxa"/>
          </w:tcPr>
          <w:p w14:paraId="76956DDA" w14:textId="77777777" w:rsidR="002E4262" w:rsidRPr="00451E94" w:rsidRDefault="002E4262" w:rsidP="005102FE"/>
        </w:tc>
        <w:tc>
          <w:tcPr>
            <w:tcW w:w="472" w:type="dxa"/>
          </w:tcPr>
          <w:p w14:paraId="5DA43D81" w14:textId="77777777" w:rsidR="002E4262" w:rsidRPr="00451E94" w:rsidRDefault="002E4262" w:rsidP="005102FE"/>
        </w:tc>
        <w:tc>
          <w:tcPr>
            <w:tcW w:w="473" w:type="dxa"/>
          </w:tcPr>
          <w:p w14:paraId="00D85AB4" w14:textId="77777777" w:rsidR="002E4262" w:rsidRPr="00451E94" w:rsidRDefault="002E4262" w:rsidP="005102FE"/>
        </w:tc>
        <w:tc>
          <w:tcPr>
            <w:tcW w:w="472" w:type="dxa"/>
          </w:tcPr>
          <w:p w14:paraId="071C60E5" w14:textId="77777777" w:rsidR="002E4262" w:rsidRPr="00451E94" w:rsidRDefault="002E4262" w:rsidP="005102FE"/>
        </w:tc>
        <w:tc>
          <w:tcPr>
            <w:tcW w:w="473" w:type="dxa"/>
          </w:tcPr>
          <w:p w14:paraId="66BDD8D4" w14:textId="77777777" w:rsidR="002E4262" w:rsidRPr="00451E94" w:rsidRDefault="002E4262" w:rsidP="005102FE"/>
        </w:tc>
        <w:tc>
          <w:tcPr>
            <w:tcW w:w="472" w:type="dxa"/>
          </w:tcPr>
          <w:p w14:paraId="1C3425BB" w14:textId="6978F424" w:rsidR="002E4262" w:rsidRPr="00451E94" w:rsidRDefault="002E4262" w:rsidP="005102FE"/>
        </w:tc>
        <w:tc>
          <w:tcPr>
            <w:tcW w:w="473" w:type="dxa"/>
          </w:tcPr>
          <w:p w14:paraId="17983786" w14:textId="77777777" w:rsidR="002E4262" w:rsidRPr="00451E94" w:rsidRDefault="002E4262" w:rsidP="005102FE"/>
        </w:tc>
        <w:tc>
          <w:tcPr>
            <w:tcW w:w="472" w:type="dxa"/>
          </w:tcPr>
          <w:p w14:paraId="4596D92F" w14:textId="77777777" w:rsidR="002E4262" w:rsidRPr="00451E94" w:rsidRDefault="002E4262" w:rsidP="005102FE"/>
        </w:tc>
        <w:tc>
          <w:tcPr>
            <w:tcW w:w="473" w:type="dxa"/>
          </w:tcPr>
          <w:p w14:paraId="4716C12E" w14:textId="77777777" w:rsidR="002E4262" w:rsidRPr="00451E94" w:rsidRDefault="002E4262" w:rsidP="005102FE"/>
        </w:tc>
        <w:tc>
          <w:tcPr>
            <w:tcW w:w="472" w:type="dxa"/>
          </w:tcPr>
          <w:p w14:paraId="4EFDEB22" w14:textId="77777777" w:rsidR="002E4262" w:rsidRPr="00451E94" w:rsidRDefault="002E4262" w:rsidP="005102FE"/>
        </w:tc>
        <w:tc>
          <w:tcPr>
            <w:tcW w:w="473" w:type="dxa"/>
          </w:tcPr>
          <w:p w14:paraId="7E3266FE" w14:textId="77777777" w:rsidR="002E4262" w:rsidRPr="00451E94" w:rsidRDefault="002E4262" w:rsidP="005102FE"/>
        </w:tc>
      </w:tr>
      <w:tr w:rsidR="002E4262" w:rsidRPr="00451E94" w14:paraId="1EA11B66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73E0D79A" w14:textId="77777777" w:rsidR="002E4262" w:rsidRPr="00451E94" w:rsidRDefault="002E4262" w:rsidP="005102FE"/>
        </w:tc>
        <w:tc>
          <w:tcPr>
            <w:tcW w:w="473" w:type="dxa"/>
          </w:tcPr>
          <w:p w14:paraId="13BC2483" w14:textId="77777777" w:rsidR="002E4262" w:rsidRPr="00451E94" w:rsidRDefault="002E4262" w:rsidP="005102FE"/>
        </w:tc>
        <w:tc>
          <w:tcPr>
            <w:tcW w:w="472" w:type="dxa"/>
          </w:tcPr>
          <w:p w14:paraId="33D168EB" w14:textId="77777777" w:rsidR="002E4262" w:rsidRPr="00451E94" w:rsidRDefault="002E4262" w:rsidP="005102FE"/>
        </w:tc>
        <w:tc>
          <w:tcPr>
            <w:tcW w:w="473" w:type="dxa"/>
          </w:tcPr>
          <w:p w14:paraId="03B2C31C" w14:textId="5F9D751B" w:rsidR="002E4262" w:rsidRPr="00451E94" w:rsidRDefault="002E4262" w:rsidP="005102FE"/>
        </w:tc>
        <w:tc>
          <w:tcPr>
            <w:tcW w:w="472" w:type="dxa"/>
          </w:tcPr>
          <w:p w14:paraId="7BF3C470" w14:textId="14B667A7" w:rsidR="002E4262" w:rsidRPr="00451E94" w:rsidRDefault="002E4262" w:rsidP="005102FE">
            <w:pPr>
              <w:jc w:val="center"/>
            </w:pPr>
          </w:p>
        </w:tc>
        <w:tc>
          <w:tcPr>
            <w:tcW w:w="473" w:type="dxa"/>
          </w:tcPr>
          <w:p w14:paraId="51C3F087" w14:textId="77777777" w:rsidR="002E4262" w:rsidRPr="00451E94" w:rsidRDefault="002E4262" w:rsidP="005102FE"/>
        </w:tc>
        <w:tc>
          <w:tcPr>
            <w:tcW w:w="472" w:type="dxa"/>
          </w:tcPr>
          <w:p w14:paraId="64EF3DFD" w14:textId="77777777" w:rsidR="002E4262" w:rsidRPr="00451E94" w:rsidRDefault="002E4262" w:rsidP="005102FE"/>
        </w:tc>
        <w:tc>
          <w:tcPr>
            <w:tcW w:w="473" w:type="dxa"/>
          </w:tcPr>
          <w:p w14:paraId="4929EFAC" w14:textId="77777777" w:rsidR="002E4262" w:rsidRPr="00451E94" w:rsidRDefault="002E4262" w:rsidP="005102FE"/>
        </w:tc>
        <w:tc>
          <w:tcPr>
            <w:tcW w:w="472" w:type="dxa"/>
          </w:tcPr>
          <w:p w14:paraId="68DC6E60" w14:textId="34B31CD4" w:rsidR="002E4262" w:rsidRPr="00451E94" w:rsidRDefault="002E4262" w:rsidP="005102FE">
            <w:pPr>
              <w:jc w:val="center"/>
            </w:pPr>
          </w:p>
        </w:tc>
        <w:tc>
          <w:tcPr>
            <w:tcW w:w="473" w:type="dxa"/>
          </w:tcPr>
          <w:p w14:paraId="6B83515B" w14:textId="77777777" w:rsidR="002E4262" w:rsidRPr="00451E94" w:rsidRDefault="002E4262" w:rsidP="005102FE"/>
        </w:tc>
        <w:tc>
          <w:tcPr>
            <w:tcW w:w="472" w:type="dxa"/>
          </w:tcPr>
          <w:p w14:paraId="27D51343" w14:textId="77777777" w:rsidR="002E4262" w:rsidRPr="00451E94" w:rsidRDefault="002E4262" w:rsidP="005102FE"/>
        </w:tc>
        <w:tc>
          <w:tcPr>
            <w:tcW w:w="473" w:type="dxa"/>
          </w:tcPr>
          <w:p w14:paraId="3450A6EA" w14:textId="616A24BC" w:rsidR="002E4262" w:rsidRPr="00451E94" w:rsidRDefault="002E4262" w:rsidP="005102FE"/>
        </w:tc>
        <w:tc>
          <w:tcPr>
            <w:tcW w:w="472" w:type="dxa"/>
          </w:tcPr>
          <w:p w14:paraId="152033FB" w14:textId="77777777" w:rsidR="002E4262" w:rsidRPr="00451E94" w:rsidRDefault="002E4262" w:rsidP="005102FE"/>
        </w:tc>
        <w:tc>
          <w:tcPr>
            <w:tcW w:w="473" w:type="dxa"/>
          </w:tcPr>
          <w:p w14:paraId="0F76D6EA" w14:textId="77777777" w:rsidR="002E4262" w:rsidRPr="00451E94" w:rsidRDefault="002E4262" w:rsidP="005102FE"/>
        </w:tc>
        <w:tc>
          <w:tcPr>
            <w:tcW w:w="472" w:type="dxa"/>
          </w:tcPr>
          <w:p w14:paraId="5D1F815C" w14:textId="77777777" w:rsidR="002E4262" w:rsidRPr="00451E94" w:rsidRDefault="002E4262" w:rsidP="005102FE"/>
        </w:tc>
        <w:tc>
          <w:tcPr>
            <w:tcW w:w="473" w:type="dxa"/>
          </w:tcPr>
          <w:p w14:paraId="1CB282A9" w14:textId="77777777" w:rsidR="002E4262" w:rsidRPr="00451E94" w:rsidRDefault="002E4262" w:rsidP="005102FE"/>
        </w:tc>
        <w:tc>
          <w:tcPr>
            <w:tcW w:w="472" w:type="dxa"/>
          </w:tcPr>
          <w:p w14:paraId="074B57E1" w14:textId="77777777" w:rsidR="002E4262" w:rsidRPr="00451E94" w:rsidRDefault="002E4262" w:rsidP="005102FE"/>
        </w:tc>
        <w:tc>
          <w:tcPr>
            <w:tcW w:w="473" w:type="dxa"/>
          </w:tcPr>
          <w:p w14:paraId="7076F4FA" w14:textId="77777777" w:rsidR="002E4262" w:rsidRPr="00451E94" w:rsidRDefault="002E4262" w:rsidP="005102FE"/>
        </w:tc>
      </w:tr>
      <w:tr w:rsidR="002E4262" w:rsidRPr="00451E94" w14:paraId="64BE869D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25A4E635" w14:textId="77777777" w:rsidR="002E4262" w:rsidRPr="00451E94" w:rsidRDefault="002E4262" w:rsidP="005102FE"/>
        </w:tc>
        <w:tc>
          <w:tcPr>
            <w:tcW w:w="473" w:type="dxa"/>
          </w:tcPr>
          <w:p w14:paraId="4220440A" w14:textId="77777777" w:rsidR="002E4262" w:rsidRPr="00451E94" w:rsidRDefault="002E4262" w:rsidP="005102FE"/>
        </w:tc>
        <w:tc>
          <w:tcPr>
            <w:tcW w:w="472" w:type="dxa"/>
          </w:tcPr>
          <w:p w14:paraId="6ADF03BB" w14:textId="68EB09BD" w:rsidR="002E4262" w:rsidRPr="00451E94" w:rsidRDefault="002E4262" w:rsidP="005102FE"/>
        </w:tc>
        <w:tc>
          <w:tcPr>
            <w:tcW w:w="473" w:type="dxa"/>
          </w:tcPr>
          <w:p w14:paraId="089EFD72" w14:textId="36A266B9" w:rsidR="002E4262" w:rsidRPr="00451E94" w:rsidRDefault="003E1E9B" w:rsidP="00057D5C">
            <w:pPr>
              <w:jc w:val="center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8B2279F" wp14:editId="499895A6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5080</wp:posOffset>
                      </wp:positionV>
                      <wp:extent cx="1795780" cy="584200"/>
                      <wp:effectExtent l="0" t="0" r="33020" b="25400"/>
                      <wp:wrapNone/>
                      <wp:docPr id="15" name="Freeform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5780" cy="584200"/>
                              </a:xfrm>
                              <a:custGeom>
                                <a:avLst/>
                                <a:gdLst>
                                  <a:gd name="connsiteX0" fmla="*/ 0 w 1797050"/>
                                  <a:gd name="connsiteY0" fmla="*/ 571500 h 584200"/>
                                  <a:gd name="connsiteX1" fmla="*/ 1797050 w 1797050"/>
                                  <a:gd name="connsiteY1" fmla="*/ 584200 h 584200"/>
                                  <a:gd name="connsiteX2" fmla="*/ 1200150 w 1797050"/>
                                  <a:gd name="connsiteY2" fmla="*/ 0 h 584200"/>
                                  <a:gd name="connsiteX3" fmla="*/ 901700 w 1797050"/>
                                  <a:gd name="connsiteY3" fmla="*/ 292100 h 584200"/>
                                  <a:gd name="connsiteX4" fmla="*/ 596900 w 1797050"/>
                                  <a:gd name="connsiteY4" fmla="*/ 0 h 584200"/>
                                  <a:gd name="connsiteX5" fmla="*/ 0 w 1797050"/>
                                  <a:gd name="connsiteY5" fmla="*/ 571500 h 584200"/>
                                  <a:gd name="connsiteX0" fmla="*/ 0 w 1797050"/>
                                  <a:gd name="connsiteY0" fmla="*/ 576580 h 584200"/>
                                  <a:gd name="connsiteX1" fmla="*/ 1797050 w 1797050"/>
                                  <a:gd name="connsiteY1" fmla="*/ 584200 h 584200"/>
                                  <a:gd name="connsiteX2" fmla="*/ 1200150 w 1797050"/>
                                  <a:gd name="connsiteY2" fmla="*/ 0 h 584200"/>
                                  <a:gd name="connsiteX3" fmla="*/ 901700 w 1797050"/>
                                  <a:gd name="connsiteY3" fmla="*/ 292100 h 584200"/>
                                  <a:gd name="connsiteX4" fmla="*/ 596900 w 1797050"/>
                                  <a:gd name="connsiteY4" fmla="*/ 0 h 584200"/>
                                  <a:gd name="connsiteX5" fmla="*/ 0 w 1797050"/>
                                  <a:gd name="connsiteY5" fmla="*/ 576580 h 584200"/>
                                  <a:gd name="connsiteX0" fmla="*/ 0 w 1797050"/>
                                  <a:gd name="connsiteY0" fmla="*/ 579120 h 584200"/>
                                  <a:gd name="connsiteX1" fmla="*/ 1797050 w 1797050"/>
                                  <a:gd name="connsiteY1" fmla="*/ 584200 h 584200"/>
                                  <a:gd name="connsiteX2" fmla="*/ 1200150 w 1797050"/>
                                  <a:gd name="connsiteY2" fmla="*/ 0 h 584200"/>
                                  <a:gd name="connsiteX3" fmla="*/ 901700 w 1797050"/>
                                  <a:gd name="connsiteY3" fmla="*/ 292100 h 584200"/>
                                  <a:gd name="connsiteX4" fmla="*/ 596900 w 1797050"/>
                                  <a:gd name="connsiteY4" fmla="*/ 0 h 584200"/>
                                  <a:gd name="connsiteX5" fmla="*/ 0 w 1797050"/>
                                  <a:gd name="connsiteY5" fmla="*/ 579120 h 5842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797050" h="584200">
                                    <a:moveTo>
                                      <a:pt x="0" y="579120"/>
                                    </a:moveTo>
                                    <a:lnTo>
                                      <a:pt x="1797050" y="584200"/>
                                    </a:lnTo>
                                    <a:lnTo>
                                      <a:pt x="1200150" y="0"/>
                                    </a:lnTo>
                                    <a:lnTo>
                                      <a:pt x="901700" y="292100"/>
                                    </a:lnTo>
                                    <a:lnTo>
                                      <a:pt x="596900" y="0"/>
                                    </a:lnTo>
                                    <a:lnTo>
                                      <a:pt x="0" y="579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Freeform 15" o:spid="_x0000_s1026" style="position:absolute;margin-left:-.05pt;margin-top:.4pt;width:141.4pt;height:46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797050,584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" path="m0,579120l1797050,584200,1200150,,901700,292100,596900,,,579120xe" fillcolor="#1c7de4" strokecolor="#3c5d9f" strokeweight="1pt">
                      <v:fill opacity="6682f"/>
                      <v:stroke endcap="square"/>
                      <v:path arrowok="t" o:connecttype="custom" o:connectlocs="0,579120;1795780,584200;1199302,0;901063,292100;596478,0;0,579120" o:connectangles="0,0,0,0,0,0"/>
                    </v:shape>
                  </w:pict>
                </mc:Fallback>
              </mc:AlternateContent>
            </w:r>
            <w:r w:rsidR="00057D5C">
              <w:rPr>
                <w:color w:val="3C5D9F"/>
                <w:sz w:val="38"/>
                <w:szCs w:val="38"/>
              </w:rPr>
              <w:t>g</w:t>
            </w:r>
          </w:p>
        </w:tc>
        <w:tc>
          <w:tcPr>
            <w:tcW w:w="472" w:type="dxa"/>
          </w:tcPr>
          <w:p w14:paraId="566DB017" w14:textId="77777777" w:rsidR="002E4262" w:rsidRPr="00451E94" w:rsidRDefault="002E4262" w:rsidP="005102FE"/>
        </w:tc>
        <w:tc>
          <w:tcPr>
            <w:tcW w:w="473" w:type="dxa"/>
          </w:tcPr>
          <w:p w14:paraId="49094C9B" w14:textId="77777777" w:rsidR="002E4262" w:rsidRPr="00451E94" w:rsidRDefault="002E4262" w:rsidP="005102FE"/>
        </w:tc>
        <w:tc>
          <w:tcPr>
            <w:tcW w:w="472" w:type="dxa"/>
          </w:tcPr>
          <w:p w14:paraId="04CC9F84" w14:textId="77777777" w:rsidR="002E4262" w:rsidRPr="00451E94" w:rsidRDefault="002E4262" w:rsidP="005102FE"/>
        </w:tc>
        <w:tc>
          <w:tcPr>
            <w:tcW w:w="473" w:type="dxa"/>
          </w:tcPr>
          <w:p w14:paraId="39105030" w14:textId="77777777" w:rsidR="002E4262" w:rsidRPr="00451E94" w:rsidRDefault="002E4262" w:rsidP="005102FE"/>
        </w:tc>
        <w:tc>
          <w:tcPr>
            <w:tcW w:w="472" w:type="dxa"/>
          </w:tcPr>
          <w:p w14:paraId="41E114FC" w14:textId="77777777" w:rsidR="002E4262" w:rsidRPr="00451E94" w:rsidRDefault="002E4262" w:rsidP="005102FE"/>
        </w:tc>
        <w:tc>
          <w:tcPr>
            <w:tcW w:w="473" w:type="dxa"/>
          </w:tcPr>
          <w:p w14:paraId="72EECF53" w14:textId="77777777" w:rsidR="002E4262" w:rsidRPr="00451E94" w:rsidRDefault="002E4262" w:rsidP="005102FE"/>
        </w:tc>
        <w:tc>
          <w:tcPr>
            <w:tcW w:w="472" w:type="dxa"/>
          </w:tcPr>
          <w:p w14:paraId="4E94A3CE" w14:textId="77777777" w:rsidR="002E4262" w:rsidRPr="00451E94" w:rsidRDefault="002E4262" w:rsidP="005102FE"/>
        </w:tc>
        <w:tc>
          <w:tcPr>
            <w:tcW w:w="473" w:type="dxa"/>
          </w:tcPr>
          <w:p w14:paraId="375CEB08" w14:textId="3A37FE72" w:rsidR="002E4262" w:rsidRPr="00451E94" w:rsidRDefault="002E4262" w:rsidP="005102FE"/>
        </w:tc>
        <w:tc>
          <w:tcPr>
            <w:tcW w:w="472" w:type="dxa"/>
          </w:tcPr>
          <w:p w14:paraId="02B1598B" w14:textId="11293C4D" w:rsidR="002E4262" w:rsidRPr="00451E94" w:rsidRDefault="003E1E9B" w:rsidP="00464868">
            <w:pPr>
              <w:jc w:val="center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0D488F5" wp14:editId="1AFFBE48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10795</wp:posOffset>
                      </wp:positionV>
                      <wp:extent cx="1492250" cy="570230"/>
                      <wp:effectExtent l="0" t="0" r="31750" b="13970"/>
                      <wp:wrapNone/>
                      <wp:docPr id="16" name="Freeform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0" cy="570230"/>
                              </a:xfrm>
                              <a:custGeom>
                                <a:avLst/>
                                <a:gdLst>
                                  <a:gd name="connsiteX0" fmla="*/ 0 w 1498600"/>
                                  <a:gd name="connsiteY0" fmla="*/ 577850 h 577850"/>
                                  <a:gd name="connsiteX1" fmla="*/ 1498600 w 1498600"/>
                                  <a:gd name="connsiteY1" fmla="*/ 577850 h 577850"/>
                                  <a:gd name="connsiteX2" fmla="*/ 901700 w 1498600"/>
                                  <a:gd name="connsiteY2" fmla="*/ 0 h 577850"/>
                                  <a:gd name="connsiteX3" fmla="*/ 603250 w 1498600"/>
                                  <a:gd name="connsiteY3" fmla="*/ 0 h 577850"/>
                                  <a:gd name="connsiteX4" fmla="*/ 0 w 1498600"/>
                                  <a:gd name="connsiteY4" fmla="*/ 577850 h 5778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98600" h="577850">
                                    <a:moveTo>
                                      <a:pt x="0" y="577850"/>
                                    </a:moveTo>
                                    <a:lnTo>
                                      <a:pt x="1498600" y="577850"/>
                                    </a:lnTo>
                                    <a:lnTo>
                                      <a:pt x="901700" y="0"/>
                                    </a:lnTo>
                                    <a:lnTo>
                                      <a:pt x="603250" y="0"/>
                                    </a:lnTo>
                                    <a:lnTo>
                                      <a:pt x="0" y="5778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7DE4">
                                  <a:alpha val="10000"/>
                                </a:srgbClr>
                              </a:solidFill>
                              <a:ln w="1270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6" o:spid="_x0000_s1026" style="position:absolute;margin-left:0;margin-top:.85pt;width:117.5pt;height:44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8600,5778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" path="m0,577850l1498600,577850,901700,,603250,,,577850xe" fillcolor="#1c7de4" strokecolor="#3c5d9f" strokeweight="1pt">
                      <v:fill opacity="6682f"/>
                      <v:stroke endcap="square"/>
                      <v:path arrowok="t" o:connecttype="custom" o:connectlocs="0,570230;1492250,570230;897879,0;600694,0;0,570230" o:connectangles="0,0,0,0,0"/>
                    </v:shape>
                  </w:pict>
                </mc:Fallback>
              </mc:AlternateContent>
            </w:r>
            <w:r w:rsidR="00464868">
              <w:rPr>
                <w:color w:val="3C5D9F"/>
                <w:sz w:val="38"/>
                <w:szCs w:val="38"/>
              </w:rPr>
              <w:t>h</w:t>
            </w:r>
          </w:p>
        </w:tc>
        <w:tc>
          <w:tcPr>
            <w:tcW w:w="473" w:type="dxa"/>
          </w:tcPr>
          <w:p w14:paraId="68C4CF7C" w14:textId="7A34BF37" w:rsidR="002E4262" w:rsidRPr="00451E94" w:rsidRDefault="002E4262" w:rsidP="005102FE">
            <w:pPr>
              <w:jc w:val="center"/>
            </w:pPr>
          </w:p>
        </w:tc>
        <w:tc>
          <w:tcPr>
            <w:tcW w:w="472" w:type="dxa"/>
          </w:tcPr>
          <w:p w14:paraId="6158A568" w14:textId="77777777" w:rsidR="002E4262" w:rsidRPr="00451E94" w:rsidRDefault="002E4262" w:rsidP="005102FE"/>
        </w:tc>
        <w:tc>
          <w:tcPr>
            <w:tcW w:w="473" w:type="dxa"/>
          </w:tcPr>
          <w:p w14:paraId="20CE8410" w14:textId="77777777" w:rsidR="002E4262" w:rsidRPr="00451E94" w:rsidRDefault="002E4262" w:rsidP="005102FE"/>
        </w:tc>
        <w:tc>
          <w:tcPr>
            <w:tcW w:w="472" w:type="dxa"/>
          </w:tcPr>
          <w:p w14:paraId="2DAD2844" w14:textId="77777777" w:rsidR="002E4262" w:rsidRPr="00451E94" w:rsidRDefault="002E4262" w:rsidP="005102FE"/>
        </w:tc>
        <w:tc>
          <w:tcPr>
            <w:tcW w:w="473" w:type="dxa"/>
          </w:tcPr>
          <w:p w14:paraId="66EE72FF" w14:textId="77777777" w:rsidR="002E4262" w:rsidRPr="00451E94" w:rsidRDefault="002E4262" w:rsidP="005102FE"/>
        </w:tc>
      </w:tr>
      <w:tr w:rsidR="002E4262" w:rsidRPr="00451E94" w14:paraId="091CDD43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7C3F170A" w14:textId="77777777" w:rsidR="002E4262" w:rsidRPr="00451E94" w:rsidRDefault="002E4262" w:rsidP="005102FE"/>
        </w:tc>
        <w:tc>
          <w:tcPr>
            <w:tcW w:w="473" w:type="dxa"/>
          </w:tcPr>
          <w:p w14:paraId="1B63CAF4" w14:textId="77777777" w:rsidR="002E4262" w:rsidRPr="00451E94" w:rsidRDefault="002E4262" w:rsidP="005102FE"/>
        </w:tc>
        <w:tc>
          <w:tcPr>
            <w:tcW w:w="472" w:type="dxa"/>
          </w:tcPr>
          <w:p w14:paraId="5E6DB0E8" w14:textId="77777777" w:rsidR="002E4262" w:rsidRPr="00451E94" w:rsidRDefault="002E4262" w:rsidP="005102FE"/>
        </w:tc>
        <w:tc>
          <w:tcPr>
            <w:tcW w:w="473" w:type="dxa"/>
          </w:tcPr>
          <w:p w14:paraId="31288BF3" w14:textId="12EF669C" w:rsidR="002E4262" w:rsidRPr="00451E94" w:rsidRDefault="002E4262" w:rsidP="005102FE"/>
        </w:tc>
        <w:tc>
          <w:tcPr>
            <w:tcW w:w="472" w:type="dxa"/>
          </w:tcPr>
          <w:p w14:paraId="7B8DB0AE" w14:textId="77777777" w:rsidR="002E4262" w:rsidRPr="00451E94" w:rsidRDefault="002E4262" w:rsidP="005102FE"/>
        </w:tc>
        <w:tc>
          <w:tcPr>
            <w:tcW w:w="473" w:type="dxa"/>
          </w:tcPr>
          <w:p w14:paraId="05C00763" w14:textId="77777777" w:rsidR="002E4262" w:rsidRPr="00451E94" w:rsidRDefault="002E4262" w:rsidP="005102FE"/>
        </w:tc>
        <w:tc>
          <w:tcPr>
            <w:tcW w:w="472" w:type="dxa"/>
          </w:tcPr>
          <w:p w14:paraId="32E82454" w14:textId="77777777" w:rsidR="002E4262" w:rsidRPr="00451E94" w:rsidRDefault="002E4262" w:rsidP="005102FE"/>
        </w:tc>
        <w:tc>
          <w:tcPr>
            <w:tcW w:w="473" w:type="dxa"/>
          </w:tcPr>
          <w:p w14:paraId="0EC6694F" w14:textId="77777777" w:rsidR="002E4262" w:rsidRPr="00451E94" w:rsidRDefault="002E4262" w:rsidP="005102FE"/>
        </w:tc>
        <w:tc>
          <w:tcPr>
            <w:tcW w:w="472" w:type="dxa"/>
          </w:tcPr>
          <w:p w14:paraId="6CC2B76A" w14:textId="77777777" w:rsidR="002E4262" w:rsidRPr="00451E94" w:rsidRDefault="002E4262" w:rsidP="005102FE"/>
        </w:tc>
        <w:tc>
          <w:tcPr>
            <w:tcW w:w="473" w:type="dxa"/>
          </w:tcPr>
          <w:p w14:paraId="050354CC" w14:textId="77777777" w:rsidR="002E4262" w:rsidRPr="00451E94" w:rsidRDefault="002E4262" w:rsidP="005102FE"/>
        </w:tc>
        <w:tc>
          <w:tcPr>
            <w:tcW w:w="472" w:type="dxa"/>
          </w:tcPr>
          <w:p w14:paraId="6BD8D02D" w14:textId="77777777" w:rsidR="002E4262" w:rsidRPr="00451E94" w:rsidRDefault="002E4262" w:rsidP="005102FE"/>
        </w:tc>
        <w:tc>
          <w:tcPr>
            <w:tcW w:w="473" w:type="dxa"/>
          </w:tcPr>
          <w:p w14:paraId="77B745C8" w14:textId="49B967B7" w:rsidR="002E4262" w:rsidRPr="00451E94" w:rsidRDefault="002E4262" w:rsidP="005102FE"/>
        </w:tc>
        <w:tc>
          <w:tcPr>
            <w:tcW w:w="472" w:type="dxa"/>
          </w:tcPr>
          <w:p w14:paraId="4CFCF82D" w14:textId="77777777" w:rsidR="002E4262" w:rsidRPr="00451E94" w:rsidRDefault="002E4262" w:rsidP="005102FE"/>
        </w:tc>
        <w:tc>
          <w:tcPr>
            <w:tcW w:w="473" w:type="dxa"/>
          </w:tcPr>
          <w:p w14:paraId="1FC9AD31" w14:textId="77777777" w:rsidR="002E4262" w:rsidRPr="00451E94" w:rsidRDefault="002E4262" w:rsidP="005102FE"/>
        </w:tc>
        <w:tc>
          <w:tcPr>
            <w:tcW w:w="472" w:type="dxa"/>
          </w:tcPr>
          <w:p w14:paraId="1705F849" w14:textId="77777777" w:rsidR="002E4262" w:rsidRPr="00451E94" w:rsidRDefault="002E4262" w:rsidP="005102FE"/>
        </w:tc>
        <w:tc>
          <w:tcPr>
            <w:tcW w:w="473" w:type="dxa"/>
          </w:tcPr>
          <w:p w14:paraId="5B12C6EF" w14:textId="77777777" w:rsidR="002E4262" w:rsidRPr="00451E94" w:rsidRDefault="002E4262" w:rsidP="005102FE"/>
        </w:tc>
        <w:tc>
          <w:tcPr>
            <w:tcW w:w="472" w:type="dxa"/>
          </w:tcPr>
          <w:p w14:paraId="7A66A46C" w14:textId="77777777" w:rsidR="002E4262" w:rsidRPr="00451E94" w:rsidRDefault="002E4262" w:rsidP="005102FE"/>
        </w:tc>
        <w:tc>
          <w:tcPr>
            <w:tcW w:w="473" w:type="dxa"/>
          </w:tcPr>
          <w:p w14:paraId="4EBECF20" w14:textId="77777777" w:rsidR="002E4262" w:rsidRPr="00451E94" w:rsidRDefault="002E4262" w:rsidP="005102FE"/>
        </w:tc>
      </w:tr>
      <w:tr w:rsidR="002E4262" w:rsidRPr="00451E94" w14:paraId="0DA364AB" w14:textId="77777777" w:rsidTr="007B2BE4">
        <w:trPr>
          <w:cantSplit/>
          <w:trHeight w:hRule="exact" w:val="454"/>
        </w:trPr>
        <w:tc>
          <w:tcPr>
            <w:tcW w:w="472" w:type="dxa"/>
          </w:tcPr>
          <w:p w14:paraId="336116A0" w14:textId="77777777" w:rsidR="002E4262" w:rsidRPr="00451E94" w:rsidRDefault="002E4262" w:rsidP="005102FE"/>
        </w:tc>
        <w:tc>
          <w:tcPr>
            <w:tcW w:w="473" w:type="dxa"/>
          </w:tcPr>
          <w:p w14:paraId="2EADD650" w14:textId="77777777" w:rsidR="002E4262" w:rsidRPr="00451E94" w:rsidRDefault="002E4262" w:rsidP="005102FE"/>
        </w:tc>
        <w:tc>
          <w:tcPr>
            <w:tcW w:w="472" w:type="dxa"/>
          </w:tcPr>
          <w:p w14:paraId="5E037AE6" w14:textId="77777777" w:rsidR="002E4262" w:rsidRPr="00451E94" w:rsidRDefault="002E4262" w:rsidP="005102FE"/>
        </w:tc>
        <w:tc>
          <w:tcPr>
            <w:tcW w:w="473" w:type="dxa"/>
          </w:tcPr>
          <w:p w14:paraId="468EC077" w14:textId="77777777" w:rsidR="002E4262" w:rsidRPr="00451E94" w:rsidRDefault="002E4262" w:rsidP="005102FE"/>
        </w:tc>
        <w:tc>
          <w:tcPr>
            <w:tcW w:w="472" w:type="dxa"/>
          </w:tcPr>
          <w:p w14:paraId="6D7A792F" w14:textId="77777777" w:rsidR="002E4262" w:rsidRPr="00451E94" w:rsidRDefault="002E4262" w:rsidP="005102FE"/>
        </w:tc>
        <w:tc>
          <w:tcPr>
            <w:tcW w:w="473" w:type="dxa"/>
          </w:tcPr>
          <w:p w14:paraId="0E87E5C1" w14:textId="77777777" w:rsidR="002E4262" w:rsidRPr="00451E94" w:rsidRDefault="002E4262" w:rsidP="005102FE"/>
        </w:tc>
        <w:tc>
          <w:tcPr>
            <w:tcW w:w="472" w:type="dxa"/>
          </w:tcPr>
          <w:p w14:paraId="0E85E353" w14:textId="77777777" w:rsidR="002E4262" w:rsidRPr="00451E94" w:rsidRDefault="002E4262" w:rsidP="005102FE"/>
        </w:tc>
        <w:tc>
          <w:tcPr>
            <w:tcW w:w="473" w:type="dxa"/>
          </w:tcPr>
          <w:p w14:paraId="416EA232" w14:textId="77777777" w:rsidR="002E4262" w:rsidRPr="00432B2D" w:rsidRDefault="002E4262" w:rsidP="005102FE">
            <w:pPr>
              <w:spacing w:after="0" w:line="240" w:lineRule="auto"/>
              <w:jc w:val="center"/>
              <w:rPr>
                <w:position w:val="10"/>
              </w:rPr>
            </w:pPr>
          </w:p>
        </w:tc>
        <w:tc>
          <w:tcPr>
            <w:tcW w:w="472" w:type="dxa"/>
          </w:tcPr>
          <w:p w14:paraId="4C513719" w14:textId="77777777" w:rsidR="002E4262" w:rsidRPr="00451E94" w:rsidRDefault="002E4262" w:rsidP="005102FE"/>
        </w:tc>
        <w:tc>
          <w:tcPr>
            <w:tcW w:w="473" w:type="dxa"/>
          </w:tcPr>
          <w:p w14:paraId="62BB993D" w14:textId="77777777" w:rsidR="002E4262" w:rsidRPr="00451E94" w:rsidRDefault="002E4262" w:rsidP="005102FE"/>
        </w:tc>
        <w:tc>
          <w:tcPr>
            <w:tcW w:w="472" w:type="dxa"/>
          </w:tcPr>
          <w:p w14:paraId="51F2AD39" w14:textId="77777777" w:rsidR="002E4262" w:rsidRPr="00451E94" w:rsidRDefault="002E4262" w:rsidP="005102FE"/>
        </w:tc>
        <w:tc>
          <w:tcPr>
            <w:tcW w:w="473" w:type="dxa"/>
          </w:tcPr>
          <w:p w14:paraId="65EC4B68" w14:textId="77777777" w:rsidR="002E4262" w:rsidRPr="00451E94" w:rsidRDefault="002E4262" w:rsidP="005102FE"/>
        </w:tc>
        <w:tc>
          <w:tcPr>
            <w:tcW w:w="472" w:type="dxa"/>
          </w:tcPr>
          <w:p w14:paraId="3515BD9B" w14:textId="77777777" w:rsidR="002E4262" w:rsidRPr="00451E94" w:rsidRDefault="002E4262" w:rsidP="005102FE"/>
        </w:tc>
        <w:tc>
          <w:tcPr>
            <w:tcW w:w="473" w:type="dxa"/>
          </w:tcPr>
          <w:p w14:paraId="1E17C192" w14:textId="77777777" w:rsidR="002E4262" w:rsidRPr="00451E94" w:rsidRDefault="002E4262" w:rsidP="005102FE"/>
        </w:tc>
        <w:tc>
          <w:tcPr>
            <w:tcW w:w="472" w:type="dxa"/>
          </w:tcPr>
          <w:p w14:paraId="1069C4D9" w14:textId="77777777" w:rsidR="002E4262" w:rsidRPr="00451E94" w:rsidRDefault="002E4262" w:rsidP="005102FE"/>
        </w:tc>
        <w:tc>
          <w:tcPr>
            <w:tcW w:w="473" w:type="dxa"/>
          </w:tcPr>
          <w:p w14:paraId="44B18542" w14:textId="77777777" w:rsidR="002E4262" w:rsidRPr="00451E94" w:rsidRDefault="002E4262" w:rsidP="005102FE"/>
        </w:tc>
        <w:tc>
          <w:tcPr>
            <w:tcW w:w="472" w:type="dxa"/>
          </w:tcPr>
          <w:p w14:paraId="6952194E" w14:textId="77777777" w:rsidR="002E4262" w:rsidRPr="00451E94" w:rsidRDefault="002E4262" w:rsidP="005102FE"/>
        </w:tc>
        <w:tc>
          <w:tcPr>
            <w:tcW w:w="473" w:type="dxa"/>
          </w:tcPr>
          <w:p w14:paraId="0DA1A77F" w14:textId="77777777" w:rsidR="002E4262" w:rsidRPr="00451E94" w:rsidRDefault="002E4262" w:rsidP="005102FE"/>
        </w:tc>
      </w:tr>
    </w:tbl>
    <w:p w14:paraId="5E4E4112" w14:textId="77777777" w:rsidR="00C90635" w:rsidRPr="00B73859" w:rsidRDefault="00C90635" w:rsidP="007B2BE4">
      <w:pPr>
        <w:spacing w:after="0"/>
        <w:rPr>
          <w:sz w:val="8"/>
          <w:szCs w:val="8"/>
        </w:rPr>
      </w:pPr>
    </w:p>
    <w:p w14:paraId="1BAC4470" w14:textId="77777777" w:rsidR="00805198" w:rsidRPr="005B0AA8" w:rsidRDefault="004368E9" w:rsidP="00701D62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20629D">
        <w:t>2 P.</w:t>
      </w:r>
    </w:p>
    <w:p w14:paraId="29D48268" w14:textId="5C409ED8" w:rsidR="00D10DB8" w:rsidRDefault="00F26B73" w:rsidP="0053511F">
      <w:pPr>
        <w:tabs>
          <w:tab w:val="left" w:pos="4961"/>
          <w:tab w:val="left" w:pos="5245"/>
          <w:tab w:val="right" w:pos="9336"/>
        </w:tabs>
        <w:spacing w:after="40"/>
      </w:pPr>
      <w:r w:rsidRPr="00F26B73">
        <w:br/>
      </w:r>
      <w:r w:rsidR="00D10DB8">
        <w:t>Welche dieser Flächen ist am grössten?</w:t>
      </w:r>
      <w:r w:rsidR="00D10DB8" w:rsidRPr="00D10DB8">
        <w:tab/>
      </w:r>
      <w:r w:rsidR="009057B6" w:rsidRPr="0053511F">
        <w:rPr>
          <w:rStyle w:val="Schriftrot"/>
          <w:b/>
        </w:rPr>
        <w:t>c</w:t>
      </w:r>
      <w:r w:rsidR="009057B6">
        <w:rPr>
          <w:rStyle w:val="Schriftrot"/>
        </w:rPr>
        <w:tab/>
      </w:r>
      <w:r w:rsidR="00D75ED3" w:rsidRPr="00D75ED3">
        <w:rPr>
          <w:rStyle w:val="Schriftrot"/>
        </w:rPr>
        <w:t>(fakultativ: 10 Einheiten)</w:t>
      </w:r>
      <w:r w:rsidR="0053511F">
        <w:rPr>
          <w:rStyle w:val="Schriftrot"/>
        </w:rPr>
        <w:tab/>
      </w:r>
      <w:r w:rsidR="00D75ED3" w:rsidRPr="00D75ED3">
        <w:rPr>
          <w:rStyle w:val="Schriftrot"/>
        </w:rPr>
        <w:t>½ P</w:t>
      </w:r>
    </w:p>
    <w:p w14:paraId="589B8F3F" w14:textId="361A9B76" w:rsidR="00D10DB8" w:rsidRDefault="00D10DB8" w:rsidP="0053511F">
      <w:pPr>
        <w:tabs>
          <w:tab w:val="left" w:pos="4961"/>
          <w:tab w:val="left" w:pos="5245"/>
          <w:tab w:val="right" w:pos="9336"/>
        </w:tabs>
        <w:spacing w:after="40"/>
      </w:pPr>
      <w:r>
        <w:t>Welche dieser Flächen ist am kleinsten?</w:t>
      </w:r>
      <w:r w:rsidRPr="00D10DB8">
        <w:tab/>
      </w:r>
      <w:r w:rsidR="00D75ED3" w:rsidRPr="0053511F">
        <w:rPr>
          <w:rStyle w:val="Schriftrot"/>
          <w:b/>
        </w:rPr>
        <w:t>d</w:t>
      </w:r>
      <w:r w:rsidR="009057B6">
        <w:rPr>
          <w:rStyle w:val="Schriftrot"/>
        </w:rPr>
        <w:tab/>
      </w:r>
      <w:r w:rsidR="00D75ED3" w:rsidRPr="00D75ED3">
        <w:rPr>
          <w:rStyle w:val="Schriftrot"/>
        </w:rPr>
        <w:t>(fakultativ: 3,5 Einheiten)</w:t>
      </w:r>
      <w:r w:rsidR="0053511F">
        <w:rPr>
          <w:rStyle w:val="Schriftrot"/>
        </w:rPr>
        <w:tab/>
      </w:r>
      <w:r w:rsidR="00D75ED3" w:rsidRPr="00D75ED3">
        <w:rPr>
          <w:rStyle w:val="Schriftrot"/>
        </w:rPr>
        <w:t>½ P</w:t>
      </w:r>
    </w:p>
    <w:p w14:paraId="62D337F4" w14:textId="4118740E" w:rsidR="00D10DB8" w:rsidRDefault="00D10DB8" w:rsidP="0053511F">
      <w:pPr>
        <w:tabs>
          <w:tab w:val="left" w:pos="4961"/>
          <w:tab w:val="left" w:pos="5245"/>
          <w:tab w:val="right" w:pos="9336"/>
        </w:tabs>
        <w:spacing w:after="40"/>
      </w:pPr>
      <w:r>
        <w:t>Welche dieser Flächen hat den längsten Rand?</w:t>
      </w:r>
      <w:r>
        <w:tab/>
      </w:r>
      <w:r w:rsidR="009057B6" w:rsidRPr="0053511F">
        <w:rPr>
          <w:rStyle w:val="Schriftrot"/>
          <w:b/>
        </w:rPr>
        <w:t>e</w:t>
      </w:r>
      <w:r w:rsidR="009057B6">
        <w:rPr>
          <w:rStyle w:val="Schriftrot"/>
        </w:rPr>
        <w:tab/>
      </w:r>
      <w:r w:rsidR="00D75ED3" w:rsidRPr="00D75ED3">
        <w:rPr>
          <w:rStyle w:val="Schriftrot"/>
        </w:rPr>
        <w:t>(fakultativ:12 Kanten + 8 Diagonalen)</w:t>
      </w:r>
      <w:r w:rsidR="0053511F">
        <w:rPr>
          <w:rStyle w:val="Schriftrot"/>
        </w:rPr>
        <w:tab/>
      </w:r>
      <w:r w:rsidR="00D75ED3" w:rsidRPr="00D75ED3">
        <w:rPr>
          <w:rStyle w:val="Schriftrot"/>
        </w:rPr>
        <w:t>½ P</w:t>
      </w:r>
    </w:p>
    <w:p w14:paraId="2C1EC2AA" w14:textId="35CAD349" w:rsidR="00805198" w:rsidRPr="00D10DB8" w:rsidRDefault="00D10DB8" w:rsidP="0053511F">
      <w:pPr>
        <w:tabs>
          <w:tab w:val="left" w:pos="4961"/>
          <w:tab w:val="left" w:pos="5245"/>
          <w:tab w:val="right" w:pos="9336"/>
        </w:tabs>
        <w:spacing w:after="240"/>
      </w:pPr>
      <w:r>
        <w:t>Welche dieser Flächen hat den kürzesten Rand?</w:t>
      </w:r>
      <w:r>
        <w:tab/>
      </w:r>
      <w:r w:rsidR="009057B6" w:rsidRPr="0053511F">
        <w:rPr>
          <w:rStyle w:val="Schriftrot"/>
          <w:b/>
        </w:rPr>
        <w:t>b</w:t>
      </w:r>
      <w:r w:rsidR="009057B6">
        <w:rPr>
          <w:rStyle w:val="Schriftrot"/>
        </w:rPr>
        <w:tab/>
      </w:r>
      <w:r w:rsidR="00D75ED3" w:rsidRPr="00D75ED3">
        <w:rPr>
          <w:rStyle w:val="Schriftrot"/>
        </w:rPr>
        <w:t>(fakultativ: 4 Kanten + 4 Diagonalen)</w:t>
      </w:r>
      <w:r w:rsidR="0053511F">
        <w:rPr>
          <w:rStyle w:val="Schriftrot"/>
        </w:rPr>
        <w:tab/>
      </w:r>
      <w:r w:rsidR="00D75ED3" w:rsidRPr="00D75ED3">
        <w:rPr>
          <w:rStyle w:val="Schriftrot"/>
        </w:rPr>
        <w:t>½ P</w:t>
      </w:r>
    </w:p>
    <w:p w14:paraId="331EBC84" w14:textId="77777777" w:rsidR="00C44135" w:rsidRPr="005B0AA8" w:rsidRDefault="00C44135" w:rsidP="00701D62">
      <w:pPr>
        <w:pStyle w:val="KurzbeschriebTitel"/>
      </w:pPr>
      <w:r>
        <w:t>D</w:t>
      </w:r>
      <w:r w:rsidRPr="00E3400A">
        <w:t xml:space="preserve"> </w:t>
      </w:r>
      <w:r>
        <w:tab/>
      </w:r>
      <w:r w:rsidR="0020629D">
        <w:t>2 P.</w:t>
      </w:r>
    </w:p>
    <w:p w14:paraId="1A814EF0" w14:textId="6AC592BB" w:rsidR="00701D62" w:rsidRPr="00D10DB8" w:rsidRDefault="00C44135" w:rsidP="00B73859">
      <w:pPr>
        <w:spacing w:after="80"/>
      </w:pPr>
      <w:r w:rsidRPr="00F26B73">
        <w:br/>
      </w:r>
      <w:r w:rsidR="00B721EE" w:rsidRPr="00B721EE">
        <w:t>Zeichne eine Fläche, die 9-mal so gross ist wie das schraffierte Quadrat und einen 16cm langen Rand hat.</w:t>
      </w:r>
    </w:p>
    <w:tbl>
      <w:tblPr>
        <w:tblStyle w:val="TableGrid"/>
        <w:tblW w:w="0" w:type="auto"/>
        <w:tblInd w:w="8" w:type="dxa"/>
        <w:tblBorders>
          <w:top w:val="single" w:sz="6" w:space="0" w:color="DEEDFF"/>
          <w:left w:val="single" w:sz="6" w:space="0" w:color="DEEDFF"/>
          <w:bottom w:val="single" w:sz="6" w:space="0" w:color="DEEDFF"/>
          <w:right w:val="single" w:sz="6" w:space="0" w:color="DEEDFF"/>
          <w:insideH w:val="single" w:sz="6" w:space="0" w:color="DEEDFF"/>
          <w:insideV w:val="single" w:sz="6" w:space="0" w:color="DEEDFF"/>
        </w:tblBorders>
        <w:tblLayout w:type="fixed"/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721EE" w:rsidRPr="00451E94" w14:paraId="3CB01769" w14:textId="77777777" w:rsidTr="0036111A">
        <w:trPr>
          <w:cantSplit/>
          <w:trHeight w:hRule="exact" w:val="567"/>
        </w:trPr>
        <w:tc>
          <w:tcPr>
            <w:tcW w:w="567" w:type="dxa"/>
          </w:tcPr>
          <w:p w14:paraId="6DBE0B60" w14:textId="77777777" w:rsidR="00B721EE" w:rsidRPr="00451E94" w:rsidRDefault="00B721EE" w:rsidP="009057B6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49E387C" wp14:editId="084693E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8890</wp:posOffset>
                      </wp:positionV>
                      <wp:extent cx="360218" cy="355600"/>
                      <wp:effectExtent l="0" t="0" r="20955" b="25400"/>
                      <wp:wrapNone/>
                      <wp:docPr id="107" name="Rectangl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218" cy="355600"/>
                              </a:xfrm>
                              <a:prstGeom prst="rect">
                                <a:avLst/>
                              </a:prstGeom>
                              <a:pattFill prst="ltDnDiag">
                                <a:fgClr>
                                  <a:srgbClr val="3C5D9F"/>
                                </a:fgClr>
                                <a:bgClr>
                                  <a:prstClr val="white"/>
                                </a:bgClr>
                              </a:pattFill>
                              <a:ln w="6350" cap="sq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7" o:spid="_x0000_s1026" style="position:absolute;margin-left:-.3pt;margin-top:.7pt;width:28.35pt;height:2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" fillcolor="#3c5d9f" strokecolor="#3c5d9f" strokeweight=".5pt">
                      <v:fill r:id="rId9" o:title="" type="pattern"/>
                      <v:stroke endcap="square"/>
                    </v:rect>
                  </w:pict>
                </mc:Fallback>
              </mc:AlternateContent>
            </w:r>
          </w:p>
        </w:tc>
        <w:tc>
          <w:tcPr>
            <w:tcW w:w="567" w:type="dxa"/>
          </w:tcPr>
          <w:p w14:paraId="2EC758F0" w14:textId="77777777" w:rsidR="00B721EE" w:rsidRPr="00451E94" w:rsidRDefault="00B721EE" w:rsidP="009057B6"/>
        </w:tc>
        <w:tc>
          <w:tcPr>
            <w:tcW w:w="567" w:type="dxa"/>
          </w:tcPr>
          <w:p w14:paraId="30ABBACB" w14:textId="5B659357" w:rsidR="00B721EE" w:rsidRPr="00613AB0" w:rsidRDefault="00B721EE" w:rsidP="009057B6">
            <w:pPr>
              <w:rPr>
                <w:b/>
              </w:rPr>
            </w:pPr>
            <w:r w:rsidRPr="00613AB0">
              <w:rPr>
                <w:rStyle w:val="Schriftrot"/>
                <w:b/>
              </w:rPr>
              <w:t>Z.B.</w:t>
            </w:r>
          </w:p>
        </w:tc>
        <w:tc>
          <w:tcPr>
            <w:tcW w:w="567" w:type="dxa"/>
          </w:tcPr>
          <w:p w14:paraId="4729BBC9" w14:textId="0FF8182D" w:rsidR="00B721EE" w:rsidRPr="00451E94" w:rsidRDefault="00B721EE" w:rsidP="009057B6"/>
        </w:tc>
        <w:tc>
          <w:tcPr>
            <w:tcW w:w="567" w:type="dxa"/>
          </w:tcPr>
          <w:p w14:paraId="2715F725" w14:textId="389B09EB" w:rsidR="00B721EE" w:rsidRPr="00451E94" w:rsidRDefault="00B721EE" w:rsidP="009057B6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C98C323" wp14:editId="06534A36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10160</wp:posOffset>
                      </wp:positionV>
                      <wp:extent cx="1435100" cy="1445260"/>
                      <wp:effectExtent l="0" t="0" r="38100" b="27940"/>
                      <wp:wrapNone/>
                      <wp:docPr id="17" name="Freeform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0" cy="1445260"/>
                              </a:xfrm>
                              <a:custGeom>
                                <a:avLst/>
                                <a:gdLst>
                                  <a:gd name="connsiteX0" fmla="*/ 893233 w 1198033"/>
                                  <a:gd name="connsiteY0" fmla="*/ 1155700 h 1155700"/>
                                  <a:gd name="connsiteX1" fmla="*/ 596900 w 1198033"/>
                                  <a:gd name="connsiteY1" fmla="*/ 1155700 h 1155700"/>
                                  <a:gd name="connsiteX2" fmla="*/ 596900 w 1198033"/>
                                  <a:gd name="connsiteY2" fmla="*/ 863600 h 1155700"/>
                                  <a:gd name="connsiteX3" fmla="*/ 296333 w 1198033"/>
                                  <a:gd name="connsiteY3" fmla="*/ 863600 h 1155700"/>
                                  <a:gd name="connsiteX4" fmla="*/ 296333 w 1198033"/>
                                  <a:gd name="connsiteY4" fmla="*/ 575734 h 1155700"/>
                                  <a:gd name="connsiteX5" fmla="*/ 0 w 1198033"/>
                                  <a:gd name="connsiteY5" fmla="*/ 575734 h 1155700"/>
                                  <a:gd name="connsiteX6" fmla="*/ 0 w 1198033"/>
                                  <a:gd name="connsiteY6" fmla="*/ 292100 h 1155700"/>
                                  <a:gd name="connsiteX7" fmla="*/ 592667 w 1198033"/>
                                  <a:gd name="connsiteY7" fmla="*/ 292100 h 1155700"/>
                                  <a:gd name="connsiteX8" fmla="*/ 592667 w 1198033"/>
                                  <a:gd name="connsiteY8" fmla="*/ 0 h 1155700"/>
                                  <a:gd name="connsiteX9" fmla="*/ 1193800 w 1198033"/>
                                  <a:gd name="connsiteY9" fmla="*/ 0 h 1155700"/>
                                  <a:gd name="connsiteX10" fmla="*/ 1198033 w 1198033"/>
                                  <a:gd name="connsiteY10" fmla="*/ 579967 h 1155700"/>
                                  <a:gd name="connsiteX11" fmla="*/ 893233 w 1198033"/>
                                  <a:gd name="connsiteY11" fmla="*/ 579967 h 1155700"/>
                                  <a:gd name="connsiteX12" fmla="*/ 893233 w 1198033"/>
                                  <a:gd name="connsiteY12" fmla="*/ 1155700 h 11557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198033" h="1155700">
                                    <a:moveTo>
                                      <a:pt x="893233" y="1155700"/>
                                    </a:moveTo>
                                    <a:lnTo>
                                      <a:pt x="596900" y="1155700"/>
                                    </a:lnTo>
                                    <a:lnTo>
                                      <a:pt x="596900" y="863600"/>
                                    </a:lnTo>
                                    <a:lnTo>
                                      <a:pt x="296333" y="863600"/>
                                    </a:lnTo>
                                    <a:lnTo>
                                      <a:pt x="296333" y="575734"/>
                                    </a:lnTo>
                                    <a:lnTo>
                                      <a:pt x="0" y="575734"/>
                                    </a:lnTo>
                                    <a:lnTo>
                                      <a:pt x="0" y="292100"/>
                                    </a:lnTo>
                                    <a:lnTo>
                                      <a:pt x="592667" y="292100"/>
                                    </a:lnTo>
                                    <a:lnTo>
                                      <a:pt x="592667" y="0"/>
                                    </a:lnTo>
                                    <a:lnTo>
                                      <a:pt x="1193800" y="0"/>
                                    </a:lnTo>
                                    <a:lnTo>
                                      <a:pt x="1198033" y="579967"/>
                                    </a:lnTo>
                                    <a:lnTo>
                                      <a:pt x="893233" y="579967"/>
                                    </a:lnTo>
                                    <a:cubicBezTo>
                                      <a:pt x="894644" y="771878"/>
                                      <a:pt x="896056" y="963789"/>
                                      <a:pt x="893233" y="11557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50600">
                                  <a:alpha val="35000"/>
                                </a:srgbClr>
                              </a:solidFill>
                              <a:ln w="0" cap="sq">
                                <a:solidFill>
                                  <a:srgbClr val="E50600">
                                    <a:alpha val="35000"/>
                                  </a:srgb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7" o:spid="_x0000_s1026" style="position:absolute;margin-left:-.1pt;margin-top:.8pt;width:113pt;height:113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98033,1155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" path="m893233,1155700l596900,1155700,596900,863600,296333,863600,296333,575734,,575734,,292100,592667,292100,592667,,1193800,,1198033,579967,893233,579967c894644,771878,896056,963789,893233,1155700xe" fillcolor="#e50600" strokecolor="#e50600" strokeweight="0">
                      <v:fill opacity="22873f"/>
                      <v:stroke opacity="22873f" endcap="square"/>
                      <v:path arrowok="t" o:connecttype="custom" o:connectlocs="1069986,1445260;715015,1445260;715015,1079975;354971,1079975;354971,719984;0,719984;0,365285;709944,365285;709944,0;1430029,0;1435100,725277;1069986,725277;1069986,1445260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10B71A37" w14:textId="77777777" w:rsidR="00B721EE" w:rsidRPr="00451E94" w:rsidRDefault="00B721EE" w:rsidP="009057B6"/>
        </w:tc>
        <w:tc>
          <w:tcPr>
            <w:tcW w:w="567" w:type="dxa"/>
          </w:tcPr>
          <w:p w14:paraId="5B75664D" w14:textId="77777777" w:rsidR="00B721EE" w:rsidRPr="00451E94" w:rsidRDefault="00B721EE" w:rsidP="009057B6"/>
        </w:tc>
        <w:tc>
          <w:tcPr>
            <w:tcW w:w="567" w:type="dxa"/>
          </w:tcPr>
          <w:p w14:paraId="41E28C43" w14:textId="77777777" w:rsidR="00B721EE" w:rsidRPr="00451E94" w:rsidRDefault="00B721EE" w:rsidP="009057B6"/>
        </w:tc>
        <w:tc>
          <w:tcPr>
            <w:tcW w:w="567" w:type="dxa"/>
          </w:tcPr>
          <w:p w14:paraId="2B2BBC95" w14:textId="77777777" w:rsidR="00B721EE" w:rsidRPr="00451E94" w:rsidRDefault="00B721EE" w:rsidP="009057B6"/>
        </w:tc>
        <w:tc>
          <w:tcPr>
            <w:tcW w:w="567" w:type="dxa"/>
          </w:tcPr>
          <w:p w14:paraId="47EE7C97" w14:textId="77777777" w:rsidR="00B721EE" w:rsidRPr="00451E94" w:rsidRDefault="00B721EE" w:rsidP="009057B6"/>
        </w:tc>
        <w:tc>
          <w:tcPr>
            <w:tcW w:w="567" w:type="dxa"/>
          </w:tcPr>
          <w:p w14:paraId="232E8C3E" w14:textId="77777777" w:rsidR="00B721EE" w:rsidRPr="00451E94" w:rsidRDefault="00B721EE" w:rsidP="009057B6"/>
        </w:tc>
        <w:tc>
          <w:tcPr>
            <w:tcW w:w="567" w:type="dxa"/>
          </w:tcPr>
          <w:p w14:paraId="4BC6E2C4" w14:textId="77777777" w:rsidR="00B721EE" w:rsidRPr="00451E94" w:rsidRDefault="00B721EE" w:rsidP="009057B6"/>
        </w:tc>
      </w:tr>
      <w:tr w:rsidR="00B721EE" w:rsidRPr="00451E94" w14:paraId="1C5D1AC9" w14:textId="77777777" w:rsidTr="0036111A">
        <w:trPr>
          <w:cantSplit/>
          <w:trHeight w:hRule="exact" w:val="567"/>
        </w:trPr>
        <w:tc>
          <w:tcPr>
            <w:tcW w:w="567" w:type="dxa"/>
          </w:tcPr>
          <w:p w14:paraId="4A7EE4C5" w14:textId="3A870B31" w:rsidR="00B721EE" w:rsidRPr="00451E94" w:rsidRDefault="00B721EE" w:rsidP="009057B6"/>
        </w:tc>
        <w:tc>
          <w:tcPr>
            <w:tcW w:w="567" w:type="dxa"/>
          </w:tcPr>
          <w:p w14:paraId="011B3A4E" w14:textId="77777777" w:rsidR="00B721EE" w:rsidRPr="00451E94" w:rsidRDefault="00B721EE" w:rsidP="009057B6"/>
        </w:tc>
        <w:tc>
          <w:tcPr>
            <w:tcW w:w="567" w:type="dxa"/>
          </w:tcPr>
          <w:p w14:paraId="0C98628F" w14:textId="7503CAA9" w:rsidR="00B721EE" w:rsidRPr="00451E94" w:rsidRDefault="00B721EE" w:rsidP="009057B6"/>
        </w:tc>
        <w:tc>
          <w:tcPr>
            <w:tcW w:w="567" w:type="dxa"/>
          </w:tcPr>
          <w:p w14:paraId="4D09BF79" w14:textId="50B17FB2" w:rsidR="00B721EE" w:rsidRPr="00451E94" w:rsidRDefault="00B721EE" w:rsidP="009057B6"/>
        </w:tc>
        <w:tc>
          <w:tcPr>
            <w:tcW w:w="567" w:type="dxa"/>
          </w:tcPr>
          <w:p w14:paraId="0A035ACA" w14:textId="2993E800" w:rsidR="00B721EE" w:rsidRPr="00451E94" w:rsidRDefault="00B721EE" w:rsidP="009057B6"/>
        </w:tc>
        <w:tc>
          <w:tcPr>
            <w:tcW w:w="567" w:type="dxa"/>
          </w:tcPr>
          <w:p w14:paraId="3DBEC0AA" w14:textId="77777777" w:rsidR="00B721EE" w:rsidRPr="00451E94" w:rsidRDefault="00B721EE" w:rsidP="009057B6"/>
        </w:tc>
        <w:tc>
          <w:tcPr>
            <w:tcW w:w="567" w:type="dxa"/>
          </w:tcPr>
          <w:p w14:paraId="59F205F5" w14:textId="77777777" w:rsidR="00B721EE" w:rsidRPr="00451E94" w:rsidRDefault="00B721EE" w:rsidP="009057B6"/>
        </w:tc>
        <w:tc>
          <w:tcPr>
            <w:tcW w:w="567" w:type="dxa"/>
          </w:tcPr>
          <w:p w14:paraId="34DB7DCB" w14:textId="77777777" w:rsidR="00B721EE" w:rsidRPr="00451E94" w:rsidRDefault="00B721EE" w:rsidP="009057B6"/>
        </w:tc>
        <w:tc>
          <w:tcPr>
            <w:tcW w:w="567" w:type="dxa"/>
          </w:tcPr>
          <w:p w14:paraId="63759CE6" w14:textId="5EFA515C" w:rsidR="00B721EE" w:rsidRPr="00451E94" w:rsidRDefault="0036111A" w:rsidP="009057B6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4BE3B50A" wp14:editId="53EAFA08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13335</wp:posOffset>
                      </wp:positionV>
                      <wp:extent cx="1092200" cy="1447800"/>
                      <wp:effectExtent l="0" t="0" r="25400" b="25400"/>
                      <wp:wrapNone/>
                      <wp:docPr id="18" name="Freeform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2200" cy="1447800"/>
                              </a:xfrm>
                              <a:custGeom>
                                <a:avLst/>
                                <a:gdLst>
                                  <a:gd name="connsiteX0" fmla="*/ 300567 w 905934"/>
                                  <a:gd name="connsiteY0" fmla="*/ 1151467 h 1155700"/>
                                  <a:gd name="connsiteX1" fmla="*/ 0 w 905934"/>
                                  <a:gd name="connsiteY1" fmla="*/ 1151467 h 1155700"/>
                                  <a:gd name="connsiteX2" fmla="*/ 0 w 905934"/>
                                  <a:gd name="connsiteY2" fmla="*/ 287867 h 1155700"/>
                                  <a:gd name="connsiteX3" fmla="*/ 300567 w 905934"/>
                                  <a:gd name="connsiteY3" fmla="*/ 287867 h 1155700"/>
                                  <a:gd name="connsiteX4" fmla="*/ 300567 w 905934"/>
                                  <a:gd name="connsiteY4" fmla="*/ 0 h 1155700"/>
                                  <a:gd name="connsiteX5" fmla="*/ 601134 w 905934"/>
                                  <a:gd name="connsiteY5" fmla="*/ 0 h 1155700"/>
                                  <a:gd name="connsiteX6" fmla="*/ 601134 w 905934"/>
                                  <a:gd name="connsiteY6" fmla="*/ 287867 h 1155700"/>
                                  <a:gd name="connsiteX7" fmla="*/ 897467 w 905934"/>
                                  <a:gd name="connsiteY7" fmla="*/ 287867 h 1155700"/>
                                  <a:gd name="connsiteX8" fmla="*/ 905934 w 905934"/>
                                  <a:gd name="connsiteY8" fmla="*/ 1155700 h 1155700"/>
                                  <a:gd name="connsiteX9" fmla="*/ 605367 w 905934"/>
                                  <a:gd name="connsiteY9" fmla="*/ 1151467 h 1155700"/>
                                  <a:gd name="connsiteX10" fmla="*/ 601134 w 905934"/>
                                  <a:gd name="connsiteY10" fmla="*/ 863600 h 1155700"/>
                                  <a:gd name="connsiteX11" fmla="*/ 300567 w 905934"/>
                                  <a:gd name="connsiteY11" fmla="*/ 863600 h 1155700"/>
                                  <a:gd name="connsiteX12" fmla="*/ 300567 w 905934"/>
                                  <a:gd name="connsiteY12" fmla="*/ 1151467 h 11557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905934" h="1155700">
                                    <a:moveTo>
                                      <a:pt x="300567" y="1151467"/>
                                    </a:moveTo>
                                    <a:lnTo>
                                      <a:pt x="0" y="1151467"/>
                                    </a:lnTo>
                                    <a:lnTo>
                                      <a:pt x="0" y="287867"/>
                                    </a:lnTo>
                                    <a:lnTo>
                                      <a:pt x="300567" y="287867"/>
                                    </a:lnTo>
                                    <a:lnTo>
                                      <a:pt x="300567" y="0"/>
                                    </a:lnTo>
                                    <a:lnTo>
                                      <a:pt x="601134" y="0"/>
                                    </a:lnTo>
                                    <a:lnTo>
                                      <a:pt x="601134" y="287867"/>
                                    </a:lnTo>
                                    <a:lnTo>
                                      <a:pt x="897467" y="287867"/>
                                    </a:lnTo>
                                    <a:cubicBezTo>
                                      <a:pt x="900289" y="577145"/>
                                      <a:pt x="903112" y="866422"/>
                                      <a:pt x="905934" y="1155700"/>
                                    </a:cubicBezTo>
                                    <a:lnTo>
                                      <a:pt x="605367" y="1151467"/>
                                    </a:lnTo>
                                    <a:lnTo>
                                      <a:pt x="601134" y="863600"/>
                                    </a:lnTo>
                                    <a:lnTo>
                                      <a:pt x="300567" y="863600"/>
                                    </a:lnTo>
                                    <a:lnTo>
                                      <a:pt x="300567" y="11514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50600">
                                  <a:alpha val="35000"/>
                                </a:srgbClr>
                              </a:solidFill>
                              <a:ln w="0" cap="sq">
                                <a:solidFill>
                                  <a:srgbClr val="E50600">
                                    <a:alpha val="35000"/>
                                  </a:srgb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8" o:spid="_x0000_s1026" style="position:absolute;margin-left:27.85pt;margin-top:1.05pt;width:86pt;height:11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05934,1155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" path="m300567,1151467l0,1151467,,287867,300567,287867,300567,,601134,,601134,287867,897467,287867c900289,577145,903112,866422,905934,1155700l605367,1151467,601134,863600,300567,863600,300567,1151467xe" fillcolor="#e50600" strokecolor="#e50600" strokeweight="0">
                      <v:fill opacity="22873f"/>
                      <v:stroke opacity="22873f" endcap="square"/>
                      <v:path arrowok="t" o:connecttype="custom" o:connectlocs="362366,1442497;0,1442497;0,360625;362366,360625;362366,0;724731,0;724731,360625;1081992,360625;1092200,1447800;729834,1442497;724731,1081873;362366,1081873;362366,1442497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321120B0" w14:textId="1DB25F2F" w:rsidR="00B721EE" w:rsidRPr="00451E94" w:rsidRDefault="00B721EE" w:rsidP="009057B6"/>
        </w:tc>
        <w:tc>
          <w:tcPr>
            <w:tcW w:w="567" w:type="dxa"/>
          </w:tcPr>
          <w:p w14:paraId="561FC073" w14:textId="77777777" w:rsidR="00B721EE" w:rsidRPr="00451E94" w:rsidRDefault="00B721EE" w:rsidP="009057B6"/>
        </w:tc>
        <w:tc>
          <w:tcPr>
            <w:tcW w:w="567" w:type="dxa"/>
          </w:tcPr>
          <w:p w14:paraId="1B26E4AE" w14:textId="77777777" w:rsidR="00B721EE" w:rsidRPr="00451E94" w:rsidRDefault="00B721EE" w:rsidP="009057B6"/>
        </w:tc>
      </w:tr>
      <w:tr w:rsidR="00B721EE" w:rsidRPr="00451E94" w14:paraId="041686ED" w14:textId="77777777" w:rsidTr="0036111A">
        <w:trPr>
          <w:cantSplit/>
          <w:trHeight w:hRule="exact" w:val="567"/>
        </w:trPr>
        <w:tc>
          <w:tcPr>
            <w:tcW w:w="567" w:type="dxa"/>
          </w:tcPr>
          <w:p w14:paraId="3AD9440C" w14:textId="3DA12D86" w:rsidR="00B721EE" w:rsidRPr="00451E94" w:rsidRDefault="00B721EE" w:rsidP="009057B6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D9792BB" wp14:editId="5D08483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13970</wp:posOffset>
                      </wp:positionV>
                      <wp:extent cx="1795780" cy="1078230"/>
                      <wp:effectExtent l="0" t="0" r="33020" b="13970"/>
                      <wp:wrapNone/>
                      <wp:docPr id="19" name="Freeform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795780" cy="1078230"/>
                              </a:xfrm>
                              <a:custGeom>
                                <a:avLst/>
                                <a:gdLst>
                                  <a:gd name="connsiteX0" fmla="*/ 0 w 1504950"/>
                                  <a:gd name="connsiteY0" fmla="*/ 0 h 863600"/>
                                  <a:gd name="connsiteX1" fmla="*/ 596900 w 1504950"/>
                                  <a:gd name="connsiteY1" fmla="*/ 0 h 863600"/>
                                  <a:gd name="connsiteX2" fmla="*/ 603250 w 1504950"/>
                                  <a:gd name="connsiteY2" fmla="*/ 285750 h 863600"/>
                                  <a:gd name="connsiteX3" fmla="*/ 895350 w 1504950"/>
                                  <a:gd name="connsiteY3" fmla="*/ 285750 h 863600"/>
                                  <a:gd name="connsiteX4" fmla="*/ 895350 w 1504950"/>
                                  <a:gd name="connsiteY4" fmla="*/ 0 h 863600"/>
                                  <a:gd name="connsiteX5" fmla="*/ 1498600 w 1504950"/>
                                  <a:gd name="connsiteY5" fmla="*/ 6350 h 863600"/>
                                  <a:gd name="connsiteX6" fmla="*/ 1504950 w 1504950"/>
                                  <a:gd name="connsiteY6" fmla="*/ 285750 h 863600"/>
                                  <a:gd name="connsiteX7" fmla="*/ 1200150 w 1504950"/>
                                  <a:gd name="connsiteY7" fmla="*/ 285750 h 863600"/>
                                  <a:gd name="connsiteX8" fmla="*/ 1200150 w 1504950"/>
                                  <a:gd name="connsiteY8" fmla="*/ 577850 h 863600"/>
                                  <a:gd name="connsiteX9" fmla="*/ 895350 w 1504950"/>
                                  <a:gd name="connsiteY9" fmla="*/ 577850 h 863600"/>
                                  <a:gd name="connsiteX10" fmla="*/ 895350 w 1504950"/>
                                  <a:gd name="connsiteY10" fmla="*/ 863600 h 863600"/>
                                  <a:gd name="connsiteX11" fmla="*/ 596900 w 1504950"/>
                                  <a:gd name="connsiteY11" fmla="*/ 863600 h 863600"/>
                                  <a:gd name="connsiteX12" fmla="*/ 603250 w 1504950"/>
                                  <a:gd name="connsiteY12" fmla="*/ 571500 h 863600"/>
                                  <a:gd name="connsiteX13" fmla="*/ 298450 w 1504950"/>
                                  <a:gd name="connsiteY13" fmla="*/ 571500 h 863600"/>
                                  <a:gd name="connsiteX14" fmla="*/ 304800 w 1504950"/>
                                  <a:gd name="connsiteY14" fmla="*/ 285750 h 863600"/>
                                  <a:gd name="connsiteX15" fmla="*/ 0 w 1504950"/>
                                  <a:gd name="connsiteY15" fmla="*/ 285750 h 863600"/>
                                  <a:gd name="connsiteX16" fmla="*/ 0 w 1504950"/>
                                  <a:gd name="connsiteY16" fmla="*/ 0 h 863600"/>
                                  <a:gd name="connsiteX0" fmla="*/ 0 w 1506285"/>
                                  <a:gd name="connsiteY0" fmla="*/ 1332 h 864932"/>
                                  <a:gd name="connsiteX1" fmla="*/ 596900 w 1506285"/>
                                  <a:gd name="connsiteY1" fmla="*/ 1332 h 864932"/>
                                  <a:gd name="connsiteX2" fmla="*/ 603250 w 1506285"/>
                                  <a:gd name="connsiteY2" fmla="*/ 287082 h 864932"/>
                                  <a:gd name="connsiteX3" fmla="*/ 895350 w 1506285"/>
                                  <a:gd name="connsiteY3" fmla="*/ 287082 h 864932"/>
                                  <a:gd name="connsiteX4" fmla="*/ 895350 w 1506285"/>
                                  <a:gd name="connsiteY4" fmla="*/ 1332 h 864932"/>
                                  <a:gd name="connsiteX5" fmla="*/ 1506285 w 1506285"/>
                                  <a:gd name="connsiteY5" fmla="*/ 0 h 864932"/>
                                  <a:gd name="connsiteX6" fmla="*/ 1504950 w 1506285"/>
                                  <a:gd name="connsiteY6" fmla="*/ 287082 h 864932"/>
                                  <a:gd name="connsiteX7" fmla="*/ 1200150 w 1506285"/>
                                  <a:gd name="connsiteY7" fmla="*/ 287082 h 864932"/>
                                  <a:gd name="connsiteX8" fmla="*/ 1200150 w 1506285"/>
                                  <a:gd name="connsiteY8" fmla="*/ 579182 h 864932"/>
                                  <a:gd name="connsiteX9" fmla="*/ 895350 w 1506285"/>
                                  <a:gd name="connsiteY9" fmla="*/ 579182 h 864932"/>
                                  <a:gd name="connsiteX10" fmla="*/ 895350 w 1506285"/>
                                  <a:gd name="connsiteY10" fmla="*/ 864932 h 864932"/>
                                  <a:gd name="connsiteX11" fmla="*/ 596900 w 1506285"/>
                                  <a:gd name="connsiteY11" fmla="*/ 864932 h 864932"/>
                                  <a:gd name="connsiteX12" fmla="*/ 603250 w 1506285"/>
                                  <a:gd name="connsiteY12" fmla="*/ 572832 h 864932"/>
                                  <a:gd name="connsiteX13" fmla="*/ 298450 w 1506285"/>
                                  <a:gd name="connsiteY13" fmla="*/ 572832 h 864932"/>
                                  <a:gd name="connsiteX14" fmla="*/ 304800 w 1506285"/>
                                  <a:gd name="connsiteY14" fmla="*/ 287082 h 864932"/>
                                  <a:gd name="connsiteX15" fmla="*/ 0 w 1506285"/>
                                  <a:gd name="connsiteY15" fmla="*/ 287082 h 864932"/>
                                  <a:gd name="connsiteX16" fmla="*/ 0 w 1506285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596900 w 1504950"/>
                                  <a:gd name="connsiteY1" fmla="*/ 1332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596900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298450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596900 w 1504950"/>
                                  <a:gd name="connsiteY1" fmla="*/ 1332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596900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596900 w 1504950"/>
                                  <a:gd name="connsiteY1" fmla="*/ 1332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596900 w 1504950"/>
                                  <a:gd name="connsiteY1" fmla="*/ 1332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604585 w 1504950"/>
                                  <a:gd name="connsiteY1" fmla="*/ 1332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602023 w 1504950"/>
                                  <a:gd name="connsiteY1" fmla="*/ 3893 h 864932"/>
                                  <a:gd name="connsiteX2" fmla="*/ 603250 w 1504950"/>
                                  <a:gd name="connsiteY2" fmla="*/ 287082 h 864932"/>
                                  <a:gd name="connsiteX3" fmla="*/ 895350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602023 w 1504950"/>
                                  <a:gd name="connsiteY1" fmla="*/ 3893 h 864932"/>
                                  <a:gd name="connsiteX2" fmla="*/ 603250 w 1504950"/>
                                  <a:gd name="connsiteY2" fmla="*/ 287082 h 864932"/>
                                  <a:gd name="connsiteX3" fmla="*/ 900473 w 1504950"/>
                                  <a:gd name="connsiteY3" fmla="*/ 287082 h 864932"/>
                                  <a:gd name="connsiteX4" fmla="*/ 895350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602023 w 1504950"/>
                                  <a:gd name="connsiteY1" fmla="*/ 3893 h 864932"/>
                                  <a:gd name="connsiteX2" fmla="*/ 603250 w 1504950"/>
                                  <a:gd name="connsiteY2" fmla="*/ 287082 h 864932"/>
                                  <a:gd name="connsiteX3" fmla="*/ 900473 w 1504950"/>
                                  <a:gd name="connsiteY3" fmla="*/ 287082 h 864932"/>
                                  <a:gd name="connsiteX4" fmla="*/ 900473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1332 h 864932"/>
                                  <a:gd name="connsiteX1" fmla="*/ 602023 w 1504950"/>
                                  <a:gd name="connsiteY1" fmla="*/ 3893 h 864932"/>
                                  <a:gd name="connsiteX2" fmla="*/ 603250 w 1504950"/>
                                  <a:gd name="connsiteY2" fmla="*/ 287082 h 864932"/>
                                  <a:gd name="connsiteX3" fmla="*/ 900473 w 1504950"/>
                                  <a:gd name="connsiteY3" fmla="*/ 287082 h 864932"/>
                                  <a:gd name="connsiteX4" fmla="*/ 897911 w 1504950"/>
                                  <a:gd name="connsiteY4" fmla="*/ 1332 h 864932"/>
                                  <a:gd name="connsiteX5" fmla="*/ 1503723 w 1504950"/>
                                  <a:gd name="connsiteY5" fmla="*/ 0 h 864932"/>
                                  <a:gd name="connsiteX6" fmla="*/ 1504950 w 1504950"/>
                                  <a:gd name="connsiteY6" fmla="*/ 287082 h 864932"/>
                                  <a:gd name="connsiteX7" fmla="*/ 1200150 w 1504950"/>
                                  <a:gd name="connsiteY7" fmla="*/ 287082 h 864932"/>
                                  <a:gd name="connsiteX8" fmla="*/ 1200150 w 1504950"/>
                                  <a:gd name="connsiteY8" fmla="*/ 579182 h 864932"/>
                                  <a:gd name="connsiteX9" fmla="*/ 895350 w 1504950"/>
                                  <a:gd name="connsiteY9" fmla="*/ 579182 h 864932"/>
                                  <a:gd name="connsiteX10" fmla="*/ 895350 w 1504950"/>
                                  <a:gd name="connsiteY10" fmla="*/ 864932 h 864932"/>
                                  <a:gd name="connsiteX11" fmla="*/ 604585 w 1504950"/>
                                  <a:gd name="connsiteY11" fmla="*/ 864932 h 864932"/>
                                  <a:gd name="connsiteX12" fmla="*/ 603250 w 1504950"/>
                                  <a:gd name="connsiteY12" fmla="*/ 572832 h 864932"/>
                                  <a:gd name="connsiteX13" fmla="*/ 303573 w 1504950"/>
                                  <a:gd name="connsiteY13" fmla="*/ 572832 h 864932"/>
                                  <a:gd name="connsiteX14" fmla="*/ 304800 w 1504950"/>
                                  <a:gd name="connsiteY14" fmla="*/ 287082 h 864932"/>
                                  <a:gd name="connsiteX15" fmla="*/ 0 w 1504950"/>
                                  <a:gd name="connsiteY15" fmla="*/ 287082 h 864932"/>
                                  <a:gd name="connsiteX16" fmla="*/ 0 w 1504950"/>
                                  <a:gd name="connsiteY16" fmla="*/ 1332 h 864932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603250 w 1504950"/>
                                  <a:gd name="connsiteY2" fmla="*/ 288311 h 866161"/>
                                  <a:gd name="connsiteX3" fmla="*/ 900473 w 1504950"/>
                                  <a:gd name="connsiteY3" fmla="*/ 288311 h 866161"/>
                                  <a:gd name="connsiteX4" fmla="*/ 897911 w 1504950"/>
                                  <a:gd name="connsiteY4" fmla="*/ 2561 h 866161"/>
                                  <a:gd name="connsiteX5" fmla="*/ 1503723 w 1504950"/>
                                  <a:gd name="connsiteY5" fmla="*/ 1229 h 866161"/>
                                  <a:gd name="connsiteX6" fmla="*/ 1504950 w 1504950"/>
                                  <a:gd name="connsiteY6" fmla="*/ 288311 h 866161"/>
                                  <a:gd name="connsiteX7" fmla="*/ 1200150 w 1504950"/>
                                  <a:gd name="connsiteY7" fmla="*/ 288311 h 866161"/>
                                  <a:gd name="connsiteX8" fmla="*/ 1200150 w 1504950"/>
                                  <a:gd name="connsiteY8" fmla="*/ 580411 h 866161"/>
                                  <a:gd name="connsiteX9" fmla="*/ 895350 w 1504950"/>
                                  <a:gd name="connsiteY9" fmla="*/ 580411 h 866161"/>
                                  <a:gd name="connsiteX10" fmla="*/ 895350 w 1504950"/>
                                  <a:gd name="connsiteY10" fmla="*/ 866161 h 866161"/>
                                  <a:gd name="connsiteX11" fmla="*/ 604585 w 1504950"/>
                                  <a:gd name="connsiteY11" fmla="*/ 866161 h 866161"/>
                                  <a:gd name="connsiteX12" fmla="*/ 603250 w 1504950"/>
                                  <a:gd name="connsiteY12" fmla="*/ 574061 h 866161"/>
                                  <a:gd name="connsiteX13" fmla="*/ 303573 w 1504950"/>
                                  <a:gd name="connsiteY13" fmla="*/ 574061 h 866161"/>
                                  <a:gd name="connsiteX14" fmla="*/ 304800 w 1504950"/>
                                  <a:gd name="connsiteY14" fmla="*/ 288311 h 866161"/>
                                  <a:gd name="connsiteX15" fmla="*/ 0 w 1504950"/>
                                  <a:gd name="connsiteY15" fmla="*/ 288311 h 866161"/>
                                  <a:gd name="connsiteX16" fmla="*/ 0 w 1504950"/>
                                  <a:gd name="connsiteY16" fmla="*/ 2561 h 866161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603250 w 1504950"/>
                                  <a:gd name="connsiteY2" fmla="*/ 288311 h 866161"/>
                                  <a:gd name="connsiteX3" fmla="*/ 900473 w 1504950"/>
                                  <a:gd name="connsiteY3" fmla="*/ 288311 h 866161"/>
                                  <a:gd name="connsiteX4" fmla="*/ 897911 w 1504950"/>
                                  <a:gd name="connsiteY4" fmla="*/ 2561 h 866161"/>
                                  <a:gd name="connsiteX5" fmla="*/ 1503723 w 1504950"/>
                                  <a:gd name="connsiteY5" fmla="*/ 1229 h 866161"/>
                                  <a:gd name="connsiteX6" fmla="*/ 1504950 w 1504950"/>
                                  <a:gd name="connsiteY6" fmla="*/ 288311 h 866161"/>
                                  <a:gd name="connsiteX7" fmla="*/ 1200150 w 1504950"/>
                                  <a:gd name="connsiteY7" fmla="*/ 288311 h 866161"/>
                                  <a:gd name="connsiteX8" fmla="*/ 1200150 w 1504950"/>
                                  <a:gd name="connsiteY8" fmla="*/ 580411 h 866161"/>
                                  <a:gd name="connsiteX9" fmla="*/ 895350 w 1504950"/>
                                  <a:gd name="connsiteY9" fmla="*/ 580411 h 866161"/>
                                  <a:gd name="connsiteX10" fmla="*/ 895350 w 1504950"/>
                                  <a:gd name="connsiteY10" fmla="*/ 866161 h 866161"/>
                                  <a:gd name="connsiteX11" fmla="*/ 604585 w 1504950"/>
                                  <a:gd name="connsiteY11" fmla="*/ 866161 h 866161"/>
                                  <a:gd name="connsiteX12" fmla="*/ 603250 w 1504950"/>
                                  <a:gd name="connsiteY12" fmla="*/ 574061 h 866161"/>
                                  <a:gd name="connsiteX13" fmla="*/ 303573 w 1504950"/>
                                  <a:gd name="connsiteY13" fmla="*/ 574061 h 866161"/>
                                  <a:gd name="connsiteX14" fmla="*/ 304800 w 1504950"/>
                                  <a:gd name="connsiteY14" fmla="*/ 288311 h 866161"/>
                                  <a:gd name="connsiteX15" fmla="*/ 0 w 1504950"/>
                                  <a:gd name="connsiteY15" fmla="*/ 288311 h 866161"/>
                                  <a:gd name="connsiteX16" fmla="*/ 0 w 1504950"/>
                                  <a:gd name="connsiteY16" fmla="*/ 2561 h 866161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603250 w 1504950"/>
                                  <a:gd name="connsiteY2" fmla="*/ 288311 h 866161"/>
                                  <a:gd name="connsiteX3" fmla="*/ 900473 w 1504950"/>
                                  <a:gd name="connsiteY3" fmla="*/ 288311 h 866161"/>
                                  <a:gd name="connsiteX4" fmla="*/ 897911 w 1504950"/>
                                  <a:gd name="connsiteY4" fmla="*/ 2561 h 866161"/>
                                  <a:gd name="connsiteX5" fmla="*/ 1503723 w 1504950"/>
                                  <a:gd name="connsiteY5" fmla="*/ 1229 h 866161"/>
                                  <a:gd name="connsiteX6" fmla="*/ 1504950 w 1504950"/>
                                  <a:gd name="connsiteY6" fmla="*/ 288311 h 866161"/>
                                  <a:gd name="connsiteX7" fmla="*/ 1200150 w 1504950"/>
                                  <a:gd name="connsiteY7" fmla="*/ 288311 h 866161"/>
                                  <a:gd name="connsiteX8" fmla="*/ 1200150 w 1504950"/>
                                  <a:gd name="connsiteY8" fmla="*/ 580411 h 866161"/>
                                  <a:gd name="connsiteX9" fmla="*/ 900473 w 1504950"/>
                                  <a:gd name="connsiteY9" fmla="*/ 580411 h 866161"/>
                                  <a:gd name="connsiteX10" fmla="*/ 895350 w 1504950"/>
                                  <a:gd name="connsiteY10" fmla="*/ 866161 h 866161"/>
                                  <a:gd name="connsiteX11" fmla="*/ 604585 w 1504950"/>
                                  <a:gd name="connsiteY11" fmla="*/ 866161 h 866161"/>
                                  <a:gd name="connsiteX12" fmla="*/ 603250 w 1504950"/>
                                  <a:gd name="connsiteY12" fmla="*/ 574061 h 866161"/>
                                  <a:gd name="connsiteX13" fmla="*/ 303573 w 1504950"/>
                                  <a:gd name="connsiteY13" fmla="*/ 574061 h 866161"/>
                                  <a:gd name="connsiteX14" fmla="*/ 304800 w 1504950"/>
                                  <a:gd name="connsiteY14" fmla="*/ 288311 h 866161"/>
                                  <a:gd name="connsiteX15" fmla="*/ 0 w 1504950"/>
                                  <a:gd name="connsiteY15" fmla="*/ 288311 h 866161"/>
                                  <a:gd name="connsiteX16" fmla="*/ 0 w 1504950"/>
                                  <a:gd name="connsiteY16" fmla="*/ 2561 h 866161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603250 w 1504950"/>
                                  <a:gd name="connsiteY2" fmla="*/ 288311 h 866161"/>
                                  <a:gd name="connsiteX3" fmla="*/ 900473 w 1504950"/>
                                  <a:gd name="connsiteY3" fmla="*/ 288311 h 866161"/>
                                  <a:gd name="connsiteX4" fmla="*/ 897911 w 1504950"/>
                                  <a:gd name="connsiteY4" fmla="*/ 2561 h 866161"/>
                                  <a:gd name="connsiteX5" fmla="*/ 1503723 w 1504950"/>
                                  <a:gd name="connsiteY5" fmla="*/ 1229 h 866161"/>
                                  <a:gd name="connsiteX6" fmla="*/ 1504950 w 1504950"/>
                                  <a:gd name="connsiteY6" fmla="*/ 288311 h 866161"/>
                                  <a:gd name="connsiteX7" fmla="*/ 1200150 w 1504950"/>
                                  <a:gd name="connsiteY7" fmla="*/ 288311 h 866161"/>
                                  <a:gd name="connsiteX8" fmla="*/ 1200150 w 1504950"/>
                                  <a:gd name="connsiteY8" fmla="*/ 580411 h 866161"/>
                                  <a:gd name="connsiteX9" fmla="*/ 900473 w 1504950"/>
                                  <a:gd name="connsiteY9" fmla="*/ 580411 h 866161"/>
                                  <a:gd name="connsiteX10" fmla="*/ 897911 w 1504950"/>
                                  <a:gd name="connsiteY10" fmla="*/ 866161 h 866161"/>
                                  <a:gd name="connsiteX11" fmla="*/ 604585 w 1504950"/>
                                  <a:gd name="connsiteY11" fmla="*/ 866161 h 866161"/>
                                  <a:gd name="connsiteX12" fmla="*/ 603250 w 1504950"/>
                                  <a:gd name="connsiteY12" fmla="*/ 574061 h 866161"/>
                                  <a:gd name="connsiteX13" fmla="*/ 303573 w 1504950"/>
                                  <a:gd name="connsiteY13" fmla="*/ 574061 h 866161"/>
                                  <a:gd name="connsiteX14" fmla="*/ 304800 w 1504950"/>
                                  <a:gd name="connsiteY14" fmla="*/ 288311 h 866161"/>
                                  <a:gd name="connsiteX15" fmla="*/ 0 w 1504950"/>
                                  <a:gd name="connsiteY15" fmla="*/ 288311 h 866161"/>
                                  <a:gd name="connsiteX16" fmla="*/ 0 w 1504950"/>
                                  <a:gd name="connsiteY16" fmla="*/ 2561 h 866161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603250 w 1504950"/>
                                  <a:gd name="connsiteY2" fmla="*/ 288311 h 866161"/>
                                  <a:gd name="connsiteX3" fmla="*/ 900473 w 1504950"/>
                                  <a:gd name="connsiteY3" fmla="*/ 288311 h 866161"/>
                                  <a:gd name="connsiteX4" fmla="*/ 897911 w 1504950"/>
                                  <a:gd name="connsiteY4" fmla="*/ 2561 h 866161"/>
                                  <a:gd name="connsiteX5" fmla="*/ 1503723 w 1504950"/>
                                  <a:gd name="connsiteY5" fmla="*/ 1229 h 866161"/>
                                  <a:gd name="connsiteX6" fmla="*/ 1504950 w 1504950"/>
                                  <a:gd name="connsiteY6" fmla="*/ 288311 h 866161"/>
                                  <a:gd name="connsiteX7" fmla="*/ 1200150 w 1504950"/>
                                  <a:gd name="connsiteY7" fmla="*/ 288311 h 866161"/>
                                  <a:gd name="connsiteX8" fmla="*/ 1200150 w 1504950"/>
                                  <a:gd name="connsiteY8" fmla="*/ 580411 h 866161"/>
                                  <a:gd name="connsiteX9" fmla="*/ 897911 w 1504950"/>
                                  <a:gd name="connsiteY9" fmla="*/ 580411 h 866161"/>
                                  <a:gd name="connsiteX10" fmla="*/ 897911 w 1504950"/>
                                  <a:gd name="connsiteY10" fmla="*/ 866161 h 866161"/>
                                  <a:gd name="connsiteX11" fmla="*/ 604585 w 1504950"/>
                                  <a:gd name="connsiteY11" fmla="*/ 866161 h 866161"/>
                                  <a:gd name="connsiteX12" fmla="*/ 603250 w 1504950"/>
                                  <a:gd name="connsiteY12" fmla="*/ 574061 h 866161"/>
                                  <a:gd name="connsiteX13" fmla="*/ 303573 w 1504950"/>
                                  <a:gd name="connsiteY13" fmla="*/ 574061 h 866161"/>
                                  <a:gd name="connsiteX14" fmla="*/ 304800 w 1504950"/>
                                  <a:gd name="connsiteY14" fmla="*/ 288311 h 866161"/>
                                  <a:gd name="connsiteX15" fmla="*/ 0 w 1504950"/>
                                  <a:gd name="connsiteY15" fmla="*/ 288311 h 866161"/>
                                  <a:gd name="connsiteX16" fmla="*/ 0 w 1504950"/>
                                  <a:gd name="connsiteY16" fmla="*/ 2561 h 866161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900473 w 1504950"/>
                                  <a:gd name="connsiteY2" fmla="*/ 288311 h 866161"/>
                                  <a:gd name="connsiteX3" fmla="*/ 897911 w 1504950"/>
                                  <a:gd name="connsiteY3" fmla="*/ 2561 h 866161"/>
                                  <a:gd name="connsiteX4" fmla="*/ 1503723 w 1504950"/>
                                  <a:gd name="connsiteY4" fmla="*/ 1229 h 866161"/>
                                  <a:gd name="connsiteX5" fmla="*/ 1504950 w 1504950"/>
                                  <a:gd name="connsiteY5" fmla="*/ 288311 h 866161"/>
                                  <a:gd name="connsiteX6" fmla="*/ 1200150 w 1504950"/>
                                  <a:gd name="connsiteY6" fmla="*/ 288311 h 866161"/>
                                  <a:gd name="connsiteX7" fmla="*/ 1200150 w 1504950"/>
                                  <a:gd name="connsiteY7" fmla="*/ 580411 h 866161"/>
                                  <a:gd name="connsiteX8" fmla="*/ 897911 w 1504950"/>
                                  <a:gd name="connsiteY8" fmla="*/ 580411 h 866161"/>
                                  <a:gd name="connsiteX9" fmla="*/ 897911 w 1504950"/>
                                  <a:gd name="connsiteY9" fmla="*/ 866161 h 866161"/>
                                  <a:gd name="connsiteX10" fmla="*/ 604585 w 1504950"/>
                                  <a:gd name="connsiteY10" fmla="*/ 866161 h 866161"/>
                                  <a:gd name="connsiteX11" fmla="*/ 603250 w 1504950"/>
                                  <a:gd name="connsiteY11" fmla="*/ 574061 h 866161"/>
                                  <a:gd name="connsiteX12" fmla="*/ 303573 w 1504950"/>
                                  <a:gd name="connsiteY12" fmla="*/ 574061 h 866161"/>
                                  <a:gd name="connsiteX13" fmla="*/ 304800 w 1504950"/>
                                  <a:gd name="connsiteY13" fmla="*/ 288311 h 866161"/>
                                  <a:gd name="connsiteX14" fmla="*/ 0 w 1504950"/>
                                  <a:gd name="connsiteY14" fmla="*/ 288311 h 866161"/>
                                  <a:gd name="connsiteX15" fmla="*/ 0 w 1504950"/>
                                  <a:gd name="connsiteY15" fmla="*/ 2561 h 866161"/>
                                  <a:gd name="connsiteX0" fmla="*/ 0 w 1504950"/>
                                  <a:gd name="connsiteY0" fmla="*/ 2561 h 866161"/>
                                  <a:gd name="connsiteX1" fmla="*/ 602023 w 1504950"/>
                                  <a:gd name="connsiteY1" fmla="*/ 0 h 866161"/>
                                  <a:gd name="connsiteX2" fmla="*/ 897911 w 1504950"/>
                                  <a:gd name="connsiteY2" fmla="*/ 2561 h 866161"/>
                                  <a:gd name="connsiteX3" fmla="*/ 1503723 w 1504950"/>
                                  <a:gd name="connsiteY3" fmla="*/ 1229 h 866161"/>
                                  <a:gd name="connsiteX4" fmla="*/ 1504950 w 1504950"/>
                                  <a:gd name="connsiteY4" fmla="*/ 288311 h 866161"/>
                                  <a:gd name="connsiteX5" fmla="*/ 1200150 w 1504950"/>
                                  <a:gd name="connsiteY5" fmla="*/ 288311 h 866161"/>
                                  <a:gd name="connsiteX6" fmla="*/ 1200150 w 1504950"/>
                                  <a:gd name="connsiteY6" fmla="*/ 580411 h 866161"/>
                                  <a:gd name="connsiteX7" fmla="*/ 897911 w 1504950"/>
                                  <a:gd name="connsiteY7" fmla="*/ 580411 h 866161"/>
                                  <a:gd name="connsiteX8" fmla="*/ 897911 w 1504950"/>
                                  <a:gd name="connsiteY8" fmla="*/ 866161 h 866161"/>
                                  <a:gd name="connsiteX9" fmla="*/ 604585 w 1504950"/>
                                  <a:gd name="connsiteY9" fmla="*/ 866161 h 866161"/>
                                  <a:gd name="connsiteX10" fmla="*/ 603250 w 1504950"/>
                                  <a:gd name="connsiteY10" fmla="*/ 574061 h 866161"/>
                                  <a:gd name="connsiteX11" fmla="*/ 303573 w 1504950"/>
                                  <a:gd name="connsiteY11" fmla="*/ 574061 h 866161"/>
                                  <a:gd name="connsiteX12" fmla="*/ 304800 w 1504950"/>
                                  <a:gd name="connsiteY12" fmla="*/ 288311 h 866161"/>
                                  <a:gd name="connsiteX13" fmla="*/ 0 w 1504950"/>
                                  <a:gd name="connsiteY13" fmla="*/ 288311 h 866161"/>
                                  <a:gd name="connsiteX14" fmla="*/ 0 w 1504950"/>
                                  <a:gd name="connsiteY14" fmla="*/ 2561 h 866161"/>
                                  <a:gd name="connsiteX0" fmla="*/ 0 w 1504950"/>
                                  <a:gd name="connsiteY0" fmla="*/ 1332 h 864932"/>
                                  <a:gd name="connsiteX1" fmla="*/ 897911 w 1504950"/>
                                  <a:gd name="connsiteY1" fmla="*/ 1332 h 864932"/>
                                  <a:gd name="connsiteX2" fmla="*/ 1503723 w 1504950"/>
                                  <a:gd name="connsiteY2" fmla="*/ 0 h 864932"/>
                                  <a:gd name="connsiteX3" fmla="*/ 1504950 w 1504950"/>
                                  <a:gd name="connsiteY3" fmla="*/ 287082 h 864932"/>
                                  <a:gd name="connsiteX4" fmla="*/ 1200150 w 1504950"/>
                                  <a:gd name="connsiteY4" fmla="*/ 287082 h 864932"/>
                                  <a:gd name="connsiteX5" fmla="*/ 1200150 w 1504950"/>
                                  <a:gd name="connsiteY5" fmla="*/ 579182 h 864932"/>
                                  <a:gd name="connsiteX6" fmla="*/ 897911 w 1504950"/>
                                  <a:gd name="connsiteY6" fmla="*/ 579182 h 864932"/>
                                  <a:gd name="connsiteX7" fmla="*/ 897911 w 1504950"/>
                                  <a:gd name="connsiteY7" fmla="*/ 864932 h 864932"/>
                                  <a:gd name="connsiteX8" fmla="*/ 604585 w 1504950"/>
                                  <a:gd name="connsiteY8" fmla="*/ 864932 h 864932"/>
                                  <a:gd name="connsiteX9" fmla="*/ 603250 w 1504950"/>
                                  <a:gd name="connsiteY9" fmla="*/ 572832 h 864932"/>
                                  <a:gd name="connsiteX10" fmla="*/ 303573 w 1504950"/>
                                  <a:gd name="connsiteY10" fmla="*/ 572832 h 864932"/>
                                  <a:gd name="connsiteX11" fmla="*/ 304800 w 1504950"/>
                                  <a:gd name="connsiteY11" fmla="*/ 287082 h 864932"/>
                                  <a:gd name="connsiteX12" fmla="*/ 0 w 1504950"/>
                                  <a:gd name="connsiteY12" fmla="*/ 287082 h 864932"/>
                                  <a:gd name="connsiteX13" fmla="*/ 0 w 1504950"/>
                                  <a:gd name="connsiteY13" fmla="*/ 1332 h 864932"/>
                                  <a:gd name="connsiteX0" fmla="*/ 0 w 1504950"/>
                                  <a:gd name="connsiteY0" fmla="*/ 1332 h 864932"/>
                                  <a:gd name="connsiteX1" fmla="*/ 1503723 w 1504950"/>
                                  <a:gd name="connsiteY1" fmla="*/ 0 h 864932"/>
                                  <a:gd name="connsiteX2" fmla="*/ 1504950 w 1504950"/>
                                  <a:gd name="connsiteY2" fmla="*/ 287082 h 864932"/>
                                  <a:gd name="connsiteX3" fmla="*/ 1200150 w 1504950"/>
                                  <a:gd name="connsiteY3" fmla="*/ 287082 h 864932"/>
                                  <a:gd name="connsiteX4" fmla="*/ 1200150 w 1504950"/>
                                  <a:gd name="connsiteY4" fmla="*/ 579182 h 864932"/>
                                  <a:gd name="connsiteX5" fmla="*/ 897911 w 1504950"/>
                                  <a:gd name="connsiteY5" fmla="*/ 579182 h 864932"/>
                                  <a:gd name="connsiteX6" fmla="*/ 897911 w 1504950"/>
                                  <a:gd name="connsiteY6" fmla="*/ 864932 h 864932"/>
                                  <a:gd name="connsiteX7" fmla="*/ 604585 w 1504950"/>
                                  <a:gd name="connsiteY7" fmla="*/ 864932 h 864932"/>
                                  <a:gd name="connsiteX8" fmla="*/ 603250 w 1504950"/>
                                  <a:gd name="connsiteY8" fmla="*/ 572832 h 864932"/>
                                  <a:gd name="connsiteX9" fmla="*/ 303573 w 1504950"/>
                                  <a:gd name="connsiteY9" fmla="*/ 572832 h 864932"/>
                                  <a:gd name="connsiteX10" fmla="*/ 304800 w 1504950"/>
                                  <a:gd name="connsiteY10" fmla="*/ 287082 h 864932"/>
                                  <a:gd name="connsiteX11" fmla="*/ 0 w 1504950"/>
                                  <a:gd name="connsiteY11" fmla="*/ 287082 h 864932"/>
                                  <a:gd name="connsiteX12" fmla="*/ 0 w 1504950"/>
                                  <a:gd name="connsiteY12" fmla="*/ 1332 h 8649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504950" h="864932">
                                    <a:moveTo>
                                      <a:pt x="0" y="1332"/>
                                    </a:moveTo>
                                    <a:lnTo>
                                      <a:pt x="1503723" y="0"/>
                                    </a:lnTo>
                                    <a:lnTo>
                                      <a:pt x="1504950" y="287082"/>
                                    </a:lnTo>
                                    <a:lnTo>
                                      <a:pt x="1200150" y="287082"/>
                                    </a:lnTo>
                                    <a:lnTo>
                                      <a:pt x="1200150" y="579182"/>
                                    </a:lnTo>
                                    <a:lnTo>
                                      <a:pt x="897911" y="579182"/>
                                    </a:lnTo>
                                    <a:cubicBezTo>
                                      <a:pt x="896203" y="674432"/>
                                      <a:pt x="899619" y="769682"/>
                                      <a:pt x="897911" y="864932"/>
                                    </a:cubicBezTo>
                                    <a:lnTo>
                                      <a:pt x="604585" y="864932"/>
                                    </a:lnTo>
                                    <a:lnTo>
                                      <a:pt x="603250" y="572832"/>
                                    </a:lnTo>
                                    <a:lnTo>
                                      <a:pt x="303573" y="572832"/>
                                    </a:lnTo>
                                    <a:lnTo>
                                      <a:pt x="304800" y="287082"/>
                                    </a:lnTo>
                                    <a:lnTo>
                                      <a:pt x="0" y="287082"/>
                                    </a:lnTo>
                                    <a:lnTo>
                                      <a:pt x="0" y="133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50600">
                                  <a:alpha val="35000"/>
                                </a:srgbClr>
                              </a:solidFill>
                              <a:ln w="0" cap="sq">
                                <a:solidFill>
                                  <a:srgbClr val="E50600">
                                    <a:alpha val="35000"/>
                                  </a:srgb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9" o:spid="_x0000_s1026" style="position:absolute;margin-left:-.3pt;margin-top:1.1pt;width:141.4pt;height:84.9pt;rotation:18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0,86493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" path="m0,1332l1503723,,1504950,287082,1200150,287082,1200150,579182,897911,579182c896203,674432,899619,769682,897911,864932l604585,864932,603250,572832,303573,572832,304800,287082,,287082,,1332xe" fillcolor="#e50600" strokecolor="#e50600" strokeweight="0">
                      <v:fill opacity="22873f"/>
                      <v:stroke opacity="22873f" endcap="square"/>
                      <v:path arrowok="t" o:connecttype="custom" o:connectlocs="0,1660;1794316,0;1795780,357878;1432078,357878;1432078,722012;1071431,722012;1071431,1078230;721420,1078230;719827,714096;362238,714096;363702,357878;0,357878;0,1660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3C144E96" w14:textId="77777777" w:rsidR="00B721EE" w:rsidRPr="00451E94" w:rsidRDefault="00B721EE" w:rsidP="009057B6"/>
        </w:tc>
        <w:tc>
          <w:tcPr>
            <w:tcW w:w="567" w:type="dxa"/>
          </w:tcPr>
          <w:p w14:paraId="72179C3E" w14:textId="77777777" w:rsidR="00B721EE" w:rsidRPr="00451E94" w:rsidRDefault="00B721EE" w:rsidP="009057B6"/>
        </w:tc>
        <w:tc>
          <w:tcPr>
            <w:tcW w:w="567" w:type="dxa"/>
          </w:tcPr>
          <w:p w14:paraId="0ED1E8DE" w14:textId="77777777" w:rsidR="00B721EE" w:rsidRPr="00451E94" w:rsidRDefault="00B721EE" w:rsidP="009057B6"/>
        </w:tc>
        <w:tc>
          <w:tcPr>
            <w:tcW w:w="567" w:type="dxa"/>
          </w:tcPr>
          <w:p w14:paraId="25DF4752" w14:textId="77777777" w:rsidR="00B721EE" w:rsidRPr="00451E94" w:rsidRDefault="00B721EE" w:rsidP="009057B6"/>
        </w:tc>
        <w:tc>
          <w:tcPr>
            <w:tcW w:w="567" w:type="dxa"/>
          </w:tcPr>
          <w:p w14:paraId="01BFD0E3" w14:textId="77777777" w:rsidR="00B721EE" w:rsidRPr="00451E94" w:rsidRDefault="00B721EE" w:rsidP="009057B6"/>
        </w:tc>
        <w:tc>
          <w:tcPr>
            <w:tcW w:w="567" w:type="dxa"/>
          </w:tcPr>
          <w:p w14:paraId="36BD3B81" w14:textId="77777777" w:rsidR="00B721EE" w:rsidRPr="00451E94" w:rsidRDefault="00B721EE" w:rsidP="009057B6"/>
        </w:tc>
        <w:tc>
          <w:tcPr>
            <w:tcW w:w="567" w:type="dxa"/>
          </w:tcPr>
          <w:p w14:paraId="14A08FB2" w14:textId="77777777" w:rsidR="00B721EE" w:rsidRPr="00451E94" w:rsidRDefault="00B721EE" w:rsidP="009057B6"/>
        </w:tc>
        <w:tc>
          <w:tcPr>
            <w:tcW w:w="567" w:type="dxa"/>
          </w:tcPr>
          <w:p w14:paraId="6EB5633F" w14:textId="77777777" w:rsidR="00B721EE" w:rsidRPr="00451E94" w:rsidRDefault="00B721EE" w:rsidP="009057B6"/>
        </w:tc>
        <w:tc>
          <w:tcPr>
            <w:tcW w:w="567" w:type="dxa"/>
          </w:tcPr>
          <w:p w14:paraId="3FAD61F2" w14:textId="717B8755" w:rsidR="00B721EE" w:rsidRPr="00451E94" w:rsidRDefault="00B721EE" w:rsidP="009057B6"/>
        </w:tc>
        <w:tc>
          <w:tcPr>
            <w:tcW w:w="567" w:type="dxa"/>
          </w:tcPr>
          <w:p w14:paraId="799356B4" w14:textId="77777777" w:rsidR="00B721EE" w:rsidRPr="00451E94" w:rsidRDefault="00B721EE" w:rsidP="009057B6"/>
        </w:tc>
        <w:tc>
          <w:tcPr>
            <w:tcW w:w="567" w:type="dxa"/>
          </w:tcPr>
          <w:p w14:paraId="247236C5" w14:textId="77777777" w:rsidR="00B721EE" w:rsidRPr="00451E94" w:rsidRDefault="00B721EE" w:rsidP="009057B6"/>
        </w:tc>
      </w:tr>
      <w:tr w:rsidR="00B721EE" w:rsidRPr="00451E94" w14:paraId="3AEFE8DA" w14:textId="77777777" w:rsidTr="0036111A">
        <w:trPr>
          <w:cantSplit/>
          <w:trHeight w:hRule="exact" w:val="567"/>
        </w:trPr>
        <w:tc>
          <w:tcPr>
            <w:tcW w:w="567" w:type="dxa"/>
          </w:tcPr>
          <w:p w14:paraId="6F42F29C" w14:textId="3E00BEB6" w:rsidR="00B721EE" w:rsidRPr="00451E94" w:rsidRDefault="00B721EE" w:rsidP="009057B6"/>
        </w:tc>
        <w:tc>
          <w:tcPr>
            <w:tcW w:w="567" w:type="dxa"/>
          </w:tcPr>
          <w:p w14:paraId="76623392" w14:textId="77777777" w:rsidR="00B721EE" w:rsidRPr="00451E94" w:rsidRDefault="00B721EE" w:rsidP="009057B6"/>
        </w:tc>
        <w:tc>
          <w:tcPr>
            <w:tcW w:w="567" w:type="dxa"/>
          </w:tcPr>
          <w:p w14:paraId="30614D45" w14:textId="77777777" w:rsidR="00B721EE" w:rsidRPr="00451E94" w:rsidRDefault="00B721EE" w:rsidP="009057B6"/>
        </w:tc>
        <w:tc>
          <w:tcPr>
            <w:tcW w:w="567" w:type="dxa"/>
          </w:tcPr>
          <w:p w14:paraId="1FDE12D4" w14:textId="77777777" w:rsidR="00B721EE" w:rsidRPr="00451E94" w:rsidRDefault="00B721EE" w:rsidP="009057B6"/>
        </w:tc>
        <w:tc>
          <w:tcPr>
            <w:tcW w:w="567" w:type="dxa"/>
          </w:tcPr>
          <w:p w14:paraId="258522CA" w14:textId="77777777" w:rsidR="00B721EE" w:rsidRPr="00451E94" w:rsidRDefault="00B721EE" w:rsidP="009057B6"/>
        </w:tc>
        <w:tc>
          <w:tcPr>
            <w:tcW w:w="567" w:type="dxa"/>
          </w:tcPr>
          <w:p w14:paraId="7F9455B4" w14:textId="77777777" w:rsidR="00B721EE" w:rsidRPr="00451E94" w:rsidRDefault="00B721EE" w:rsidP="009057B6"/>
        </w:tc>
        <w:tc>
          <w:tcPr>
            <w:tcW w:w="567" w:type="dxa"/>
          </w:tcPr>
          <w:p w14:paraId="78A8CEAD" w14:textId="77777777" w:rsidR="00B721EE" w:rsidRPr="00451E94" w:rsidRDefault="00B721EE" w:rsidP="009057B6"/>
        </w:tc>
        <w:tc>
          <w:tcPr>
            <w:tcW w:w="567" w:type="dxa"/>
          </w:tcPr>
          <w:p w14:paraId="7F0DBF73" w14:textId="77777777" w:rsidR="00B721EE" w:rsidRPr="00451E94" w:rsidRDefault="00B721EE" w:rsidP="009057B6"/>
        </w:tc>
        <w:tc>
          <w:tcPr>
            <w:tcW w:w="567" w:type="dxa"/>
          </w:tcPr>
          <w:p w14:paraId="4D76A1AD" w14:textId="77777777" w:rsidR="00B721EE" w:rsidRPr="00451E94" w:rsidRDefault="00B721EE" w:rsidP="009057B6"/>
        </w:tc>
        <w:tc>
          <w:tcPr>
            <w:tcW w:w="567" w:type="dxa"/>
          </w:tcPr>
          <w:p w14:paraId="5B255046" w14:textId="77777777" w:rsidR="00B721EE" w:rsidRPr="00451E94" w:rsidRDefault="00B721EE" w:rsidP="009057B6">
            <w:pPr>
              <w:jc w:val="center"/>
            </w:pPr>
          </w:p>
        </w:tc>
        <w:tc>
          <w:tcPr>
            <w:tcW w:w="567" w:type="dxa"/>
          </w:tcPr>
          <w:p w14:paraId="418572E2" w14:textId="77777777" w:rsidR="00B721EE" w:rsidRPr="00451E94" w:rsidRDefault="00B721EE" w:rsidP="009057B6"/>
        </w:tc>
        <w:tc>
          <w:tcPr>
            <w:tcW w:w="567" w:type="dxa"/>
          </w:tcPr>
          <w:p w14:paraId="37951FB2" w14:textId="77777777" w:rsidR="00B721EE" w:rsidRPr="00451E94" w:rsidRDefault="00B721EE" w:rsidP="009057B6">
            <w:pPr>
              <w:jc w:val="center"/>
            </w:pPr>
          </w:p>
        </w:tc>
      </w:tr>
      <w:tr w:rsidR="00B721EE" w:rsidRPr="00451E94" w14:paraId="7CC0B76E" w14:textId="77777777" w:rsidTr="0036111A">
        <w:trPr>
          <w:cantSplit/>
          <w:trHeight w:hRule="exact" w:val="567"/>
        </w:trPr>
        <w:tc>
          <w:tcPr>
            <w:tcW w:w="567" w:type="dxa"/>
          </w:tcPr>
          <w:p w14:paraId="20C4C9F7" w14:textId="77777777" w:rsidR="00B721EE" w:rsidRPr="00451E94" w:rsidRDefault="00B721EE" w:rsidP="009057B6"/>
        </w:tc>
        <w:tc>
          <w:tcPr>
            <w:tcW w:w="567" w:type="dxa"/>
          </w:tcPr>
          <w:p w14:paraId="3884C93F" w14:textId="77777777" w:rsidR="00B721EE" w:rsidRPr="00451E94" w:rsidRDefault="00B721EE" w:rsidP="009057B6"/>
        </w:tc>
        <w:tc>
          <w:tcPr>
            <w:tcW w:w="567" w:type="dxa"/>
          </w:tcPr>
          <w:p w14:paraId="5929386C" w14:textId="77777777" w:rsidR="00B721EE" w:rsidRPr="00432B2D" w:rsidRDefault="00B721EE" w:rsidP="009057B6">
            <w:pPr>
              <w:jc w:val="center"/>
              <w:rPr>
                <w:color w:val="3C5D9F"/>
                <w:sz w:val="40"/>
                <w:szCs w:val="40"/>
              </w:rPr>
            </w:pPr>
          </w:p>
        </w:tc>
        <w:tc>
          <w:tcPr>
            <w:tcW w:w="567" w:type="dxa"/>
          </w:tcPr>
          <w:p w14:paraId="1D666C77" w14:textId="77777777" w:rsidR="00B721EE" w:rsidRPr="00451E94" w:rsidRDefault="00B721EE" w:rsidP="009057B6"/>
        </w:tc>
        <w:tc>
          <w:tcPr>
            <w:tcW w:w="567" w:type="dxa"/>
          </w:tcPr>
          <w:p w14:paraId="7D5BD3EA" w14:textId="77777777" w:rsidR="00B721EE" w:rsidRPr="00451E94" w:rsidRDefault="00B721EE" w:rsidP="009057B6"/>
        </w:tc>
        <w:tc>
          <w:tcPr>
            <w:tcW w:w="567" w:type="dxa"/>
          </w:tcPr>
          <w:p w14:paraId="46DDAB2C" w14:textId="77777777" w:rsidR="00B721EE" w:rsidRPr="00451E94" w:rsidRDefault="00B721EE" w:rsidP="009057B6"/>
        </w:tc>
        <w:tc>
          <w:tcPr>
            <w:tcW w:w="567" w:type="dxa"/>
          </w:tcPr>
          <w:p w14:paraId="40FC97DE" w14:textId="77777777" w:rsidR="00B721EE" w:rsidRPr="00451E94" w:rsidRDefault="00B721EE" w:rsidP="009057B6"/>
        </w:tc>
        <w:tc>
          <w:tcPr>
            <w:tcW w:w="567" w:type="dxa"/>
          </w:tcPr>
          <w:p w14:paraId="355AF42B" w14:textId="77777777" w:rsidR="00B721EE" w:rsidRPr="00451E94" w:rsidRDefault="00B721EE" w:rsidP="009057B6">
            <w:pPr>
              <w:jc w:val="center"/>
            </w:pPr>
          </w:p>
        </w:tc>
        <w:tc>
          <w:tcPr>
            <w:tcW w:w="567" w:type="dxa"/>
          </w:tcPr>
          <w:p w14:paraId="7D55EB43" w14:textId="77777777" w:rsidR="00B721EE" w:rsidRPr="00451E94" w:rsidRDefault="00B721EE" w:rsidP="009057B6"/>
        </w:tc>
        <w:tc>
          <w:tcPr>
            <w:tcW w:w="567" w:type="dxa"/>
          </w:tcPr>
          <w:p w14:paraId="642F5AC8" w14:textId="77777777" w:rsidR="00B721EE" w:rsidRPr="00451E94" w:rsidRDefault="00B721EE" w:rsidP="009057B6">
            <w:pPr>
              <w:jc w:val="center"/>
            </w:pPr>
          </w:p>
        </w:tc>
        <w:tc>
          <w:tcPr>
            <w:tcW w:w="567" w:type="dxa"/>
          </w:tcPr>
          <w:p w14:paraId="07BA84CC" w14:textId="77777777" w:rsidR="00B721EE" w:rsidRPr="00451E94" w:rsidRDefault="00B721EE" w:rsidP="009057B6"/>
        </w:tc>
        <w:tc>
          <w:tcPr>
            <w:tcW w:w="567" w:type="dxa"/>
          </w:tcPr>
          <w:p w14:paraId="19854D4B" w14:textId="77777777" w:rsidR="00B721EE" w:rsidRPr="00451E94" w:rsidRDefault="00B721EE" w:rsidP="009057B6"/>
        </w:tc>
      </w:tr>
    </w:tbl>
    <w:p w14:paraId="35964B63" w14:textId="52EAF336" w:rsidR="00D10DB8" w:rsidRDefault="00D10DB8" w:rsidP="00701D62">
      <w:pPr>
        <w:spacing w:after="0"/>
      </w:pPr>
    </w:p>
    <w:p w14:paraId="6CA8EE17" w14:textId="6F5A9A85" w:rsidR="0053511F" w:rsidRPr="0053511F" w:rsidRDefault="0053511F" w:rsidP="0053511F">
      <w:pPr>
        <w:spacing w:after="40"/>
        <w:rPr>
          <w:rStyle w:val="Schriftrot"/>
        </w:rPr>
      </w:pPr>
      <w:r w:rsidRPr="0053511F">
        <w:rPr>
          <w:rStyle w:val="Schriftrot"/>
        </w:rPr>
        <w:t xml:space="preserve">9 </w:t>
      </w:r>
      <w:r>
        <w:rPr>
          <w:rStyle w:val="Schriftrot"/>
        </w:rPr>
        <w:t>cm</w:t>
      </w:r>
      <w:r w:rsidRPr="0053511F">
        <w:rPr>
          <w:rStyle w:val="Schriftrot"/>
          <w:vertAlign w:val="superscript"/>
        </w:rPr>
        <w:t>2</w:t>
      </w:r>
      <w:r>
        <w:rPr>
          <w:rStyle w:val="Schriftrot"/>
        </w:rPr>
        <w:tab/>
      </w:r>
      <w:r w:rsidRPr="0053511F">
        <w:rPr>
          <w:rStyle w:val="Schriftrot"/>
        </w:rPr>
        <w:t>1 P</w:t>
      </w:r>
    </w:p>
    <w:p w14:paraId="69C699B2" w14:textId="5531B787" w:rsidR="0053511F" w:rsidRPr="0053511F" w:rsidRDefault="0053511F" w:rsidP="0053511F">
      <w:pPr>
        <w:rPr>
          <w:color w:val="E50600"/>
        </w:rPr>
      </w:pPr>
      <w:r>
        <w:rPr>
          <w:rStyle w:val="Schriftrot"/>
        </w:rPr>
        <w:t>16 cm</w:t>
      </w:r>
      <w:r>
        <w:rPr>
          <w:rStyle w:val="Schriftrot"/>
        </w:rPr>
        <w:tab/>
      </w:r>
      <w:r w:rsidRPr="0053511F">
        <w:rPr>
          <w:rStyle w:val="Schriftrot"/>
        </w:rPr>
        <w:t>1 P</w:t>
      </w:r>
    </w:p>
    <w:sectPr w:rsidR="0053511F" w:rsidRPr="0053511F" w:rsidSect="001B4C36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E870E" w14:textId="77777777" w:rsidR="00B721EE" w:rsidRDefault="00B721EE" w:rsidP="00E61129">
      <w:pPr>
        <w:spacing w:after="0"/>
      </w:pPr>
      <w:r>
        <w:separator/>
      </w:r>
    </w:p>
  </w:endnote>
  <w:endnote w:type="continuationSeparator" w:id="0">
    <w:p w14:paraId="57B28C89" w14:textId="77777777" w:rsidR="00B721EE" w:rsidRDefault="00B721EE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8A410" w14:textId="77777777" w:rsidR="00B721EE" w:rsidRPr="00A52340" w:rsidRDefault="00B721E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0C6178">
        <w:rPr>
          <w:noProof/>
        </w:rPr>
        <w:t>MA_G01_Flaechen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0C6178" w:rsidRPr="000C6178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C6178" w:rsidRPr="000C6178">
        <w:rPr>
          <w:noProof/>
          <w:lang w:val="de-DE"/>
        </w:rPr>
        <w:t>1</w:t>
      </w:r>
    </w:fldSimple>
  </w:p>
  <w:p w14:paraId="6C1AB335" w14:textId="77777777" w:rsidR="00B721EE" w:rsidRDefault="00B721E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D6E27" w14:textId="77777777" w:rsidR="00B721EE" w:rsidRDefault="00B721E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0C6178">
        <w:rPr>
          <w:noProof/>
        </w:rPr>
        <w:t>MA_G01_Flaechen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C6178" w:rsidRPr="000C6178">
        <w:rPr>
          <w:noProof/>
          <w:lang w:val="de-DE"/>
        </w:rPr>
        <w:t>2</w:t>
      </w:r>
    </w:fldSimple>
  </w:p>
  <w:p w14:paraId="7677B052" w14:textId="77777777" w:rsidR="00B721EE" w:rsidRDefault="00B721E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AFB11D" w14:textId="77777777" w:rsidR="00B721EE" w:rsidRDefault="00B721EE" w:rsidP="00E61129">
      <w:pPr>
        <w:spacing w:after="0"/>
      </w:pPr>
      <w:r>
        <w:separator/>
      </w:r>
    </w:p>
  </w:footnote>
  <w:footnote w:type="continuationSeparator" w:id="0">
    <w:p w14:paraId="0E513875" w14:textId="77777777" w:rsidR="00B721EE" w:rsidRDefault="00B721EE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D85D3" w14:textId="77777777" w:rsidR="00B721EE" w:rsidRPr="00F25B93" w:rsidRDefault="00B721E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2184BA05" wp14:editId="7BE1122D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A20E2D" w14:textId="77777777" w:rsidR="00B721EE" w:rsidRPr="00093725" w:rsidRDefault="00B721EE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7C06BE4B" w14:textId="77777777" w:rsidR="00B721EE" w:rsidRPr="00BB20F6" w:rsidRDefault="00B721EE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0" o:spid="_x0000_s1027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9iaa3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8A20E2D" w14:textId="77777777" w:rsidR="00B721EE" w:rsidRPr="00093725" w:rsidRDefault="00B721EE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7C06BE4B" w14:textId="77777777" w:rsidR="00B721EE" w:rsidRPr="00BB20F6" w:rsidRDefault="00B721EE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48349AE" wp14:editId="3BAE391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21" name="Straight Connector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5D190AF" wp14:editId="73A8552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2" name="Straight Connector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1BD883C1" wp14:editId="5C4345DF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BDC7626" wp14:editId="73AD462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4" name="Straight Connector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9682DEA" wp14:editId="0CB6404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25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9B31C8" w14:textId="77777777" w:rsidR="00B721EE" w:rsidRDefault="00B721EE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5" o:spid="_x0000_s1028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0Sl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VJ0Sl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6D9B31C8" w14:textId="77777777" w:rsidR="00B721EE" w:rsidRDefault="00B721EE" w:rsidP="00F25B93"/>
                </w:txbxContent>
              </v:textbox>
            </v:shape>
          </w:pict>
        </mc:Fallback>
      </mc:AlternateContent>
    </w:r>
  </w:p>
  <w:p w14:paraId="5B13974A" w14:textId="77777777" w:rsidR="00B721EE" w:rsidRDefault="00B721E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6CBB3B6" wp14:editId="0FBA2C8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A6EB6A" w14:textId="77777777" w:rsidR="00B721EE" w:rsidRDefault="00B721E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44A0D1A" wp14:editId="57E5A025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86A759" w14:textId="77777777" w:rsidR="00B721EE" w:rsidRPr="00093725" w:rsidRDefault="00B721E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9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" fillcolor="#8ab2e2" stroked="f">
              <v:textbox>
                <w:txbxContent>
                  <w:p w14:paraId="0A86A759" w14:textId="77777777" w:rsidR="00B721EE" w:rsidRPr="00093725" w:rsidRDefault="00B721EE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F3D9578" wp14:editId="189BD0E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27" name="Straight Connector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CA9B2CA" wp14:editId="053CC1CF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6E3CE30" wp14:editId="6C69AC73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09ADA4" wp14:editId="67573BC6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9D1AE9" wp14:editId="5E1E1969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31" name="Text Box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408ECA" w14:textId="77777777" w:rsidR="00B721EE" w:rsidRDefault="00B721E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B2A33D" w14:textId="77777777" w:rsidR="00B721EE" w:rsidRDefault="00B721E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1" o:spid="_x0000_s1030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EtR/APSAgAAFw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15408ECA" w14:textId="77777777" w:rsidR="00B721EE" w:rsidRDefault="00B721EE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B2A33D" w14:textId="77777777" w:rsidR="00B721EE" w:rsidRDefault="00B721EE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3C1B6E6" wp14:editId="799262A7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65" name="Rectangle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FDF9D58" wp14:editId="40A442C3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6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6E"/>
    <w:rsid w:val="00017B2B"/>
    <w:rsid w:val="000234B5"/>
    <w:rsid w:val="00027A8D"/>
    <w:rsid w:val="00042022"/>
    <w:rsid w:val="00046A29"/>
    <w:rsid w:val="00052D1E"/>
    <w:rsid w:val="00057D5C"/>
    <w:rsid w:val="00063B3E"/>
    <w:rsid w:val="000675B2"/>
    <w:rsid w:val="000826F2"/>
    <w:rsid w:val="00093725"/>
    <w:rsid w:val="000A1533"/>
    <w:rsid w:val="000C6178"/>
    <w:rsid w:val="000D5FE5"/>
    <w:rsid w:val="000D778F"/>
    <w:rsid w:val="001055AD"/>
    <w:rsid w:val="001245CE"/>
    <w:rsid w:val="00131F08"/>
    <w:rsid w:val="00134BAB"/>
    <w:rsid w:val="0015559D"/>
    <w:rsid w:val="001A52F5"/>
    <w:rsid w:val="001B0583"/>
    <w:rsid w:val="001B4C36"/>
    <w:rsid w:val="001C2481"/>
    <w:rsid w:val="001D4B13"/>
    <w:rsid w:val="001F5496"/>
    <w:rsid w:val="001F6EF0"/>
    <w:rsid w:val="002019CA"/>
    <w:rsid w:val="0020629D"/>
    <w:rsid w:val="00234D56"/>
    <w:rsid w:val="002467CE"/>
    <w:rsid w:val="00285B8B"/>
    <w:rsid w:val="00295345"/>
    <w:rsid w:val="002B17C6"/>
    <w:rsid w:val="002B2FAD"/>
    <w:rsid w:val="002D4FD8"/>
    <w:rsid w:val="002E4262"/>
    <w:rsid w:val="002F4C4F"/>
    <w:rsid w:val="00307CF9"/>
    <w:rsid w:val="003131E0"/>
    <w:rsid w:val="00313CCE"/>
    <w:rsid w:val="00324B78"/>
    <w:rsid w:val="003251AC"/>
    <w:rsid w:val="00342F40"/>
    <w:rsid w:val="0036111A"/>
    <w:rsid w:val="003E1E9B"/>
    <w:rsid w:val="003E472B"/>
    <w:rsid w:val="003E4C02"/>
    <w:rsid w:val="003F6D59"/>
    <w:rsid w:val="0042736B"/>
    <w:rsid w:val="00432B2D"/>
    <w:rsid w:val="004368E9"/>
    <w:rsid w:val="00451E94"/>
    <w:rsid w:val="00453748"/>
    <w:rsid w:val="00456EEE"/>
    <w:rsid w:val="00462941"/>
    <w:rsid w:val="00463FD0"/>
    <w:rsid w:val="00464868"/>
    <w:rsid w:val="004731A1"/>
    <w:rsid w:val="00480786"/>
    <w:rsid w:val="00496374"/>
    <w:rsid w:val="004A3535"/>
    <w:rsid w:val="004B4EB6"/>
    <w:rsid w:val="004C17BE"/>
    <w:rsid w:val="004C67C9"/>
    <w:rsid w:val="004D5D12"/>
    <w:rsid w:val="004D606A"/>
    <w:rsid w:val="004F407C"/>
    <w:rsid w:val="005102FE"/>
    <w:rsid w:val="00510665"/>
    <w:rsid w:val="00510AEA"/>
    <w:rsid w:val="00515202"/>
    <w:rsid w:val="00530276"/>
    <w:rsid w:val="0053511F"/>
    <w:rsid w:val="00537D5C"/>
    <w:rsid w:val="00556BE1"/>
    <w:rsid w:val="00562EDF"/>
    <w:rsid w:val="0058578B"/>
    <w:rsid w:val="00590A58"/>
    <w:rsid w:val="0059437F"/>
    <w:rsid w:val="005A1975"/>
    <w:rsid w:val="005B0AA8"/>
    <w:rsid w:val="005B22D2"/>
    <w:rsid w:val="005B4A2B"/>
    <w:rsid w:val="005B74AF"/>
    <w:rsid w:val="005C6F8E"/>
    <w:rsid w:val="005D3260"/>
    <w:rsid w:val="005D5528"/>
    <w:rsid w:val="005E0117"/>
    <w:rsid w:val="00613AB0"/>
    <w:rsid w:val="00634654"/>
    <w:rsid w:val="00634953"/>
    <w:rsid w:val="0063523D"/>
    <w:rsid w:val="006376CC"/>
    <w:rsid w:val="00651E15"/>
    <w:rsid w:val="00665E44"/>
    <w:rsid w:val="00666F57"/>
    <w:rsid w:val="00677494"/>
    <w:rsid w:val="0068461F"/>
    <w:rsid w:val="006901A8"/>
    <w:rsid w:val="00691DD4"/>
    <w:rsid w:val="006A5EDD"/>
    <w:rsid w:val="006D36D8"/>
    <w:rsid w:val="006F1B56"/>
    <w:rsid w:val="00701D62"/>
    <w:rsid w:val="007171B0"/>
    <w:rsid w:val="007201E2"/>
    <w:rsid w:val="00730CDC"/>
    <w:rsid w:val="007368E6"/>
    <w:rsid w:val="00750C7D"/>
    <w:rsid w:val="007620D2"/>
    <w:rsid w:val="007621AF"/>
    <w:rsid w:val="007753DC"/>
    <w:rsid w:val="007B2BE4"/>
    <w:rsid w:val="007D6073"/>
    <w:rsid w:val="007E2CFC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41781"/>
    <w:rsid w:val="0085716E"/>
    <w:rsid w:val="0088314E"/>
    <w:rsid w:val="009057B6"/>
    <w:rsid w:val="00905B48"/>
    <w:rsid w:val="00925A82"/>
    <w:rsid w:val="00925CDB"/>
    <w:rsid w:val="009403DB"/>
    <w:rsid w:val="009453CA"/>
    <w:rsid w:val="009514A0"/>
    <w:rsid w:val="00954DF4"/>
    <w:rsid w:val="009773BD"/>
    <w:rsid w:val="00987368"/>
    <w:rsid w:val="0099117F"/>
    <w:rsid w:val="00994AE1"/>
    <w:rsid w:val="009A7F42"/>
    <w:rsid w:val="009B57D7"/>
    <w:rsid w:val="009C0A93"/>
    <w:rsid w:val="009D0E08"/>
    <w:rsid w:val="009D1D25"/>
    <w:rsid w:val="009D4029"/>
    <w:rsid w:val="009F5EE3"/>
    <w:rsid w:val="00A0763D"/>
    <w:rsid w:val="00A10EDD"/>
    <w:rsid w:val="00A40882"/>
    <w:rsid w:val="00A52340"/>
    <w:rsid w:val="00A56FB1"/>
    <w:rsid w:val="00A71ABD"/>
    <w:rsid w:val="00A922BD"/>
    <w:rsid w:val="00A9626B"/>
    <w:rsid w:val="00AD0C62"/>
    <w:rsid w:val="00AD1653"/>
    <w:rsid w:val="00AE1EF5"/>
    <w:rsid w:val="00AE2523"/>
    <w:rsid w:val="00AE5F2E"/>
    <w:rsid w:val="00AE63FE"/>
    <w:rsid w:val="00AF4F8E"/>
    <w:rsid w:val="00B0459D"/>
    <w:rsid w:val="00B23375"/>
    <w:rsid w:val="00B23F47"/>
    <w:rsid w:val="00B25321"/>
    <w:rsid w:val="00B26651"/>
    <w:rsid w:val="00B27990"/>
    <w:rsid w:val="00B323B4"/>
    <w:rsid w:val="00B45F3A"/>
    <w:rsid w:val="00B55B55"/>
    <w:rsid w:val="00B622D3"/>
    <w:rsid w:val="00B721EE"/>
    <w:rsid w:val="00B73859"/>
    <w:rsid w:val="00B77AFC"/>
    <w:rsid w:val="00B92F68"/>
    <w:rsid w:val="00BC46E0"/>
    <w:rsid w:val="00BC6428"/>
    <w:rsid w:val="00BE6196"/>
    <w:rsid w:val="00BF5EB3"/>
    <w:rsid w:val="00C01F72"/>
    <w:rsid w:val="00C237BD"/>
    <w:rsid w:val="00C25CFD"/>
    <w:rsid w:val="00C27D3B"/>
    <w:rsid w:val="00C36A67"/>
    <w:rsid w:val="00C44135"/>
    <w:rsid w:val="00C46E3D"/>
    <w:rsid w:val="00C55BA0"/>
    <w:rsid w:val="00C62C1F"/>
    <w:rsid w:val="00C90635"/>
    <w:rsid w:val="00C957D0"/>
    <w:rsid w:val="00CA0082"/>
    <w:rsid w:val="00CA6C8E"/>
    <w:rsid w:val="00CB1E1C"/>
    <w:rsid w:val="00CC2326"/>
    <w:rsid w:val="00CE3698"/>
    <w:rsid w:val="00CF1035"/>
    <w:rsid w:val="00CF6440"/>
    <w:rsid w:val="00D03892"/>
    <w:rsid w:val="00D05344"/>
    <w:rsid w:val="00D10DB8"/>
    <w:rsid w:val="00D267C6"/>
    <w:rsid w:val="00D32604"/>
    <w:rsid w:val="00D41BC7"/>
    <w:rsid w:val="00D47ECD"/>
    <w:rsid w:val="00D511EA"/>
    <w:rsid w:val="00D57C25"/>
    <w:rsid w:val="00D67F3A"/>
    <w:rsid w:val="00D75776"/>
    <w:rsid w:val="00D75ED3"/>
    <w:rsid w:val="00DA1857"/>
    <w:rsid w:val="00DA6D2C"/>
    <w:rsid w:val="00DC0400"/>
    <w:rsid w:val="00DC1B64"/>
    <w:rsid w:val="00DF5285"/>
    <w:rsid w:val="00E056F4"/>
    <w:rsid w:val="00E12CC7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03AB"/>
    <w:rsid w:val="00E95816"/>
    <w:rsid w:val="00EB2465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054E"/>
    <w:rsid w:val="00F14879"/>
    <w:rsid w:val="00F25B93"/>
    <w:rsid w:val="00F26B73"/>
    <w:rsid w:val="00F31068"/>
    <w:rsid w:val="00F503E6"/>
    <w:rsid w:val="00F65DD6"/>
    <w:rsid w:val="00F66C7F"/>
    <w:rsid w:val="00FC2FB0"/>
    <w:rsid w:val="00FC5526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5FA48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01D62"/>
    <w:pPr>
      <w:pBdr>
        <w:bottom w:val="single" w:sz="4" w:space="1" w:color="3C5D9F"/>
      </w:pBdr>
      <w:tabs>
        <w:tab w:val="right" w:pos="9420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character" w:customStyle="1" w:styleId="Schriftrot">
    <w:name w:val="Schrift rot"/>
    <w:basedOn w:val="DefaultParagraphFont"/>
    <w:uiPriority w:val="1"/>
    <w:qFormat/>
    <w:rsid w:val="00D75ED3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01D62"/>
    <w:pPr>
      <w:pBdr>
        <w:bottom w:val="single" w:sz="4" w:space="1" w:color="3C5D9F"/>
      </w:pBdr>
      <w:tabs>
        <w:tab w:val="right" w:pos="9420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character" w:customStyle="1" w:styleId="Schriftrot">
    <w:name w:val="Schrift rot"/>
    <w:basedOn w:val="DefaultParagraphFont"/>
    <w:uiPriority w:val="1"/>
    <w:qFormat/>
    <w:rsid w:val="00D75ED3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gif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M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5EF86-001E-0B4D-BBCE-4F5EEBF9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Master_M_V4.0.dotx</Template>
  <TotalTime>213</TotalTime>
  <Pages>1</Pages>
  <Words>274</Words>
  <Characters>1563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1834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38</cp:revision>
  <cp:lastPrinted>2014-10-12T09:32:00Z</cp:lastPrinted>
  <dcterms:created xsi:type="dcterms:W3CDTF">2014-09-18T09:15:00Z</dcterms:created>
  <dcterms:modified xsi:type="dcterms:W3CDTF">2014-10-12T09:32:00Z</dcterms:modified>
  <cp:category/>
</cp:coreProperties>
</file>