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5866D5" w14:textId="50F04734" w:rsidR="007620D2" w:rsidRPr="00C27D3B" w:rsidRDefault="005C73D1" w:rsidP="0049627B">
      <w:pPr>
        <w:pStyle w:val="AufgabenID"/>
        <w:tabs>
          <w:tab w:val="right" w:pos="9448"/>
        </w:tabs>
      </w:pPr>
      <w:bookmarkStart w:id="0" w:name="_GoBack"/>
      <w:bookmarkEnd w:id="0"/>
      <w:r w:rsidRPr="005C73D1">
        <w:t>BRUCHTEILE</w:t>
      </w:r>
      <w:r w:rsidR="0049627B">
        <w:tab/>
        <w:t xml:space="preserve"> </w:t>
      </w:r>
      <w:r w:rsidR="0049627B" w:rsidRPr="0049627B">
        <w:rPr>
          <w:rStyle w:val="Eingabefeld0"/>
          <w:bCs w:val="0"/>
          <w:color w:val="E50600"/>
          <w:position w:val="0"/>
          <w:sz w:val="28"/>
          <w:szCs w:val="28"/>
        </w:rPr>
        <w:t>Ab September</w:t>
      </w:r>
    </w:p>
    <w:p w14:paraId="4E6DBC97" w14:textId="77777777" w:rsidR="004C67C9" w:rsidRPr="00A40882" w:rsidRDefault="00D41BC7" w:rsidP="0020629D">
      <w:pPr>
        <w:pStyle w:val="KurzbeschriebTitel"/>
      </w:pPr>
      <w:r>
        <w:tab/>
      </w:r>
    </w:p>
    <w:p w14:paraId="62E8C412" w14:textId="77777777" w:rsidR="00BC6B04" w:rsidRDefault="00BC6B04" w:rsidP="005C73D1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2"/>
        <w:gridCol w:w="2214"/>
        <w:gridCol w:w="1290"/>
        <w:gridCol w:w="2214"/>
      </w:tblGrid>
      <w:tr w:rsidR="00BC6B04" w14:paraId="3B9E38BA" w14:textId="77777777" w:rsidTr="00682D01">
        <w:tc>
          <w:tcPr>
            <w:tcW w:w="0" w:type="auto"/>
            <w:tcMar>
              <w:top w:w="28" w:type="dxa"/>
              <w:left w:w="0" w:type="dxa"/>
            </w:tcMar>
            <w:vAlign w:val="bottom"/>
          </w:tcPr>
          <w:p w14:paraId="16B6D0DD" w14:textId="77777777" w:rsidR="00BC6B04" w:rsidRDefault="00682D01" w:rsidP="00682D01">
            <w:pPr>
              <w:spacing w:after="0"/>
            </w:pPr>
            <w:r>
              <w:br/>
            </w:r>
            <w:r w:rsidR="00BC6B04" w:rsidRPr="005C73D1">
              <w:t>Fi</w:t>
            </w:r>
            <w:r w:rsidR="00BC6B04">
              <w:t xml:space="preserve">gur I  </w:t>
            </w:r>
          </w:p>
        </w:tc>
        <w:tc>
          <w:tcPr>
            <w:tcW w:w="0" w:type="auto"/>
            <w:tcMar>
              <w:top w:w="28" w:type="dxa"/>
              <w:left w:w="0" w:type="dxa"/>
            </w:tcMar>
            <w:vAlign w:val="bottom"/>
          </w:tcPr>
          <w:tbl>
            <w:tblPr>
              <w:tblStyle w:val="TableGrid"/>
              <w:tblpPr w:leftFromText="180" w:rightFromText="180" w:vertAnchor="text" w:horzAnchor="page" w:tblpY="-154"/>
              <w:tblOverlap w:val="never"/>
              <w:tblW w:w="0" w:type="auto"/>
              <w:tblBorders>
                <w:top w:val="single" w:sz="12" w:space="0" w:color="3C5D9F"/>
                <w:left w:val="single" w:sz="12" w:space="0" w:color="3C5D9F"/>
                <w:bottom w:val="single" w:sz="12" w:space="0" w:color="3C5D9F"/>
                <w:right w:val="single" w:sz="12" w:space="0" w:color="3C5D9F"/>
                <w:insideH w:val="single" w:sz="12" w:space="0" w:color="3C5D9F"/>
                <w:insideV w:val="single" w:sz="12" w:space="0" w:color="3C5D9F"/>
              </w:tblBorders>
              <w:tblCellMar>
                <w:top w:w="0" w:type="dxa"/>
                <w:left w:w="11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2"/>
              <w:gridCol w:w="684"/>
              <w:gridCol w:w="680"/>
            </w:tblGrid>
            <w:tr w:rsidR="00BC6B04" w:rsidRPr="00B502D5" w14:paraId="39CA59F1" w14:textId="77777777" w:rsidTr="00BC6B04">
              <w:trPr>
                <w:trHeight w:hRule="exact" w:val="502"/>
                <w:tblHeader/>
              </w:trPr>
              <w:tc>
                <w:tcPr>
                  <w:tcW w:w="674" w:type="dxa"/>
                  <w:tcBorders>
                    <w:top w:val="single" w:sz="24" w:space="0" w:color="3C5D9F"/>
                    <w:left w:val="single" w:sz="24" w:space="0" w:color="3C5D9F"/>
                    <w:right w:val="single" w:sz="12" w:space="0" w:color="CAE4FF"/>
                  </w:tcBorders>
                  <w:noWrap/>
                  <w:vAlign w:val="center"/>
                </w:tcPr>
                <w:p w14:paraId="7E777E74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676" w:type="dxa"/>
                  <w:tcBorders>
                    <w:top w:val="single" w:sz="24" w:space="0" w:color="3C5D9F"/>
                    <w:left w:val="single" w:sz="12" w:space="0" w:color="CAE4FF"/>
                    <w:bottom w:val="single" w:sz="24" w:space="0" w:color="3C5D9F"/>
                    <w:right w:val="single" w:sz="12" w:space="0" w:color="CAE4FF"/>
                  </w:tcBorders>
                  <w:noWrap/>
                  <w:vAlign w:val="center"/>
                </w:tcPr>
                <w:p w14:paraId="493B35FB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672" w:type="dxa"/>
                  <w:tcBorders>
                    <w:top w:val="single" w:sz="24" w:space="0" w:color="3C5D9F"/>
                    <w:left w:val="single" w:sz="12" w:space="0" w:color="CAE4FF"/>
                    <w:bottom w:val="single" w:sz="24" w:space="0" w:color="3C5D9F"/>
                    <w:right w:val="single" w:sz="24" w:space="0" w:color="3C5D9F"/>
                  </w:tcBorders>
                  <w:noWrap/>
                  <w:vAlign w:val="center"/>
                </w:tcPr>
                <w:p w14:paraId="7F92B22D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</w:tr>
            <w:tr w:rsidR="00BC6B04" w:rsidRPr="00B502D5" w14:paraId="424057DB" w14:textId="77777777" w:rsidTr="00BC6B04">
              <w:trPr>
                <w:trHeight w:hRule="exact" w:val="502"/>
                <w:tblHeader/>
              </w:trPr>
              <w:tc>
                <w:tcPr>
                  <w:tcW w:w="674" w:type="dxa"/>
                  <w:tcBorders>
                    <w:top w:val="single" w:sz="24" w:space="0" w:color="3C5D9F"/>
                    <w:left w:val="single" w:sz="24" w:space="0" w:color="3C5D9F"/>
                    <w:right w:val="single" w:sz="24" w:space="0" w:color="3C5D9F"/>
                  </w:tcBorders>
                  <w:noWrap/>
                  <w:vAlign w:val="center"/>
                </w:tcPr>
                <w:p w14:paraId="22E9341D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676" w:type="dxa"/>
                  <w:tcBorders>
                    <w:top w:val="single" w:sz="24" w:space="0" w:color="3C5D9F"/>
                    <w:left w:val="single" w:sz="24" w:space="0" w:color="3C5D9F"/>
                    <w:bottom w:val="single" w:sz="12" w:space="0" w:color="CAE4FF"/>
                    <w:right w:val="single" w:sz="12" w:space="0" w:color="CAE4FF"/>
                  </w:tcBorders>
                  <w:noWrap/>
                  <w:vAlign w:val="center"/>
                </w:tcPr>
                <w:p w14:paraId="678113E6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672" w:type="dxa"/>
                  <w:tcBorders>
                    <w:top w:val="single" w:sz="24" w:space="0" w:color="3C5D9F"/>
                    <w:left w:val="single" w:sz="12" w:space="0" w:color="CAE4FF"/>
                    <w:bottom w:val="single" w:sz="12" w:space="0" w:color="CAE4FF"/>
                    <w:right w:val="single" w:sz="24" w:space="0" w:color="3C5D9F"/>
                  </w:tcBorders>
                  <w:noWrap/>
                  <w:vAlign w:val="center"/>
                </w:tcPr>
                <w:p w14:paraId="5DE556D0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</w:tr>
            <w:tr w:rsidR="00BC6B04" w:rsidRPr="00B502D5" w14:paraId="6BCF7285" w14:textId="77777777" w:rsidTr="00BC6B04">
              <w:trPr>
                <w:trHeight w:hRule="exact" w:val="502"/>
                <w:tblHeader/>
              </w:trPr>
              <w:tc>
                <w:tcPr>
                  <w:tcW w:w="674" w:type="dxa"/>
                  <w:tcBorders>
                    <w:top w:val="single" w:sz="24" w:space="0" w:color="3C5D9F"/>
                    <w:left w:val="single" w:sz="24" w:space="0" w:color="3C5D9F"/>
                    <w:bottom w:val="single" w:sz="12" w:space="0" w:color="CAE4FF"/>
                    <w:right w:val="single" w:sz="24" w:space="0" w:color="3C5D9F"/>
                  </w:tcBorders>
                  <w:noWrap/>
                  <w:vAlign w:val="center"/>
                </w:tcPr>
                <w:p w14:paraId="397754C9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676" w:type="dxa"/>
                  <w:tcBorders>
                    <w:top w:val="single" w:sz="12" w:space="0" w:color="CAE4FF"/>
                    <w:left w:val="single" w:sz="24" w:space="0" w:color="3C5D9F"/>
                    <w:bottom w:val="single" w:sz="12" w:space="0" w:color="CAE4FF"/>
                    <w:right w:val="single" w:sz="12" w:space="0" w:color="CAE4FF"/>
                  </w:tcBorders>
                  <w:noWrap/>
                  <w:vAlign w:val="center"/>
                </w:tcPr>
                <w:p w14:paraId="31FC6FE6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672" w:type="dxa"/>
                  <w:tcBorders>
                    <w:top w:val="single" w:sz="12" w:space="0" w:color="CAE4FF"/>
                    <w:left w:val="single" w:sz="12" w:space="0" w:color="CAE4FF"/>
                    <w:bottom w:val="single" w:sz="12" w:space="0" w:color="CAE4FF"/>
                    <w:right w:val="single" w:sz="24" w:space="0" w:color="3C5D9F"/>
                  </w:tcBorders>
                  <w:noWrap/>
                  <w:vAlign w:val="center"/>
                </w:tcPr>
                <w:p w14:paraId="3C5D8BF8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</w:tr>
            <w:tr w:rsidR="00BC6B04" w:rsidRPr="00B502D5" w14:paraId="227A88E7" w14:textId="77777777" w:rsidTr="00BC6B04">
              <w:trPr>
                <w:trHeight w:hRule="exact" w:val="502"/>
                <w:tblHeader/>
              </w:trPr>
              <w:tc>
                <w:tcPr>
                  <w:tcW w:w="674" w:type="dxa"/>
                  <w:tcBorders>
                    <w:top w:val="single" w:sz="12" w:space="0" w:color="CAE4FF"/>
                    <w:left w:val="single" w:sz="24" w:space="0" w:color="3C5D9F"/>
                    <w:bottom w:val="single" w:sz="24" w:space="0" w:color="3C5D9F"/>
                    <w:right w:val="single" w:sz="24" w:space="0" w:color="3C5D9F"/>
                  </w:tcBorders>
                  <w:noWrap/>
                  <w:vAlign w:val="center"/>
                </w:tcPr>
                <w:p w14:paraId="106958D2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676" w:type="dxa"/>
                  <w:tcBorders>
                    <w:top w:val="single" w:sz="12" w:space="0" w:color="CAE4FF"/>
                    <w:left w:val="single" w:sz="24" w:space="0" w:color="3C5D9F"/>
                    <w:bottom w:val="single" w:sz="24" w:space="0" w:color="3C5D9F"/>
                    <w:right w:val="single" w:sz="12" w:space="0" w:color="CAE4FF"/>
                  </w:tcBorders>
                  <w:noWrap/>
                  <w:vAlign w:val="center"/>
                </w:tcPr>
                <w:p w14:paraId="3481378C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672" w:type="dxa"/>
                  <w:tcBorders>
                    <w:top w:val="single" w:sz="12" w:space="0" w:color="CAE4FF"/>
                    <w:left w:val="single" w:sz="12" w:space="0" w:color="CAE4FF"/>
                    <w:bottom w:val="single" w:sz="24" w:space="0" w:color="3C5D9F"/>
                    <w:right w:val="single" w:sz="24" w:space="0" w:color="3C5D9F"/>
                  </w:tcBorders>
                  <w:noWrap/>
                  <w:vAlign w:val="center"/>
                </w:tcPr>
                <w:p w14:paraId="5C3CC5BB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</w:tr>
          </w:tbl>
          <w:p w14:paraId="51E2C3F5" w14:textId="77777777" w:rsidR="00BC6B04" w:rsidRDefault="00BC6B04" w:rsidP="00BC6B04"/>
        </w:tc>
        <w:tc>
          <w:tcPr>
            <w:tcW w:w="1000" w:type="pct"/>
            <w:tcMar>
              <w:top w:w="28" w:type="dxa"/>
              <w:left w:w="0" w:type="dxa"/>
            </w:tcMar>
            <w:vAlign w:val="bottom"/>
          </w:tcPr>
          <w:p w14:paraId="03847722" w14:textId="77777777" w:rsidR="00BC6B04" w:rsidRDefault="00682D01" w:rsidP="00682D01">
            <w:pPr>
              <w:spacing w:after="0"/>
              <w:jc w:val="right"/>
            </w:pPr>
            <w:r>
              <w:br/>
            </w:r>
            <w:r w:rsidR="00BC6B04">
              <w:t xml:space="preserve">Figur II </w:t>
            </w:r>
          </w:p>
        </w:tc>
        <w:tc>
          <w:tcPr>
            <w:tcW w:w="0" w:type="auto"/>
            <w:tcMar>
              <w:top w:w="28" w:type="dxa"/>
              <w:left w:w="0" w:type="dxa"/>
            </w:tcMar>
            <w:vAlign w:val="bottom"/>
          </w:tcPr>
          <w:tbl>
            <w:tblPr>
              <w:tblStyle w:val="TableGrid"/>
              <w:tblW w:w="0" w:type="auto"/>
              <w:jc w:val="right"/>
              <w:tblBorders>
                <w:top w:val="single" w:sz="12" w:space="0" w:color="3C5D9F"/>
                <w:left w:val="single" w:sz="12" w:space="0" w:color="3C5D9F"/>
                <w:bottom w:val="single" w:sz="12" w:space="0" w:color="3C5D9F"/>
                <w:right w:val="single" w:sz="12" w:space="0" w:color="3C5D9F"/>
                <w:insideH w:val="single" w:sz="12" w:space="0" w:color="3C5D9F"/>
                <w:insideV w:val="single" w:sz="12" w:space="0" w:color="3C5D9F"/>
              </w:tblBorders>
              <w:tblCellMar>
                <w:top w:w="0" w:type="dxa"/>
                <w:left w:w="11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5"/>
              <w:gridCol w:w="345"/>
              <w:gridCol w:w="337"/>
              <w:gridCol w:w="337"/>
              <w:gridCol w:w="337"/>
              <w:gridCol w:w="345"/>
            </w:tblGrid>
            <w:tr w:rsidR="00BC6B04" w:rsidRPr="00B502D5" w14:paraId="54562683" w14:textId="77777777" w:rsidTr="00BC6B04">
              <w:trPr>
                <w:trHeight w:hRule="exact" w:val="410"/>
                <w:tblHeader/>
                <w:jc w:val="right"/>
              </w:trPr>
              <w:tc>
                <w:tcPr>
                  <w:tcW w:w="337" w:type="dxa"/>
                  <w:tcBorders>
                    <w:top w:val="single" w:sz="24" w:space="0" w:color="3C5D9F"/>
                    <w:left w:val="single" w:sz="24" w:space="0" w:color="3C5D9F"/>
                    <w:bottom w:val="single" w:sz="12" w:space="0" w:color="CAE4FF"/>
                    <w:right w:val="single" w:sz="12" w:space="0" w:color="CAE4FF"/>
                  </w:tcBorders>
                  <w:noWrap/>
                  <w:vAlign w:val="center"/>
                </w:tcPr>
                <w:p w14:paraId="0BDB00C3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24" w:space="0" w:color="3C5D9F"/>
                    <w:left w:val="single" w:sz="12" w:space="0" w:color="CAE4FF"/>
                    <w:bottom w:val="single" w:sz="12" w:space="0" w:color="CAE4FF"/>
                    <w:right w:val="single" w:sz="24" w:space="0" w:color="3C5D9F"/>
                  </w:tcBorders>
                  <w:noWrap/>
                  <w:vAlign w:val="center"/>
                </w:tcPr>
                <w:p w14:paraId="6BB8EF29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24" w:space="0" w:color="3C5D9F"/>
                    <w:left w:val="single" w:sz="24" w:space="0" w:color="3C5D9F"/>
                    <w:bottom w:val="single" w:sz="12" w:space="0" w:color="CAE4FF"/>
                    <w:right w:val="single" w:sz="12" w:space="0" w:color="CAE4FF"/>
                  </w:tcBorders>
                </w:tcPr>
                <w:p w14:paraId="30BBEC2F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24" w:space="0" w:color="3C5D9F"/>
                    <w:left w:val="single" w:sz="12" w:space="0" w:color="CAE4FF"/>
                    <w:bottom w:val="single" w:sz="12" w:space="0" w:color="CAE4FF"/>
                    <w:right w:val="single" w:sz="12" w:space="0" w:color="CAE4FF"/>
                  </w:tcBorders>
                </w:tcPr>
                <w:p w14:paraId="34609D51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24" w:space="0" w:color="3C5D9F"/>
                    <w:left w:val="single" w:sz="12" w:space="0" w:color="CAE4FF"/>
                    <w:bottom w:val="single" w:sz="12" w:space="0" w:color="CAE4FF"/>
                    <w:right w:val="single" w:sz="24" w:space="0" w:color="3C5D9F"/>
                  </w:tcBorders>
                </w:tcPr>
                <w:p w14:paraId="798008E2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24" w:space="0" w:color="3C5D9F"/>
                    <w:left w:val="single" w:sz="24" w:space="0" w:color="3C5D9F"/>
                    <w:bottom w:val="single" w:sz="12" w:space="0" w:color="CAE4FF"/>
                    <w:right w:val="single" w:sz="24" w:space="0" w:color="3C5D9F"/>
                  </w:tcBorders>
                  <w:noWrap/>
                  <w:vAlign w:val="center"/>
                </w:tcPr>
                <w:p w14:paraId="3FE1CBD9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</w:tr>
            <w:tr w:rsidR="00BC6B04" w:rsidRPr="00B502D5" w14:paraId="59FB05D8" w14:textId="77777777" w:rsidTr="00BC6B04">
              <w:trPr>
                <w:trHeight w:hRule="exact" w:val="410"/>
                <w:tblHeader/>
                <w:jc w:val="right"/>
              </w:trPr>
              <w:tc>
                <w:tcPr>
                  <w:tcW w:w="337" w:type="dxa"/>
                  <w:tcBorders>
                    <w:top w:val="single" w:sz="12" w:space="0" w:color="CAE4FF"/>
                    <w:left w:val="single" w:sz="24" w:space="0" w:color="3C5D9F"/>
                    <w:bottom w:val="single" w:sz="12" w:space="0" w:color="CAE4FF"/>
                    <w:right w:val="single" w:sz="12" w:space="0" w:color="CAE4FF"/>
                  </w:tcBorders>
                  <w:noWrap/>
                  <w:vAlign w:val="center"/>
                </w:tcPr>
                <w:p w14:paraId="081051E6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12" w:space="0" w:color="CAE4FF"/>
                    <w:left w:val="single" w:sz="12" w:space="0" w:color="CAE4FF"/>
                    <w:bottom w:val="single" w:sz="12" w:space="0" w:color="CAE4FF"/>
                    <w:right w:val="single" w:sz="24" w:space="0" w:color="3C5D9F"/>
                  </w:tcBorders>
                  <w:noWrap/>
                  <w:vAlign w:val="center"/>
                </w:tcPr>
                <w:p w14:paraId="7522A404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12" w:space="0" w:color="CAE4FF"/>
                    <w:left w:val="single" w:sz="24" w:space="0" w:color="3C5D9F"/>
                    <w:bottom w:val="single" w:sz="24" w:space="0" w:color="3C5D9F"/>
                    <w:right w:val="single" w:sz="12" w:space="0" w:color="CAE4FF"/>
                  </w:tcBorders>
                </w:tcPr>
                <w:p w14:paraId="4CFB27E3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12" w:space="0" w:color="CAE4FF"/>
                    <w:left w:val="single" w:sz="12" w:space="0" w:color="CAE4FF"/>
                    <w:bottom w:val="single" w:sz="24" w:space="0" w:color="3C5D9F"/>
                    <w:right w:val="single" w:sz="12" w:space="0" w:color="CAE4FF"/>
                  </w:tcBorders>
                </w:tcPr>
                <w:p w14:paraId="5A3601CF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12" w:space="0" w:color="CAE4FF"/>
                    <w:left w:val="single" w:sz="12" w:space="0" w:color="CAE4FF"/>
                    <w:bottom w:val="single" w:sz="24" w:space="0" w:color="3C5D9F"/>
                    <w:right w:val="single" w:sz="24" w:space="0" w:color="3C5D9F"/>
                  </w:tcBorders>
                </w:tcPr>
                <w:p w14:paraId="64F053F0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12" w:space="0" w:color="CAE4FF"/>
                    <w:left w:val="single" w:sz="24" w:space="0" w:color="3C5D9F"/>
                    <w:bottom w:val="single" w:sz="12" w:space="0" w:color="CAE4FF"/>
                    <w:right w:val="single" w:sz="24" w:space="0" w:color="3C5D9F"/>
                  </w:tcBorders>
                  <w:noWrap/>
                  <w:vAlign w:val="center"/>
                </w:tcPr>
                <w:p w14:paraId="72D1140C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</w:tr>
            <w:tr w:rsidR="00BC6B04" w:rsidRPr="00B502D5" w14:paraId="1FE3615E" w14:textId="77777777" w:rsidTr="00BC6B04">
              <w:trPr>
                <w:trHeight w:hRule="exact" w:val="410"/>
                <w:tblHeader/>
                <w:jc w:val="right"/>
              </w:trPr>
              <w:tc>
                <w:tcPr>
                  <w:tcW w:w="337" w:type="dxa"/>
                  <w:tcBorders>
                    <w:top w:val="single" w:sz="12" w:space="0" w:color="CAE4FF"/>
                    <w:left w:val="single" w:sz="24" w:space="0" w:color="3C5D9F"/>
                    <w:bottom w:val="single" w:sz="12" w:space="0" w:color="CAE4FF"/>
                    <w:right w:val="single" w:sz="12" w:space="0" w:color="CAE4FF"/>
                  </w:tcBorders>
                  <w:noWrap/>
                  <w:vAlign w:val="center"/>
                </w:tcPr>
                <w:p w14:paraId="0E1C287B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12" w:space="0" w:color="CAE4FF"/>
                    <w:left w:val="single" w:sz="12" w:space="0" w:color="CAE4FF"/>
                    <w:bottom w:val="single" w:sz="12" w:space="0" w:color="CAE4FF"/>
                    <w:right w:val="single" w:sz="24" w:space="0" w:color="3C5D9F"/>
                  </w:tcBorders>
                  <w:noWrap/>
                  <w:vAlign w:val="center"/>
                </w:tcPr>
                <w:p w14:paraId="6949B792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24" w:space="0" w:color="3C5D9F"/>
                    <w:left w:val="single" w:sz="24" w:space="0" w:color="3C5D9F"/>
                    <w:bottom w:val="single" w:sz="12" w:space="0" w:color="CAE4FF"/>
                    <w:right w:val="single" w:sz="12" w:space="0" w:color="CAE4FF"/>
                  </w:tcBorders>
                </w:tcPr>
                <w:p w14:paraId="4C14416B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24" w:space="0" w:color="3C5D9F"/>
                    <w:left w:val="single" w:sz="12" w:space="0" w:color="CAE4FF"/>
                    <w:bottom w:val="single" w:sz="12" w:space="0" w:color="CAE4FF"/>
                    <w:right w:val="single" w:sz="12" w:space="0" w:color="CAE4FF"/>
                  </w:tcBorders>
                </w:tcPr>
                <w:p w14:paraId="401E767F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24" w:space="0" w:color="3C5D9F"/>
                    <w:left w:val="single" w:sz="12" w:space="0" w:color="CAE4FF"/>
                    <w:bottom w:val="single" w:sz="12" w:space="0" w:color="CAE4FF"/>
                    <w:right w:val="single" w:sz="24" w:space="0" w:color="3C5D9F"/>
                  </w:tcBorders>
                </w:tcPr>
                <w:p w14:paraId="6BB4AAB2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12" w:space="0" w:color="CAE4FF"/>
                    <w:left w:val="single" w:sz="24" w:space="0" w:color="3C5D9F"/>
                    <w:bottom w:val="single" w:sz="12" w:space="0" w:color="CAE4FF"/>
                    <w:right w:val="single" w:sz="24" w:space="0" w:color="3C5D9F"/>
                  </w:tcBorders>
                  <w:noWrap/>
                  <w:vAlign w:val="center"/>
                </w:tcPr>
                <w:p w14:paraId="0D055039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</w:tr>
            <w:tr w:rsidR="00BC6B04" w:rsidRPr="00B502D5" w14:paraId="5183DBF2" w14:textId="77777777" w:rsidTr="00BC6B04">
              <w:trPr>
                <w:trHeight w:hRule="exact" w:val="410"/>
                <w:tblHeader/>
                <w:jc w:val="right"/>
              </w:trPr>
              <w:tc>
                <w:tcPr>
                  <w:tcW w:w="337" w:type="dxa"/>
                  <w:tcBorders>
                    <w:top w:val="single" w:sz="12" w:space="0" w:color="CAE4FF"/>
                    <w:left w:val="single" w:sz="24" w:space="0" w:color="3C5D9F"/>
                    <w:bottom w:val="single" w:sz="12" w:space="0" w:color="CAE4FF"/>
                    <w:right w:val="single" w:sz="12" w:space="0" w:color="CAE4FF"/>
                  </w:tcBorders>
                  <w:noWrap/>
                  <w:vAlign w:val="center"/>
                </w:tcPr>
                <w:p w14:paraId="711B11A3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12" w:space="0" w:color="CAE4FF"/>
                    <w:left w:val="single" w:sz="12" w:space="0" w:color="CAE4FF"/>
                    <w:bottom w:val="single" w:sz="12" w:space="0" w:color="CAE4FF"/>
                    <w:right w:val="single" w:sz="24" w:space="0" w:color="3C5D9F"/>
                  </w:tcBorders>
                  <w:noWrap/>
                  <w:vAlign w:val="center"/>
                </w:tcPr>
                <w:p w14:paraId="368086C9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12" w:space="0" w:color="CAE4FF"/>
                    <w:left w:val="single" w:sz="24" w:space="0" w:color="3C5D9F"/>
                    <w:bottom w:val="single" w:sz="12" w:space="0" w:color="CAE4FF"/>
                    <w:right w:val="single" w:sz="12" w:space="0" w:color="CAE4FF"/>
                  </w:tcBorders>
                </w:tcPr>
                <w:p w14:paraId="7BBFAE7F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12" w:space="0" w:color="CAE4FF"/>
                    <w:left w:val="single" w:sz="12" w:space="0" w:color="CAE4FF"/>
                    <w:bottom w:val="single" w:sz="12" w:space="0" w:color="CAE4FF"/>
                    <w:right w:val="single" w:sz="12" w:space="0" w:color="CAE4FF"/>
                  </w:tcBorders>
                </w:tcPr>
                <w:p w14:paraId="03964A68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12" w:space="0" w:color="CAE4FF"/>
                    <w:left w:val="single" w:sz="12" w:space="0" w:color="CAE4FF"/>
                    <w:bottom w:val="single" w:sz="12" w:space="0" w:color="CAE4FF"/>
                    <w:right w:val="single" w:sz="24" w:space="0" w:color="3C5D9F"/>
                  </w:tcBorders>
                </w:tcPr>
                <w:p w14:paraId="37B12C75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12" w:space="0" w:color="CAE4FF"/>
                    <w:left w:val="single" w:sz="24" w:space="0" w:color="3C5D9F"/>
                    <w:bottom w:val="single" w:sz="12" w:space="0" w:color="CAE4FF"/>
                    <w:right w:val="single" w:sz="24" w:space="0" w:color="3C5D9F"/>
                  </w:tcBorders>
                  <w:noWrap/>
                  <w:vAlign w:val="center"/>
                </w:tcPr>
                <w:p w14:paraId="23035295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</w:tr>
            <w:tr w:rsidR="00BC6B04" w:rsidRPr="00B502D5" w14:paraId="4E626B95" w14:textId="77777777" w:rsidTr="00BC6B04">
              <w:trPr>
                <w:trHeight w:hRule="exact" w:val="410"/>
                <w:tblHeader/>
                <w:jc w:val="right"/>
              </w:trPr>
              <w:tc>
                <w:tcPr>
                  <w:tcW w:w="337" w:type="dxa"/>
                  <w:tcBorders>
                    <w:top w:val="single" w:sz="12" w:space="0" w:color="CAE4FF"/>
                    <w:left w:val="single" w:sz="24" w:space="0" w:color="3C5D9F"/>
                    <w:bottom w:val="single" w:sz="24" w:space="0" w:color="3C5D9F"/>
                    <w:right w:val="single" w:sz="12" w:space="0" w:color="CAE4FF"/>
                  </w:tcBorders>
                  <w:noWrap/>
                  <w:vAlign w:val="center"/>
                </w:tcPr>
                <w:p w14:paraId="4A99A722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12" w:space="0" w:color="CAE4FF"/>
                    <w:left w:val="single" w:sz="12" w:space="0" w:color="CAE4FF"/>
                    <w:bottom w:val="single" w:sz="24" w:space="0" w:color="3C5D9F"/>
                    <w:right w:val="single" w:sz="24" w:space="0" w:color="3C5D9F"/>
                  </w:tcBorders>
                  <w:noWrap/>
                  <w:vAlign w:val="center"/>
                </w:tcPr>
                <w:p w14:paraId="03ADA37D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12" w:space="0" w:color="CAE4FF"/>
                    <w:left w:val="single" w:sz="24" w:space="0" w:color="3C5D9F"/>
                    <w:bottom w:val="single" w:sz="24" w:space="0" w:color="3C5D9F"/>
                    <w:right w:val="single" w:sz="12" w:space="0" w:color="CAE4FF"/>
                  </w:tcBorders>
                </w:tcPr>
                <w:p w14:paraId="3765A79C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12" w:space="0" w:color="CAE4FF"/>
                    <w:left w:val="single" w:sz="12" w:space="0" w:color="CAE4FF"/>
                    <w:bottom w:val="single" w:sz="24" w:space="0" w:color="3C5D9F"/>
                    <w:right w:val="single" w:sz="12" w:space="0" w:color="CAE4FF"/>
                  </w:tcBorders>
                </w:tcPr>
                <w:p w14:paraId="51DBE429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12" w:space="0" w:color="CAE4FF"/>
                    <w:left w:val="single" w:sz="12" w:space="0" w:color="CAE4FF"/>
                    <w:bottom w:val="single" w:sz="24" w:space="0" w:color="3C5D9F"/>
                    <w:right w:val="single" w:sz="24" w:space="0" w:color="3C5D9F"/>
                  </w:tcBorders>
                </w:tcPr>
                <w:p w14:paraId="7BCCE696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12" w:space="0" w:color="CAE4FF"/>
                    <w:left w:val="single" w:sz="24" w:space="0" w:color="3C5D9F"/>
                    <w:bottom w:val="single" w:sz="24" w:space="0" w:color="3C5D9F"/>
                    <w:right w:val="single" w:sz="24" w:space="0" w:color="3C5D9F"/>
                  </w:tcBorders>
                  <w:noWrap/>
                  <w:vAlign w:val="center"/>
                </w:tcPr>
                <w:p w14:paraId="7EB705B2" w14:textId="77777777" w:rsidR="00BC6B04" w:rsidRPr="00777B9E" w:rsidRDefault="00BC6B04" w:rsidP="00BC6B0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</w:tr>
          </w:tbl>
          <w:p w14:paraId="30C61EF4" w14:textId="77777777" w:rsidR="00BC6B04" w:rsidRDefault="00BC6B04" w:rsidP="00BC6B04"/>
        </w:tc>
      </w:tr>
    </w:tbl>
    <w:p w14:paraId="3FF3195A" w14:textId="77777777" w:rsidR="00682D01" w:rsidRDefault="00682D01" w:rsidP="005C73D1"/>
    <w:p w14:paraId="6C206D1B" w14:textId="6AB78C08" w:rsidR="005C73D1" w:rsidRPr="00750C7D" w:rsidRDefault="007B3553" w:rsidP="005C73D1">
      <w:r>
        <w:t>Die Figuren I  und II</w:t>
      </w:r>
      <w:r w:rsidRPr="00682D01">
        <w:t xml:space="preserve"> </w:t>
      </w:r>
      <w:r w:rsidR="00682D01" w:rsidRPr="00682D01">
        <w:t>sind gleich gross. Sie bestehen beide aus 4 Teilen.</w:t>
      </w:r>
    </w:p>
    <w:p w14:paraId="330695BA" w14:textId="5FABE85E" w:rsidR="00017B2B" w:rsidRDefault="00017B2B" w:rsidP="0020629D">
      <w:pPr>
        <w:pStyle w:val="KurzbeschriebTitel"/>
      </w:pPr>
    </w:p>
    <w:p w14:paraId="1EAAD039" w14:textId="77777777" w:rsidR="00E3400A" w:rsidRPr="00E3400A" w:rsidRDefault="006F1B56" w:rsidP="0020629D">
      <w:pPr>
        <w:pStyle w:val="KurzbeschriebTitel"/>
      </w:pPr>
      <w:r>
        <w:t>A</w:t>
      </w:r>
      <w:r w:rsidR="00E3400A">
        <w:t xml:space="preserve"> </w:t>
      </w:r>
      <w:r w:rsidR="00E3400A">
        <w:tab/>
      </w:r>
      <w:r w:rsidR="00682D01">
        <w:t>4</w:t>
      </w:r>
      <w:r w:rsidR="0020629D">
        <w:t xml:space="preserve"> P.</w:t>
      </w:r>
    </w:p>
    <w:p w14:paraId="1A02D168" w14:textId="77777777" w:rsidR="00B23375" w:rsidRDefault="00E3400A" w:rsidP="00682D01">
      <w:r>
        <w:br/>
      </w:r>
      <w:r w:rsidR="00682D01" w:rsidRPr="00682D01">
        <w:t>Schreibe als Bruch: Wie gross ist</w:t>
      </w:r>
    </w:p>
    <w:p w14:paraId="79284D2F" w14:textId="59D7EB85" w:rsidR="00682D01" w:rsidRDefault="00945FF7" w:rsidP="00945FF7">
      <w:pPr>
        <w:tabs>
          <w:tab w:val="left" w:pos="284"/>
          <w:tab w:val="left" w:pos="3119"/>
        </w:tabs>
      </w:pPr>
      <w:r>
        <w:t>-</w:t>
      </w:r>
      <w:r>
        <w:tab/>
      </w:r>
      <w:r w:rsidR="00682D01">
        <w:t>der kleinste Teil in Figur I</w:t>
      </w:r>
      <w:r>
        <w:tab/>
      </w:r>
      <m:oMath>
        <m:f>
          <m:fPr>
            <m:ctrlPr>
              <w:rPr>
                <w:rStyle w:val="Schriftrot"/>
                <w:rFonts w:ascii="Cambria Math" w:hAnsi="Cambria Math"/>
              </w:rPr>
            </m:ctrlPr>
          </m:fPr>
          <m:num>
            <m:r>
              <m:rPr>
                <m:nor/>
              </m:rPr>
              <w:rPr>
                <w:rStyle w:val="Schriftrot"/>
              </w:rPr>
              <m:t>1</m:t>
            </m:r>
          </m:num>
          <m:den>
            <m:r>
              <m:rPr>
                <m:nor/>
              </m:rPr>
              <w:rPr>
                <w:rStyle w:val="Schriftrot"/>
              </w:rPr>
              <m:t>12</m:t>
            </m:r>
          </m:den>
        </m:f>
      </m:oMath>
    </w:p>
    <w:p w14:paraId="1A25EC14" w14:textId="31CAFA00" w:rsidR="00682D01" w:rsidRDefault="00945FF7" w:rsidP="00945FF7">
      <w:pPr>
        <w:tabs>
          <w:tab w:val="left" w:pos="284"/>
          <w:tab w:val="left" w:pos="3119"/>
        </w:tabs>
      </w:pPr>
      <w:r>
        <w:t>-</w:t>
      </w:r>
      <w:r>
        <w:tab/>
      </w:r>
      <w:r w:rsidR="00682D01">
        <w:t>der grösste Teil in Figur I</w:t>
      </w:r>
      <w:r>
        <w:tab/>
      </w:r>
      <m:oMath>
        <m:f>
          <m:fPr>
            <m:ctrlPr>
              <w:rPr>
                <w:rStyle w:val="Schriftrot"/>
              </w:rPr>
            </m:ctrlPr>
          </m:fPr>
          <m:num>
            <m:r>
              <m:rPr>
                <m:nor/>
              </m:rPr>
              <w:rPr>
                <w:rStyle w:val="Schriftrot"/>
              </w:rPr>
              <m:t>1</m:t>
            </m:r>
          </m:num>
          <m:den>
            <m:r>
              <m:rPr>
                <m:nor/>
              </m:rPr>
              <w:rPr>
                <w:rStyle w:val="Schriftrot"/>
              </w:rPr>
              <m:t>2</m:t>
            </m:r>
          </m:den>
        </m:f>
      </m:oMath>
    </w:p>
    <w:p w14:paraId="3BDE733D" w14:textId="3477B9A8" w:rsidR="00682D01" w:rsidRDefault="00945FF7" w:rsidP="00945FF7">
      <w:pPr>
        <w:tabs>
          <w:tab w:val="left" w:pos="284"/>
          <w:tab w:val="left" w:pos="3119"/>
        </w:tabs>
      </w:pPr>
      <w:r>
        <w:t>-</w:t>
      </w:r>
      <w:r>
        <w:tab/>
      </w:r>
      <w:r w:rsidR="00682D01">
        <w:t>der kleinste Teil in Figur II</w:t>
      </w:r>
      <w:r>
        <w:tab/>
      </w:r>
      <m:oMath>
        <m:f>
          <m:fPr>
            <m:ctrlPr>
              <w:rPr>
                <w:rStyle w:val="Schriftrot"/>
              </w:rPr>
            </m:ctrlPr>
          </m:fPr>
          <m:num>
            <m:r>
              <m:rPr>
                <m:nor/>
              </m:rPr>
              <w:rPr>
                <w:rStyle w:val="Schriftrot"/>
              </w:rPr>
              <m:t>1</m:t>
            </m:r>
          </m:num>
          <m:den>
            <m:r>
              <m:rPr>
                <m:nor/>
              </m:rPr>
              <w:rPr>
                <w:rStyle w:val="Schriftrot"/>
              </w:rPr>
              <m:t>6</m:t>
            </m:r>
          </m:den>
        </m:f>
      </m:oMath>
    </w:p>
    <w:p w14:paraId="5FF7B8EF" w14:textId="234DAE04" w:rsidR="00682D01" w:rsidRDefault="00945FF7" w:rsidP="00945FF7">
      <w:pPr>
        <w:tabs>
          <w:tab w:val="left" w:pos="284"/>
          <w:tab w:val="left" w:pos="3119"/>
        </w:tabs>
      </w:pPr>
      <w:r>
        <w:t>-</w:t>
      </w:r>
      <w:r>
        <w:tab/>
      </w:r>
      <w:r w:rsidR="00682D01">
        <w:t>der grösste Teil in Figur II</w:t>
      </w:r>
      <w:r>
        <w:tab/>
      </w:r>
      <m:oMath>
        <m:f>
          <m:fPr>
            <m:ctrlPr>
              <w:rPr>
                <w:rStyle w:val="Schriftrot"/>
              </w:rPr>
            </m:ctrlPr>
          </m:fPr>
          <m:num>
            <m:r>
              <m:rPr>
                <m:nor/>
              </m:rPr>
              <w:rPr>
                <w:rStyle w:val="Schriftrot"/>
              </w:rPr>
              <m:t>1</m:t>
            </m:r>
          </m:num>
          <m:den>
            <m:r>
              <m:rPr>
                <m:nor/>
              </m:rPr>
              <w:rPr>
                <w:rStyle w:val="Schriftrot"/>
              </w:rPr>
              <m:t>3</m:t>
            </m:r>
          </m:den>
        </m:f>
      </m:oMath>
      <w:r w:rsidR="0049627B" w:rsidRPr="0049627B">
        <w:rPr>
          <w:rStyle w:val="Schriftrot"/>
          <w:rFonts w:ascii="Cambria Math" w:hAnsi="Cambria Math"/>
        </w:rPr>
        <w:t xml:space="preserve"> </w:t>
      </w:r>
      <w:r w:rsidR="0049627B">
        <w:rPr>
          <w:rStyle w:val="Schriftrot"/>
          <w:rFonts w:ascii="Cambria Math" w:hAnsi="Cambria Math"/>
        </w:rPr>
        <w:tab/>
      </w:r>
      <w:r w:rsidR="0049627B" w:rsidRPr="0049627B">
        <w:rPr>
          <w:rStyle w:val="Schriftrot"/>
          <w:rFonts w:ascii="Cambria Math" w:hAnsi="Cambria Math"/>
        </w:rPr>
        <w:t xml:space="preserve"> </w:t>
      </w:r>
      <m:oMath>
        <m:f>
          <m:fPr>
            <m:ctrlPr>
              <w:rPr>
                <w:rStyle w:val="Schriftrot"/>
              </w:rPr>
            </m:ctrlPr>
          </m:fPr>
          <m:num>
            <m:r>
              <m:rPr>
                <m:nor/>
              </m:rPr>
              <w:rPr>
                <w:rStyle w:val="Schriftrot"/>
              </w:rPr>
              <m:t>10</m:t>
            </m:r>
          </m:num>
          <m:den>
            <m:r>
              <m:rPr>
                <m:nor/>
              </m:rPr>
              <w:rPr>
                <w:rStyle w:val="Schriftrot"/>
              </w:rPr>
              <m:t>30</m:t>
            </m:r>
          </m:den>
        </m:f>
      </m:oMath>
    </w:p>
    <w:p w14:paraId="3D7E977E" w14:textId="77777777" w:rsidR="00682D01" w:rsidRPr="007C4C44" w:rsidRDefault="00682D01" w:rsidP="00945FF7">
      <w:pPr>
        <w:rPr>
          <w:rStyle w:val="Eingabefeld0"/>
          <w:sz w:val="22"/>
          <w:szCs w:val="22"/>
        </w:rPr>
      </w:pPr>
    </w:p>
    <w:p w14:paraId="3C86A17A" w14:textId="77777777" w:rsidR="005B0AA8" w:rsidRDefault="004368E9" w:rsidP="0020629D">
      <w:pPr>
        <w:pStyle w:val="KurzbeschriebTitel"/>
      </w:pPr>
      <w:r>
        <w:t>B</w:t>
      </w:r>
      <w:r w:rsidR="00E3400A" w:rsidRPr="00E3400A">
        <w:t xml:space="preserve"> </w:t>
      </w:r>
      <w:r w:rsidR="00E3400A">
        <w:tab/>
      </w:r>
      <w:r w:rsidR="00682D01">
        <w:t>4</w:t>
      </w:r>
      <w:r w:rsidR="0020629D">
        <w:t xml:space="preserve"> P.</w:t>
      </w:r>
    </w:p>
    <w:p w14:paraId="13EDA3F5" w14:textId="77777777" w:rsidR="00945FF7" w:rsidRDefault="00F26B73" w:rsidP="00945FF7">
      <w:r>
        <w:br/>
      </w:r>
      <w:r w:rsidR="00945FF7">
        <w:t xml:space="preserve">Ein Bruchteil in Figur I  ist gleich gross wie ein Bruchteil in </w:t>
      </w:r>
      <w:r w:rsidR="007C4C44">
        <w:t>Figur II</w:t>
      </w:r>
      <w:r w:rsidR="00945FF7">
        <w:t>.</w:t>
      </w:r>
    </w:p>
    <w:p w14:paraId="1EB7B14B" w14:textId="590F5CA0" w:rsidR="00945FF7" w:rsidRDefault="007C4C44" w:rsidP="0049627B">
      <w:pPr>
        <w:tabs>
          <w:tab w:val="left" w:pos="3402"/>
        </w:tabs>
      </w:pPr>
      <w:r>
        <w:t>Färbe die beiden Teile rot.</w:t>
      </w:r>
      <w:r w:rsidR="0049627B">
        <w:t xml:space="preserve"> </w:t>
      </w:r>
      <w:r w:rsidR="0049627B">
        <w:tab/>
      </w:r>
      <w:r w:rsidR="0049627B">
        <w:rPr>
          <w:rStyle w:val="Schriftrot"/>
        </w:rPr>
        <w:t>1 P</w:t>
      </w:r>
    </w:p>
    <w:p w14:paraId="08194212" w14:textId="47532757" w:rsidR="00945FF7" w:rsidRDefault="002F2755" w:rsidP="0049627B">
      <w:pPr>
        <w:tabs>
          <w:tab w:val="left" w:pos="2268"/>
          <w:tab w:val="left" w:pos="3410"/>
        </w:tabs>
      </w:pPr>
      <w:r>
        <w:t>Wie gross sind sie?</w:t>
      </w:r>
      <w:r>
        <w:tab/>
      </w:r>
      <m:oMath>
        <m:f>
          <m:fPr>
            <m:ctrlPr>
              <w:rPr>
                <w:rStyle w:val="Schriftrot"/>
              </w:rPr>
            </m:ctrlPr>
          </m:fPr>
          <m:num>
            <m:r>
              <m:rPr>
                <m:nor/>
              </m:rPr>
              <w:rPr>
                <w:rStyle w:val="Schriftrot"/>
              </w:rPr>
              <m:t>1</m:t>
            </m:r>
          </m:num>
          <m:den>
            <m:r>
              <m:rPr>
                <m:nor/>
              </m:rPr>
              <w:rPr>
                <w:rStyle w:val="Schriftrot"/>
              </w:rPr>
              <m:t>6</m:t>
            </m:r>
          </m:den>
        </m:f>
      </m:oMath>
      <w:r w:rsidR="0049627B">
        <w:rPr>
          <w:rStyle w:val="Schriftrot"/>
          <w:rFonts w:eastAsiaTheme="minorEastAsia"/>
        </w:rPr>
        <w:t xml:space="preserve"> </w:t>
      </w:r>
      <w:r w:rsidR="0049627B">
        <w:rPr>
          <w:rStyle w:val="Schriftrot"/>
          <w:rFonts w:eastAsiaTheme="minorEastAsia"/>
        </w:rPr>
        <w:tab/>
      </w:r>
      <w:r w:rsidR="0049627B">
        <w:rPr>
          <w:rStyle w:val="Schriftrot"/>
        </w:rPr>
        <w:t>1 P</w:t>
      </w:r>
    </w:p>
    <w:p w14:paraId="4C086C61" w14:textId="77777777" w:rsidR="00945FF7" w:rsidRDefault="00945FF7" w:rsidP="00945FF7"/>
    <w:p w14:paraId="2B5ABDEA" w14:textId="4EA141B2" w:rsidR="00AA0C43" w:rsidRDefault="00945FF7" w:rsidP="0049627B">
      <w:pPr>
        <w:tabs>
          <w:tab w:val="left" w:pos="7088"/>
        </w:tabs>
      </w:pPr>
      <w:r>
        <w:t>In einer der bei</w:t>
      </w:r>
      <w:r w:rsidR="00AA0C43">
        <w:t>den Figuren kommt der Bruchteil</w:t>
      </w:r>
      <w: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4</m:t>
            </m:r>
          </m:den>
        </m:f>
      </m:oMath>
      <w:r w:rsidR="00AA0C43">
        <w:t xml:space="preserve"> </w:t>
      </w:r>
      <w:r w:rsidR="007C4C44">
        <w:t>vor. Färbe ihn blau.</w:t>
      </w:r>
      <w:r w:rsidR="0049627B">
        <w:t xml:space="preserve"> </w:t>
      </w:r>
      <w:r w:rsidR="0049627B">
        <w:tab/>
      </w:r>
      <w:r w:rsidR="0049627B">
        <w:rPr>
          <w:rStyle w:val="Schriftrot"/>
        </w:rPr>
        <w:t>1 P</w:t>
      </w:r>
    </w:p>
    <w:p w14:paraId="01A923FA" w14:textId="3645EC11" w:rsidR="00EA24F7" w:rsidRDefault="00945FF7" w:rsidP="0049627B">
      <w:pPr>
        <w:tabs>
          <w:tab w:val="left" w:pos="7088"/>
        </w:tabs>
        <w:rPr>
          <w:rStyle w:val="Schriftrot"/>
        </w:rPr>
      </w:pPr>
      <w:r>
        <w:t>In einer der bei</w:t>
      </w:r>
      <w:r w:rsidR="00AA0C43">
        <w:t>den Figuren kommt der Bruchteil</w:t>
      </w:r>
      <w: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5</m:t>
            </m:r>
          </m:den>
        </m:f>
      </m:oMath>
      <w:r w:rsidR="00AA0C43">
        <w:t xml:space="preserve"> </w:t>
      </w:r>
      <w:r>
        <w:t>vor. Färbe ihn gelb.</w:t>
      </w:r>
      <w:r w:rsidR="0049627B">
        <w:t xml:space="preserve"> </w:t>
      </w:r>
      <w:r w:rsidR="0049627B">
        <w:tab/>
      </w:r>
      <w:r w:rsidR="0049627B">
        <w:rPr>
          <w:rStyle w:val="Schriftrot"/>
        </w:rPr>
        <w:t>1 P</w:t>
      </w:r>
    </w:p>
    <w:p w14:paraId="32CEFAE3" w14:textId="07D211CD" w:rsidR="00EA24F7" w:rsidRPr="00EA24F7" w:rsidRDefault="00EA24F7" w:rsidP="00EA24F7">
      <w:pPr>
        <w:spacing w:after="200" w:line="240" w:lineRule="auto"/>
        <w:rPr>
          <w:color w:val="E50600"/>
        </w:rPr>
      </w:pPr>
      <w:r>
        <w:rPr>
          <w:rStyle w:val="Schriftrot"/>
        </w:rP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2"/>
        <w:gridCol w:w="2238"/>
        <w:gridCol w:w="1302"/>
        <w:gridCol w:w="2238"/>
      </w:tblGrid>
      <w:tr w:rsidR="00EA24F7" w14:paraId="3BCFED4A" w14:textId="77777777" w:rsidTr="006F4234">
        <w:tc>
          <w:tcPr>
            <w:tcW w:w="0" w:type="auto"/>
            <w:tcMar>
              <w:top w:w="28" w:type="dxa"/>
              <w:left w:w="0" w:type="dxa"/>
            </w:tcMar>
            <w:vAlign w:val="bottom"/>
          </w:tcPr>
          <w:p w14:paraId="66E7F506" w14:textId="77777777" w:rsidR="00EA24F7" w:rsidRDefault="00EA24F7" w:rsidP="006F4234">
            <w:pPr>
              <w:spacing w:after="0"/>
            </w:pPr>
            <w:r>
              <w:lastRenderedPageBreak/>
              <w:br/>
            </w:r>
            <w:r w:rsidRPr="005C73D1">
              <w:t>Fi</w:t>
            </w:r>
            <w:r>
              <w:t xml:space="preserve">gur I  </w:t>
            </w:r>
          </w:p>
        </w:tc>
        <w:tc>
          <w:tcPr>
            <w:tcW w:w="0" w:type="auto"/>
            <w:tcMar>
              <w:top w:w="28" w:type="dxa"/>
              <w:left w:w="0" w:type="dxa"/>
            </w:tcMar>
            <w:vAlign w:val="bottom"/>
          </w:tcPr>
          <w:tbl>
            <w:tblPr>
              <w:tblStyle w:val="TableGrid"/>
              <w:tblpPr w:leftFromText="180" w:rightFromText="180" w:vertAnchor="text" w:horzAnchor="page" w:tblpY="-154"/>
              <w:tblOverlap w:val="never"/>
              <w:tblW w:w="0" w:type="auto"/>
              <w:tblBorders>
                <w:top w:val="single" w:sz="12" w:space="0" w:color="3C5D9F"/>
                <w:left w:val="single" w:sz="12" w:space="0" w:color="3C5D9F"/>
                <w:bottom w:val="single" w:sz="12" w:space="0" w:color="3C5D9F"/>
                <w:right w:val="single" w:sz="12" w:space="0" w:color="3C5D9F"/>
                <w:insideH w:val="single" w:sz="12" w:space="0" w:color="3C5D9F"/>
                <w:insideV w:val="single" w:sz="12" w:space="0" w:color="3C5D9F"/>
              </w:tblBorders>
              <w:tblCellMar>
                <w:top w:w="0" w:type="dxa"/>
                <w:left w:w="11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692"/>
              <w:gridCol w:w="688"/>
            </w:tblGrid>
            <w:tr w:rsidR="00EA24F7" w:rsidRPr="00B502D5" w14:paraId="43AC0A49" w14:textId="77777777" w:rsidTr="00EA24F7">
              <w:trPr>
                <w:trHeight w:hRule="exact" w:val="502"/>
                <w:tblHeader/>
              </w:trPr>
              <w:tc>
                <w:tcPr>
                  <w:tcW w:w="2046" w:type="dxa"/>
                  <w:gridSpan w:val="3"/>
                  <w:tcBorders>
                    <w:top w:val="single" w:sz="24" w:space="0" w:color="3C5D9F"/>
                    <w:left w:val="single" w:sz="24" w:space="0" w:color="3C5D9F"/>
                    <w:right w:val="single" w:sz="24" w:space="0" w:color="3C5D9F"/>
                  </w:tcBorders>
                  <w:shd w:val="clear" w:color="auto" w:fill="3366FF"/>
                  <w:noWrap/>
                  <w:vAlign w:val="center"/>
                </w:tcPr>
                <w:p w14:paraId="58E77CD0" w14:textId="77777777" w:rsidR="00EA24F7" w:rsidRPr="00777B9E" w:rsidRDefault="00EA24F7" w:rsidP="006F423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</w:tr>
            <w:tr w:rsidR="00EA24F7" w:rsidRPr="00B502D5" w14:paraId="2D7F08BC" w14:textId="77777777" w:rsidTr="00EA24F7">
              <w:trPr>
                <w:trHeight w:hRule="exact" w:val="502"/>
                <w:tblHeader/>
              </w:trPr>
              <w:tc>
                <w:tcPr>
                  <w:tcW w:w="682" w:type="dxa"/>
                  <w:tcBorders>
                    <w:top w:val="single" w:sz="24" w:space="0" w:color="3C5D9F"/>
                    <w:left w:val="single" w:sz="24" w:space="0" w:color="3C5D9F"/>
                    <w:right w:val="single" w:sz="24" w:space="0" w:color="3C5D9F"/>
                  </w:tcBorders>
                  <w:noWrap/>
                  <w:vAlign w:val="center"/>
                </w:tcPr>
                <w:p w14:paraId="3A135A60" w14:textId="77777777" w:rsidR="00EA24F7" w:rsidRPr="00777B9E" w:rsidRDefault="00EA24F7" w:rsidP="006F423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684" w:type="dxa"/>
                  <w:tcBorders>
                    <w:top w:val="single" w:sz="24" w:space="0" w:color="3C5D9F"/>
                    <w:left w:val="single" w:sz="24" w:space="0" w:color="3C5D9F"/>
                    <w:bottom w:val="single" w:sz="12" w:space="0" w:color="CAE4FF"/>
                    <w:right w:val="single" w:sz="12" w:space="0" w:color="CAE4FF"/>
                  </w:tcBorders>
                  <w:noWrap/>
                  <w:vAlign w:val="center"/>
                </w:tcPr>
                <w:p w14:paraId="137EF623" w14:textId="77777777" w:rsidR="00EA24F7" w:rsidRPr="00777B9E" w:rsidRDefault="00EA24F7" w:rsidP="006F423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24" w:space="0" w:color="3C5D9F"/>
                    <w:left w:val="single" w:sz="12" w:space="0" w:color="CAE4FF"/>
                    <w:bottom w:val="single" w:sz="12" w:space="0" w:color="CAE4FF"/>
                    <w:right w:val="single" w:sz="24" w:space="0" w:color="3C5D9F"/>
                  </w:tcBorders>
                  <w:noWrap/>
                  <w:vAlign w:val="center"/>
                </w:tcPr>
                <w:p w14:paraId="08B5475A" w14:textId="77777777" w:rsidR="00EA24F7" w:rsidRPr="00777B9E" w:rsidRDefault="00EA24F7" w:rsidP="006F423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</w:tr>
            <w:tr w:rsidR="00EA24F7" w:rsidRPr="00B502D5" w14:paraId="274C1727" w14:textId="77777777" w:rsidTr="006F4234">
              <w:trPr>
                <w:trHeight w:hRule="exact" w:val="502"/>
                <w:tblHeader/>
              </w:trPr>
              <w:tc>
                <w:tcPr>
                  <w:tcW w:w="682" w:type="dxa"/>
                  <w:vMerge w:val="restart"/>
                  <w:tcBorders>
                    <w:top w:val="single" w:sz="24" w:space="0" w:color="3C5D9F"/>
                    <w:left w:val="single" w:sz="24" w:space="0" w:color="3C5D9F"/>
                    <w:right w:val="single" w:sz="24" w:space="0" w:color="3C5D9F"/>
                  </w:tcBorders>
                  <w:shd w:val="clear" w:color="auto" w:fill="E50600"/>
                  <w:noWrap/>
                  <w:vAlign w:val="center"/>
                </w:tcPr>
                <w:p w14:paraId="7D7EE13F" w14:textId="77777777" w:rsidR="00EA24F7" w:rsidRPr="00777B9E" w:rsidRDefault="00EA24F7" w:rsidP="006F423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684" w:type="dxa"/>
                  <w:tcBorders>
                    <w:top w:val="single" w:sz="12" w:space="0" w:color="CAE4FF"/>
                    <w:left w:val="single" w:sz="24" w:space="0" w:color="3C5D9F"/>
                    <w:bottom w:val="single" w:sz="12" w:space="0" w:color="CAE4FF"/>
                    <w:right w:val="single" w:sz="12" w:space="0" w:color="CAE4FF"/>
                  </w:tcBorders>
                  <w:noWrap/>
                  <w:vAlign w:val="center"/>
                </w:tcPr>
                <w:p w14:paraId="07941CA2" w14:textId="77777777" w:rsidR="00EA24F7" w:rsidRPr="00777B9E" w:rsidRDefault="00EA24F7" w:rsidP="006F423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12" w:space="0" w:color="CAE4FF"/>
                    <w:left w:val="single" w:sz="12" w:space="0" w:color="CAE4FF"/>
                    <w:bottom w:val="single" w:sz="12" w:space="0" w:color="CAE4FF"/>
                    <w:right w:val="single" w:sz="24" w:space="0" w:color="3C5D9F"/>
                  </w:tcBorders>
                  <w:noWrap/>
                  <w:vAlign w:val="center"/>
                </w:tcPr>
                <w:p w14:paraId="581B384F" w14:textId="77777777" w:rsidR="00EA24F7" w:rsidRPr="00777B9E" w:rsidRDefault="00EA24F7" w:rsidP="006F423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</w:tr>
            <w:tr w:rsidR="00EA24F7" w:rsidRPr="00B502D5" w14:paraId="1F9ADA51" w14:textId="77777777" w:rsidTr="006F4234">
              <w:trPr>
                <w:trHeight w:hRule="exact" w:val="502"/>
                <w:tblHeader/>
              </w:trPr>
              <w:tc>
                <w:tcPr>
                  <w:tcW w:w="682" w:type="dxa"/>
                  <w:vMerge/>
                  <w:tcBorders>
                    <w:left w:val="single" w:sz="24" w:space="0" w:color="3C5D9F"/>
                    <w:bottom w:val="single" w:sz="24" w:space="0" w:color="3C5D9F"/>
                    <w:right w:val="single" w:sz="24" w:space="0" w:color="3C5D9F"/>
                  </w:tcBorders>
                  <w:shd w:val="clear" w:color="auto" w:fill="E50600"/>
                  <w:noWrap/>
                  <w:vAlign w:val="center"/>
                </w:tcPr>
                <w:p w14:paraId="2D20EE96" w14:textId="77777777" w:rsidR="00EA24F7" w:rsidRPr="00777B9E" w:rsidRDefault="00EA24F7" w:rsidP="006F423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684" w:type="dxa"/>
                  <w:tcBorders>
                    <w:top w:val="single" w:sz="12" w:space="0" w:color="CAE4FF"/>
                    <w:left w:val="single" w:sz="24" w:space="0" w:color="3C5D9F"/>
                    <w:bottom w:val="single" w:sz="24" w:space="0" w:color="3C5D9F"/>
                    <w:right w:val="single" w:sz="12" w:space="0" w:color="CAE4FF"/>
                  </w:tcBorders>
                  <w:noWrap/>
                  <w:vAlign w:val="center"/>
                </w:tcPr>
                <w:p w14:paraId="636DCBE7" w14:textId="77777777" w:rsidR="00EA24F7" w:rsidRPr="00777B9E" w:rsidRDefault="00EA24F7" w:rsidP="006F423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12" w:space="0" w:color="CAE4FF"/>
                    <w:left w:val="single" w:sz="12" w:space="0" w:color="CAE4FF"/>
                    <w:bottom w:val="single" w:sz="24" w:space="0" w:color="3C5D9F"/>
                    <w:right w:val="single" w:sz="24" w:space="0" w:color="3C5D9F"/>
                  </w:tcBorders>
                  <w:noWrap/>
                  <w:vAlign w:val="center"/>
                </w:tcPr>
                <w:p w14:paraId="06344DD7" w14:textId="77777777" w:rsidR="00EA24F7" w:rsidRPr="00777B9E" w:rsidRDefault="00EA24F7" w:rsidP="006F423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</w:tr>
          </w:tbl>
          <w:p w14:paraId="12B62B85" w14:textId="77777777" w:rsidR="00EA24F7" w:rsidRDefault="00EA24F7" w:rsidP="006F4234"/>
        </w:tc>
        <w:tc>
          <w:tcPr>
            <w:tcW w:w="1000" w:type="pct"/>
            <w:tcMar>
              <w:top w:w="28" w:type="dxa"/>
              <w:left w:w="0" w:type="dxa"/>
            </w:tcMar>
            <w:vAlign w:val="bottom"/>
          </w:tcPr>
          <w:p w14:paraId="71B05BD7" w14:textId="77777777" w:rsidR="00EA24F7" w:rsidRDefault="00EA24F7" w:rsidP="006F4234">
            <w:pPr>
              <w:spacing w:after="0"/>
              <w:jc w:val="right"/>
            </w:pPr>
            <w:r>
              <w:br/>
              <w:t xml:space="preserve">Figur II </w:t>
            </w:r>
          </w:p>
        </w:tc>
        <w:tc>
          <w:tcPr>
            <w:tcW w:w="0" w:type="auto"/>
            <w:tcMar>
              <w:top w:w="28" w:type="dxa"/>
              <w:left w:w="0" w:type="dxa"/>
            </w:tcMar>
            <w:vAlign w:val="bottom"/>
          </w:tcPr>
          <w:tbl>
            <w:tblPr>
              <w:tblStyle w:val="TableGrid"/>
              <w:tblW w:w="0" w:type="auto"/>
              <w:jc w:val="right"/>
              <w:tblBorders>
                <w:top w:val="single" w:sz="12" w:space="0" w:color="3C5D9F"/>
                <w:left w:val="single" w:sz="12" w:space="0" w:color="3C5D9F"/>
                <w:bottom w:val="single" w:sz="12" w:space="0" w:color="3C5D9F"/>
                <w:right w:val="single" w:sz="12" w:space="0" w:color="3C5D9F"/>
                <w:insideH w:val="single" w:sz="12" w:space="0" w:color="3C5D9F"/>
                <w:insideV w:val="single" w:sz="12" w:space="0" w:color="3C5D9F"/>
              </w:tblBorders>
              <w:tblCellMar>
                <w:top w:w="0" w:type="dxa"/>
                <w:left w:w="11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53"/>
              <w:gridCol w:w="353"/>
              <w:gridCol w:w="337"/>
              <w:gridCol w:w="337"/>
              <w:gridCol w:w="337"/>
              <w:gridCol w:w="353"/>
            </w:tblGrid>
            <w:tr w:rsidR="00EA24F7" w:rsidRPr="00B502D5" w14:paraId="1B653F35" w14:textId="77777777" w:rsidTr="00EA24F7">
              <w:trPr>
                <w:trHeight w:hRule="exact" w:val="410"/>
                <w:tblHeader/>
                <w:jc w:val="right"/>
              </w:trPr>
              <w:tc>
                <w:tcPr>
                  <w:tcW w:w="345" w:type="dxa"/>
                  <w:tcBorders>
                    <w:top w:val="single" w:sz="24" w:space="0" w:color="3C5D9F"/>
                    <w:left w:val="single" w:sz="24" w:space="0" w:color="3C5D9F"/>
                    <w:bottom w:val="single" w:sz="12" w:space="0" w:color="CAE4FF"/>
                    <w:right w:val="single" w:sz="12" w:space="0" w:color="CAE4FF"/>
                  </w:tcBorders>
                  <w:noWrap/>
                  <w:vAlign w:val="center"/>
                </w:tcPr>
                <w:p w14:paraId="15C02EBC" w14:textId="77777777" w:rsidR="00EA24F7" w:rsidRPr="00777B9E" w:rsidRDefault="00EA24F7" w:rsidP="006F423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45" w:type="dxa"/>
                  <w:tcBorders>
                    <w:top w:val="single" w:sz="24" w:space="0" w:color="3C5D9F"/>
                    <w:left w:val="single" w:sz="12" w:space="0" w:color="CAE4FF"/>
                    <w:bottom w:val="single" w:sz="12" w:space="0" w:color="CAE4FF"/>
                    <w:right w:val="single" w:sz="24" w:space="0" w:color="3C5D9F"/>
                  </w:tcBorders>
                  <w:noWrap/>
                  <w:vAlign w:val="center"/>
                </w:tcPr>
                <w:p w14:paraId="08CD9DDE" w14:textId="77777777" w:rsidR="00EA24F7" w:rsidRPr="00777B9E" w:rsidRDefault="00EA24F7" w:rsidP="006F423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1011" w:type="dxa"/>
                  <w:gridSpan w:val="3"/>
                  <w:vMerge w:val="restart"/>
                  <w:tcBorders>
                    <w:top w:val="single" w:sz="24" w:space="0" w:color="3C5D9F"/>
                    <w:left w:val="single" w:sz="24" w:space="0" w:color="3C5D9F"/>
                    <w:right w:val="single" w:sz="24" w:space="0" w:color="3C5D9F"/>
                  </w:tcBorders>
                  <w:shd w:val="clear" w:color="auto" w:fill="FFFF00"/>
                </w:tcPr>
                <w:p w14:paraId="3D97AE5E" w14:textId="77777777" w:rsidR="00EA24F7" w:rsidRPr="00777B9E" w:rsidRDefault="00EA24F7" w:rsidP="006F423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45" w:type="dxa"/>
                  <w:vMerge w:val="restart"/>
                  <w:tcBorders>
                    <w:top w:val="single" w:sz="24" w:space="0" w:color="3C5D9F"/>
                    <w:left w:val="single" w:sz="24" w:space="0" w:color="3C5D9F"/>
                    <w:right w:val="single" w:sz="24" w:space="0" w:color="3C5D9F"/>
                  </w:tcBorders>
                  <w:shd w:val="clear" w:color="auto" w:fill="E50600"/>
                  <w:noWrap/>
                  <w:vAlign w:val="center"/>
                </w:tcPr>
                <w:p w14:paraId="7F091B32" w14:textId="77777777" w:rsidR="00EA24F7" w:rsidRPr="00777B9E" w:rsidRDefault="00EA24F7" w:rsidP="006F423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</w:tr>
            <w:tr w:rsidR="00EA24F7" w:rsidRPr="00B502D5" w14:paraId="24B65DF6" w14:textId="77777777" w:rsidTr="00EA24F7">
              <w:trPr>
                <w:trHeight w:hRule="exact" w:val="410"/>
                <w:tblHeader/>
                <w:jc w:val="right"/>
              </w:trPr>
              <w:tc>
                <w:tcPr>
                  <w:tcW w:w="345" w:type="dxa"/>
                  <w:tcBorders>
                    <w:top w:val="single" w:sz="12" w:space="0" w:color="CAE4FF"/>
                    <w:left w:val="single" w:sz="24" w:space="0" w:color="3C5D9F"/>
                    <w:bottom w:val="single" w:sz="12" w:space="0" w:color="CAE4FF"/>
                    <w:right w:val="single" w:sz="12" w:space="0" w:color="CAE4FF"/>
                  </w:tcBorders>
                  <w:noWrap/>
                  <w:vAlign w:val="center"/>
                </w:tcPr>
                <w:p w14:paraId="1636996A" w14:textId="77777777" w:rsidR="00EA24F7" w:rsidRPr="00777B9E" w:rsidRDefault="00EA24F7" w:rsidP="006F423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45" w:type="dxa"/>
                  <w:tcBorders>
                    <w:top w:val="single" w:sz="12" w:space="0" w:color="CAE4FF"/>
                    <w:left w:val="single" w:sz="12" w:space="0" w:color="CAE4FF"/>
                    <w:bottom w:val="single" w:sz="12" w:space="0" w:color="CAE4FF"/>
                    <w:right w:val="single" w:sz="24" w:space="0" w:color="3C5D9F"/>
                  </w:tcBorders>
                  <w:noWrap/>
                  <w:vAlign w:val="center"/>
                </w:tcPr>
                <w:p w14:paraId="47A84416" w14:textId="77777777" w:rsidR="00EA24F7" w:rsidRPr="00777B9E" w:rsidRDefault="00EA24F7" w:rsidP="006F423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1011" w:type="dxa"/>
                  <w:gridSpan w:val="3"/>
                  <w:vMerge/>
                  <w:tcBorders>
                    <w:left w:val="single" w:sz="24" w:space="0" w:color="3C5D9F"/>
                    <w:bottom w:val="single" w:sz="24" w:space="0" w:color="3C5D9F"/>
                    <w:right w:val="single" w:sz="24" w:space="0" w:color="3C5D9F"/>
                  </w:tcBorders>
                  <w:shd w:val="clear" w:color="auto" w:fill="FFFF00"/>
                </w:tcPr>
                <w:p w14:paraId="2C9BE673" w14:textId="77777777" w:rsidR="00EA24F7" w:rsidRPr="00777B9E" w:rsidRDefault="00EA24F7" w:rsidP="006F423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45" w:type="dxa"/>
                  <w:vMerge/>
                  <w:tcBorders>
                    <w:left w:val="single" w:sz="24" w:space="0" w:color="3C5D9F"/>
                    <w:right w:val="single" w:sz="24" w:space="0" w:color="3C5D9F"/>
                  </w:tcBorders>
                  <w:shd w:val="clear" w:color="auto" w:fill="E50600"/>
                  <w:noWrap/>
                  <w:vAlign w:val="center"/>
                </w:tcPr>
                <w:p w14:paraId="73E49F0B" w14:textId="77777777" w:rsidR="00EA24F7" w:rsidRPr="00777B9E" w:rsidRDefault="00EA24F7" w:rsidP="006F423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</w:tr>
            <w:tr w:rsidR="00EA24F7" w:rsidRPr="00B502D5" w14:paraId="60472787" w14:textId="77777777" w:rsidTr="00EA24F7">
              <w:trPr>
                <w:trHeight w:hRule="exact" w:val="410"/>
                <w:tblHeader/>
                <w:jc w:val="right"/>
              </w:trPr>
              <w:tc>
                <w:tcPr>
                  <w:tcW w:w="345" w:type="dxa"/>
                  <w:tcBorders>
                    <w:top w:val="single" w:sz="12" w:space="0" w:color="CAE4FF"/>
                    <w:left w:val="single" w:sz="24" w:space="0" w:color="3C5D9F"/>
                    <w:bottom w:val="single" w:sz="12" w:space="0" w:color="CAE4FF"/>
                    <w:right w:val="single" w:sz="12" w:space="0" w:color="CAE4FF"/>
                  </w:tcBorders>
                  <w:noWrap/>
                  <w:vAlign w:val="center"/>
                </w:tcPr>
                <w:p w14:paraId="033F6EAD" w14:textId="77777777" w:rsidR="00EA24F7" w:rsidRPr="00777B9E" w:rsidRDefault="00EA24F7" w:rsidP="006F423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45" w:type="dxa"/>
                  <w:tcBorders>
                    <w:top w:val="single" w:sz="12" w:space="0" w:color="CAE4FF"/>
                    <w:left w:val="single" w:sz="12" w:space="0" w:color="CAE4FF"/>
                    <w:bottom w:val="single" w:sz="12" w:space="0" w:color="CAE4FF"/>
                    <w:right w:val="single" w:sz="24" w:space="0" w:color="3C5D9F"/>
                  </w:tcBorders>
                  <w:noWrap/>
                  <w:vAlign w:val="center"/>
                </w:tcPr>
                <w:p w14:paraId="3385A130" w14:textId="77777777" w:rsidR="00EA24F7" w:rsidRPr="00777B9E" w:rsidRDefault="00EA24F7" w:rsidP="006F423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24" w:space="0" w:color="3C5D9F"/>
                    <w:left w:val="single" w:sz="24" w:space="0" w:color="3C5D9F"/>
                    <w:bottom w:val="single" w:sz="12" w:space="0" w:color="CAE4FF"/>
                    <w:right w:val="single" w:sz="12" w:space="0" w:color="CAE4FF"/>
                  </w:tcBorders>
                </w:tcPr>
                <w:p w14:paraId="28858D13" w14:textId="77777777" w:rsidR="00EA24F7" w:rsidRPr="00777B9E" w:rsidRDefault="00EA24F7" w:rsidP="006F423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24" w:space="0" w:color="3C5D9F"/>
                    <w:left w:val="single" w:sz="12" w:space="0" w:color="CAE4FF"/>
                    <w:bottom w:val="single" w:sz="12" w:space="0" w:color="CAE4FF"/>
                    <w:right w:val="single" w:sz="12" w:space="0" w:color="CAE4FF"/>
                  </w:tcBorders>
                </w:tcPr>
                <w:p w14:paraId="2681EC31" w14:textId="77777777" w:rsidR="00EA24F7" w:rsidRPr="00777B9E" w:rsidRDefault="00EA24F7" w:rsidP="006F423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24" w:space="0" w:color="3C5D9F"/>
                    <w:left w:val="single" w:sz="12" w:space="0" w:color="CAE4FF"/>
                    <w:bottom w:val="single" w:sz="12" w:space="0" w:color="CAE4FF"/>
                    <w:right w:val="single" w:sz="24" w:space="0" w:color="3C5D9F"/>
                  </w:tcBorders>
                </w:tcPr>
                <w:p w14:paraId="614EE8EB" w14:textId="77777777" w:rsidR="00EA24F7" w:rsidRPr="00777B9E" w:rsidRDefault="00EA24F7" w:rsidP="006F423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45" w:type="dxa"/>
                  <w:vMerge/>
                  <w:tcBorders>
                    <w:left w:val="single" w:sz="24" w:space="0" w:color="3C5D9F"/>
                    <w:right w:val="single" w:sz="24" w:space="0" w:color="3C5D9F"/>
                  </w:tcBorders>
                  <w:shd w:val="clear" w:color="auto" w:fill="E50600"/>
                  <w:noWrap/>
                  <w:vAlign w:val="center"/>
                </w:tcPr>
                <w:p w14:paraId="2B4A6666" w14:textId="77777777" w:rsidR="00EA24F7" w:rsidRPr="00777B9E" w:rsidRDefault="00EA24F7" w:rsidP="006F423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</w:tr>
            <w:tr w:rsidR="00EA24F7" w:rsidRPr="00B502D5" w14:paraId="30B66BCE" w14:textId="77777777" w:rsidTr="00EA24F7">
              <w:trPr>
                <w:trHeight w:hRule="exact" w:val="410"/>
                <w:tblHeader/>
                <w:jc w:val="right"/>
              </w:trPr>
              <w:tc>
                <w:tcPr>
                  <w:tcW w:w="345" w:type="dxa"/>
                  <w:tcBorders>
                    <w:top w:val="single" w:sz="12" w:space="0" w:color="CAE4FF"/>
                    <w:left w:val="single" w:sz="24" w:space="0" w:color="3C5D9F"/>
                    <w:bottom w:val="single" w:sz="12" w:space="0" w:color="CAE4FF"/>
                    <w:right w:val="single" w:sz="12" w:space="0" w:color="CAE4FF"/>
                  </w:tcBorders>
                  <w:noWrap/>
                  <w:vAlign w:val="center"/>
                </w:tcPr>
                <w:p w14:paraId="24C44308" w14:textId="77777777" w:rsidR="00EA24F7" w:rsidRPr="00777B9E" w:rsidRDefault="00EA24F7" w:rsidP="006F423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45" w:type="dxa"/>
                  <w:tcBorders>
                    <w:top w:val="single" w:sz="12" w:space="0" w:color="CAE4FF"/>
                    <w:left w:val="single" w:sz="12" w:space="0" w:color="CAE4FF"/>
                    <w:bottom w:val="single" w:sz="12" w:space="0" w:color="CAE4FF"/>
                    <w:right w:val="single" w:sz="24" w:space="0" w:color="3C5D9F"/>
                  </w:tcBorders>
                  <w:noWrap/>
                  <w:vAlign w:val="center"/>
                </w:tcPr>
                <w:p w14:paraId="184C4D58" w14:textId="77777777" w:rsidR="00EA24F7" w:rsidRPr="00777B9E" w:rsidRDefault="00EA24F7" w:rsidP="006F423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12" w:space="0" w:color="CAE4FF"/>
                    <w:left w:val="single" w:sz="24" w:space="0" w:color="3C5D9F"/>
                    <w:bottom w:val="single" w:sz="12" w:space="0" w:color="CAE4FF"/>
                    <w:right w:val="single" w:sz="12" w:space="0" w:color="CAE4FF"/>
                  </w:tcBorders>
                </w:tcPr>
                <w:p w14:paraId="423FEEBA" w14:textId="77777777" w:rsidR="00EA24F7" w:rsidRPr="00777B9E" w:rsidRDefault="00EA24F7" w:rsidP="006F423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12" w:space="0" w:color="CAE4FF"/>
                    <w:left w:val="single" w:sz="12" w:space="0" w:color="CAE4FF"/>
                    <w:bottom w:val="single" w:sz="12" w:space="0" w:color="CAE4FF"/>
                    <w:right w:val="single" w:sz="12" w:space="0" w:color="CAE4FF"/>
                  </w:tcBorders>
                </w:tcPr>
                <w:p w14:paraId="29B63388" w14:textId="77777777" w:rsidR="00EA24F7" w:rsidRPr="00777B9E" w:rsidRDefault="00EA24F7" w:rsidP="006F423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12" w:space="0" w:color="CAE4FF"/>
                    <w:left w:val="single" w:sz="12" w:space="0" w:color="CAE4FF"/>
                    <w:bottom w:val="single" w:sz="12" w:space="0" w:color="CAE4FF"/>
                    <w:right w:val="single" w:sz="24" w:space="0" w:color="3C5D9F"/>
                  </w:tcBorders>
                </w:tcPr>
                <w:p w14:paraId="4DE3B9B4" w14:textId="77777777" w:rsidR="00EA24F7" w:rsidRPr="00777B9E" w:rsidRDefault="00EA24F7" w:rsidP="006F423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45" w:type="dxa"/>
                  <w:vMerge/>
                  <w:tcBorders>
                    <w:left w:val="single" w:sz="24" w:space="0" w:color="3C5D9F"/>
                    <w:right w:val="single" w:sz="24" w:space="0" w:color="3C5D9F"/>
                  </w:tcBorders>
                  <w:shd w:val="clear" w:color="auto" w:fill="E50600"/>
                  <w:noWrap/>
                  <w:vAlign w:val="center"/>
                </w:tcPr>
                <w:p w14:paraId="34580B4E" w14:textId="77777777" w:rsidR="00EA24F7" w:rsidRPr="00777B9E" w:rsidRDefault="00EA24F7" w:rsidP="006F423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</w:tr>
            <w:tr w:rsidR="00EA24F7" w:rsidRPr="00B502D5" w14:paraId="08BD873F" w14:textId="77777777" w:rsidTr="00EA24F7">
              <w:trPr>
                <w:trHeight w:hRule="exact" w:val="410"/>
                <w:tblHeader/>
                <w:jc w:val="right"/>
              </w:trPr>
              <w:tc>
                <w:tcPr>
                  <w:tcW w:w="345" w:type="dxa"/>
                  <w:tcBorders>
                    <w:top w:val="single" w:sz="12" w:space="0" w:color="CAE4FF"/>
                    <w:left w:val="single" w:sz="24" w:space="0" w:color="3C5D9F"/>
                    <w:bottom w:val="single" w:sz="24" w:space="0" w:color="3C5D9F"/>
                    <w:right w:val="single" w:sz="12" w:space="0" w:color="CAE4FF"/>
                  </w:tcBorders>
                  <w:noWrap/>
                  <w:vAlign w:val="center"/>
                </w:tcPr>
                <w:p w14:paraId="615287B7" w14:textId="77777777" w:rsidR="00EA24F7" w:rsidRPr="00777B9E" w:rsidRDefault="00EA24F7" w:rsidP="006F423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45" w:type="dxa"/>
                  <w:tcBorders>
                    <w:top w:val="single" w:sz="12" w:space="0" w:color="CAE4FF"/>
                    <w:left w:val="single" w:sz="12" w:space="0" w:color="CAE4FF"/>
                    <w:bottom w:val="single" w:sz="24" w:space="0" w:color="3C5D9F"/>
                    <w:right w:val="single" w:sz="24" w:space="0" w:color="3C5D9F"/>
                  </w:tcBorders>
                  <w:noWrap/>
                  <w:vAlign w:val="center"/>
                </w:tcPr>
                <w:p w14:paraId="362D5511" w14:textId="77777777" w:rsidR="00EA24F7" w:rsidRPr="00777B9E" w:rsidRDefault="00EA24F7" w:rsidP="006F423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12" w:space="0" w:color="CAE4FF"/>
                    <w:left w:val="single" w:sz="24" w:space="0" w:color="3C5D9F"/>
                    <w:bottom w:val="single" w:sz="24" w:space="0" w:color="3C5D9F"/>
                    <w:right w:val="single" w:sz="12" w:space="0" w:color="CAE4FF"/>
                  </w:tcBorders>
                </w:tcPr>
                <w:p w14:paraId="04254200" w14:textId="77777777" w:rsidR="00EA24F7" w:rsidRPr="00777B9E" w:rsidRDefault="00EA24F7" w:rsidP="006F423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12" w:space="0" w:color="CAE4FF"/>
                    <w:left w:val="single" w:sz="12" w:space="0" w:color="CAE4FF"/>
                    <w:bottom w:val="single" w:sz="24" w:space="0" w:color="3C5D9F"/>
                    <w:right w:val="single" w:sz="12" w:space="0" w:color="CAE4FF"/>
                  </w:tcBorders>
                </w:tcPr>
                <w:p w14:paraId="24619ECB" w14:textId="77777777" w:rsidR="00EA24F7" w:rsidRPr="00777B9E" w:rsidRDefault="00EA24F7" w:rsidP="006F423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37" w:type="dxa"/>
                  <w:tcBorders>
                    <w:top w:val="single" w:sz="12" w:space="0" w:color="CAE4FF"/>
                    <w:left w:val="single" w:sz="12" w:space="0" w:color="CAE4FF"/>
                    <w:bottom w:val="single" w:sz="24" w:space="0" w:color="3C5D9F"/>
                    <w:right w:val="single" w:sz="24" w:space="0" w:color="3C5D9F"/>
                  </w:tcBorders>
                </w:tcPr>
                <w:p w14:paraId="50158C57" w14:textId="77777777" w:rsidR="00EA24F7" w:rsidRPr="00777B9E" w:rsidRDefault="00EA24F7" w:rsidP="006F423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345" w:type="dxa"/>
                  <w:vMerge/>
                  <w:tcBorders>
                    <w:left w:val="single" w:sz="24" w:space="0" w:color="3C5D9F"/>
                    <w:bottom w:val="single" w:sz="24" w:space="0" w:color="3C5D9F"/>
                    <w:right w:val="single" w:sz="24" w:space="0" w:color="3C5D9F"/>
                  </w:tcBorders>
                  <w:shd w:val="clear" w:color="auto" w:fill="E50600"/>
                  <w:noWrap/>
                  <w:vAlign w:val="center"/>
                </w:tcPr>
                <w:p w14:paraId="65B5C117" w14:textId="77777777" w:rsidR="00EA24F7" w:rsidRPr="00777B9E" w:rsidRDefault="00EA24F7" w:rsidP="006F4234">
                  <w:pPr>
                    <w:spacing w:after="0"/>
                    <w:rPr>
                      <w:sz w:val="32"/>
                      <w:szCs w:val="32"/>
                    </w:rPr>
                  </w:pPr>
                </w:p>
              </w:tc>
            </w:tr>
          </w:tbl>
          <w:p w14:paraId="69FA20F9" w14:textId="77777777" w:rsidR="00EA24F7" w:rsidRDefault="00EA24F7" w:rsidP="006F4234"/>
        </w:tc>
      </w:tr>
    </w:tbl>
    <w:p w14:paraId="34CDC784" w14:textId="41F1A2BD" w:rsidR="00805198" w:rsidRPr="005B0AA8" w:rsidRDefault="004368E9" w:rsidP="0020629D">
      <w:pPr>
        <w:pStyle w:val="KurzbeschriebTitel"/>
      </w:pPr>
      <w:r>
        <w:t>C</w:t>
      </w:r>
      <w:r w:rsidR="00E3400A" w:rsidRPr="00E3400A">
        <w:t xml:space="preserve"> </w:t>
      </w:r>
      <w:r w:rsidR="00E3400A">
        <w:tab/>
      </w:r>
      <w:r w:rsidR="00682D01">
        <w:t>4</w:t>
      </w:r>
      <w:r w:rsidR="0020629D">
        <w:t xml:space="preserve"> P.</w:t>
      </w:r>
    </w:p>
    <w:p w14:paraId="556BEEBD" w14:textId="59A5D427" w:rsidR="00805198" w:rsidRDefault="00805198" w:rsidP="00682D01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132"/>
      </w:tblGrid>
      <w:tr w:rsidR="00F944C8" w14:paraId="1F33A996" w14:textId="77777777" w:rsidTr="007B3553">
        <w:tc>
          <w:tcPr>
            <w:tcW w:w="5495" w:type="dxa"/>
          </w:tcPr>
          <w:p w14:paraId="1940A8B7" w14:textId="77777777" w:rsidR="00EA24F7" w:rsidRDefault="00F944C8" w:rsidP="00682D01">
            <w:r w:rsidRPr="00EB5185">
              <w:t xml:space="preserve">Übertrage die 3 kleinsten Bruchteile der Figur I </w:t>
            </w:r>
            <w:r w:rsidR="007B3553">
              <w:br/>
            </w:r>
            <w:r w:rsidRPr="00EB5185">
              <w:t>mit 3 Farben ins Kreismodell.</w:t>
            </w:r>
          </w:p>
          <w:p w14:paraId="2D6B2FA3" w14:textId="60953A3D" w:rsidR="00F944C8" w:rsidRPr="00EA24F7" w:rsidRDefault="00EA24F7" w:rsidP="00682D01">
            <w:pPr>
              <w:rPr>
                <w:rStyle w:val="Schriftrot"/>
              </w:rPr>
            </w:pPr>
            <w:r>
              <w:br/>
            </w:r>
            <w:r w:rsidRPr="00EA24F7">
              <w:rPr>
                <w:rStyle w:val="Schriftrot"/>
              </w:rPr>
              <w:t>Je ½ P</w:t>
            </w:r>
          </w:p>
          <w:p w14:paraId="58FC3F6A" w14:textId="77777777" w:rsidR="00F944C8" w:rsidRDefault="00F944C8" w:rsidP="00682D01"/>
          <w:p w14:paraId="7A3F42C1" w14:textId="7F0AA2C6" w:rsidR="00F944C8" w:rsidRDefault="00F944C8" w:rsidP="007B3553">
            <w:pPr>
              <w:tabs>
                <w:tab w:val="left" w:pos="3119"/>
              </w:tabs>
            </w:pPr>
          </w:p>
        </w:tc>
        <w:tc>
          <w:tcPr>
            <w:tcW w:w="4132" w:type="dxa"/>
          </w:tcPr>
          <w:p w14:paraId="67F0E2A4" w14:textId="0D0306E6" w:rsidR="00F944C8" w:rsidRDefault="00441CAF" w:rsidP="00682D01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8653" behindDoc="0" locked="0" layoutInCell="1" allowOverlap="1" wp14:anchorId="482C6A7D" wp14:editId="3B340888">
                      <wp:simplePos x="0" y="0"/>
                      <wp:positionH relativeFrom="column">
                        <wp:posOffset>785495</wp:posOffset>
                      </wp:positionH>
                      <wp:positionV relativeFrom="paragraph">
                        <wp:posOffset>741045</wp:posOffset>
                      </wp:positionV>
                      <wp:extent cx="744220" cy="741680"/>
                      <wp:effectExtent l="0" t="0" r="0" b="0"/>
                      <wp:wrapThrough wrapText="bothSides">
                        <wp:wrapPolygon edited="0">
                          <wp:start x="0" y="0"/>
                          <wp:lineTo x="0" y="20712"/>
                          <wp:lineTo x="6635" y="20712"/>
                          <wp:lineTo x="8846" y="20712"/>
                          <wp:lineTo x="19167" y="13315"/>
                          <wp:lineTo x="20642" y="5918"/>
                          <wp:lineTo x="20642" y="0"/>
                          <wp:lineTo x="0" y="0"/>
                        </wp:wrapPolygon>
                      </wp:wrapThrough>
                      <wp:docPr id="1" name="Freeform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4220" cy="741680"/>
                              </a:xfrm>
                              <a:custGeom>
                                <a:avLst/>
                                <a:gdLst>
                                  <a:gd name="connsiteX0" fmla="*/ 7620 w 744220"/>
                                  <a:gd name="connsiteY0" fmla="*/ 0 h 741680"/>
                                  <a:gd name="connsiteX1" fmla="*/ 744220 w 744220"/>
                                  <a:gd name="connsiteY1" fmla="*/ 0 h 741680"/>
                                  <a:gd name="connsiteX2" fmla="*/ 741680 w 744220"/>
                                  <a:gd name="connsiteY2" fmla="*/ 60960 h 741680"/>
                                  <a:gd name="connsiteX3" fmla="*/ 721360 w 744220"/>
                                  <a:gd name="connsiteY3" fmla="*/ 193040 h 741680"/>
                                  <a:gd name="connsiteX4" fmla="*/ 703580 w 744220"/>
                                  <a:gd name="connsiteY4" fmla="*/ 259080 h 741680"/>
                                  <a:gd name="connsiteX5" fmla="*/ 652780 w 744220"/>
                                  <a:gd name="connsiteY5" fmla="*/ 358140 h 741680"/>
                                  <a:gd name="connsiteX6" fmla="*/ 586740 w 744220"/>
                                  <a:gd name="connsiteY6" fmla="*/ 459740 h 741680"/>
                                  <a:gd name="connsiteX7" fmla="*/ 520700 w 744220"/>
                                  <a:gd name="connsiteY7" fmla="*/ 535940 h 741680"/>
                                  <a:gd name="connsiteX8" fmla="*/ 431800 w 744220"/>
                                  <a:gd name="connsiteY8" fmla="*/ 609600 h 741680"/>
                                  <a:gd name="connsiteX9" fmla="*/ 375920 w 744220"/>
                                  <a:gd name="connsiteY9" fmla="*/ 642620 h 741680"/>
                                  <a:gd name="connsiteX10" fmla="*/ 299720 w 744220"/>
                                  <a:gd name="connsiteY10" fmla="*/ 683260 h 741680"/>
                                  <a:gd name="connsiteX11" fmla="*/ 215900 w 744220"/>
                                  <a:gd name="connsiteY11" fmla="*/ 713740 h 741680"/>
                                  <a:gd name="connsiteX12" fmla="*/ 109220 w 744220"/>
                                  <a:gd name="connsiteY12" fmla="*/ 736600 h 741680"/>
                                  <a:gd name="connsiteX13" fmla="*/ 0 w 744220"/>
                                  <a:gd name="connsiteY13" fmla="*/ 741680 h 741680"/>
                                  <a:gd name="connsiteX14" fmla="*/ 7620 w 744220"/>
                                  <a:gd name="connsiteY14" fmla="*/ 0 h 7416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744220" h="741680">
                                    <a:moveTo>
                                      <a:pt x="7620" y="0"/>
                                    </a:moveTo>
                                    <a:lnTo>
                                      <a:pt x="744220" y="0"/>
                                    </a:lnTo>
                                    <a:lnTo>
                                      <a:pt x="741680" y="60960"/>
                                    </a:lnTo>
                                    <a:lnTo>
                                      <a:pt x="721360" y="193040"/>
                                    </a:lnTo>
                                    <a:lnTo>
                                      <a:pt x="703580" y="259080"/>
                                    </a:lnTo>
                                    <a:lnTo>
                                      <a:pt x="652780" y="358140"/>
                                    </a:lnTo>
                                    <a:lnTo>
                                      <a:pt x="586740" y="459740"/>
                                    </a:lnTo>
                                    <a:lnTo>
                                      <a:pt x="520700" y="535940"/>
                                    </a:lnTo>
                                    <a:lnTo>
                                      <a:pt x="431800" y="609600"/>
                                    </a:lnTo>
                                    <a:lnTo>
                                      <a:pt x="375920" y="642620"/>
                                    </a:lnTo>
                                    <a:lnTo>
                                      <a:pt x="299720" y="683260"/>
                                    </a:lnTo>
                                    <a:lnTo>
                                      <a:pt x="215900" y="713740"/>
                                    </a:lnTo>
                                    <a:lnTo>
                                      <a:pt x="109220" y="736600"/>
                                    </a:lnTo>
                                    <a:lnTo>
                                      <a:pt x="0" y="741680"/>
                                    </a:lnTo>
                                    <a:lnTo>
                                      <a:pt x="762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47417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9" o:spid="_x0000_s1026" style="position:absolute;margin-left:61.85pt;margin-top:58.35pt;width:58.6pt;height:58.4pt;z-index:25171865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44220,7416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" path="m7620,0l744220,,741680,60960,721360,193040,703580,259080,652780,358140,586740,459740,520700,535940,431800,609600,375920,642620,299720,683260,215900,713740,109220,736600,,741680,7620,0xe" fillcolor="#e47417" stroked="f" strokeweight="2pt">
                      <v:path arrowok="t" o:connecttype="custom" o:connectlocs="7620,0;744220,0;741680,60960;721360,193040;703580,259080;652780,358140;586740,459740;520700,535940;431800,609600;375920,642620;299720,683260;215900,713740;109220,736600;0,741680;7620,0" o:connectangles="0,0,0,0,0,0,0,0,0,0,0,0,0,0,0"/>
                      <w10:wrap type="through"/>
                    </v:shape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9678" behindDoc="0" locked="0" layoutInCell="1" allowOverlap="1" wp14:anchorId="1825E199" wp14:editId="2BD8AF91">
                      <wp:simplePos x="0" y="0"/>
                      <wp:positionH relativeFrom="column">
                        <wp:posOffset>790575</wp:posOffset>
                      </wp:positionH>
                      <wp:positionV relativeFrom="paragraph">
                        <wp:posOffset>95885</wp:posOffset>
                      </wp:positionV>
                      <wp:extent cx="741680" cy="647700"/>
                      <wp:effectExtent l="0" t="0" r="0" b="12700"/>
                      <wp:wrapThrough wrapText="bothSides">
                        <wp:wrapPolygon edited="0">
                          <wp:start x="8137" y="0"/>
                          <wp:lineTo x="0" y="19482"/>
                          <wp:lineTo x="0" y="21176"/>
                          <wp:lineTo x="20712" y="21176"/>
                          <wp:lineTo x="20712" y="11859"/>
                          <wp:lineTo x="16274" y="4235"/>
                          <wp:lineTo x="12575" y="0"/>
                          <wp:lineTo x="8137" y="0"/>
                        </wp:wrapPolygon>
                      </wp:wrapThrough>
                      <wp:docPr id="2" name="Freeform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1680" cy="647700"/>
                              </a:xfrm>
                              <a:custGeom>
                                <a:avLst/>
                                <a:gdLst>
                                  <a:gd name="connsiteX0" fmla="*/ 0 w 640080"/>
                                  <a:gd name="connsiteY0" fmla="*/ 632460 h 632460"/>
                                  <a:gd name="connsiteX1" fmla="*/ 365760 w 640080"/>
                                  <a:gd name="connsiteY1" fmla="*/ 0 h 632460"/>
                                  <a:gd name="connsiteX2" fmla="*/ 411480 w 640080"/>
                                  <a:gd name="connsiteY2" fmla="*/ 30480 h 632460"/>
                                  <a:gd name="connsiteX3" fmla="*/ 457200 w 640080"/>
                                  <a:gd name="connsiteY3" fmla="*/ 68580 h 632460"/>
                                  <a:gd name="connsiteX4" fmla="*/ 497840 w 640080"/>
                                  <a:gd name="connsiteY4" fmla="*/ 104140 h 632460"/>
                                  <a:gd name="connsiteX5" fmla="*/ 546100 w 640080"/>
                                  <a:gd name="connsiteY5" fmla="*/ 147320 h 632460"/>
                                  <a:gd name="connsiteX6" fmla="*/ 589280 w 640080"/>
                                  <a:gd name="connsiteY6" fmla="*/ 203200 h 632460"/>
                                  <a:gd name="connsiteX7" fmla="*/ 629920 w 640080"/>
                                  <a:gd name="connsiteY7" fmla="*/ 261620 h 632460"/>
                                  <a:gd name="connsiteX8" fmla="*/ 629920 w 640080"/>
                                  <a:gd name="connsiteY8" fmla="*/ 261620 h 632460"/>
                                  <a:gd name="connsiteX9" fmla="*/ 629920 w 640080"/>
                                  <a:gd name="connsiteY9" fmla="*/ 261620 h 632460"/>
                                  <a:gd name="connsiteX10" fmla="*/ 640080 w 640080"/>
                                  <a:gd name="connsiteY10" fmla="*/ 281940 h 632460"/>
                                  <a:gd name="connsiteX11" fmla="*/ 0 w 640080"/>
                                  <a:gd name="connsiteY11" fmla="*/ 632460 h 632460"/>
                                  <a:gd name="connsiteX0" fmla="*/ 0 w 741680"/>
                                  <a:gd name="connsiteY0" fmla="*/ 632460 h 647700"/>
                                  <a:gd name="connsiteX1" fmla="*/ 365760 w 741680"/>
                                  <a:gd name="connsiteY1" fmla="*/ 0 h 647700"/>
                                  <a:gd name="connsiteX2" fmla="*/ 411480 w 741680"/>
                                  <a:gd name="connsiteY2" fmla="*/ 30480 h 647700"/>
                                  <a:gd name="connsiteX3" fmla="*/ 457200 w 741680"/>
                                  <a:gd name="connsiteY3" fmla="*/ 68580 h 647700"/>
                                  <a:gd name="connsiteX4" fmla="*/ 497840 w 741680"/>
                                  <a:gd name="connsiteY4" fmla="*/ 104140 h 647700"/>
                                  <a:gd name="connsiteX5" fmla="*/ 546100 w 741680"/>
                                  <a:gd name="connsiteY5" fmla="*/ 147320 h 647700"/>
                                  <a:gd name="connsiteX6" fmla="*/ 589280 w 741680"/>
                                  <a:gd name="connsiteY6" fmla="*/ 203200 h 647700"/>
                                  <a:gd name="connsiteX7" fmla="*/ 629920 w 741680"/>
                                  <a:gd name="connsiteY7" fmla="*/ 261620 h 647700"/>
                                  <a:gd name="connsiteX8" fmla="*/ 629920 w 741680"/>
                                  <a:gd name="connsiteY8" fmla="*/ 261620 h 647700"/>
                                  <a:gd name="connsiteX9" fmla="*/ 629920 w 741680"/>
                                  <a:gd name="connsiteY9" fmla="*/ 261620 h 647700"/>
                                  <a:gd name="connsiteX10" fmla="*/ 741680 w 741680"/>
                                  <a:gd name="connsiteY10" fmla="*/ 647700 h 647700"/>
                                  <a:gd name="connsiteX11" fmla="*/ 0 w 741680"/>
                                  <a:gd name="connsiteY11" fmla="*/ 632460 h 647700"/>
                                  <a:gd name="connsiteX0" fmla="*/ 0 w 744220"/>
                                  <a:gd name="connsiteY0" fmla="*/ 645160 h 647700"/>
                                  <a:gd name="connsiteX1" fmla="*/ 368300 w 744220"/>
                                  <a:gd name="connsiteY1" fmla="*/ 0 h 647700"/>
                                  <a:gd name="connsiteX2" fmla="*/ 414020 w 744220"/>
                                  <a:gd name="connsiteY2" fmla="*/ 30480 h 647700"/>
                                  <a:gd name="connsiteX3" fmla="*/ 459740 w 744220"/>
                                  <a:gd name="connsiteY3" fmla="*/ 68580 h 647700"/>
                                  <a:gd name="connsiteX4" fmla="*/ 500380 w 744220"/>
                                  <a:gd name="connsiteY4" fmla="*/ 104140 h 647700"/>
                                  <a:gd name="connsiteX5" fmla="*/ 548640 w 744220"/>
                                  <a:gd name="connsiteY5" fmla="*/ 147320 h 647700"/>
                                  <a:gd name="connsiteX6" fmla="*/ 591820 w 744220"/>
                                  <a:gd name="connsiteY6" fmla="*/ 203200 h 647700"/>
                                  <a:gd name="connsiteX7" fmla="*/ 632460 w 744220"/>
                                  <a:gd name="connsiteY7" fmla="*/ 261620 h 647700"/>
                                  <a:gd name="connsiteX8" fmla="*/ 632460 w 744220"/>
                                  <a:gd name="connsiteY8" fmla="*/ 261620 h 647700"/>
                                  <a:gd name="connsiteX9" fmla="*/ 632460 w 744220"/>
                                  <a:gd name="connsiteY9" fmla="*/ 261620 h 647700"/>
                                  <a:gd name="connsiteX10" fmla="*/ 744220 w 744220"/>
                                  <a:gd name="connsiteY10" fmla="*/ 647700 h 647700"/>
                                  <a:gd name="connsiteX11" fmla="*/ 0 w 744220"/>
                                  <a:gd name="connsiteY11" fmla="*/ 645160 h 647700"/>
                                  <a:gd name="connsiteX0" fmla="*/ 0 w 744220"/>
                                  <a:gd name="connsiteY0" fmla="*/ 645160 h 647700"/>
                                  <a:gd name="connsiteX1" fmla="*/ 368300 w 744220"/>
                                  <a:gd name="connsiteY1" fmla="*/ 0 h 647700"/>
                                  <a:gd name="connsiteX2" fmla="*/ 414020 w 744220"/>
                                  <a:gd name="connsiteY2" fmla="*/ 30480 h 647700"/>
                                  <a:gd name="connsiteX3" fmla="*/ 459740 w 744220"/>
                                  <a:gd name="connsiteY3" fmla="*/ 68580 h 647700"/>
                                  <a:gd name="connsiteX4" fmla="*/ 500380 w 744220"/>
                                  <a:gd name="connsiteY4" fmla="*/ 104140 h 647700"/>
                                  <a:gd name="connsiteX5" fmla="*/ 548640 w 744220"/>
                                  <a:gd name="connsiteY5" fmla="*/ 147320 h 647700"/>
                                  <a:gd name="connsiteX6" fmla="*/ 591820 w 744220"/>
                                  <a:gd name="connsiteY6" fmla="*/ 203200 h 647700"/>
                                  <a:gd name="connsiteX7" fmla="*/ 632460 w 744220"/>
                                  <a:gd name="connsiteY7" fmla="*/ 261620 h 647700"/>
                                  <a:gd name="connsiteX8" fmla="*/ 632460 w 744220"/>
                                  <a:gd name="connsiteY8" fmla="*/ 261620 h 647700"/>
                                  <a:gd name="connsiteX9" fmla="*/ 719115 w 744220"/>
                                  <a:gd name="connsiteY9" fmla="*/ 457200 h 647700"/>
                                  <a:gd name="connsiteX10" fmla="*/ 744220 w 744220"/>
                                  <a:gd name="connsiteY10" fmla="*/ 647700 h 647700"/>
                                  <a:gd name="connsiteX11" fmla="*/ 0 w 744220"/>
                                  <a:gd name="connsiteY11" fmla="*/ 645160 h 647700"/>
                                  <a:gd name="connsiteX0" fmla="*/ 0 w 744220"/>
                                  <a:gd name="connsiteY0" fmla="*/ 645160 h 647700"/>
                                  <a:gd name="connsiteX1" fmla="*/ 368300 w 744220"/>
                                  <a:gd name="connsiteY1" fmla="*/ 0 h 647700"/>
                                  <a:gd name="connsiteX2" fmla="*/ 414020 w 744220"/>
                                  <a:gd name="connsiteY2" fmla="*/ 30480 h 647700"/>
                                  <a:gd name="connsiteX3" fmla="*/ 459740 w 744220"/>
                                  <a:gd name="connsiteY3" fmla="*/ 68580 h 647700"/>
                                  <a:gd name="connsiteX4" fmla="*/ 500380 w 744220"/>
                                  <a:gd name="connsiteY4" fmla="*/ 104140 h 647700"/>
                                  <a:gd name="connsiteX5" fmla="*/ 548640 w 744220"/>
                                  <a:gd name="connsiteY5" fmla="*/ 147320 h 647700"/>
                                  <a:gd name="connsiteX6" fmla="*/ 591820 w 744220"/>
                                  <a:gd name="connsiteY6" fmla="*/ 203200 h 647700"/>
                                  <a:gd name="connsiteX7" fmla="*/ 632460 w 744220"/>
                                  <a:gd name="connsiteY7" fmla="*/ 261620 h 647700"/>
                                  <a:gd name="connsiteX8" fmla="*/ 665593 w 744220"/>
                                  <a:gd name="connsiteY8" fmla="*/ 309880 h 647700"/>
                                  <a:gd name="connsiteX9" fmla="*/ 719115 w 744220"/>
                                  <a:gd name="connsiteY9" fmla="*/ 457200 h 647700"/>
                                  <a:gd name="connsiteX10" fmla="*/ 744220 w 744220"/>
                                  <a:gd name="connsiteY10" fmla="*/ 647700 h 647700"/>
                                  <a:gd name="connsiteX11" fmla="*/ 0 w 744220"/>
                                  <a:gd name="connsiteY11" fmla="*/ 645160 h 6477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744220" h="647700">
                                    <a:moveTo>
                                      <a:pt x="0" y="645160"/>
                                    </a:moveTo>
                                    <a:lnTo>
                                      <a:pt x="368300" y="0"/>
                                    </a:lnTo>
                                    <a:lnTo>
                                      <a:pt x="414020" y="30480"/>
                                    </a:lnTo>
                                    <a:lnTo>
                                      <a:pt x="459740" y="68580"/>
                                    </a:lnTo>
                                    <a:lnTo>
                                      <a:pt x="500380" y="104140"/>
                                    </a:lnTo>
                                    <a:lnTo>
                                      <a:pt x="548640" y="147320"/>
                                    </a:lnTo>
                                    <a:lnTo>
                                      <a:pt x="591820" y="203200"/>
                                    </a:lnTo>
                                    <a:lnTo>
                                      <a:pt x="632460" y="261620"/>
                                    </a:lnTo>
                                    <a:cubicBezTo>
                                      <a:pt x="644756" y="279400"/>
                                      <a:pt x="654549" y="293793"/>
                                      <a:pt x="665593" y="309880"/>
                                    </a:cubicBezTo>
                                    <a:lnTo>
                                      <a:pt x="719115" y="457200"/>
                                    </a:lnTo>
                                    <a:lnTo>
                                      <a:pt x="744220" y="647700"/>
                                    </a:lnTo>
                                    <a:lnTo>
                                      <a:pt x="0" y="64516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D5FA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8" o:spid="_x0000_s1026" style="position:absolute;margin-left:62.25pt;margin-top:7.55pt;width:58.4pt;height:51pt;z-index:25171967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44220,6477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" path="m0,645160l368300,,414020,30480,459740,68580,500380,104140,548640,147320,591820,203200,632460,261620c644756,279400,654549,293793,665593,309880l719115,457200,744220,647700,,645160xe" fillcolor="#2d5faf" stroked="f" strokeweight="2pt">
                      <v:path arrowok="t" o:connecttype="custom" o:connectlocs="0,645160;367043,0;412607,30480;458171,68580;498672,104140;546768,147320;589800,203200;630301,261620;663321,309880;716661,457200;741680,647700;0,645160" o:connectangles="0,0,0,0,0,0,0,0,0,0,0,0"/>
                      <w10:wrap type="through"/>
                    </v:shape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0703" behindDoc="0" locked="0" layoutInCell="1" allowOverlap="1" wp14:anchorId="370C2565" wp14:editId="5D004FDC">
                      <wp:simplePos x="0" y="0"/>
                      <wp:positionH relativeFrom="column">
                        <wp:posOffset>782955</wp:posOffset>
                      </wp:positionH>
                      <wp:positionV relativeFrom="paragraph">
                        <wp:posOffset>1905</wp:posOffset>
                      </wp:positionV>
                      <wp:extent cx="373380" cy="739140"/>
                      <wp:effectExtent l="0" t="0" r="7620" b="0"/>
                      <wp:wrapThrough wrapText="bothSides">
                        <wp:wrapPolygon edited="0">
                          <wp:start x="0" y="0"/>
                          <wp:lineTo x="0" y="20784"/>
                          <wp:lineTo x="2939" y="20784"/>
                          <wp:lineTo x="4408" y="20784"/>
                          <wp:lineTo x="20571" y="4454"/>
                          <wp:lineTo x="20571" y="1485"/>
                          <wp:lineTo x="13224" y="0"/>
                          <wp:lineTo x="0" y="0"/>
                        </wp:wrapPolygon>
                      </wp:wrapThrough>
                      <wp:docPr id="3" name="Freeform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3380" cy="739140"/>
                              </a:xfrm>
                              <a:custGeom>
                                <a:avLst/>
                                <a:gdLst>
                                  <a:gd name="connsiteX0" fmla="*/ 0 w 373380"/>
                                  <a:gd name="connsiteY0" fmla="*/ 739140 h 739140"/>
                                  <a:gd name="connsiteX1" fmla="*/ 2540 w 373380"/>
                                  <a:gd name="connsiteY1" fmla="*/ 0 h 739140"/>
                                  <a:gd name="connsiteX2" fmla="*/ 93980 w 373380"/>
                                  <a:gd name="connsiteY2" fmla="*/ 5080 h 739140"/>
                                  <a:gd name="connsiteX3" fmla="*/ 144780 w 373380"/>
                                  <a:gd name="connsiteY3" fmla="*/ 15240 h 739140"/>
                                  <a:gd name="connsiteX4" fmla="*/ 213360 w 373380"/>
                                  <a:gd name="connsiteY4" fmla="*/ 30480 h 739140"/>
                                  <a:gd name="connsiteX5" fmla="*/ 294640 w 373380"/>
                                  <a:gd name="connsiteY5" fmla="*/ 60960 h 739140"/>
                                  <a:gd name="connsiteX6" fmla="*/ 337820 w 373380"/>
                                  <a:gd name="connsiteY6" fmla="*/ 81280 h 739140"/>
                                  <a:gd name="connsiteX7" fmla="*/ 373380 w 373380"/>
                                  <a:gd name="connsiteY7" fmla="*/ 101600 h 739140"/>
                                  <a:gd name="connsiteX8" fmla="*/ 0 w 373380"/>
                                  <a:gd name="connsiteY8" fmla="*/ 739140 h 7391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373380" h="739140">
                                    <a:moveTo>
                                      <a:pt x="0" y="739140"/>
                                    </a:moveTo>
                                    <a:cubicBezTo>
                                      <a:pt x="847" y="492760"/>
                                      <a:pt x="1693" y="246380"/>
                                      <a:pt x="2540" y="0"/>
                                    </a:cubicBezTo>
                                    <a:lnTo>
                                      <a:pt x="93980" y="5080"/>
                                    </a:lnTo>
                                    <a:lnTo>
                                      <a:pt x="144780" y="15240"/>
                                    </a:lnTo>
                                    <a:lnTo>
                                      <a:pt x="213360" y="30480"/>
                                    </a:lnTo>
                                    <a:lnTo>
                                      <a:pt x="294640" y="60960"/>
                                    </a:lnTo>
                                    <a:lnTo>
                                      <a:pt x="337820" y="81280"/>
                                    </a:lnTo>
                                    <a:lnTo>
                                      <a:pt x="373380" y="101600"/>
                                    </a:lnTo>
                                    <a:lnTo>
                                      <a:pt x="0" y="73914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7" o:spid="_x0000_s1026" style="position:absolute;margin-left:61.65pt;margin-top:.15pt;width:29.4pt;height:58.2pt;z-index:25172070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73380,7391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" path="m0,739140c847,492760,1693,246380,2540,0l93980,5080,144780,15240,213360,30480,294640,60960,337820,81280,373380,101600,,739140xe" fillcolor="#f99 [1301]" stroked="f" strokeweight="2pt">
                      <v:path arrowok="t" o:connecttype="custom" o:connectlocs="0,739140;2540,0;93980,5080;144780,15240;213360,30480;294640,60960;337820,81280;373380,101600;0,739140" o:connectangles="0,0,0,0,0,0,0,0,0"/>
                      <w10:wrap type="through"/>
                    </v:shape>
                  </w:pict>
                </mc:Fallback>
              </mc:AlternateContent>
            </w:r>
            <w:r w:rsidR="00F944C8"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21728" behindDoc="0" locked="0" layoutInCell="1" allowOverlap="1" wp14:anchorId="1C710AE2" wp14:editId="668D7D51">
                      <wp:simplePos x="0" y="0"/>
                      <wp:positionH relativeFrom="column">
                        <wp:posOffset>-427355</wp:posOffset>
                      </wp:positionH>
                      <wp:positionV relativeFrom="paragraph">
                        <wp:posOffset>-560705</wp:posOffset>
                      </wp:positionV>
                      <wp:extent cx="1601470" cy="1488440"/>
                      <wp:effectExtent l="0" t="0" r="24130" b="35560"/>
                      <wp:wrapThrough wrapText="bothSides">
                        <wp:wrapPolygon edited="0">
                          <wp:start x="8565" y="0"/>
                          <wp:lineTo x="6509" y="737"/>
                          <wp:lineTo x="2056" y="4792"/>
                          <wp:lineTo x="685" y="7003"/>
                          <wp:lineTo x="1028" y="12532"/>
                          <wp:lineTo x="2741" y="17693"/>
                          <wp:lineTo x="3083" y="18430"/>
                          <wp:lineTo x="7537" y="21747"/>
                          <wp:lineTo x="8565" y="21747"/>
                          <wp:lineTo x="14731" y="21747"/>
                          <wp:lineTo x="15759" y="21747"/>
                          <wp:lineTo x="20213" y="18430"/>
                          <wp:lineTo x="20213" y="17693"/>
                          <wp:lineTo x="21583" y="14375"/>
                          <wp:lineTo x="21583" y="7741"/>
                          <wp:lineTo x="21240" y="4792"/>
                          <wp:lineTo x="16787" y="737"/>
                          <wp:lineTo x="14731" y="0"/>
                          <wp:lineTo x="8565" y="0"/>
                        </wp:wrapPolygon>
                      </wp:wrapThrough>
                      <wp:docPr id="96" name="Group 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01470" cy="1488440"/>
                                <a:chOff x="0" y="0"/>
                                <a:chExt cx="1601470" cy="1488440"/>
                              </a:xfrm>
                            </wpg:grpSpPr>
                            <wpg:grpSp>
                              <wpg:cNvPr id="95" name="Group 95"/>
                              <wpg:cNvGrpSpPr/>
                              <wpg:grpSpPr>
                                <a:xfrm>
                                  <a:off x="0" y="0"/>
                                  <a:ext cx="1601470" cy="1488440"/>
                                  <a:chOff x="0" y="0"/>
                                  <a:chExt cx="1601470" cy="1488440"/>
                                </a:xfrm>
                              </wpg:grpSpPr>
                              <wpg:grpSp>
                                <wpg:cNvPr id="31" name="Group 31"/>
                                <wpg:cNvGrpSpPr/>
                                <wpg:grpSpPr>
                                  <a:xfrm>
                                    <a:off x="108585" y="0"/>
                                    <a:ext cx="1492885" cy="1488440"/>
                                    <a:chOff x="0" y="0"/>
                                    <a:chExt cx="1492885" cy="1488440"/>
                                  </a:xfrm>
                                </wpg:grpSpPr>
                                <wps:wsp>
                                  <wps:cNvPr id="17" name="Straight Connector 17"/>
                                  <wps:cNvCnPr/>
                                  <wps:spPr>
                                    <a:xfrm>
                                      <a:off x="748665" y="635"/>
                                      <a:ext cx="0" cy="1485900"/>
                                    </a:xfrm>
                                    <a:prstGeom prst="line">
                                      <a:avLst/>
                                    </a:prstGeom>
                                    <a:ln w="19050" cmpd="sng">
                                      <a:solidFill>
                                        <a:srgbClr val="CAE4FF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9" name="Straight Connector 19"/>
                                  <wps:cNvCnPr/>
                                  <wps:spPr>
                                    <a:xfrm rot="16200000">
                                      <a:off x="748665" y="3810"/>
                                      <a:ext cx="0" cy="1485900"/>
                                    </a:xfrm>
                                    <a:prstGeom prst="line">
                                      <a:avLst/>
                                    </a:prstGeom>
                                    <a:ln w="19050" cmpd="sng">
                                      <a:solidFill>
                                        <a:srgbClr val="CAE4FF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1" name="Straight Connector 21"/>
                                  <wps:cNvCnPr/>
                                  <wps:spPr>
                                    <a:xfrm rot="19800000">
                                      <a:off x="747395" y="2540"/>
                                      <a:ext cx="0" cy="1485900"/>
                                    </a:xfrm>
                                    <a:prstGeom prst="line">
                                      <a:avLst/>
                                    </a:prstGeom>
                                    <a:ln w="19050" cmpd="sng">
                                      <a:solidFill>
                                        <a:srgbClr val="CAE4FF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4" name="Straight Connector 24"/>
                                  <wps:cNvCnPr/>
                                  <wps:spPr>
                                    <a:xfrm rot="18000000">
                                      <a:off x="749935" y="1905"/>
                                      <a:ext cx="0" cy="1485900"/>
                                    </a:xfrm>
                                    <a:prstGeom prst="line">
                                      <a:avLst/>
                                    </a:prstGeom>
                                    <a:ln w="19050" cmpd="sng">
                                      <a:solidFill>
                                        <a:srgbClr val="CAE4FF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5" name="Straight Connector 25"/>
                                  <wps:cNvCnPr/>
                                  <wps:spPr>
                                    <a:xfrm rot="3600000">
                                      <a:off x="742950" y="5080"/>
                                      <a:ext cx="0" cy="1485900"/>
                                    </a:xfrm>
                                    <a:prstGeom prst="line">
                                      <a:avLst/>
                                    </a:prstGeom>
                                    <a:ln w="19050" cmpd="sng">
                                      <a:solidFill>
                                        <a:srgbClr val="CAE4FF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6" name="Straight Connector 26"/>
                                  <wps:cNvCnPr/>
                                  <wps:spPr>
                                    <a:xfrm rot="1800000">
                                      <a:off x="746760" y="0"/>
                                      <a:ext cx="0" cy="1485900"/>
                                    </a:xfrm>
                                    <a:prstGeom prst="line">
                                      <a:avLst/>
                                    </a:prstGeom>
                                    <a:ln w="19050" cmpd="sng">
                                      <a:solidFill>
                                        <a:srgbClr val="CAE4FF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94" name="Rectangle 94"/>
                                <wps:cNvSpPr/>
                                <wps:spPr>
                                  <a:xfrm>
                                    <a:off x="0" y="431165"/>
                                    <a:ext cx="342900" cy="228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6" name="Oval 16"/>
                              <wps:cNvSpPr/>
                              <wps:spPr>
                                <a:xfrm>
                                  <a:off x="114300" y="635"/>
                                  <a:ext cx="1485900" cy="14859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 cmpd="sng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96" o:spid="_x0000_s1026" style="position:absolute;margin-left:-33.6pt;margin-top:-44.1pt;width:126.1pt;height:117.2pt;z-index:251721728" coordsize="1601470,14884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">
                      <v:group id="Group 95" o:spid="_x0000_s1027" style="position:absolute;width:1601470;height:1488440" coordsize="1601470,14884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kJli2MUAAADbAAAA&#10;DwAAAAAAAAAAAAAAAACpAgAAZHJzL2Rvd25yZXYueG1sUEsFBgAAAAAEAAQA+gAAAJsDAAAAAA==&#10;">
                        <v:group id="Group 31" o:spid="_x0000_s1028" style="position:absolute;left:108585;width:1492885;height:1488440" coordsize="1492885,14884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MnEO+HDAAAA2wAAAA8A&#10;AAAAAAAAAAAAAAAAqQIAAGRycy9kb3ducmV2LnhtbFBLBQYAAAAABAAEAPoAAACZAwAAAAA=&#10;">
                          <v:line id="Straight Connector 17" o:spid="_x0000_s1029" style="position:absolute;visibility:visible;mso-wrap-style:square" from="748665,635" to="748665,148653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pYqdcAAAADbAAAADwAAAGRycy9kb3ducmV2LnhtbERPTYvCMBC9C/6HMIIX0VQP7lqNIqLg&#10;QZBtF70OzdgWm0lpotZ/bwTB2zze5yxWranEnRpXWlYwHkUgiDOrS84V/Ke74S8I55E1VpZJwZMc&#10;rJbdzgJjbR/8R/fE5yKEsItRQeF9HUvpsoIMupGtiQN3sY1BH2CTS93gI4SbSk6iaCoNlhwaCqxp&#10;U1B2TW5GwfF2OkaT635wSOptOsvOJ/ZklOr32vUchKfWf8Uf916H+T/w/iUcIJcv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K6WKnXAAAAA2wAAAA8AAAAAAAAAAAAAAAAA&#10;oQIAAGRycy9kb3ducmV2LnhtbFBLBQYAAAAABAAEAPkAAACOAwAAAAA=&#10;" strokecolor="#cae4ff" strokeweight="1.5pt"/>
                          <v:line id="Straight Connector 19" o:spid="_x0000_s1030" style="position:absolute;rotation:-90;visibility:visible;mso-wrap-style:square" from="748665,3810" to="748665,14897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feG8sIAAADbAAAADwAAAGRycy9kb3ducmV2LnhtbERPTWvCQBC9F/wPywje6kYPpY2uIoJg&#10;48VqQL0N2TGJZmdDdmPiv+8WCt7m8T5nvuxNJR7UuNKygsk4AkGcWV1yriA9bt4/QTiPrLGyTAqe&#10;5GC5GLzNMda24x96HHwuQgi7GBUU3texlC4ryKAb25o4cFfbGPQBNrnUDXYh3FRyGkUf0mDJoaHA&#10;mtYFZfdDaxTc0tOuS/S+1e0mTy/Jtk78+Vup0bBfzUB46v1L/O/e6jD/C/5+CQfIxS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1feG8sIAAADbAAAADwAAAAAAAAAAAAAA&#10;AAChAgAAZHJzL2Rvd25yZXYueG1sUEsFBgAAAAAEAAQA+QAAAJADAAAAAA==&#10;" strokecolor="#cae4ff" strokeweight="1.5pt"/>
                          <v:line id="Straight Connector 21" o:spid="_x0000_s1031" style="position:absolute;rotation:-30;visibility:visible;mso-wrap-style:square" from="747395,2540" to="747395,148844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WDnTsMAAADbAAAADwAAAGRycy9kb3ducmV2LnhtbESPQWvCQBSE70L/w/IKvekmHqJEV2kL&#10;ldJeatT7I/tMgrtvw+5q4r/vFgoeh5n5hllvR2vEjXzoHCvIZxkI4trpjhsFx8PHdAkiRGSNxjEp&#10;uFOA7eZpssZSu4H3dKtiIxKEQ4kK2hj7UspQt2QxzFxPnLyz8xZjkr6R2uOQ4NbIeZYV0mLHaaHF&#10;nt5bqi/V1Sr4Wez2RX8ovu9flTfDaWHy8e2k1Mvz+LoCEWmMj/B/+1MrmOfw9yX9ALn5B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Jlg507DAAAA2wAAAA8AAAAAAAAAAAAA&#10;AAAAoQIAAGRycy9kb3ducmV2LnhtbFBLBQYAAAAABAAEAPkAAACRAwAAAAA=&#10;" strokecolor="#cae4ff" strokeweight="1.5pt"/>
                          <v:line id="Straight Connector 24" o:spid="_x0000_s1032" style="position:absolute;rotation:-60;visibility:visible;mso-wrap-style:square" from="749935,1905" to="749935,148780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RcX1sQAAADbAAAADwAAAGRycy9kb3ducmV2LnhtbESPzW7CMBCE75X6DtZW6q04QNVWIQ5q&#10;Qa1y4QDtgeNib35EvI5iQ8LbYySkHkcz840mW462FWfqfeNYwXSSgCDWzjRcKfj7/X75AOEDssHW&#10;MSm4kIdl/viQYWrcwFs670IlIoR9igrqELpUSq9rsugnriOOXul6iyHKvpKmxyHCbStnSfImLTYc&#10;F2rsaFWTPu5OVkEhWQ8/XF7WG3PQ5de0eG/ne6Wen8bPBYhAY/gP39uFUTB7hduX+ANkfgU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hFxfWxAAAANsAAAAPAAAAAAAAAAAA&#10;AAAAAKECAABkcnMvZG93bnJldi54bWxQSwUGAAAAAAQABAD5AAAAkgMAAAAA&#10;" strokecolor="#cae4ff" strokeweight="1.5pt"/>
                          <v:line id="Straight Connector 25" o:spid="_x0000_s1033" style="position:absolute;rotation:60;visibility:visible;mso-wrap-style:square" from="742950,5080" to="742950,14909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yXwN8IAAADbAAAADwAAAGRycy9kb3ducmV2LnhtbESPQWsCMRSE70L/Q3iCF6nZShVZzS6t&#10;IFhPVev9sXkmi5uXZRPd7b9vCoUeh5n5htmUg2vEg7pQe1bwMstAEFde12wUfJ13zysQISJrbDyT&#10;gm8KUBZPow3m2vd8pMcpGpEgHHJUYGNscylDZclhmPmWOHlX3zmMSXZG6g77BHeNnGfZUjqsOS1Y&#10;bGlrqbqd7k7Brp+yaT4/0C9WzrwejL1cD+9KTcbD2xpEpCH+h//ae61gvoDfL+kHyOI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1yXwN8IAAADbAAAADwAAAAAAAAAAAAAA&#10;AAChAgAAZHJzL2Rvd25yZXYueG1sUEsFBgAAAAAEAAQA+QAAAJADAAAAAA==&#10;" strokecolor="#cae4ff" strokeweight="1.5pt"/>
                          <v:line id="Straight Connector 26" o:spid="_x0000_s1034" style="position:absolute;rotation:30;visibility:visible;mso-wrap-style:square" from="746760,0" to="746760,14859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9wZA8YAAADbAAAADwAAAGRycy9kb3ducmV2LnhtbESPT2sCMRTE70K/Q3gFb5pU0JbVKGK7&#10;4KEgWv/19rp53V3cvKybVNdv3wiFHoeZ+Q0zmbW2EhdqfOlYw1NfgSDOnCk517D9SHsvIHxANlg5&#10;Jg038jCbPnQmmBh35TVdNiEXEcI+QQ1FCHUipc8Ksuj7riaO3rdrLIYom1yaBq8Rbis5UGokLZYc&#10;FwqsaVFQdtr8WA3pUB3STD3vjvO3s/l8fV997a3UuvvYzscgArXhP/zXXhoNgxHcv8QfIKe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OfcGQPGAAAA2wAAAA8AAAAAAAAA&#10;AAAAAAAAoQIAAGRycy9kb3ducmV2LnhtbFBLBQYAAAAABAAEAPkAAACUAwAAAAA=&#10;" strokecolor="#cae4ff" strokeweight="1.5pt"/>
                        </v:group>
                        <v:rect id="Rectangle 94" o:spid="_x0000_s1035" style="position:absolute;top:431165;width:342900;height:228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PBExwwAA&#10;ANsAAAAPAAAAZHJzL2Rvd25yZXYueG1sRI9BawIxFITvgv8hvEJvmm0poqtRaqG0xYOo7f2ZPHeX&#10;bl6WJO6u/94IgsdhZr5hFqve1qIlHyrHCl7GGQhi7UzFhYLfw+doCiJEZIO1Y1JwoQCr5XCwwNy4&#10;jnfU7mMhEoRDjgrKGJtcyqBLshjGriFO3sl5izFJX0jjsUtwW8vXLJtIixWnhRIb+ihJ/+/PVsGf&#10;O607q4/801621flr47WebpR6furf5yAi9fERvre/jYLZG9y+pB8gl1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OPBExwwAAANsAAAAPAAAAAAAAAAAAAAAAAJcCAABkcnMvZG93&#10;bnJldi54bWxQSwUGAAAAAAQABAD1AAAAhwMAAAAA&#10;" filled="f" stroked="f" strokeweight="1pt"/>
                      </v:group>
                      <v:oval id="Oval 16" o:spid="_x0000_s1036" style="position:absolute;left:114300;top:635;width:1485900;height:14859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3JMiNwgAA&#10;ANsAAAAPAAAAZHJzL2Rvd25yZXYueG1sRI9Ba8JAEIXvBf/DMkJvdWPBUKKriCCt4KHVgB6H7JgE&#10;d2dDdqrpv3cLhd5meG/e92axGrxTN+pjG9jAdJKBIq6Cbbk2UB63L2+goiBbdIHJwA9FWC1HTwss&#10;bLjzF90OUqsUwrFAA41IV2gdq4Y8xknoiJN2Cb1HSWtfa9vjPYV7p1+zLNceW06EBjvaNFRdD98+&#10;cd+53POOXC5yKmf+/GlrtzbmeTys56CEBvk3/11/2FQ/h99f0gB6+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ckyI3CAAAA2wAAAA8AAAAAAAAAAAAAAAAAlwIAAGRycy9kb3du&#10;cmV2LnhtbFBLBQYAAAAABAAEAPUAAACGAwAAAAA=&#10;" filled="f" strokecolor="#3c5d9f" strokeweight="2.25pt"/>
                      <w10:wrap type="through"/>
                    </v:group>
                  </w:pict>
                </mc:Fallback>
              </mc:AlternateContent>
            </w:r>
          </w:p>
        </w:tc>
      </w:tr>
    </w:tbl>
    <w:p w14:paraId="3763ED12" w14:textId="35A1F6B4" w:rsidR="00EB5185" w:rsidRDefault="007B3553" w:rsidP="006F4234">
      <w:pPr>
        <w:tabs>
          <w:tab w:val="left" w:pos="3187"/>
        </w:tabs>
      </w:pPr>
      <w:r w:rsidRPr="00F944C8">
        <w:t>Wie gross ist ihre Summe?</w:t>
      </w:r>
      <w:r w:rsidR="006F4234">
        <w:rPr>
          <w:rFonts w:asciiTheme="minorHAnsi" w:hAnsiTheme="minorHAnsi"/>
          <w:sz w:val="24"/>
        </w:rPr>
        <w:tab/>
      </w:r>
      <m:oMath>
        <m:f>
          <m:fPr>
            <m:ctrlPr>
              <w:rPr>
                <w:rStyle w:val="Schriftrot"/>
              </w:rPr>
            </m:ctrlPr>
          </m:fPr>
          <m:num>
            <m:r>
              <m:rPr>
                <m:nor/>
              </m:rPr>
              <w:rPr>
                <w:rStyle w:val="Schriftrot"/>
              </w:rPr>
              <m:t>1</m:t>
            </m:r>
          </m:num>
          <m:den>
            <m:r>
              <m:rPr>
                <m:nor/>
              </m:rPr>
              <w:rPr>
                <w:rStyle w:val="Schriftrot"/>
              </w:rPr>
              <m:t>2</m:t>
            </m:r>
          </m:den>
        </m:f>
      </m:oMath>
      <w:r w:rsidR="006F4234" w:rsidRPr="006F4234">
        <w:rPr>
          <w:rStyle w:val="Schriftrot"/>
        </w:rPr>
        <w:tab/>
        <w:t>oder</w:t>
      </w:r>
      <w:r w:rsidR="006F4234" w:rsidRPr="006F4234">
        <w:rPr>
          <w:rStyle w:val="Schriftrot"/>
        </w:rPr>
        <w:tab/>
      </w:r>
      <m:oMath>
        <m:f>
          <m:fPr>
            <m:ctrlPr>
              <w:rPr>
                <w:rStyle w:val="Schriftrot"/>
              </w:rPr>
            </m:ctrlPr>
          </m:fPr>
          <m:num>
            <m:r>
              <m:rPr>
                <m:nor/>
              </m:rPr>
              <w:rPr>
                <w:rStyle w:val="Schriftrot"/>
              </w:rPr>
              <m:t>6</m:t>
            </m:r>
          </m:num>
          <m:den>
            <m:r>
              <m:rPr>
                <m:nor/>
              </m:rPr>
              <w:rPr>
                <w:rStyle w:val="Schriftrot"/>
              </w:rPr>
              <m:t>12</m:t>
            </m:r>
          </m:den>
        </m:f>
      </m:oMath>
      <w:r w:rsidR="006F4234">
        <w:rPr>
          <w:rStyle w:val="Schriftrot"/>
        </w:rPr>
        <w:tab/>
      </w:r>
      <w:r w:rsidR="006F4234" w:rsidRPr="006F4234">
        <w:rPr>
          <w:rStyle w:val="Schriftrot"/>
        </w:rPr>
        <w:t>½ P</w:t>
      </w:r>
    </w:p>
    <w:p w14:paraId="3524D7D8" w14:textId="68598B14" w:rsidR="00EB5185" w:rsidRDefault="00EB5185" w:rsidP="00682D01"/>
    <w:p w14:paraId="0C60EB20" w14:textId="77777777" w:rsidR="007B3553" w:rsidRDefault="007B3553" w:rsidP="00682D01"/>
    <w:p w14:paraId="56665B65" w14:textId="5F4D0B66" w:rsidR="00EE1B29" w:rsidRDefault="007B3553" w:rsidP="00682D01">
      <w:r w:rsidRPr="007B3553">
        <w:t>Notiere diese Addition in der Bruchschreibweise:</w:t>
      </w:r>
    </w:p>
    <w:p w14:paraId="674EBCF0" w14:textId="7ECF2F2D" w:rsidR="00EE1B29" w:rsidRPr="00EE1B29" w:rsidRDefault="00EE1B29" w:rsidP="006E357E">
      <w:pPr>
        <w:tabs>
          <w:tab w:val="left" w:pos="70"/>
        </w:tabs>
        <w:rPr>
          <w:rStyle w:val="Schriftrot"/>
        </w:rPr>
      </w:pPr>
      <w:r>
        <w:rPr>
          <w:rStyle w:val="Schriftrot"/>
        </w:rPr>
        <w:tab/>
      </w:r>
      <m:oMath>
        <m:f>
          <m:fPr>
            <m:ctrlPr>
              <w:rPr>
                <w:rStyle w:val="Schriftrot"/>
                <w:rFonts w:ascii="Cambria Math" w:hAnsi="Cambria Math" w:cstheme="minorHAnsi"/>
                <w:sz w:val="44"/>
                <w:szCs w:val="44"/>
              </w:rPr>
            </m:ctrlPr>
          </m:fPr>
          <m:num>
            <m:r>
              <m:rPr>
                <m:nor/>
              </m:rPr>
              <w:rPr>
                <w:rStyle w:val="Schriftrot"/>
                <w:rFonts w:asciiTheme="minorHAnsi" w:hAnsiTheme="minorHAnsi" w:cstheme="minorHAnsi"/>
                <w:sz w:val="44"/>
                <w:szCs w:val="44"/>
              </w:rPr>
              <m:t>1</m:t>
            </m:r>
          </m:num>
          <m:den>
            <m:r>
              <m:rPr>
                <m:nor/>
              </m:rPr>
              <w:rPr>
                <w:rStyle w:val="Schriftrot"/>
                <w:rFonts w:asciiTheme="minorHAnsi" w:hAnsiTheme="minorHAnsi" w:cstheme="minorHAnsi"/>
                <w:sz w:val="44"/>
                <w:szCs w:val="44"/>
              </w:rPr>
              <m:t>12</m:t>
            </m:r>
          </m:den>
        </m:f>
      </m:oMath>
      <w:r w:rsidRPr="00EE1B29">
        <w:rPr>
          <w:rStyle w:val="Schriftrot"/>
          <w:sz w:val="44"/>
          <w:szCs w:val="44"/>
        </w:rPr>
        <w:t xml:space="preserve">  +  </w:t>
      </w:r>
      <m:oMath>
        <m:f>
          <m:fPr>
            <m:ctrlPr>
              <w:rPr>
                <w:rStyle w:val="Schriftrot"/>
                <w:rFonts w:ascii="Cambria Math" w:hAnsi="Cambria Math"/>
                <w:sz w:val="44"/>
                <w:szCs w:val="44"/>
              </w:rPr>
            </m:ctrlPr>
          </m:fPr>
          <m:num>
            <m:r>
              <m:rPr>
                <m:nor/>
              </m:rPr>
              <w:rPr>
                <w:rStyle w:val="Schriftrot"/>
                <w:sz w:val="44"/>
                <w:szCs w:val="44"/>
              </w:rPr>
              <m:t>1</m:t>
            </m:r>
          </m:num>
          <m:den>
            <m:r>
              <m:rPr>
                <m:nor/>
              </m:rPr>
              <w:rPr>
                <w:rStyle w:val="Schriftrot"/>
                <w:sz w:val="44"/>
                <w:szCs w:val="44"/>
              </w:rPr>
              <m:t>6</m:t>
            </m:r>
          </m:den>
        </m:f>
      </m:oMath>
      <w:r w:rsidRPr="00EE1B29">
        <w:rPr>
          <w:rStyle w:val="Schriftrot"/>
          <w:sz w:val="44"/>
          <w:szCs w:val="44"/>
        </w:rPr>
        <w:t xml:space="preserve">  +  </w:t>
      </w:r>
      <m:oMath>
        <m:f>
          <m:fPr>
            <m:ctrlPr>
              <w:rPr>
                <w:rStyle w:val="Schriftrot"/>
                <w:rFonts w:ascii="Cambria Math" w:hAnsi="Cambria Math"/>
                <w:sz w:val="44"/>
                <w:szCs w:val="44"/>
              </w:rPr>
            </m:ctrlPr>
          </m:fPr>
          <m:num>
            <m:r>
              <m:rPr>
                <m:nor/>
              </m:rPr>
              <w:rPr>
                <w:rStyle w:val="Schriftrot"/>
                <w:sz w:val="44"/>
                <w:szCs w:val="44"/>
              </w:rPr>
              <m:t>1</m:t>
            </m:r>
          </m:num>
          <m:den>
            <m:r>
              <m:rPr>
                <m:nor/>
              </m:rPr>
              <w:rPr>
                <w:rStyle w:val="Schriftrot"/>
                <w:sz w:val="44"/>
                <w:szCs w:val="44"/>
              </w:rPr>
              <m:t>4</m:t>
            </m:r>
          </m:den>
        </m:f>
      </m:oMath>
      <w:r w:rsidRPr="00EE1B29">
        <w:rPr>
          <w:rStyle w:val="Schriftrot"/>
          <w:sz w:val="44"/>
          <w:szCs w:val="44"/>
        </w:rPr>
        <w:t xml:space="preserve">  =  </w:t>
      </w:r>
      <m:oMath>
        <m:f>
          <m:fPr>
            <m:ctrlPr>
              <w:rPr>
                <w:rStyle w:val="Schriftrot"/>
                <w:rFonts w:ascii="Cambria Math" w:hAnsi="Cambria Math"/>
                <w:sz w:val="44"/>
                <w:szCs w:val="44"/>
              </w:rPr>
            </m:ctrlPr>
          </m:fPr>
          <m:num>
            <m:r>
              <m:rPr>
                <m:nor/>
              </m:rPr>
              <w:rPr>
                <w:rStyle w:val="Schriftrot"/>
                <w:sz w:val="44"/>
                <w:szCs w:val="44"/>
              </w:rPr>
              <m:t>1</m:t>
            </m:r>
          </m:num>
          <m:den>
            <m:r>
              <m:rPr>
                <m:nor/>
              </m:rPr>
              <w:rPr>
                <w:rStyle w:val="Schriftrot"/>
                <w:sz w:val="44"/>
                <w:szCs w:val="44"/>
              </w:rPr>
              <m:t>2</m:t>
            </m:r>
          </m:den>
        </m:f>
      </m:oMath>
    </w:p>
    <w:p w14:paraId="52B343D7" w14:textId="77777777" w:rsidR="00EE1B29" w:rsidRPr="00EE1B29" w:rsidRDefault="00EE1B29" w:rsidP="006E357E">
      <w:pPr>
        <w:tabs>
          <w:tab w:val="left" w:pos="70"/>
        </w:tabs>
        <w:spacing w:after="0"/>
        <w:rPr>
          <w:rStyle w:val="Schriftrot"/>
        </w:rPr>
      </w:pPr>
    </w:p>
    <w:p w14:paraId="423E6439" w14:textId="1DCFA1D9" w:rsidR="00EE1B29" w:rsidRPr="00EE1B29" w:rsidRDefault="006E357E" w:rsidP="006E357E">
      <w:pPr>
        <w:tabs>
          <w:tab w:val="left" w:pos="70"/>
          <w:tab w:val="left" w:pos="1132"/>
          <w:tab w:val="left" w:pos="2069"/>
          <w:tab w:val="left" w:pos="2977"/>
        </w:tabs>
        <w:rPr>
          <w:rStyle w:val="Schriftrot"/>
        </w:rPr>
      </w:pPr>
      <w:r>
        <w:rPr>
          <w:rStyle w:val="Schriftrot"/>
        </w:rPr>
        <w:tab/>
        <w:t>½ P</w:t>
      </w:r>
      <w:r>
        <w:rPr>
          <w:rStyle w:val="Schriftrot"/>
        </w:rPr>
        <w:tab/>
      </w:r>
      <w:r w:rsidR="00EE1B29" w:rsidRPr="00EE1B29">
        <w:rPr>
          <w:rStyle w:val="Schriftrot"/>
        </w:rPr>
        <w:t>½ P</w:t>
      </w:r>
      <w:r>
        <w:rPr>
          <w:rStyle w:val="Schriftrot"/>
        </w:rPr>
        <w:t xml:space="preserve"> </w:t>
      </w:r>
      <w:r>
        <w:rPr>
          <w:rStyle w:val="Schriftrot"/>
        </w:rPr>
        <w:tab/>
      </w:r>
      <w:r w:rsidR="00EE1B29" w:rsidRPr="00EE1B29">
        <w:rPr>
          <w:rStyle w:val="Schriftrot"/>
        </w:rPr>
        <w:t>½</w:t>
      </w:r>
      <w:r>
        <w:rPr>
          <w:rStyle w:val="Schriftrot"/>
        </w:rPr>
        <w:t xml:space="preserve"> P</w:t>
      </w:r>
      <w:r>
        <w:rPr>
          <w:rStyle w:val="Schriftrot"/>
        </w:rPr>
        <w:tab/>
        <w:t>½ P</w:t>
      </w:r>
    </w:p>
    <w:p w14:paraId="6E97C5BB" w14:textId="77777777" w:rsidR="00EE1B29" w:rsidRPr="00EE1B29" w:rsidRDefault="00EE1B29" w:rsidP="006E357E">
      <w:pPr>
        <w:tabs>
          <w:tab w:val="left" w:pos="70"/>
          <w:tab w:val="left" w:pos="1174"/>
          <w:tab w:val="left" w:pos="2069"/>
        </w:tabs>
        <w:spacing w:after="0"/>
        <w:rPr>
          <w:rStyle w:val="Schriftrot"/>
        </w:rPr>
      </w:pPr>
    </w:p>
    <w:p w14:paraId="4F898DC5" w14:textId="18D8C749" w:rsidR="00EE1B29" w:rsidRPr="00EE1B29" w:rsidRDefault="006E357E" w:rsidP="006E357E">
      <w:pPr>
        <w:tabs>
          <w:tab w:val="left" w:pos="70"/>
          <w:tab w:val="left" w:pos="1174"/>
          <w:tab w:val="left" w:pos="2069"/>
        </w:tabs>
        <w:spacing w:after="100"/>
        <w:rPr>
          <w:rStyle w:val="Schriftrot"/>
        </w:rPr>
      </w:pPr>
      <w:r>
        <w:rPr>
          <w:rStyle w:val="Schriftrot"/>
        </w:rPr>
        <w:tab/>
        <w:t>oder</w:t>
      </w:r>
    </w:p>
    <w:p w14:paraId="6B109BB3" w14:textId="77777777" w:rsidR="00EE1B29" w:rsidRPr="00EE1B29" w:rsidRDefault="00EE1B29" w:rsidP="006E357E">
      <w:pPr>
        <w:tabs>
          <w:tab w:val="left" w:pos="70"/>
          <w:tab w:val="left" w:pos="1174"/>
          <w:tab w:val="left" w:pos="2069"/>
        </w:tabs>
        <w:spacing w:after="0"/>
        <w:rPr>
          <w:rStyle w:val="Schriftrot"/>
        </w:rPr>
      </w:pPr>
    </w:p>
    <w:p w14:paraId="773219C2" w14:textId="1431CBEA" w:rsidR="00EE1B29" w:rsidRPr="00EE1B29" w:rsidRDefault="00EE1B29" w:rsidP="006E357E">
      <w:pPr>
        <w:tabs>
          <w:tab w:val="left" w:pos="70"/>
          <w:tab w:val="left" w:pos="1174"/>
          <w:tab w:val="left" w:pos="2069"/>
        </w:tabs>
        <w:rPr>
          <w:rStyle w:val="Schriftrot"/>
        </w:rPr>
      </w:pPr>
      <w:r>
        <w:rPr>
          <w:rStyle w:val="Schriftrot"/>
        </w:rPr>
        <w:tab/>
      </w:r>
      <m:oMath>
        <m:f>
          <m:fPr>
            <m:ctrlPr>
              <w:rPr>
                <w:rStyle w:val="Schriftrot"/>
                <w:rFonts w:ascii="Cambria Math" w:hAnsi="Cambria Math" w:cstheme="minorHAnsi"/>
                <w:sz w:val="44"/>
                <w:szCs w:val="44"/>
              </w:rPr>
            </m:ctrlPr>
          </m:fPr>
          <m:num>
            <m:r>
              <m:rPr>
                <m:nor/>
              </m:rPr>
              <w:rPr>
                <w:rStyle w:val="Schriftrot"/>
                <w:rFonts w:asciiTheme="minorHAnsi" w:hAnsiTheme="minorHAnsi" w:cstheme="minorHAnsi"/>
                <w:sz w:val="44"/>
                <w:szCs w:val="44"/>
              </w:rPr>
              <m:t>1</m:t>
            </m:r>
          </m:num>
          <m:den>
            <m:r>
              <m:rPr>
                <m:nor/>
              </m:rPr>
              <w:rPr>
                <w:rStyle w:val="Schriftrot"/>
                <w:rFonts w:asciiTheme="minorHAnsi" w:hAnsiTheme="minorHAnsi" w:cstheme="minorHAnsi"/>
                <w:sz w:val="44"/>
                <w:szCs w:val="44"/>
              </w:rPr>
              <m:t>12</m:t>
            </m:r>
          </m:den>
        </m:f>
      </m:oMath>
      <w:r w:rsidRPr="00EE1B29">
        <w:rPr>
          <w:rStyle w:val="Schriftrot"/>
          <w:rFonts w:ascii="Cambria Math" w:hAnsi="Cambria Math"/>
          <w:sz w:val="44"/>
          <w:szCs w:val="44"/>
        </w:rPr>
        <w:t xml:space="preserve">  </w:t>
      </w:r>
      <w:r w:rsidRPr="006E357E">
        <w:rPr>
          <w:rStyle w:val="Schriftrot"/>
          <w:sz w:val="44"/>
          <w:szCs w:val="44"/>
        </w:rPr>
        <w:t>+</w:t>
      </w:r>
      <w:r w:rsidRPr="00EE1B29">
        <w:rPr>
          <w:rStyle w:val="Schriftrot"/>
          <w:rFonts w:ascii="Cambria Math" w:hAnsi="Cambria Math"/>
          <w:sz w:val="44"/>
          <w:szCs w:val="44"/>
        </w:rPr>
        <w:t xml:space="preserve">  </w:t>
      </w:r>
      <m:oMath>
        <m:f>
          <m:fPr>
            <m:ctrlPr>
              <w:rPr>
                <w:rStyle w:val="Schriftrot"/>
                <w:rFonts w:ascii="Cambria Math" w:hAnsi="Cambria Math" w:cstheme="minorHAnsi"/>
                <w:sz w:val="44"/>
                <w:szCs w:val="44"/>
              </w:rPr>
            </m:ctrlPr>
          </m:fPr>
          <m:num>
            <m:r>
              <m:rPr>
                <m:nor/>
              </m:rPr>
              <w:rPr>
                <w:rStyle w:val="Schriftrot"/>
                <w:rFonts w:asciiTheme="minorHAnsi" w:hAnsiTheme="minorHAnsi" w:cstheme="minorHAnsi"/>
                <w:sz w:val="44"/>
                <w:szCs w:val="44"/>
              </w:rPr>
              <m:t>2</m:t>
            </m:r>
          </m:num>
          <m:den>
            <m:r>
              <m:rPr>
                <m:nor/>
              </m:rPr>
              <w:rPr>
                <w:rStyle w:val="Schriftrot"/>
                <w:rFonts w:asciiTheme="minorHAnsi" w:hAnsiTheme="minorHAnsi" w:cstheme="minorHAnsi"/>
                <w:sz w:val="44"/>
                <w:szCs w:val="44"/>
              </w:rPr>
              <m:t>12</m:t>
            </m:r>
          </m:den>
        </m:f>
      </m:oMath>
      <w:r w:rsidRPr="00EE1B29">
        <w:rPr>
          <w:rStyle w:val="Schriftrot"/>
          <w:rFonts w:ascii="Cambria Math" w:hAnsi="Cambria Math"/>
          <w:sz w:val="44"/>
          <w:szCs w:val="44"/>
        </w:rPr>
        <w:t xml:space="preserve">  </w:t>
      </w:r>
      <w:r w:rsidRPr="006E357E">
        <w:rPr>
          <w:rStyle w:val="Schriftrot"/>
          <w:sz w:val="44"/>
          <w:szCs w:val="44"/>
        </w:rPr>
        <w:t>+</w:t>
      </w:r>
      <w:r w:rsidRPr="00EE1B29">
        <w:rPr>
          <w:rStyle w:val="Schriftrot"/>
          <w:rFonts w:ascii="Cambria Math" w:hAnsi="Cambria Math"/>
          <w:sz w:val="44"/>
          <w:szCs w:val="44"/>
        </w:rPr>
        <w:t xml:space="preserve">  </w:t>
      </w:r>
      <m:oMath>
        <m:f>
          <m:fPr>
            <m:ctrlPr>
              <w:rPr>
                <w:rStyle w:val="Schriftrot"/>
                <w:rFonts w:ascii="Cambria Math" w:hAnsi="Cambria Math" w:cstheme="minorHAnsi"/>
                <w:sz w:val="44"/>
                <w:szCs w:val="44"/>
              </w:rPr>
            </m:ctrlPr>
          </m:fPr>
          <m:num>
            <m:r>
              <m:rPr>
                <m:nor/>
              </m:rPr>
              <w:rPr>
                <w:rStyle w:val="Schriftrot"/>
                <w:rFonts w:asciiTheme="minorHAnsi" w:hAnsiTheme="minorHAnsi" w:cstheme="minorHAnsi"/>
                <w:sz w:val="44"/>
                <w:szCs w:val="44"/>
              </w:rPr>
              <m:t>3</m:t>
            </m:r>
          </m:num>
          <m:den>
            <m:r>
              <m:rPr>
                <m:nor/>
              </m:rPr>
              <w:rPr>
                <w:rStyle w:val="Schriftrot"/>
                <w:rFonts w:asciiTheme="minorHAnsi" w:hAnsiTheme="minorHAnsi" w:cstheme="minorHAnsi"/>
                <w:sz w:val="44"/>
                <w:szCs w:val="44"/>
              </w:rPr>
              <m:t>12</m:t>
            </m:r>
          </m:den>
        </m:f>
      </m:oMath>
      <w:r w:rsidRPr="00EE1B29">
        <w:rPr>
          <w:rStyle w:val="Schriftrot"/>
          <w:rFonts w:ascii="Cambria Math" w:hAnsi="Cambria Math"/>
          <w:sz w:val="44"/>
          <w:szCs w:val="44"/>
        </w:rPr>
        <w:t xml:space="preserve">  </w:t>
      </w:r>
      <w:r w:rsidRPr="006E357E">
        <w:rPr>
          <w:rStyle w:val="Schriftrot"/>
          <w:sz w:val="44"/>
          <w:szCs w:val="44"/>
        </w:rPr>
        <w:t>=</w:t>
      </w:r>
      <w:r w:rsidRPr="00EE1B29">
        <w:rPr>
          <w:rStyle w:val="Schriftrot"/>
          <w:rFonts w:ascii="Cambria Math" w:hAnsi="Cambria Math"/>
          <w:sz w:val="44"/>
          <w:szCs w:val="44"/>
        </w:rPr>
        <w:t xml:space="preserve">  </w:t>
      </w:r>
      <m:oMath>
        <m:f>
          <m:fPr>
            <m:ctrlPr>
              <w:rPr>
                <w:rStyle w:val="Schriftrot"/>
                <w:rFonts w:ascii="Cambria Math" w:hAnsi="Cambria Math" w:cstheme="minorHAnsi"/>
                <w:sz w:val="44"/>
                <w:szCs w:val="44"/>
              </w:rPr>
            </m:ctrlPr>
          </m:fPr>
          <m:num>
            <m:r>
              <m:rPr>
                <m:nor/>
              </m:rPr>
              <w:rPr>
                <w:rStyle w:val="Schriftrot"/>
                <w:rFonts w:asciiTheme="minorHAnsi" w:hAnsiTheme="minorHAnsi" w:cstheme="minorHAnsi"/>
                <w:sz w:val="44"/>
                <w:szCs w:val="44"/>
              </w:rPr>
              <m:t>6</m:t>
            </m:r>
          </m:num>
          <m:den>
            <m:r>
              <m:rPr>
                <m:nor/>
              </m:rPr>
              <w:rPr>
                <w:rStyle w:val="Schriftrot"/>
                <w:rFonts w:asciiTheme="minorHAnsi" w:hAnsiTheme="minorHAnsi" w:cstheme="minorHAnsi"/>
                <w:sz w:val="44"/>
                <w:szCs w:val="44"/>
              </w:rPr>
              <m:t>12</m:t>
            </m:r>
          </m:den>
        </m:f>
      </m:oMath>
    </w:p>
    <w:p w14:paraId="581331DE" w14:textId="77777777" w:rsidR="00EE1B29" w:rsidRPr="00EE1B29" w:rsidRDefault="00EE1B29" w:rsidP="006E357E">
      <w:pPr>
        <w:tabs>
          <w:tab w:val="left" w:pos="70"/>
          <w:tab w:val="left" w:pos="1174"/>
          <w:tab w:val="left" w:pos="2069"/>
        </w:tabs>
        <w:spacing w:after="0"/>
        <w:rPr>
          <w:rStyle w:val="Schriftrot"/>
        </w:rPr>
      </w:pPr>
    </w:p>
    <w:p w14:paraId="736CFE5E" w14:textId="2585720F" w:rsidR="00EE1B29" w:rsidRPr="00EE1B29" w:rsidRDefault="00EE1B29" w:rsidP="006E357E">
      <w:pPr>
        <w:tabs>
          <w:tab w:val="left" w:pos="70"/>
          <w:tab w:val="left" w:pos="1174"/>
          <w:tab w:val="left" w:pos="1510"/>
          <w:tab w:val="left" w:pos="2264"/>
          <w:tab w:val="left" w:pos="2600"/>
          <w:tab w:val="left" w:pos="3313"/>
        </w:tabs>
        <w:rPr>
          <w:rStyle w:val="Schriftrot"/>
        </w:rPr>
      </w:pPr>
      <w:r>
        <w:rPr>
          <w:rStyle w:val="Schriftrot"/>
        </w:rPr>
        <w:tab/>
      </w:r>
      <w:r w:rsidR="006E357E">
        <w:rPr>
          <w:rStyle w:val="Schriftrot"/>
        </w:rPr>
        <w:t>½ P</w:t>
      </w:r>
      <w:r w:rsidR="006E357E">
        <w:rPr>
          <w:rStyle w:val="Schriftrot"/>
        </w:rPr>
        <w:tab/>
        <w:t>½ P</w:t>
      </w:r>
      <w:r w:rsidR="006E357E">
        <w:rPr>
          <w:rStyle w:val="Schriftrot"/>
        </w:rPr>
        <w:tab/>
        <w:t>½ P</w:t>
      </w:r>
      <w:r w:rsidR="006E357E">
        <w:rPr>
          <w:rStyle w:val="Schriftrot"/>
        </w:rPr>
        <w:tab/>
      </w:r>
      <w:r w:rsidRPr="00EE1B29">
        <w:rPr>
          <w:rStyle w:val="Schriftrot"/>
        </w:rPr>
        <w:t>½ P</w:t>
      </w:r>
    </w:p>
    <w:p w14:paraId="2FCD053D" w14:textId="77777777" w:rsidR="00EE1B29" w:rsidRPr="007201E2" w:rsidRDefault="00EE1B29" w:rsidP="00682D01"/>
    <w:sectPr w:rsidR="00EE1B29" w:rsidRPr="007201E2" w:rsidSect="001B4C36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BE0B70" w14:textId="77777777" w:rsidR="00EE1B29" w:rsidRDefault="00EE1B29" w:rsidP="00E61129">
      <w:pPr>
        <w:spacing w:after="0"/>
      </w:pPr>
      <w:r>
        <w:separator/>
      </w:r>
    </w:p>
  </w:endnote>
  <w:endnote w:type="continuationSeparator" w:id="0">
    <w:p w14:paraId="21AF0A1F" w14:textId="77777777" w:rsidR="00EE1B29" w:rsidRDefault="00EE1B29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6B182" w14:textId="77777777" w:rsidR="00EE1B29" w:rsidRPr="00A52340" w:rsidRDefault="00EE1B29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</w:t>
    </w:r>
    <w:r>
      <w:t>5</w:t>
    </w:r>
    <w:r w:rsidRPr="004D606A">
      <w:t xml:space="preserve"> Erziehungsdirektion des Kantons Bern</w:t>
    </w:r>
    <w:r>
      <w:br/>
    </w:r>
    <w:r>
      <w:tab/>
    </w:r>
    <w:r w:rsidR="00E04702">
      <w:fldChar w:fldCharType="begin"/>
    </w:r>
    <w:r w:rsidR="00E04702">
      <w:instrText xml:space="preserve"> FILENAME </w:instrText>
    </w:r>
    <w:r w:rsidR="00E04702">
      <w:fldChar w:fldCharType="separate"/>
    </w:r>
    <w:r w:rsidR="00E04702">
      <w:rPr>
        <w:noProof/>
      </w:rPr>
      <w:t>MA_A04_Bruchteile - Loesungen.docx</w:t>
    </w:r>
    <w:r w:rsidR="00E04702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E04702" w:rsidRPr="00E04702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E04702">
      <w:fldChar w:fldCharType="begin"/>
    </w:r>
    <w:r w:rsidR="00E04702">
      <w:instrText>NUMPAGES  \* Arabic  \* MERGEFORMAT</w:instrText>
    </w:r>
    <w:r w:rsidR="00E04702">
      <w:fldChar w:fldCharType="separate"/>
    </w:r>
    <w:r w:rsidR="00E04702" w:rsidRPr="00E04702">
      <w:rPr>
        <w:noProof/>
        <w:lang w:val="de-DE"/>
      </w:rPr>
      <w:t>1</w:t>
    </w:r>
    <w:r w:rsidR="00E04702">
      <w:rPr>
        <w:noProof/>
        <w:lang w:val="de-DE"/>
      </w:rPr>
      <w:fldChar w:fldCharType="end"/>
    </w:r>
  </w:p>
  <w:p w14:paraId="4E54B2C6" w14:textId="77777777" w:rsidR="00EE1B29" w:rsidRDefault="00EE1B29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5D10DD" w14:textId="77777777" w:rsidR="00EE1B29" w:rsidRDefault="00EE1B29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E04702">
      <w:fldChar w:fldCharType="begin"/>
    </w:r>
    <w:r w:rsidR="00E04702">
      <w:instrText xml:space="preserve"> FILENAME </w:instrText>
    </w:r>
    <w:r w:rsidR="00E04702">
      <w:fldChar w:fldCharType="separate"/>
    </w:r>
    <w:r w:rsidR="00E04702">
      <w:rPr>
        <w:noProof/>
      </w:rPr>
      <w:t>MA_A04_Bruchteile - Loesungen.docx</w:t>
    </w:r>
    <w:r w:rsidR="00E04702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1B4C3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E04702">
      <w:fldChar w:fldCharType="begin"/>
    </w:r>
    <w:r w:rsidR="00E04702">
      <w:instrText>NUMPAGES  \* Arabic  \* MERGEFORMAT</w:instrText>
    </w:r>
    <w:r w:rsidR="00E04702">
      <w:fldChar w:fldCharType="separate"/>
    </w:r>
    <w:r w:rsidR="00E04702" w:rsidRPr="00E04702">
      <w:rPr>
        <w:noProof/>
        <w:lang w:val="de-DE"/>
      </w:rPr>
      <w:t>2</w:t>
    </w:r>
    <w:r w:rsidR="00E04702">
      <w:rPr>
        <w:noProof/>
        <w:lang w:val="de-DE"/>
      </w:rPr>
      <w:fldChar w:fldCharType="end"/>
    </w:r>
  </w:p>
  <w:p w14:paraId="125CC2E2" w14:textId="77777777" w:rsidR="00EE1B29" w:rsidRDefault="00EE1B29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0D660B" w14:textId="77777777" w:rsidR="00EE1B29" w:rsidRDefault="00EE1B29" w:rsidP="00E61129">
      <w:pPr>
        <w:spacing w:after="0"/>
      </w:pPr>
      <w:r>
        <w:separator/>
      </w:r>
    </w:p>
  </w:footnote>
  <w:footnote w:type="continuationSeparator" w:id="0">
    <w:p w14:paraId="1A4708A5" w14:textId="77777777" w:rsidR="00EE1B29" w:rsidRDefault="00EE1B29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1FD643" w14:textId="47E958DA" w:rsidR="00EE1B29" w:rsidRPr="00F25B93" w:rsidRDefault="00EE1B29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39D83608" wp14:editId="369DACFE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1BEC15" w14:textId="77777777" w:rsidR="00EE1B29" w:rsidRPr="00093725" w:rsidRDefault="00EE1B29" w:rsidP="0051066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athematik</w:t>
                          </w:r>
                        </w:p>
                        <w:p w14:paraId="343CE102" w14:textId="77777777" w:rsidR="00EE1B29" w:rsidRPr="00BB20F6" w:rsidRDefault="00EE1B29" w:rsidP="0051066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GQzoADlAgAANw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721BEC15" w14:textId="77777777" w:rsidR="00EE1B29" w:rsidRPr="00093725" w:rsidRDefault="00EE1B29" w:rsidP="0051066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athematik</w:t>
                    </w:r>
                  </w:p>
                  <w:p w14:paraId="343CE102" w14:textId="77777777" w:rsidR="00EE1B29" w:rsidRPr="00BB20F6" w:rsidRDefault="00EE1B29" w:rsidP="0051066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5A026F2D" wp14:editId="2A70088F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27052F6A" wp14:editId="0CF8CAB4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3F852306" wp14:editId="719D6987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EE663C4" wp14:editId="278E3CA2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</w:p>
  <w:p w14:paraId="456B8927" w14:textId="77777777" w:rsidR="00EE1B29" w:rsidRDefault="00EE1B29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78A265E0" wp14:editId="092B4AAC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F396D7" w14:textId="77777777" w:rsidR="00EE1B29" w:rsidRDefault="00EE1B29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CDC6B8B" wp14:editId="0F16A324">
              <wp:simplePos x="0" y="0"/>
              <wp:positionH relativeFrom="column">
                <wp:posOffset>4262120</wp:posOffset>
              </wp:positionH>
              <wp:positionV relativeFrom="paragraph">
                <wp:posOffset>24765</wp:posOffset>
              </wp:positionV>
              <wp:extent cx="1770380" cy="378460"/>
              <wp:effectExtent l="0" t="0" r="7620" b="254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78460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F29339" w14:textId="77777777" w:rsidR="00EE1B29" w:rsidRPr="00093725" w:rsidRDefault="00EE1B29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MATHEMATIK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4" o:spid="_x0000_s1028" type="#_x0000_t202" style="position:absolute;margin-left:335.6pt;margin-top:1.95pt;width:139.4pt;height:2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" fillcolor="#8ab2e2" stroked="f">
              <v:textbox>
                <w:txbxContent>
                  <w:p w14:paraId="66F29339" w14:textId="77777777" w:rsidR="00EE1B29" w:rsidRPr="00093725" w:rsidRDefault="00EE1B29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MATHEMATIK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27D6847" wp14:editId="50166194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5AA594A" wp14:editId="73301C49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7BA0366" wp14:editId="562122AA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03BBFF4" wp14:editId="1F3FD892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642636" wp14:editId="701AE94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7300BA" w14:textId="77777777" w:rsidR="00EE1B29" w:rsidRDefault="00EE1B29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68EFA39B" w14:textId="77777777" w:rsidR="00EE1B29" w:rsidRDefault="00EE1B2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" o:spid="_x0000_s1029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Npe2xP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3A7300BA" w14:textId="77777777" w:rsidR="00EE1B29" w:rsidRDefault="00EE1B29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68EFA39B" w14:textId="77777777" w:rsidR="00EE1B29" w:rsidRDefault="00EE1B29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373B516" wp14:editId="18F6EFAD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54557BCA" wp14:editId="6E7ADA35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9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17F55"/>
    <w:multiLevelType w:val="multilevel"/>
    <w:tmpl w:val="1F9A9AD0"/>
    <w:numStyleLink w:val="ListeNummernAltL"/>
  </w:abstractNum>
  <w:abstractNum w:abstractNumId="3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931730"/>
    <w:multiLevelType w:val="multilevel"/>
    <w:tmpl w:val="3DAC6782"/>
    <w:numStyleLink w:val="ListeAufzhlungAltX"/>
  </w:abstractNum>
  <w:abstractNum w:abstractNumId="8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2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10"/>
  </w:num>
  <w:num w:numId="7">
    <w:abstractNumId w:val="12"/>
  </w:num>
  <w:num w:numId="8">
    <w:abstractNumId w:val="6"/>
  </w:num>
  <w:num w:numId="9">
    <w:abstractNumId w:val="14"/>
  </w:num>
  <w:num w:numId="10">
    <w:abstractNumId w:val="1"/>
  </w:num>
  <w:num w:numId="11">
    <w:abstractNumId w:val="5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9"/>
  </w:num>
  <w:num w:numId="18">
    <w:abstractNumId w:val="8"/>
  </w:num>
  <w:num w:numId="19">
    <w:abstractNumId w:val="0"/>
  </w:num>
  <w:num w:numId="20">
    <w:abstractNumId w:val="11"/>
  </w:num>
  <w:num w:numId="21">
    <w:abstractNumId w:val="10"/>
  </w:num>
  <w:num w:numId="22">
    <w:abstractNumId w:val="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10B"/>
    <w:rsid w:val="00004614"/>
    <w:rsid w:val="00017B2B"/>
    <w:rsid w:val="000234B5"/>
    <w:rsid w:val="00027A8D"/>
    <w:rsid w:val="00046A29"/>
    <w:rsid w:val="00063B3E"/>
    <w:rsid w:val="000826F2"/>
    <w:rsid w:val="00093725"/>
    <w:rsid w:val="000A1533"/>
    <w:rsid w:val="000D5FE5"/>
    <w:rsid w:val="000D778F"/>
    <w:rsid w:val="001055AD"/>
    <w:rsid w:val="00131F08"/>
    <w:rsid w:val="00134BAB"/>
    <w:rsid w:val="0015559D"/>
    <w:rsid w:val="001B0583"/>
    <w:rsid w:val="001B4C36"/>
    <w:rsid w:val="001C2481"/>
    <w:rsid w:val="001F5496"/>
    <w:rsid w:val="001F6EF0"/>
    <w:rsid w:val="002019CA"/>
    <w:rsid w:val="0020629D"/>
    <w:rsid w:val="00234D56"/>
    <w:rsid w:val="002467CE"/>
    <w:rsid w:val="0027227B"/>
    <w:rsid w:val="00285B8B"/>
    <w:rsid w:val="002945F2"/>
    <w:rsid w:val="002B17C6"/>
    <w:rsid w:val="002B2FAD"/>
    <w:rsid w:val="002D4FD8"/>
    <w:rsid w:val="002F2755"/>
    <w:rsid w:val="00307CF9"/>
    <w:rsid w:val="003131E0"/>
    <w:rsid w:val="00313CCE"/>
    <w:rsid w:val="00324B78"/>
    <w:rsid w:val="003251AC"/>
    <w:rsid w:val="00342F40"/>
    <w:rsid w:val="003E472B"/>
    <w:rsid w:val="003E4C02"/>
    <w:rsid w:val="003F6D59"/>
    <w:rsid w:val="0042736B"/>
    <w:rsid w:val="004368E9"/>
    <w:rsid w:val="00441CAF"/>
    <w:rsid w:val="00453748"/>
    <w:rsid w:val="00456EEE"/>
    <w:rsid w:val="00462941"/>
    <w:rsid w:val="00463FD0"/>
    <w:rsid w:val="004731A1"/>
    <w:rsid w:val="00480786"/>
    <w:rsid w:val="0049627B"/>
    <w:rsid w:val="00496374"/>
    <w:rsid w:val="004B4EB6"/>
    <w:rsid w:val="004C17BE"/>
    <w:rsid w:val="004C67C9"/>
    <w:rsid w:val="004D5D12"/>
    <w:rsid w:val="004D606A"/>
    <w:rsid w:val="004F407C"/>
    <w:rsid w:val="005044D4"/>
    <w:rsid w:val="00510665"/>
    <w:rsid w:val="00510AEA"/>
    <w:rsid w:val="00515202"/>
    <w:rsid w:val="00530276"/>
    <w:rsid w:val="00537D5C"/>
    <w:rsid w:val="00556BE1"/>
    <w:rsid w:val="00562EDF"/>
    <w:rsid w:val="0058578B"/>
    <w:rsid w:val="00590077"/>
    <w:rsid w:val="0059437F"/>
    <w:rsid w:val="005A1975"/>
    <w:rsid w:val="005B0AA8"/>
    <w:rsid w:val="005B22D2"/>
    <w:rsid w:val="005B4A2B"/>
    <w:rsid w:val="005B74AF"/>
    <w:rsid w:val="005C6F8E"/>
    <w:rsid w:val="005C73D1"/>
    <w:rsid w:val="005D3260"/>
    <w:rsid w:val="005D5528"/>
    <w:rsid w:val="005E0117"/>
    <w:rsid w:val="00634654"/>
    <w:rsid w:val="00634953"/>
    <w:rsid w:val="006376CC"/>
    <w:rsid w:val="00651E15"/>
    <w:rsid w:val="00664211"/>
    <w:rsid w:val="00665E44"/>
    <w:rsid w:val="00666F57"/>
    <w:rsid w:val="00677494"/>
    <w:rsid w:val="00682D01"/>
    <w:rsid w:val="006901A8"/>
    <w:rsid w:val="00691DD4"/>
    <w:rsid w:val="006A5EDD"/>
    <w:rsid w:val="006D36D8"/>
    <w:rsid w:val="006E357E"/>
    <w:rsid w:val="006F1B56"/>
    <w:rsid w:val="006F4234"/>
    <w:rsid w:val="00705BBD"/>
    <w:rsid w:val="007171B0"/>
    <w:rsid w:val="007201E2"/>
    <w:rsid w:val="00730CDC"/>
    <w:rsid w:val="007368E6"/>
    <w:rsid w:val="00750C7D"/>
    <w:rsid w:val="007620D2"/>
    <w:rsid w:val="007621AF"/>
    <w:rsid w:val="007B3553"/>
    <w:rsid w:val="007C4C44"/>
    <w:rsid w:val="007E2CFC"/>
    <w:rsid w:val="007E4199"/>
    <w:rsid w:val="007F62B3"/>
    <w:rsid w:val="008018F0"/>
    <w:rsid w:val="00805198"/>
    <w:rsid w:val="00810E6F"/>
    <w:rsid w:val="008118C8"/>
    <w:rsid w:val="008131ED"/>
    <w:rsid w:val="008241E3"/>
    <w:rsid w:val="00825A2A"/>
    <w:rsid w:val="00825D87"/>
    <w:rsid w:val="0088314E"/>
    <w:rsid w:val="00904C94"/>
    <w:rsid w:val="00905B48"/>
    <w:rsid w:val="00925A82"/>
    <w:rsid w:val="00925CDB"/>
    <w:rsid w:val="009403DB"/>
    <w:rsid w:val="009453CA"/>
    <w:rsid w:val="00945FF7"/>
    <w:rsid w:val="009514A0"/>
    <w:rsid w:val="00954DF4"/>
    <w:rsid w:val="009773BD"/>
    <w:rsid w:val="0099117F"/>
    <w:rsid w:val="00994AE1"/>
    <w:rsid w:val="009A7F42"/>
    <w:rsid w:val="009B010B"/>
    <w:rsid w:val="009B57D7"/>
    <w:rsid w:val="009C0A93"/>
    <w:rsid w:val="009D0E08"/>
    <w:rsid w:val="009D4029"/>
    <w:rsid w:val="009F5EE3"/>
    <w:rsid w:val="00A01275"/>
    <w:rsid w:val="00A10EDD"/>
    <w:rsid w:val="00A40882"/>
    <w:rsid w:val="00A52340"/>
    <w:rsid w:val="00A71ABD"/>
    <w:rsid w:val="00A922BD"/>
    <w:rsid w:val="00A9626B"/>
    <w:rsid w:val="00AA0C43"/>
    <w:rsid w:val="00AD0C62"/>
    <w:rsid w:val="00AE1EF5"/>
    <w:rsid w:val="00AE2523"/>
    <w:rsid w:val="00AE5F2E"/>
    <w:rsid w:val="00AE63FE"/>
    <w:rsid w:val="00AF4F8E"/>
    <w:rsid w:val="00B0459D"/>
    <w:rsid w:val="00B23375"/>
    <w:rsid w:val="00B23F47"/>
    <w:rsid w:val="00B25321"/>
    <w:rsid w:val="00B26651"/>
    <w:rsid w:val="00B27990"/>
    <w:rsid w:val="00B323B4"/>
    <w:rsid w:val="00B55B55"/>
    <w:rsid w:val="00B622D3"/>
    <w:rsid w:val="00B92F68"/>
    <w:rsid w:val="00BC46E0"/>
    <w:rsid w:val="00BC6428"/>
    <w:rsid w:val="00BC6B04"/>
    <w:rsid w:val="00BF5EB3"/>
    <w:rsid w:val="00C01F72"/>
    <w:rsid w:val="00C15F30"/>
    <w:rsid w:val="00C237BD"/>
    <w:rsid w:val="00C25CFD"/>
    <w:rsid w:val="00C27D3B"/>
    <w:rsid w:val="00C36A67"/>
    <w:rsid w:val="00C44135"/>
    <w:rsid w:val="00C46E3D"/>
    <w:rsid w:val="00C55BA0"/>
    <w:rsid w:val="00C62C1F"/>
    <w:rsid w:val="00C67D22"/>
    <w:rsid w:val="00C957D0"/>
    <w:rsid w:val="00CA0082"/>
    <w:rsid w:val="00CA6C8E"/>
    <w:rsid w:val="00CB1E1C"/>
    <w:rsid w:val="00CC2326"/>
    <w:rsid w:val="00CE3698"/>
    <w:rsid w:val="00CF6440"/>
    <w:rsid w:val="00D03892"/>
    <w:rsid w:val="00D05344"/>
    <w:rsid w:val="00D32604"/>
    <w:rsid w:val="00D41BC7"/>
    <w:rsid w:val="00D47ECD"/>
    <w:rsid w:val="00D57C25"/>
    <w:rsid w:val="00D67F3A"/>
    <w:rsid w:val="00D75776"/>
    <w:rsid w:val="00DA1857"/>
    <w:rsid w:val="00DA6D2C"/>
    <w:rsid w:val="00DC0400"/>
    <w:rsid w:val="00DF5285"/>
    <w:rsid w:val="00E04702"/>
    <w:rsid w:val="00E056F4"/>
    <w:rsid w:val="00E17C4C"/>
    <w:rsid w:val="00E249A8"/>
    <w:rsid w:val="00E25771"/>
    <w:rsid w:val="00E3400A"/>
    <w:rsid w:val="00E50362"/>
    <w:rsid w:val="00E61129"/>
    <w:rsid w:val="00E641FE"/>
    <w:rsid w:val="00E71205"/>
    <w:rsid w:val="00E7607E"/>
    <w:rsid w:val="00E76EF5"/>
    <w:rsid w:val="00E95816"/>
    <w:rsid w:val="00EA24F7"/>
    <w:rsid w:val="00EB5185"/>
    <w:rsid w:val="00EC3945"/>
    <w:rsid w:val="00ED2441"/>
    <w:rsid w:val="00ED2485"/>
    <w:rsid w:val="00ED2549"/>
    <w:rsid w:val="00ED2DA3"/>
    <w:rsid w:val="00ED3F01"/>
    <w:rsid w:val="00ED3FE8"/>
    <w:rsid w:val="00ED6840"/>
    <w:rsid w:val="00EE197E"/>
    <w:rsid w:val="00EE1B29"/>
    <w:rsid w:val="00EF5E6B"/>
    <w:rsid w:val="00EF7946"/>
    <w:rsid w:val="00F14879"/>
    <w:rsid w:val="00F25B93"/>
    <w:rsid w:val="00F26B73"/>
    <w:rsid w:val="00F31068"/>
    <w:rsid w:val="00F503E6"/>
    <w:rsid w:val="00F8799F"/>
    <w:rsid w:val="00F944C8"/>
    <w:rsid w:val="00FA5C9A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4F34A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945FF7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styleId="Title">
    <w:name w:val="Title"/>
    <w:basedOn w:val="Normal"/>
    <w:next w:val="Normal"/>
    <w:link w:val="TitleChar"/>
    <w:uiPriority w:val="3"/>
    <w:qFormat/>
    <w:rsid w:val="005044D4"/>
    <w:pPr>
      <w:pBdr>
        <w:bottom w:val="single" w:sz="8" w:space="4" w:color="59595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044D4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Schriftrot">
    <w:name w:val="Schrift rot"/>
    <w:basedOn w:val="DefaultParagraphFont"/>
    <w:uiPriority w:val="1"/>
    <w:qFormat/>
    <w:rsid w:val="0049627B"/>
    <w:rPr>
      <w:color w:val="E506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945FF7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styleId="Title">
    <w:name w:val="Title"/>
    <w:basedOn w:val="Normal"/>
    <w:next w:val="Normal"/>
    <w:link w:val="TitleChar"/>
    <w:uiPriority w:val="3"/>
    <w:qFormat/>
    <w:rsid w:val="005044D4"/>
    <w:pPr>
      <w:pBdr>
        <w:bottom w:val="single" w:sz="8" w:space="4" w:color="59595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044D4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Schriftrot">
    <w:name w:val="Schrift rot"/>
    <w:basedOn w:val="DefaultParagraphFont"/>
    <w:uiPriority w:val="1"/>
    <w:qFormat/>
    <w:rsid w:val="0049627B"/>
    <w:rPr>
      <w:color w:val="E506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urszwygart:Desktop:Aufgabensammlung%20ERZ:Neue%20Mastervorlagen:Master_M_V4.0.dotx" TargetMode="External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F9BB6-C859-9C46-88BE-FB303F15E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Master_M_V4.0.dotx</Template>
  <TotalTime>21</TotalTime>
  <Pages>1</Pages>
  <Words>162</Words>
  <Characters>930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Aufgabe Orientierungsarbeiten</vt:lpstr>
    </vt:vector>
  </TitlesOfParts>
  <Manager/>
  <Company>Erziehungsdirektion des Kantons Bern</Company>
  <LinksUpToDate>false</LinksUpToDate>
  <CharactersWithSpaces>1090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5</cp:revision>
  <cp:lastPrinted>2015-08-27T09:34:00Z</cp:lastPrinted>
  <dcterms:created xsi:type="dcterms:W3CDTF">2015-08-01T10:32:00Z</dcterms:created>
  <dcterms:modified xsi:type="dcterms:W3CDTF">2015-08-27T09:34:00Z</dcterms:modified>
  <cp:category/>
</cp:coreProperties>
</file>