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14DE3" w14:textId="2F45122A" w:rsidR="002025FB" w:rsidRPr="00C27D3B" w:rsidRDefault="002025FB" w:rsidP="00D03175">
      <w:pPr>
        <w:pStyle w:val="AufgabenID"/>
        <w:tabs>
          <w:tab w:val="right" w:pos="9420"/>
        </w:tabs>
      </w:pPr>
      <w:bookmarkStart w:id="0" w:name="_GoBack"/>
      <w:bookmarkEnd w:id="0"/>
      <w:r w:rsidRPr="001373A3">
        <w:t>ZAHLENMAUERN</w:t>
      </w:r>
      <w:r w:rsidR="00D03175" w:rsidRPr="00D03175">
        <w:t xml:space="preserve"> </w:t>
      </w:r>
      <w:r w:rsidR="00D03175">
        <w:tab/>
      </w:r>
      <w:r w:rsidR="00D03175" w:rsidRPr="001419F3">
        <w:rPr>
          <w:rStyle w:val="Eingabefeld0"/>
          <w:bCs w:val="0"/>
          <w:color w:val="E50600"/>
          <w:position w:val="0"/>
          <w:sz w:val="28"/>
          <w:szCs w:val="28"/>
        </w:rPr>
        <w:t>Ab November</w:t>
      </w:r>
    </w:p>
    <w:p w14:paraId="45FC1803" w14:textId="3395C2ED" w:rsidR="004C67C9" w:rsidRPr="00A40882" w:rsidRDefault="002025FB" w:rsidP="002025FB">
      <w:pPr>
        <w:pStyle w:val="KurzbeschriebTitel"/>
      </w:pPr>
      <w:r w:rsidRPr="00EF7104">
        <w:t>Lösungen</w:t>
      </w:r>
      <w:r w:rsidR="00D41BC7">
        <w:tab/>
      </w:r>
    </w:p>
    <w:p w14:paraId="7331F497" w14:textId="401212DB" w:rsidR="00017B2B" w:rsidRPr="00414C36" w:rsidRDefault="00414C36" w:rsidP="00B456DB">
      <w:pPr>
        <w:spacing w:after="0"/>
        <w:rPr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 wp14:anchorId="1C568541" wp14:editId="27859EAD">
                <wp:simplePos x="0" y="0"/>
                <wp:positionH relativeFrom="column">
                  <wp:posOffset>3086100</wp:posOffset>
                </wp:positionH>
                <wp:positionV relativeFrom="paragraph">
                  <wp:posOffset>407670</wp:posOffset>
                </wp:positionV>
                <wp:extent cx="1551305" cy="685800"/>
                <wp:effectExtent l="0" t="0" r="23495" b="2540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685800"/>
                          <a:chOff x="0" y="0"/>
                          <a:chExt cx="1551305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515620" y="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2E733" w14:textId="3877AC5C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57175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6C6AAF" w14:textId="12DD2B65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1816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95F3A8" w14:textId="6F888DAB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72160" y="2286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2BF005" w14:textId="43E3BE16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15AEE" w14:textId="22207B3F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33780" y="457200"/>
                            <a:ext cx="517525" cy="228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75D24" w14:textId="07A7272D" w:rsidR="00120CEF" w:rsidRPr="007267EB" w:rsidRDefault="00120CEF" w:rsidP="007267E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8" o:spid="_x0000_s1026" style="position:absolute;margin-left:243pt;margin-top:32.1pt;width:122.15pt;height:54pt;z-index:251590656;mso-width-relative:margin" coordsize="1551305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7" type="#_x0000_t202" style="position:absolute;left:51562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m3wxQAA&#10;ANsAAAAPAAAAZHJzL2Rvd25yZXYueG1sRI/dasJAEIXvhb7DMkLv6sYqoqmriKX+gFKqPsCYnSah&#10;2dmQXTW+vXNR8G6Gc+acb6bz1lXqSk0oPRvo9xJQxJm3JecGTsevtzGoEJEtVp7JwJ0CzGcvnSmm&#10;1t/4h66HmCsJ4ZCigSLGOtU6ZAU5DD1fE4v26xuHUdYm17bBm4S7Sr8nyUg7LFkaCqxpWVD2d7g4&#10;A9/n7W5yH67Wg8/KrvaD8+ZyKofGvHbbxQeoSG18mv+vN1bwBVZ+kQH07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mbfDFAAAA2wAAAA8AAAAAAAAAAAAAAAAAlwIAAGRycy9k&#10;b3ducmV2LnhtbFBLBQYAAAAABAAEAPUAAACJAwAAAAA=&#10;" filled="f" strokeweight="1pt">
                  <v:textbox inset="1mm,0,1mm,0">
                    <w:txbxContent>
                      <w:p w14:paraId="30E2E733" w14:textId="3877AC5C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16</w:t>
                        </w:r>
                      </w:p>
                    </w:txbxContent>
                  </v:textbox>
                </v:shape>
                <v:shape id="Text Box 19" o:spid="_x0000_s1028" type="#_x0000_t202" style="position:absolute;left:257175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shrwwAA&#10;ANsAAAAPAAAAZHJzL2Rvd25yZXYueG1sRE/basJAEH0v+A/LCH1rNm1ENLoJpaXWgiJePmDMTpPQ&#10;7GzIrjH+fVco9G0O5zrLfDCN6KlztWUFz1EMgriwuuZSwen48TQD4TyyxsYyKbiRgzwbPSwx1fbK&#10;e+oPvhQhhF2KCirv21RKV1Rk0EW2JQ7ct+0M+gC7UuoOryHcNPIljqfSYM2hocKW3ioqfg4Xo2B3&#10;/trMb5PVZ/Le6NU2Oa8vp3qi1ON4eF2A8DT4f/Gfe63D/Dncfwk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ashrwwAAANsAAAAPAAAAAAAAAAAAAAAAAJcCAABkcnMvZG93&#10;bnJldi54bWxQSwUGAAAAAAQABAD1AAAAhwMAAAAA&#10;" filled="f" strokeweight="1pt">
                  <v:textbox inset="1mm,0,1mm,0">
                    <w:txbxContent>
                      <w:p w14:paraId="506C6AAF" w14:textId="12DD2B65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0" o:spid="_x0000_s1029" type="#_x0000_t202" style="position:absolute;left:51816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KtLwgAA&#10;ANsAAAAPAAAAZHJzL2Rvd25yZXYueG1sRE/dasIwFL4f+A7hCLvT1CpDq2mRjTkHG+LPAxybY1ts&#10;TkoTa3375ULY5cf3v8p6U4uOWldZVjAZRyCIc6srLhScjp+jOQjnkTXWlknBgxxk6eBlhYm2d95T&#10;d/CFCCHsElRQet8kUrq8JINubBviwF1sa9AH2BZSt3gP4aaWcRS9SYMVh4YSG3ovKb8ebkbB7vz9&#10;s3jMNl/Tj1pvfqfn7e1UzZR6HfbrJQhPvf8XP91brSAO68OX8AN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8q0vCAAAA2wAAAA8AAAAAAAAAAAAAAAAAlwIAAGRycy9kb3du&#10;cmV2LnhtbFBLBQYAAAAABAAEAPUAAACGAwAAAAA=&#10;" filled="f" strokeweight="1pt">
                  <v:textbox inset="1mm,0,1mm,0">
                    <w:txbxContent>
                      <w:p w14:paraId="4395F3A8" w14:textId="6F888DAB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30" type="#_x0000_t202" style="position:absolute;left:77216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A7QxgAA&#10;ANsAAAAPAAAAZHJzL2Rvd25yZXYueG1sRI/dasJAFITvC32H5Qi9qxs1FI2uUlpqIyjizwMcs8ck&#10;NHs2ZFeTvL1bKPRymJlvmMWqM5W4U+NKywpGwwgEcWZ1ybmC8+nrdQrCeWSNlWVS0JOD1fL5aYGJ&#10;ti0f6H70uQgQdgkqKLyvEyldVpBBN7Q1cfCutjHog2xyqRtsA9xUchxFb9JgyWGhwJo+Csp+jjej&#10;YH/ZbGd9vP6efFZ6vZtc0tu5jJV6GXTvcxCeOv8f/munWsF4BL9fwg+Qyw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cA7QxgAAANsAAAAPAAAAAAAAAAAAAAAAAJcCAABkcnMv&#10;ZG93bnJldi54bWxQSwUGAAAAAAQABAD1AAAAigMAAAAA&#10;" filled="f" strokeweight="1pt">
                  <v:textbox inset="1mm,0,1mm,0">
                    <w:txbxContent>
                      <w:p w14:paraId="0F2BF005" w14:textId="43E3BE16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Text Box 22" o:spid="_x0000_s1031" type="#_x0000_t202" style="position:absolute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pCnxQAA&#10;ANsAAAAPAAAAZHJzL2Rvd25yZXYueG1sRI/RasJAFETfC/2H5Qp9qxujSI1uQmmptWARYz7gmr0m&#10;odm7Ibtq/PuuUOjjMDNnmFU2mFZcqHeNZQWTcQSCuLS64UpBcfh4fgHhPLLG1jIpuJGDLH18WGGi&#10;7ZX3dMl9JQKEXYIKau+7REpX1mTQjW1HHLyT7Q36IPtK6h6vAW5aGUfRXBpsOCzU2NFbTeVPfjYK&#10;dsev7eI2W39O31u9/p4eN+eimSn1NBpelyA8Df4//NfeaAVxDPc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KikKfFAAAA2wAAAA8AAAAAAAAAAAAAAAAAlwIAAGRycy9k&#10;b3ducmV2LnhtbFBLBQYAAAAABAAEAPUAAACJAwAAAAA=&#10;" filled="f" strokeweight="1pt">
                  <v:textbox inset="1mm,0,1mm,0">
                    <w:txbxContent>
                      <w:p w14:paraId="58E15AEE" w14:textId="22207B3F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32" type="#_x0000_t202" style="position:absolute;left:10337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61IxQAA&#10;ANs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hr8v4QfI1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HrUjFAAAA2wAAAA8AAAAAAAAAAAAAAAAAlwIAAGRycy9k&#10;b3ducmV2LnhtbFBLBQYAAAAABAAEAPUAAACJAwAAAAA=&#10;" filled="f" strokeweight="1pt">
                  <v:textbox inset="1mm,0,1mm,0">
                    <w:txbxContent>
                      <w:p w14:paraId="12775D24" w14:textId="07A7272D" w:rsidR="00120CEF" w:rsidRPr="007267EB" w:rsidRDefault="00120CEF" w:rsidP="007267EB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7B2B">
        <w:br/>
      </w:r>
      <w:r w:rsidR="00017B2B" w:rsidRPr="00414C36">
        <w:rPr>
          <w:b/>
        </w:rPr>
        <w:t>Beispiel:</w:t>
      </w:r>
    </w:p>
    <w:p w14:paraId="48D23B3E" w14:textId="7DCD3BEC" w:rsidR="00414C36" w:rsidRPr="00414C36" w:rsidRDefault="00414C36" w:rsidP="00414C36">
      <w:r w:rsidRPr="00414C36">
        <w:t xml:space="preserve">Wie man in Zahlenmauern rechnet, weisst du: </w:t>
      </w:r>
      <w:r>
        <w:br/>
      </w:r>
      <w:r w:rsidRPr="00414C36">
        <w:t xml:space="preserve">Man addiert Zahlen, die nebeneinander stehen </w:t>
      </w:r>
      <w:r>
        <w:br/>
      </w:r>
      <w:r w:rsidRPr="00414C36">
        <w:t>und setzt die Summe in den Stein darüber</w:t>
      </w:r>
      <w:r>
        <w:t>.</w:t>
      </w:r>
    </w:p>
    <w:p w14:paraId="68D667E8" w14:textId="1E5208F5" w:rsidR="00414C36" w:rsidRPr="00414C36" w:rsidRDefault="00414C36" w:rsidP="00414C36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5097"/>
        <w:gridCol w:w="768"/>
      </w:tblGrid>
      <w:tr w:rsidR="00264CBC" w14:paraId="7B28F45A" w14:textId="77777777" w:rsidTr="005C6001">
        <w:trPr>
          <w:cantSplit/>
        </w:trPr>
        <w:tc>
          <w:tcPr>
            <w:tcW w:w="1884" w:type="pct"/>
          </w:tcPr>
          <w:p w14:paraId="36FBCD1D" w14:textId="6879FBCB" w:rsidR="00264CBC" w:rsidRPr="00264CBC" w:rsidRDefault="00264CBC" w:rsidP="00264CBC">
            <w:r w:rsidRPr="00264CBC">
              <w:t xml:space="preserve">Zahlenmauern können auch breiter </w:t>
            </w:r>
            <w:r>
              <w:br/>
            </w:r>
            <w:r w:rsidRPr="00264CBC">
              <w:t>und höher sein, zum Beispiel so:</w:t>
            </w:r>
          </w:p>
          <w:p w14:paraId="2776D5BD" w14:textId="77777777" w:rsidR="00264CBC" w:rsidRPr="002025FB" w:rsidRDefault="00264CBC" w:rsidP="002025FB"/>
        </w:tc>
        <w:tc>
          <w:tcPr>
            <w:tcW w:w="2708" w:type="pct"/>
          </w:tcPr>
          <w:p w14:paraId="14F28808" w14:textId="1BC00DE5" w:rsidR="00264CBC" w:rsidRDefault="00264CBC" w:rsidP="002025FB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18304" behindDoc="0" locked="0" layoutInCell="1" allowOverlap="1" wp14:anchorId="14C5EDB9" wp14:editId="4C250CE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-8890</wp:posOffset>
                      </wp:positionV>
                      <wp:extent cx="3103245" cy="918210"/>
                      <wp:effectExtent l="0" t="0" r="20955" b="21590"/>
                      <wp:wrapSquare wrapText="bothSides"/>
                      <wp:docPr id="119" name="Group 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3245" cy="918210"/>
                                <a:chOff x="0" y="0"/>
                                <a:chExt cx="3103245" cy="918210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2FCE35" w14:textId="125ADC81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017A3F" w14:textId="50AB6182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Text Box 67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CC32B4" w14:textId="6668023D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772160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8982EB" w14:textId="7CEEFAFC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BCB294" w14:textId="2EF1F592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AE4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C26BEA" w14:textId="65C1DF95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2FBED0" w14:textId="5630AFB5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FD33B20" w14:textId="1B03436B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ADAA97" w14:textId="15FFF569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69AB11" w14:textId="73084659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54F342" w14:textId="111A0000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Text Box 89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F4F0CC" w14:textId="02D496D5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545D7E" w14:textId="5A0E2F80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477634" w14:textId="039DD5FE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EEFDF3" w14:textId="75163209" w:rsidR="00120CEF" w:rsidRPr="007267EB" w:rsidRDefault="00120CEF" w:rsidP="00414C36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895538" w14:textId="46A29204" w:rsidR="00120CEF" w:rsidRPr="007267EB" w:rsidRDefault="00120CEF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8C02AB" w14:textId="556D6F95" w:rsidR="00120CEF" w:rsidRPr="007267EB" w:rsidRDefault="00120CEF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DF8C5" w14:textId="46DB338F" w:rsidR="00120CEF" w:rsidRPr="007267EB" w:rsidRDefault="00120CEF" w:rsidP="0006077C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9" o:spid="_x0000_s1033" style="position:absolute;margin-left:4.45pt;margin-top:-.65pt;width:244.35pt;height:72.3pt;z-index:251618304" coordsize="310324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">
                      <v:shape id="Text Box 25" o:spid="_x0000_s1034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TOPxAAA&#10;ANsAAAAPAAAAZHJzL2Rvd25yZXYueG1sRI/dasJAFITvC77DcgTv6kalRaKr+IPgRQvV+ADH7DEb&#10;zJ4N2TVGn75bKHg5zMw3zHzZ2Uq01PjSsYLRMAFBnDtdcqHglO3epyB8QNZYOSYFD/KwXPTe5phq&#10;d+cDtcdQiAhhn6ICE0KdSulzQxb90NXE0bu4xmKIsimkbvAe4baS4yT5lBZLjgsGa9oYyq/Hm1WQ&#10;nb+m293Pty8nWbt6rk12Xk+2Sg363WoGIlAXXuH/9l4rGH/A35f4A+Ti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Uzj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4C2FCE35" w14:textId="125ADC81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31" o:spid="_x0000_s1035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l6NRxQAA&#10;ANsAAAAPAAAAZHJzL2Rvd25yZXYueG1sRI/dasJAFITvC32H5RS8qxsNiKSu4g9CLyxo0gc4Zk+z&#10;odmzIbuN0afvCoKXw8x8wyxWg21ET52vHSuYjBMQxKXTNVcKvov9+xyED8gaG8ek4EoeVsvXlwVm&#10;2l34RH0eKhEh7DNUYEJoMyl9aciiH7uWOHo/rrMYouwqqTu8RLht5DRJZtJizXHBYEtbQ+Vv/mcV&#10;FOfDfLc/fvk6Lfr1bWOK8ybdKTV6G9YfIAIN4Rl+tD+1gnQC9y/xB8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Xo1H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72017A3F" w14:textId="50AB6182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7" o:spid="_x0000_s1036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bGjxQAA&#10;ANsAAAAPAAAAZHJzL2Rvd25yZXYueG1sRI/dasJAFITvhb7Dcgq9040KKmk24g9CL1pQ4wMcs6fZ&#10;YPZsyG5j2qfvFgpeDjPzDZOtB9uInjpfO1YwnSQgiEuna64UXIrDeAXCB2SNjWNS8E0e1vnTKMNU&#10;uzufqD+HSkQI+xQVmBDaVEpfGrLoJ64ljt6n6yyGKLtK6g7vEW4bOUuShbRYc1ww2NLOUHk7f1kF&#10;xfV9tT8cP3w9L/rNz9YU1+18r9TL87B5BRFoCI/wf/tNK1gs4e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CBsaPFAAAA2wAAAA8AAAAAAAAAAAAAAAAAlwIAAGRycy9k&#10;b3ducmV2LnhtbFBLBQYAAAAABAAEAPUAAACJAwAAAAA=&#10;" fillcolor="#cae4ff" strokeweight="1pt">
                        <v:textbox inset="1mm,0,1mm,0">
                          <w:txbxContent>
                            <w:p w14:paraId="1ACC32B4" w14:textId="6668023D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6" o:spid="_x0000_s1037" type="#_x0000_t202" style="position:absolute;left:772160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p634xAAA&#10;ANsAAAAPAAAAZHJzL2Rvd25yZXYueG1sRI/disIwFITvF3yHcATv1lQFkWoUfxC8UNi1PsCxOTbF&#10;5qQ0sdZ9+o2wsJfDzHzDLFadrURLjS8dKxgNExDEudMlFwou2f5zBsIHZI2VY1LwIg+rZe9jgal2&#10;T/6m9hwKESHsU1RgQqhTKX1uyKIfupo4ejfXWAxRNoXUDT4j3FZynCRTabHkuGCwpq2h/H5+WAXZ&#10;9Tjb7b9Ovpxk7fpnY7LrZrJTatDv1nMQgbrwH/5rH7SC8RTeX+IPk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aet+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98982EB" w14:textId="7CEEFAFC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66" o:spid="_x0000_s1038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zRQ4xAAA&#10;ANsAAAAPAAAAZHJzL2Rvd25yZXYueG1sRI/dasJAFITvC77DcgTv6sYKQaKr+IPghUJrfIBj9pgN&#10;Zs+G7DbGPn1XKPRymJlvmMWqt7XoqPWVYwWTcQKCuHC64lLBJd+/z0D4gKyxdkwKnuRhtRy8LTDT&#10;7sFf1J1DKSKEfYYKTAhNJqUvDFn0Y9cQR+/mWoshyraUusVHhNtafiRJKi1WHBcMNrQ1VNzP31ZB&#10;fj3OdvvPk6+mebf+2Zj8upnulBoN+/UcRKA+/If/2getIE3h9S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80UOM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5CBCB294" w14:textId="2EF1F592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5" o:spid="_x0000_s1039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4pPxAAA&#10;ANsAAAAPAAAAZHJzL2Rvd25yZXYueG1sRI/dasJAFITvC77DcoTe1Y2KItFV/EHwooVqfIBj9pgN&#10;Zs+G7DbGPr1bKHg5zMw3zGLV2Uq01PjSsYLhIAFBnDtdcqHgnO0/ZiB8QNZYOSYFD/KwWvbeFphq&#10;d+cjtadQiAhhn6ICE0KdSulzQxb9wNXE0bu6xmKIsimkbvAe4baSoySZSoslxwWDNW0N5bfTj1WQ&#10;XT5nu/33ly/HWbv+3ZjsshnvlHrvd+s5iEBdeIX/2wetYDqBvy/xB8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x+KT8QAAADbAAAADwAAAAAAAAAAAAAAAACXAgAAZHJzL2Rv&#10;d25yZXYueG1sUEsFBgAAAAAEAAQA9QAAAIgDAAAAAA==&#10;" fillcolor="#cae4ff" strokeweight="1pt">
                        <v:textbox inset="1mm,0,1mm,0">
                          <w:txbxContent>
                            <w:p w14:paraId="65C26BEA" w14:textId="65C1DF95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69" o:spid="_x0000_s1040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LsWxgAA&#10;ANsAAAAPAAAAZHJzL2Rvd25yZXYueG1sRI/RasJAFETfC/2H5RZ8M5uqhJq6SqkYU1BKrR9wzd4m&#10;odm7Ibua+PduQejjMDNnmMVqMI24UOdqywqeoxgEcWF1zaWC4/dm/ALCeWSNjWVScCUHq+XjwwJT&#10;bXv+osvBlyJA2KWooPK+TaV0RUUGXWRb4uD92M6gD7Irpe6wD3DTyEkcJ9JgzWGhwpbeKyp+D2ej&#10;4PP0sZtfZ9l2um50tp+e8vOxnik1ehreXkF4Gvx/+N7OtYJkDn9fwg+Qy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bLsWxgAAANsAAAAPAAAAAAAAAAAAAAAAAJcCAABkcnMv&#10;ZG93bnJldi54bWxQSwUGAAAAAAQABAD1AAAAigMAAAAA&#10;" filled="f" strokeweight="1pt">
                        <v:textbox inset="1mm,0,1mm,0">
                          <w:txbxContent>
                            <w:p w14:paraId="6B2FBED0" w14:textId="5630AFB5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85" o:spid="_x0000_s1041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LVfpxgAA&#10;ANsAAAAPAAAAZHJzL2Rvd25yZXYueG1sRI/RasJAFETfhf7Dcgu+1U0bFRuzCUXRWqiUWj/gmr0m&#10;odm7Ibtq/PuuUPBxmJkzTJr3phFn6lxtWcHzKAJBXFhdc6lg/7N6moFwHlljY5kUXMlBnj0MUky0&#10;vfA3nXe+FAHCLkEFlfdtIqUrKjLoRrYlDt7RdgZ9kF0pdYeXADeNfImiqTRYc1iosKVFRcXv7mQU&#10;fB0+Pl+v4/V7vGz0ehsfNqd9PVZq+Ni/zUF46v09/N/eaAWzC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7LVfpxgAAANsAAAAPAAAAAAAAAAAAAAAAAJcCAABkcnMv&#10;ZG93bnJldi54bWxQSwUGAAAAAAQABAD1AAAAigMAAAAA&#10;" filled="f" strokeweight="1pt">
                        <v:textbox inset="1mm,0,1mm,0">
                          <w:txbxContent>
                            <w:p w14:paraId="2FD33B20" w14:textId="1B03436B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86" o:spid="_x0000_s1042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/8mexQAA&#10;ANsAAAAPAAAAZHJzL2Rvd25yZXYueG1sRI/RasJAFETfBf9huULfdGMVsWk2QSpaCxWp9QNustck&#10;mL0bsqvGv+8WCn0cZuYMk2S9acSNOldbVjCdRCCIC6trLhWcvjfjJQjnkTU2lknBgxxk6XCQYKzt&#10;nb/odvSlCBB2MSqovG9jKV1RkUE3sS1x8M62M+iD7EqpO7wHuGnkcxQtpMGaw0KFLb1VVFyOV6Pg&#10;kH98vjzm2/fZutHb/SzfXU/1XKmnUb96BeGp9//hv/ZOK1gu4PdL+AEy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/yZ7FAAAA2wAAAA8AAAAAAAAAAAAAAAAAlwIAAGRycy9k&#10;b3ducmV2LnhtbFBLBQYAAAAABAAEAPUAAACJAwAAAAA=&#10;" filled="f" strokeweight="1pt">
                        <v:textbox inset="1mm,0,1mm,0">
                          <w:txbxContent>
                            <w:p w14:paraId="10ADAA97" w14:textId="15FFF569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87" o:spid="_x0000_s1043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2wFxgAA&#10;ANsAAAAPAAAAZHJzL2Rvd25yZXYueG1sRI/RasJAFETfhf7Dcgu+1U0bURuzCUXRWqiUWj/gmr0m&#10;odm7Ibtq/PuuUPBxmJkzTJr3phFn6lxtWcHzKAJBXFhdc6lg/7N6moFwHlljY5kUXMlBnj0MUky0&#10;vfA3nXe+FAHCLkEFlfdtIqUrKjLoRrYlDt7RdgZ9kF0pdYeXADeNfImiiTRYc1iosKVFRcXv7mQU&#10;fB0+Pl+v4/V7vGz0ehsfNqd9PVZq+Ni/zUF46v09/N/eaAWzKdy+hB8gs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s2wFxgAAANsAAAAPAAAAAAAAAAAAAAAAAJcCAABkcnMv&#10;ZG93bnJldi54bWxQSwUGAAAAAAQABAD1AAAAigMAAAAA&#10;" filled="f" strokeweight="1pt">
                        <v:textbox inset="1mm,0,1mm,0">
                          <w:txbxContent>
                            <w:p w14:paraId="7169AB11" w14:textId="73084659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 Box 88" o:spid="_x0000_s1044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LPh3wgAA&#10;ANsAAAAPAAAAZHJzL2Rvd25yZXYueG1sRE/LisIwFN0L/kO4wuzG1AeinUYRZXyAMoz6AbfNnbbY&#10;3JQmav17sxhweTjvZNGaStypcaVlBYN+BII4s7rkXMHl/P05BeE8ssbKMil4koPFvNtJMNb2wb90&#10;P/lchBB2MSoovK9jKV1WkEHXtzVx4P5sY9AH2ORSN/gI4aaSwyiaSIMlh4YCa1oVlF1PN6PgJ90f&#10;Zs/xZjtaV3pzHKW726UcK/XRa5dfIDy1/i3+d++0gmkYG76EHyD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s+HfCAAAA2wAAAA8AAAAAAAAAAAAAAAAAlwIAAGRycy9kb3du&#10;cmV2LnhtbFBLBQYAAAAABAAEAPUAAACGAwAAAAA=&#10;" filled="f" strokeweight="1pt">
                        <v:textbox inset="1mm,0,1mm,0">
                          <w:txbxContent>
                            <w:p w14:paraId="6354F342" w14:textId="111A0000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89" o:spid="_x0000_s1045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YF3sxgAA&#10;ANsAAAAPAAAAZHJzL2Rvd25yZXYueG1sRI/RasJAFETfC/2H5RZ8azZVkZi6SqkYU7CUWj/gmr1N&#10;QrN3Q3Y18e/dguDjMDNnmMVqMI04U+dqywpeohgEcWF1zaWCw8/mOQHhPLLGxjIpuJCD1fLxYYGp&#10;tj1/03nvSxEg7FJUUHnfplK6oiKDLrItcfB+bWfQB9mVUnfYB7hp5DiOZ9JgzWGhwpbeKyr+9iej&#10;4Ov4sZtfptl2sm509jk55qdDPVVq9DS8vYLwNPh7+NbOtYJkDv9fwg+Qy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YF3sxgAAANsAAAAPAAAAAAAAAAAAAAAAAJcCAABkcnMv&#10;ZG93bnJldi54bWxQSwUGAAAAAAQABAD1AAAAigMAAAAA&#10;" filled="f" strokeweight="1pt">
                        <v:textbox inset="1mm,0,1mm,0">
                          <w:txbxContent>
                            <w:p w14:paraId="57F4F0CC" w14:textId="02D496D5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90" o:spid="_x0000_s1046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2Ks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9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6DYqzCAAAA2wAAAA8AAAAAAAAAAAAAAAAAlwIAAGRycy9kb3du&#10;cmV2LnhtbFBLBQYAAAAABAAEAPUAAACGAwAAAAA=&#10;" filled="f" strokeweight="1pt">
                        <v:textbox inset="1mm,0,1mm,0">
                          <w:txbxContent>
                            <w:p w14:paraId="4C545D7E" w14:textId="5A0E2F80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91" o:spid="_x0000_s1047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z8c3xgAA&#10;ANsAAAAPAAAAZHJzL2Rvd25yZXYueG1sRI/dasJAFITvC77DcgTvmo01iEldpbTUH2iRWh/gmD1N&#10;QrNnQ3Zj4tu7QqGXw8x8wyzXg6nFhVpXWVYwjWIQxLnVFRcKTt/vjwsQziNrrC2Tgis5WK9GD0vM&#10;tO35iy5HX4gAYZehgtL7JpPS5SUZdJFtiIP3Y1uDPsi2kLrFPsBNLZ/ieC4NVhwWSmzotaT899gZ&#10;BYfz/iO9Jpvt7K3Wm8/ZededqkSpyXh4eQbhafD/4b/2TitIp3D/En6AXN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z8c3xgAAANsAAAAPAAAAAAAAAAAAAAAAAJcCAABkcnMv&#10;ZG93bnJldi54bWxQSwUGAAAAAAQABAD1AAAAigMAAAAA&#10;" filled="f" strokeweight="1pt">
                        <v:textbox inset="1mm,0,1mm,0">
                          <w:txbxContent>
                            <w:p w14:paraId="47477634" w14:textId="039DD5FE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2" o:spid="_x0000_s1048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VlAxQAA&#10;ANsAAAAPAAAAZHJzL2Rvd25yZXYueG1sRI/disIwFITvBd8hHME7m/qDaNcoovizsIus6wMcm7Nt&#10;sTkpTdT69htB8HKYmW+Y2aIxpbhR7QrLCvpRDII4tbrgTMHpd9ObgHAeWWNpmRQ8yMFi3m7NMNH2&#10;zj90O/pMBAi7BBXk3leJlC7NyaCLbEUcvD9bG/RB1pnUNd4D3JRyEMdjabDgsJBjRauc0svxahQc&#10;zp9f08douxuuS739Hp7311MxUqrbaZYfIDw1/h1+tfdawXQAzy/hB8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dWUDFAAAA2wAAAA8AAAAAAAAAAAAAAAAAlwIAAGRycy9k&#10;b3ducmV2LnhtbFBLBQYAAAAABAAEAPUAAACJAwAAAAA=&#10;" filled="f" strokeweight="1pt">
                        <v:textbox inset="1mm,0,1mm,0">
                          <w:txbxContent>
                            <w:p w14:paraId="46EEFDF3" w14:textId="75163209" w:rsidR="00120CEF" w:rsidRPr="007267EB" w:rsidRDefault="00120CEF" w:rsidP="00414C36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98" o:spid="_x0000_s1049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9W6qwgAA&#10;ANsAAAAPAAAAZHJzL2Rvd25yZXYueG1sRE/dasIwFL4f+A7hCN5p6lqGVqOMDTsHG+LPAxybY1ts&#10;TkoTbX375ULY5cf3v1z3phZ3al1lWcF0EoEgzq2uuFBwOm7GMxDOI2usLZOCBzlYrwYvS0y17XhP&#10;94MvRAhhl6KC0vsmldLlJRl0E9sQB+5iW4M+wLaQusUuhJtavkbRmzRYcWgosaGPkvLr4WYU7M7f&#10;P/NHkn3Fn7XOfuPz9naqEqVGw/59AcJT7//FT/dWK5iHseF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1bqrCAAAA2wAAAA8AAAAAAAAAAAAAAAAAlwIAAGRycy9kb3du&#10;cmV2LnhtbFBLBQYAAAAABAAEAPUAAACGAwAAAAA=&#10;" filled="f" strokeweight="1pt">
                        <v:textbox inset="1mm,0,1mm,0">
                          <w:txbxContent>
                            <w:p w14:paraId="30895538" w14:textId="46A29204" w:rsidR="00120CEF" w:rsidRPr="007267EB" w:rsidRDefault="00120CEF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99" o:spid="_x0000_s1050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csxxgAA&#10;ANsAAAAPAAAAZHJzL2Rvd25yZXYueG1sRI/dasJAFITvC32H5RR6VzdWKSZmE6Sl1oIi/jzASfaY&#10;BLNnQ3bV+PbdQqGXw8x8w6T5YFpxpd41lhWMRxEI4tLqhisFx8PnywyE88gaW8uk4E4O8uzxIcVE&#10;2xvv6Lr3lQgQdgkqqL3vEildWZNBN7IdcfBOtjfog+wrqXu8Bbhp5WsUvUmDDYeFGjt6r6k87y9G&#10;wbb4Xsf36fJr8tHq5WZSrC7HZqrU89OwmIPwNPj/8F97pRXEMfx+CT9AZj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ucsxxgAAANsAAAAPAAAAAAAAAAAAAAAAAJcCAABkcnMv&#10;ZG93bnJldi54bWxQSwUGAAAAAAQABAD1AAAAigMAAAAA&#10;" filled="f" strokeweight="1pt">
                        <v:textbox inset="1mm,0,1mm,0">
                          <w:txbxContent>
                            <w:p w14:paraId="008C02AB" w14:textId="556D6F95" w:rsidR="00120CEF" w:rsidRPr="007267EB" w:rsidRDefault="00120CEF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56</w:t>
                              </w:r>
                            </w:p>
                          </w:txbxContent>
                        </v:textbox>
                      </v:shape>
                      <v:shape id="Text Box 100" o:spid="_x0000_s1051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6RhtxgAA&#10;ANwAAAAPAAAAZHJzL2Rvd25yZXYueG1sRI/dasJAEIXvhb7DMkLv6sYqRaOriKXWgiL+PMCYHZPQ&#10;7GzIrhrfvnNR8G6Gc+acb6bz1lXqRk0oPRvo9xJQxJm3JecGTsevtxGoEJEtVp7JwIMCzGcvnSmm&#10;1t95T7dDzJWEcEjRQBFjnWodsoIchp6viUW7+MZhlLXJtW3wLuGu0u9J8qEdliwNBda0LCj7PVyd&#10;gd35ZzN+DFffg8/KrraD8/p6KofGvHbbxQRUpDY+zf/Xayv4ieDLMzKBnv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6RhtxgAAANwAAAAPAAAAAAAAAAAAAAAAAJcCAABkcnMv&#10;ZG93bnJldi54bWxQSwUGAAAAAAQABAD1AAAAigMAAAAA&#10;" filled="f" strokeweight="1pt">
                        <v:textbox inset="1mm,0,1mm,0">
                          <w:txbxContent>
                            <w:p w14:paraId="71BDF8C5" w14:textId="46DB338F" w:rsidR="00120CEF" w:rsidRPr="007267EB" w:rsidRDefault="00120CEF" w:rsidP="0006077C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72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08" w:type="pct"/>
          </w:tcPr>
          <w:p w14:paraId="0A08A681" w14:textId="77777777" w:rsidR="00264CBC" w:rsidRDefault="00264CBC" w:rsidP="00264CBC">
            <w:pPr>
              <w:spacing w:after="100"/>
              <w:jc w:val="right"/>
            </w:pPr>
            <w:r w:rsidRPr="00264CBC">
              <w:t>4.Zeile</w:t>
            </w:r>
          </w:p>
          <w:p w14:paraId="537062D9" w14:textId="0A4062DA" w:rsidR="00264CBC" w:rsidRDefault="00264CBC" w:rsidP="00264CBC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4FD0B44B" w14:textId="13670C41" w:rsidR="00264CBC" w:rsidRDefault="00264CBC" w:rsidP="00264CBC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3759629D" w14:textId="6BDD9B4F" w:rsidR="00264CBC" w:rsidRPr="00264CBC" w:rsidRDefault="00264CBC" w:rsidP="00264CBC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5D91620" w14:textId="77777777" w:rsidR="005C6001" w:rsidRPr="005C6001" w:rsidRDefault="005C6001" w:rsidP="005C6001">
      <w:pPr>
        <w:rPr>
          <w:b/>
        </w:rPr>
      </w:pPr>
      <w:r w:rsidRPr="005C6001">
        <w:rPr>
          <w:b/>
        </w:rPr>
        <w:t xml:space="preserve">Beschreibung: </w:t>
      </w:r>
    </w:p>
    <w:p w14:paraId="5D76731C" w14:textId="04329D79" w:rsidR="005C6001" w:rsidRPr="005C6001" w:rsidRDefault="005C6001" w:rsidP="005C6001">
      <w:pPr>
        <w:spacing w:after="80"/>
      </w:pPr>
      <w:r w:rsidRPr="005C6001">
        <w:t>In der untersten Zeile stehen die geraden Zahlen.</w:t>
      </w:r>
    </w:p>
    <w:p w14:paraId="242AE24C" w14:textId="558F35F7" w:rsidR="005C6001" w:rsidRPr="005C6001" w:rsidRDefault="005C6001" w:rsidP="005C6001">
      <w:pPr>
        <w:spacing w:after="80"/>
      </w:pPr>
      <w:r w:rsidRPr="005C6001">
        <w:t>In der 2. Zeile stehen gerade Zahlen, die nicht zur Viererreihe gehören.</w:t>
      </w:r>
    </w:p>
    <w:p w14:paraId="1C385162" w14:textId="72162011" w:rsidR="005C6001" w:rsidRPr="005C6001" w:rsidRDefault="005C6001" w:rsidP="005C6001">
      <w:pPr>
        <w:spacing w:after="80"/>
      </w:pPr>
      <w:r w:rsidRPr="005C6001">
        <w:t>In der 3. Zeile stehen Achterzahlen.</w:t>
      </w:r>
    </w:p>
    <w:p w14:paraId="44378F64" w14:textId="77777777" w:rsidR="00414C36" w:rsidRDefault="00414C36" w:rsidP="002025FB">
      <w:pPr>
        <w:pStyle w:val="KurzbeschriebTitel"/>
      </w:pPr>
    </w:p>
    <w:p w14:paraId="132EF80C" w14:textId="664B90DB" w:rsidR="00E3400A" w:rsidRPr="00E3400A" w:rsidRDefault="006F1B56" w:rsidP="002025FB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D7295A">
        <w:t>3</w:t>
      </w:r>
      <w:r w:rsidR="0020629D">
        <w:t xml:space="preserve"> P.</w:t>
      </w:r>
    </w:p>
    <w:p w14:paraId="77B141D0" w14:textId="65CC9951" w:rsidR="00B23375" w:rsidRDefault="00B23375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084412" w14:paraId="47C8B143" w14:textId="77777777" w:rsidTr="00084412">
        <w:trPr>
          <w:cantSplit/>
        </w:trPr>
        <w:tc>
          <w:tcPr>
            <w:tcW w:w="1506" w:type="pct"/>
          </w:tcPr>
          <w:p w14:paraId="1C11D473" w14:textId="4FA2C804" w:rsidR="005C6001" w:rsidRPr="005C6001" w:rsidRDefault="005C6001" w:rsidP="005C6001">
            <w:r w:rsidRPr="005C6001">
              <w:t xml:space="preserve">Setze in den Zeilen 2 bis 5 überall mindestens drei </w:t>
            </w:r>
            <w:r w:rsidR="00084412">
              <w:br/>
            </w:r>
            <w:r w:rsidRPr="005C6001">
              <w:t>Zahlen ein.</w:t>
            </w:r>
          </w:p>
        </w:tc>
        <w:tc>
          <w:tcPr>
            <w:tcW w:w="3138" w:type="pct"/>
          </w:tcPr>
          <w:p w14:paraId="730FFB6B" w14:textId="47BE9B1A" w:rsidR="005C6001" w:rsidRDefault="002025FB" w:rsidP="002025FB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76511925" wp14:editId="20FE0B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31750</wp:posOffset>
                      </wp:positionV>
                      <wp:extent cx="3618865" cy="1148715"/>
                      <wp:effectExtent l="0" t="0" r="13335" b="19685"/>
                      <wp:wrapThrough wrapText="bothSides">
                        <wp:wrapPolygon edited="0">
                          <wp:start x="5913" y="0"/>
                          <wp:lineTo x="4700" y="3821"/>
                          <wp:lineTo x="4397" y="5254"/>
                          <wp:lineTo x="4397" y="7642"/>
                          <wp:lineTo x="3032" y="8119"/>
                          <wp:lineTo x="1213" y="12418"/>
                          <wp:lineTo x="1213" y="15284"/>
                          <wp:lineTo x="0" y="17194"/>
                          <wp:lineTo x="0" y="21493"/>
                          <wp:lineTo x="21528" y="21493"/>
                          <wp:lineTo x="21528" y="17194"/>
                          <wp:lineTo x="20315" y="15284"/>
                          <wp:lineTo x="20467" y="13373"/>
                          <wp:lineTo x="18496" y="8119"/>
                          <wp:lineTo x="17435" y="6209"/>
                          <wp:lineTo x="16980" y="3821"/>
                          <wp:lineTo x="15767" y="0"/>
                          <wp:lineTo x="5913" y="0"/>
                        </wp:wrapPolygon>
                      </wp:wrapThrough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1148715"/>
                                <a:chOff x="0" y="0"/>
                                <a:chExt cx="3618865" cy="1148715"/>
                              </a:xfrm>
                            </wpg:grpSpPr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129032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75E6AF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51562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1F8BB0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257175" y="6864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C3E96AF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51816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2796CF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Text Box 159"/>
                              <wps:cNvSpPr txBox="1"/>
                              <wps:spPr>
                                <a:xfrm>
                                  <a:off x="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D157DF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1033780" y="9188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24C33A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207010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8627144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155194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3A03ECE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2585720" y="9201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963D66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180848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BE66B7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232410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777391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Text Box 16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994988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207010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A6C7A9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1551940" y="4603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4695E8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Text Box 170"/>
                              <wps:cNvSpPr txBox="1"/>
                              <wps:spPr>
                                <a:xfrm>
                                  <a:off x="774700" y="2305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F1B441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129286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9D0CB0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Text Box 172"/>
                              <wps:cNvSpPr txBox="1"/>
                              <wps:spPr>
                                <a:xfrm>
                                  <a:off x="1811020" y="2330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FC8512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Text Box 173"/>
                              <wps:cNvSpPr txBox="1"/>
                              <wps:spPr>
                                <a:xfrm>
                                  <a:off x="3101340" y="9194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89C1CF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Text Box 174"/>
                              <wps:cNvSpPr txBox="1"/>
                              <wps:spPr>
                                <a:xfrm>
                                  <a:off x="2839720" y="6870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DCD380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Text Box 175"/>
                              <wps:cNvSpPr txBox="1"/>
                              <wps:spPr>
                                <a:xfrm>
                                  <a:off x="2585720" y="4597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AAC344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Text Box 176"/>
                              <wps:cNvSpPr txBox="1"/>
                              <wps:spPr>
                                <a:xfrm>
                                  <a:off x="23266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120BF4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103378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615A0B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Text Box 178"/>
                              <wps:cNvSpPr txBox="1"/>
                              <wps:spPr>
                                <a:xfrm>
                                  <a:off x="155194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C83FFF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48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Text Box 179"/>
                              <wps:cNvSpPr txBox="1"/>
                              <wps:spPr>
                                <a:xfrm>
                                  <a:off x="207010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94BF7F9" w14:textId="77777777" w:rsidR="00120CEF" w:rsidRPr="00166ED4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66ED4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64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772160" y="6877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274D93C" w14:textId="77777777" w:rsidR="00120CEF" w:rsidRPr="007267EB" w:rsidRDefault="00120CEF" w:rsidP="002025F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52" style="position:absolute;margin-left:0;margin-top:2.5pt;width:284.95pt;height:90.45pt;z-index:251792384" coordsize="3618865,114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">
                      <v:shape id="Text Box 165" o:spid="_x0000_s1053" type="#_x0000_t202" style="position:absolute;left:129032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V5V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NkL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EFeVcQAAADcAAAADwAAAAAAAAAAAAAAAACXAgAAZHJzL2Rv&#10;d25yZXYueG1sUEsFBgAAAAAEAAQA9QAAAIgDAAAAAA==&#10;" filled="f" strokeweight="1pt">
                        <v:textbox inset="1mm,0,1mm,0">
                          <w:txbxContent>
                            <w:p w14:paraId="3175E6AF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56" o:spid="_x0000_s1054" type="#_x0000_t202" style="position:absolute;left:51562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/wqfxAAA&#10;ANwAAAAPAAAAZHJzL2Rvd25yZXYueG1sRE/basJAEH0v+A/LCH2rm6qVNnUTisWooJRaP2DMTpPQ&#10;7GzIrjH+vSsUfJvDuc487U0tOmpdZVnB8ygCQZxbXXGh4PCzfHoF4TyyxtoyKbiQgzQZPMwx1vbM&#10;39TtfSFCCLsYFZTeN7GULi/JoBvZhjhwv7Y16ANsC6lbPIdwU8txFM2kwYpDQ4kNLUrK//Yno+Dr&#10;uNm+XabZavJZ62w3Oa5Ph2qq1OOw/3gH4an3d/G/e63D/Jc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8Kn8QAAADcAAAADwAAAAAAAAAAAAAAAACXAgAAZHJzL2Rv&#10;d25yZXYueG1sUEsFBgAAAAAEAAQA9QAAAIgDAAAAAA==&#10;" filled="f" strokeweight="1pt">
                        <v:textbox inset="1mm,0,1mm,0">
                          <w:txbxContent>
                            <w:p w14:paraId="131F8BB0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57" o:spid="_x0000_s1055" type="#_x0000_t202" style="position:absolute;left:257175;top:6864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68E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jO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s68EwwAAANwAAAAPAAAAAAAAAAAAAAAAAJcCAABkcnMvZG93&#10;bnJldi54bWxQSwUGAAAAAAQABAD1AAAAhwMAAAAA&#10;" filled="f" strokeweight="1pt">
                        <v:textbox inset="1mm,0,1mm,0">
                          <w:txbxContent>
                            <w:p w14:paraId="3C3E96AF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8" o:spid="_x0000_s1056" type="#_x0000_t202" style="position:absolute;left:51816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Dt2xgAA&#10;ANwAAAAPAAAAZHJzL2Rvd25yZXYueG1sRI/RasJAEEXfBf9hGcE33bRqqamrSKXWQkvR+gFjdpoE&#10;s7Mhu2r8e+dB8G2Ge+feM7NF6yp1piaUng08DRNQxJm3JecG9n8fg1dQISJbrDyTgSsFWMy7nRmm&#10;1l94S+ddzJWEcEjRQBFjnWodsoIchqGviUX7943DKGuTa9vgRcJdpZ+T5EU7LFkaCqzpvaDsuDs5&#10;A7+Hr+/pdbz+HK0qu/4ZHTanfTk2pt9rl2+gIrXxYb5fb6zgT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LDt2xgAAANwAAAAPAAAAAAAAAAAAAAAAAJcCAABkcnMv&#10;ZG93bnJldi54bWxQSwUGAAAAAAQABAD1AAAAigMAAAAA&#10;" filled="f" strokeweight="1pt">
                        <v:textbox inset="1mm,0,1mm,0">
                          <w:txbxContent>
                            <w:p w14:paraId="482796CF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59" o:spid="_x0000_s1057" type="#_x0000_t202" style="position:absolute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YJ7txAAA&#10;ANwAAAAPAAAAZHJzL2Rvd25yZXYueG1sRE/basJAEH0X+g/LFPpWNzWxaOoapKVqoUW8fMCYnSah&#10;2dmQXWP8e1co+DaHc51Z1ptadNS6yrKCl2EEgji3uuJCwWH/+TwB4TyyxtoyKbiQg2z+MJhhqu2Z&#10;t9TtfCFCCLsUFZTeN6mULi/JoBvahjhwv7Y16ANsC6lbPIdwU8tRFL1KgxWHhhIbei8p/9udjILN&#10;8et7ekmWq/ij1suf+Lg+HapEqafHfvEGwlPv7+J/91qH+eM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2Ce7cQAAADcAAAADwAAAAAAAAAAAAAAAACXAgAAZHJzL2Rv&#10;d25yZXYueG1sUEsFBgAAAAAEAAQA9QAAAIgDAAAAAA==&#10;" filled="f" strokeweight="1pt">
                        <v:textbox inset="1mm,0,1mm,0">
                          <w:txbxContent>
                            <w:p w14:paraId="31D157DF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0" o:spid="_x0000_s1058" type="#_x0000_t202" style="position:absolute;left:1033780;top:9188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v3N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vj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Nv3NxgAAANwAAAAPAAAAAAAAAAAAAAAAAJcCAABkcnMv&#10;ZG93bnJldi54bWxQSwUGAAAAAAQABAD1AAAAigMAAAAA&#10;" filled="f" strokeweight="1pt">
                        <v:textbox inset="1mm,0,1mm,0">
                          <w:txbxContent>
                            <w:p w14:paraId="4724C33A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61" o:spid="_x0000_s1059" type="#_x0000_t202" style="position:absolute;left:207010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lhW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/swe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6WFbCAAAA3AAAAA8AAAAAAAAAAAAAAAAAlwIAAGRycy9kb3du&#10;cmV2LnhtbFBLBQYAAAAABAAEAPUAAACGAwAAAAA=&#10;" filled="f" strokeweight="1pt">
                        <v:textbox inset="1mm,0,1mm,0">
                          <w:txbxContent>
                            <w:p w14:paraId="68627144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62" o:spid="_x0000_s1060" type="#_x0000_t202" style="position:absolute;left:155194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MYhwwAA&#10;ANwAAAAPAAAAZHJzL2Rvd25yZXYueG1sRE/bisIwEH0X/Icwgm829YK4XaOIouuCIuv6AWMztsVm&#10;Upqo9e83C4JvczjXmc4bU4o71a6wrKAfxSCIU6sLzhScfte9CQjnkTWWlknBkxzMZ+3WFBNtH/xD&#10;96PPRAhhl6CC3PsqkdKlORl0ka2IA3extUEfYJ1JXeMjhJtSDuJ4LA0WHBpyrGiZU3o93oyCw/l7&#10;9/Ecbb6Gq1Jv9sPz9nYqRkp1O83iE4Snxr/FL/dWh/njAfw/Ey6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MYhwwAAANwAAAAPAAAAAAAAAAAAAAAAAJcCAABkcnMvZG93&#10;bnJldi54bWxQSwUGAAAAAAQABAD1AAAAhwMAAAAA&#10;" filled="f" strokeweight="1pt">
                        <v:textbox inset="1mm,0,1mm,0">
                          <w:txbxContent>
                            <w:p w14:paraId="23A03ECE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3" o:spid="_x0000_s1061" type="#_x0000_t202" style="position:absolute;left:2585720;top:9201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5GO6wwAA&#10;ANwAAAAPAAAAZHJzL2Rvd25yZXYueG1sRE/bisIwEH0X/IcwC/um6VoR7RpFlPUCyrLqB4zNbFts&#10;JqWJWv/eCIJvczjXGU8bU4or1a6wrOCrG4EgTq0uOFNwPPx0hiCcR9ZYWiYFd3IwnbRbY0y0vfEf&#10;Xfc+EyGEXYIKcu+rREqX5mTQdW1FHLh/Wxv0AdaZ1DXeQrgpZS+KBtJgwaEhx4rmOaXn/cUo+D1t&#10;tqN7f7mKF6Ve7uLT+nIs+k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5GO6wwAAANwAAAAPAAAAAAAAAAAAAAAAAJcCAABkcnMvZG93&#10;bnJldi54bWxQSwUGAAAAAAQABAD1AAAAhwMAAAAA&#10;" filled="f" strokeweight="1pt">
                        <v:textbox inset="1mm,0,1mm,0">
                          <w:txbxContent>
                            <w:p w14:paraId="55963D66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64" o:spid="_x0000_s1062" type="#_x0000_t202" style="position:absolute;left:180848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DfvOwwAA&#10;ANwAAAAPAAAAZHJzL2Rvd25yZXYueG1sRE/bisIwEH0X/IcwC/um6WoR7RpFlPUCyrLqB4zNbFts&#10;JqWJWv/eCIJvczjXGU8bU4or1a6wrOCrG4EgTq0uOFNwPPx0hiCcR9ZYWiYFd3IwnbRbY0y0vfEf&#10;Xfc+EyGEXYIKcu+rREqX5mTQdW1FHLh/Wxv0AdaZ1DXeQrgpZS+KBtJgwaEhx4rmOaXn/cUo+D1t&#10;tqN7vFz1F6Ve7vqn9eVYxEp9fjSzbxCeGv8Wv9xrHeYPYn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DfvOwwAAANwAAAAPAAAAAAAAAAAAAAAAAJcCAABkcnMvZG93&#10;bnJldi54bWxQSwUGAAAAAAQABAD1AAAAhwMAAAAA&#10;" filled="f" strokeweight="1pt">
                        <v:textbox inset="1mm,0,1mm,0">
                          <w:txbxContent>
                            <w:p w14:paraId="7FBE66B7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166" o:spid="_x0000_s1063" type="#_x0000_t202" style="position:absolute;left:232410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8AiwwAA&#10;ANwAAAAPAAAAZHJzL2Rvd25yZXYueG1sRE/bisIwEH0X/IcwC/um6aoU7RpFlPUCyrLqB4zNbFts&#10;JqWJWv/eCIJvczjXGU8bU4or1a6wrOCrG4EgTq0uOFNwPPx0hiCcR9ZYWiYFd3IwnbRbY0y0vfEf&#10;Xfc+EyGEXYIKcu+rREqX5mTQdW1FHLh/Wxv0AdaZ1DXeQrgpZS+KYmmw4NCQY0XznNLz/mIU/J42&#10;29F9sFz1F6Ve7vqn9eVYDJT6/Ghm3yA8Nf4tfrnXOsyPY3g+Ey6Qk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k8AiwwAAANwAAAAPAAAAAAAAAAAAAAAAAJcCAABkcnMvZG93&#10;bnJldi54bWxQSwUGAAAAAAQABAD1AAAAhwMAAAAA&#10;" filled="f" strokeweight="1pt">
                        <v:textbox inset="1mm,0,1mm,0">
                          <w:txbxContent>
                            <w:p w14:paraId="46777391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167" o:spid="_x0000_s1064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32W5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juD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32W5wwAAANwAAAAPAAAAAAAAAAAAAAAAAJcCAABkcnMvZG93&#10;bnJldi54bWxQSwUGAAAAAAQABAD1AAAAhwMAAAAA&#10;" filled="f" strokeweight="1pt">
                        <v:textbox inset="1mm,0,1mm,0">
                          <w:txbxContent>
                            <w:p w14:paraId="6F994988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168" o:spid="_x0000_s1065" type="#_x0000_t202" style="position:absolute;left:207010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PHLxgAA&#10;ANwAAAAPAAAAZHJzL2Rvd25yZXYueG1sRI/RasJAEEXfBf9hGaFvuqmKtNFViqK1oJSqHzBmp0lo&#10;djZkV41/33kQfJvh3rn3zGzRukpdqQmlZwOvgwQUceZtybmB03HdfwMVIrLFyjMZuFOAxbzbmWFq&#10;/Y1/6HqIuZIQDikaKGKsU61DVpDDMPA1sWi/vnEYZW1ybRu8Sbir9DBJJtphydJQYE3LgrK/w8UZ&#10;+D5/7d7v483naFXZzX503l5O5diYl177MQUVqY1P8+N6awV/IrTyjEyg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QPHLxgAAANwAAAAPAAAAAAAAAAAAAAAAAJcCAABkcnMv&#10;ZG93bnJldi54bWxQSwUGAAAAAAQABAD1AAAAigMAAAAA&#10;" filled="f" strokeweight="1pt">
                        <v:textbox inset="1mm,0,1mm,0">
                          <w:txbxContent>
                            <w:p w14:paraId="66A6C7A9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Text Box 169" o:spid="_x0000_s1066" type="#_x0000_t202" style="position:absolute;left:1551940;top:4603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DFRQwgAA&#10;ANwAAAAPAAAAZHJzL2Rvd25yZXYueG1sRE/bisIwEH0X/Icwgm+auopoNYq46CrsIl4+YGzGtthM&#10;ShO1/v1GEHybw7nOdF6bQtypcrllBb1uBII4sTrnVMHpuOqMQDiPrLGwTAqe5GA+azamGGv74D3d&#10;Dz4VIYRdjAoy78tYSpdkZNB1bUkcuIutDPoAq1TqCh8h3BTyK4qG0mDOoSHDkpYZJdfDzSjYnbe/&#10;4+dg/dP/LvT6r3/e3E75QKl2q15MQHiq/Uf8dm90mD8cw+uZcIGc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MVFDCAAAA3AAAAA8AAAAAAAAAAAAAAAAAlwIAAGRycy9kb3du&#10;cmV2LnhtbFBLBQYAAAAABAAEAPUAAACGAwAAAAA=&#10;" filled="f" strokeweight="1pt">
                        <v:textbox inset="1mm,0,1mm,0">
                          <w:txbxContent>
                            <w:p w14:paraId="274695E8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170" o:spid="_x0000_s1067" type="#_x0000_t202" style="position:absolute;left:774700;top:2305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72sQ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wRf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72sQxgAAANwAAAAPAAAAAAAAAAAAAAAAAJcCAABkcnMv&#10;ZG93bnJldi54bWxQSwUGAAAAAAQABAD1AAAAigMAAAAA&#10;" filled="f" strokeweight="1pt">
                        <v:textbox inset="1mm,0,1mm,0">
                          <w:txbxContent>
                            <w:p w14:paraId="59F1B441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171" o:spid="_x0000_s1068" type="#_x0000_t202" style="position:absolute;left:129286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o86LxAAA&#10;ANwAAAAPAAAAZHJzL2Rvd25yZXYueG1sRE/basJAEH0v+A/LFPqmm1SpmmYjpaVWQRGtHzDJTpNg&#10;djZkV41/3y0IfZvDuU666E0jLtS52rKCeBSBIC6srrlUcPz+HM5AOI+ssbFMCm7kYJENHlJMtL3y&#10;ni4HX4oQwi5BBZX3bSKlKyoy6Ea2JQ7cj+0M+gC7UuoOryHcNPI5il6kwZpDQ4UtvVdUnA5no2CX&#10;rzfz22T5Nf5o9HI7zlfnYz1R6umxf3sF4an3/+K7e6XD/GkMf8+EC2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qPOi8QAAADcAAAADwAAAAAAAAAAAAAAAACXAgAAZHJzL2Rv&#10;d25yZXYueG1sUEsFBgAAAAAEAAQA9QAAAIgDAAAAAA==&#10;" filled="f" strokeweight="1pt">
                        <v:textbox inset="1mm,0,1mm,0">
                          <w:txbxContent>
                            <w:p w14:paraId="289D0CB0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Text Box 172" o:spid="_x0000_s1069" type="#_x0000_t202" style="position:absolute;left:1811020;top:2330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VD8xAAA&#10;ANwAAAAPAAAAZHJzL2Rvd25yZXYueG1sRE/basJAEH0X/IdlhL7pphpqm7oJRalVUEqtHzBmp0lo&#10;djZk1xj/vlsQfJvDuc4i600tOmpdZVnB4yQCQZxbXXGh4Pj9Pn4G4TyyxtoyKbiSgywdDhaYaHvh&#10;L+oOvhAhhF2CCkrvm0RKl5dk0E1sQxy4H9sa9AG2hdQtXkK4qeU0ip6kwYpDQ4kNLUvKfw9no+Dz&#10;tN29XOP1x2xV6/V+dtqcj1Ws1MOof3sF4an3d/HNvdFh/nwK/8+EC2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nFQ/MQAAADcAAAADwAAAAAAAAAAAAAAAACXAgAAZHJzL2Rv&#10;d25yZXYueG1sUEsFBgAAAAAEAAQA9QAAAIgDAAAAAA==&#10;" filled="f" strokeweight="1pt">
                        <v:textbox inset="1mm,0,1mm,0">
                          <w:txbxContent>
                            <w:p w14:paraId="2BFC8512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28</w:t>
                              </w:r>
                            </w:p>
                          </w:txbxContent>
                        </v:textbox>
                      </v:shape>
                      <v:shape id="Text Box 173" o:spid="_x0000_s1070" type="#_x0000_t202" style="position:absolute;left:3101340;top:9194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fVnwwAA&#10;ANwAAAAPAAAAZHJzL2Rvd25yZXYueG1sRE/basJAEH0v+A/LCL6ZjUZam7qKKN6gpWj9gDE7TYLZ&#10;2ZBdNf69WxD6NodzncmsNZW4UuNKywoGUQyCOLO65FzB8WfVH4NwHlljZZkU3MnBbNp5mWCq7Y33&#10;dD34XIQQdikqKLyvUyldVpBBF9maOHC/tjHoA2xyqRu8hXBTyWEcv0qDJYeGAmtaFJSdDxej4Pu0&#10;+3y/j9abZFnp9Vdy2l6O5Ui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PfVnwwAAANwAAAAPAAAAAAAAAAAAAAAAAJcCAABkcnMvZG93&#10;bnJldi54bWxQSwUGAAAAAAQABAD1AAAAhwMAAAAA&#10;" filled="f" strokeweight="1pt">
                        <v:textbox inset="1mm,0,1mm,0">
                          <w:txbxContent>
                            <w:p w14:paraId="1189C1CF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174" o:spid="_x0000_s1071" type="#_x0000_t202" style="position:absolute;left:2839720;top:6870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1G0TwwAA&#10;ANwAAAAPAAAAZHJzL2Rvd25yZXYueG1sRE/basJAEH0v+A/LCL6ZjRpam7qKKN6gpWj9gDE7TYLZ&#10;2ZBdNf69WxD6NodzncmsNZW4UuNKywoGUQyCOLO65FzB8WfVH4NwHlljZZkU3MnBbNp5mWCq7Y33&#10;dD34XIQQdikqKLyvUyldVpBBF9maOHC/tjHoA2xyqRu8hXBTyWEcv0qDJYeGAmtaFJSdDxej4Pu0&#10;+3y/J+vNaFnp9dfotL0cy0SpXredf4Dw1Pp/8dO91WH+WwJ/z4QL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1G0TwwAAANwAAAAPAAAAAAAAAAAAAAAAAJcCAABkcnMvZG93&#10;bnJldi54bWxQSwUGAAAAAAQABAD1AAAAhwMAAAAA&#10;" filled="f" strokeweight="1pt">
                        <v:textbox inset="1mm,0,1mm,0">
                          <w:txbxContent>
                            <w:p w14:paraId="6CDCD380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5" o:spid="_x0000_s1072" type="#_x0000_t202" style="position:absolute;left:2585720;top:4597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MiIwwAA&#10;ANwAAAAPAAAAZHJzL2Rvd25yZXYueG1sRE/basJAEH0v+A/LCL7ppt6bukqp1Coo4uUDxuw0CWZn&#10;Q3bV+PeuIPRtDuc6k1ltCnGlyuWWFbx3IhDEidU5pwqOh5/2GITzyBoLy6TgTg5m08bbBGNtb7yj&#10;696nIoSwi1FB5n0ZS+mSjAy6ji2JA/dnK4M+wCqVusJbCDeF7EbRUBrMOTRkWNJ3Rsl5fzEKtqfV&#10;+uPeX/z25oVebHqn5eWY95VqNeuvTxCeav8vfrmXOswfDeD5TLh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MiIwwAAANwAAAAPAAAAAAAAAAAAAAAAAJcCAABkcnMvZG93&#10;bnJldi54bWxQSwUGAAAAAAQABAD1AAAAhwMAAAAA&#10;" filled="f" strokeweight="1pt">
                        <v:textbox inset="1mm,0,1mm,0">
                          <w:txbxContent>
                            <w:p w14:paraId="6EAAC344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6" o:spid="_x0000_s1073" type="#_x0000_t202" style="position:absolute;left:23266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lb/wwAA&#10;ANwAAAAPAAAAZHJzL2Rvd25yZXYueG1sRE/bisIwEH1f8B/CCL5p6gXdrUYRZV0FZVn1A8ZmbIvN&#10;pDRR698bQdi3OZzrTGa1KcSNKpdbVtDtRCCIE6tzThUcD9/tTxDOI2ssLJOCBzmYTRsfE4y1vfMf&#10;3fY+FSGEXYwKMu/LWEqXZGTQdWxJHLizrQz6AKtU6grvIdwUshdFQ2kw59CQYUmLjJLL/moU/J42&#10;26/HYPXTXxZ6teuf1tdjPlCq1aznYxCeav8vfrvXOswfDeH1TLhA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Slb/wwAAANwAAAAPAAAAAAAAAAAAAAAAAJcCAABkcnMvZG93&#10;bnJldi54bWxQSwUGAAAAAAQABAD1AAAAhwMAAAAA&#10;" filled="f" strokeweight="1pt">
                        <v:textbox inset="1mm,0,1mm,0">
                          <w:txbxContent>
                            <w:p w14:paraId="28120BF4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177" o:spid="_x0000_s1074" type="#_x0000_t202" style="position:absolute;left:10337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BvNkxAAA&#10;ANwAAAAPAAAAZHJzL2Rvd25yZXYueG1sRE/basJAEH0v+A/LCH2rm6rUNnUTisWooJRaP2DMTpPQ&#10;7GzIrjH+vSsUfJvDuc487U0tOmpdZVnB8ygCQZxbXXGh4PCzfHoF4TyyxtoyKbiQgzQZPMwx1vbM&#10;39TtfSFCCLsYFZTeN7GULi/JoBvZhjhwv7Y16ANsC6lbPIdwU8txFL1IgxWHhhIbWpSU/+1PRsHX&#10;cbN9u0yz1eSz1tluclyfDtVUqcdh//EOwlPv7+J/91qH+bMZ3J4JF8jk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bzZMQAAADcAAAADwAAAAAAAAAAAAAAAACXAgAAZHJzL2Rv&#10;d25yZXYueG1sUEsFBgAAAAAEAAQA9QAAAIgDAAAAAA==&#10;" filled="f" strokeweight="1pt">
                        <v:textbox inset="1mm,0,1mm,0">
                          <w:txbxContent>
                            <w:p w14:paraId="57615A0B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</w:t>
                              </w:r>
                            </w:p>
                          </w:txbxContent>
                        </v:textbox>
                      </v:shape>
                      <v:shape id="Text Box 178" o:spid="_x0000_s1075" type="#_x0000_t202" style="position:absolute;left:155194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mWcWxgAA&#10;ANwAAAAPAAAAZHJzL2Rvd25yZXYueG1sRI/RasJAEEXfBf9hGcE33bSKramrSKXWQkvR+gFjdpoE&#10;s7Mhu2r8e+dB8G2Ge+feM7NF6yp1piaUng08DRNQxJm3JecG9n8fg1dQISJbrDyTgSsFWMy7nRmm&#10;1l94S+ddzJWEcEjRQBFjnWodsoIchqGviUX7943DKGuTa9vgRcJdpZ+TZKIdliwNBdb0XlB23J2c&#10;gd/D1/f0Ol5/jlaVXf+MDpvTvhwb0++1yzdQkdr4MN+vN1bwX4RWnpEJ9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mWcWxgAAANwAAAAPAAAAAAAAAAAAAAAAAJcCAABkcnMv&#10;ZG93bnJldi54bWxQSwUGAAAAAAQABAD1AAAAigMAAAAA&#10;" filled="f" strokeweight="1pt">
                        <v:textbox inset="1mm,0,1mm,0">
                          <w:txbxContent>
                            <w:p w14:paraId="4CC83FFF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48</w:t>
                              </w:r>
                            </w:p>
                          </w:txbxContent>
                        </v:textbox>
                      </v:shape>
                      <v:shape id="Text Box 179" o:spid="_x0000_s1076" type="#_x0000_t202" style="position:absolute;left:207010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1cKNxAAA&#10;ANwAAAAPAAAAZHJzL2Rvd25yZXYueG1sRE/basJAEH0X+g/LFPpWNzXBauoapKVqoUW8fMCYnSah&#10;2dmQXWP8e1co+DaHc51Z1ptadNS6yrKCl2EEgji3uuJCwWH/+TwB4TyyxtoyKbiQg2z+MJhhqu2Z&#10;t9TtfCFCCLsUFZTeN6mULi/JoBvahjhwv7Y16ANsC6lbPIdwU8tRFI2lwYpDQ4kNvZeU/+1ORsHm&#10;+PU9vSTLVfxR6+VPfFyfDlWi1NNjv3gD4an3d/G/e63D/Ncp3J4JF8j5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NXCjcQAAADcAAAADwAAAAAAAAAAAAAAAACXAgAAZHJzL2Rv&#10;d25yZXYueG1sUEsFBgAAAAAEAAQA9QAAAIgDAAAAAA==&#10;" filled="f" strokeweight="1pt">
                        <v:textbox inset="1mm,0,1mm,0">
                          <w:txbxContent>
                            <w:p w14:paraId="394BF7F9" w14:textId="77777777" w:rsidR="00120CEF" w:rsidRPr="00166ED4" w:rsidRDefault="00120CEF" w:rsidP="002025F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66ED4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64</w:t>
                              </w:r>
                            </w:p>
                          </w:txbxContent>
                        </v:textbox>
                      </v:shape>
                      <v:shape id="Text Box 7" o:spid="_x0000_s1077" type="#_x0000_t202" style="position:absolute;left:772160;top:6877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ycExQAA&#10;ANoAAAAPAAAAZHJzL2Rvd25yZXYueG1sRI/dasJAFITvC32H5RS8azZtgj+pq5QW/8BSjD7AMXua&#10;hGbPhuyq8e1dodDLYWa+Yabz3jTiTJ2rLSt4iWIQxIXVNZcKDvvF8xiE88gaG8uk4EoO5rPHhylm&#10;2l54R+fclyJA2GWooPK+zaR0RUUGXWRb4uD92M6gD7Irpe7wEuCmka9xPJQGaw4LFbb0UVHxm5+M&#10;gu/jZju5pstV8tno5VdyXJ8OdarU4Kl/fwPhqff/4b/2WisYwf1KuAFyd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PJwTFAAAA2gAAAA8AAAAAAAAAAAAAAAAAlwIAAGRycy9k&#10;b3ducmV2LnhtbFBLBQYAAAAABAAEAPUAAACJAwAAAAA=&#10;" filled="f" strokeweight="1pt">
                        <v:textbox inset="1mm,0,1mm,0">
                          <w:txbxContent>
                            <w:p w14:paraId="3274D93C" w14:textId="77777777" w:rsidR="00120CEF" w:rsidRPr="007267EB" w:rsidRDefault="00120CEF" w:rsidP="002025F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5EB4800D" w14:textId="400301FC" w:rsidR="00084412" w:rsidRDefault="00084412" w:rsidP="00084412">
            <w:pPr>
              <w:spacing w:after="100"/>
              <w:jc w:val="right"/>
            </w:pPr>
            <w:r>
              <w:t>5</w:t>
            </w:r>
            <w:r w:rsidRPr="00264CBC">
              <w:t>.Zeile</w:t>
            </w:r>
          </w:p>
          <w:p w14:paraId="472D2830" w14:textId="77777777" w:rsidR="005C6001" w:rsidRDefault="005C6001" w:rsidP="005C6001">
            <w:pPr>
              <w:spacing w:after="100"/>
              <w:jc w:val="right"/>
            </w:pPr>
            <w:r w:rsidRPr="00264CBC">
              <w:t>4.Zeile</w:t>
            </w:r>
          </w:p>
          <w:p w14:paraId="2A6B9E11" w14:textId="77777777" w:rsidR="005C6001" w:rsidRDefault="005C6001" w:rsidP="005C6001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7D9BC9D7" w14:textId="77777777" w:rsidR="005C6001" w:rsidRDefault="005C6001" w:rsidP="005C6001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5C9B2AE0" w14:textId="77777777" w:rsidR="005C6001" w:rsidRPr="00264CBC" w:rsidRDefault="005C6001" w:rsidP="005C6001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1989A2A2" w14:textId="2663070C" w:rsidR="00510701" w:rsidRPr="00214B4B" w:rsidRDefault="00510701" w:rsidP="00214B4B"/>
    <w:p w14:paraId="57D8E505" w14:textId="77777777" w:rsidR="002025FB" w:rsidRPr="00214B4B" w:rsidRDefault="002025FB" w:rsidP="002025FB">
      <w:r w:rsidRPr="00214B4B">
        <w:t xml:space="preserve">Beschreibe wie im Beispiel oben </w:t>
      </w:r>
    </w:p>
    <w:p w14:paraId="36D6D958" w14:textId="77777777" w:rsidR="002025FB" w:rsidRPr="00166ED4" w:rsidRDefault="002025FB" w:rsidP="002025FB">
      <w:pPr>
        <w:tabs>
          <w:tab w:val="right" w:pos="9392"/>
          <w:tab w:val="right" w:leader="underscore" w:pos="9434"/>
        </w:tabs>
        <w:spacing w:after="160"/>
        <w:rPr>
          <w:rStyle w:val="Schriftrot"/>
        </w:rPr>
      </w:pPr>
      <w:r w:rsidRPr="00214B4B">
        <w:t>Die</w:t>
      </w:r>
      <w:r>
        <w:t xml:space="preserve"> Zahlen in der 2. Zeile</w:t>
      </w:r>
      <w:r w:rsidRPr="00166ED4">
        <w:rPr>
          <w:rFonts w:asciiTheme="minorHAnsi" w:hAnsiTheme="minorHAnsi"/>
          <w:i/>
          <w:color w:val="FF0000"/>
          <w:sz w:val="24"/>
        </w:rPr>
        <w:t xml:space="preserve"> </w:t>
      </w:r>
      <w:r>
        <w:rPr>
          <w:rFonts w:asciiTheme="minorHAnsi" w:hAnsiTheme="minorHAnsi"/>
          <w:i/>
          <w:color w:val="FF0000"/>
          <w:sz w:val="24"/>
        </w:rPr>
        <w:t xml:space="preserve">  </w:t>
      </w:r>
      <w:r w:rsidRPr="00166ED4">
        <w:rPr>
          <w:rStyle w:val="Schriftrot"/>
        </w:rPr>
        <w:t>Ungerade Zahlen</w:t>
      </w:r>
      <w:r>
        <w:rPr>
          <w:rStyle w:val="Schriftrot"/>
        </w:rPr>
        <w:tab/>
      </w:r>
      <w:r w:rsidRPr="00166ED4">
        <w:rPr>
          <w:rStyle w:val="Schriftrot"/>
        </w:rPr>
        <w:t>½ P</w:t>
      </w:r>
    </w:p>
    <w:p w14:paraId="6B5CC75A" w14:textId="77777777" w:rsidR="002025FB" w:rsidRPr="00166ED4" w:rsidRDefault="002025FB" w:rsidP="002025FB">
      <w:pPr>
        <w:tabs>
          <w:tab w:val="right" w:pos="9392"/>
          <w:tab w:val="right" w:leader="underscore" w:pos="9435"/>
        </w:tabs>
        <w:spacing w:after="160"/>
        <w:rPr>
          <w:rStyle w:val="Schriftrot"/>
        </w:rPr>
      </w:pPr>
      <w:r>
        <w:t>Die Zahlen in der 3. Zeile</w:t>
      </w:r>
      <w:r w:rsidRPr="00166ED4">
        <w:t xml:space="preserve"> </w:t>
      </w:r>
      <w:r>
        <w:t xml:space="preserve">  </w:t>
      </w:r>
      <w:r w:rsidRPr="00166ED4">
        <w:rPr>
          <w:rStyle w:val="Schriftrot"/>
        </w:rPr>
        <w:t>Viererzahlen / Viererreihe</w:t>
      </w:r>
      <w:r>
        <w:rPr>
          <w:rStyle w:val="Schriftrot"/>
        </w:rPr>
        <w:t xml:space="preserve"> / Viererfolge / od. ähnlich</w:t>
      </w:r>
      <w:r>
        <w:rPr>
          <w:rStyle w:val="Schriftrot"/>
        </w:rPr>
        <w:tab/>
      </w:r>
      <w:r w:rsidRPr="00166ED4">
        <w:rPr>
          <w:rStyle w:val="Schriftrot"/>
        </w:rPr>
        <w:t>½ P</w:t>
      </w:r>
    </w:p>
    <w:p w14:paraId="6158C559" w14:textId="56573242" w:rsidR="002025FB" w:rsidRPr="00214B4B" w:rsidRDefault="002025FB" w:rsidP="002025FB">
      <w:pPr>
        <w:tabs>
          <w:tab w:val="left" w:pos="4011"/>
          <w:tab w:val="right" w:pos="9392"/>
          <w:tab w:val="right" w:leader="underscore" w:pos="9435"/>
        </w:tabs>
        <w:spacing w:after="160"/>
      </w:pPr>
      <w:r>
        <w:t>Die Zahlen in der 4. Zeile</w:t>
      </w:r>
      <w:r w:rsidRPr="00166ED4">
        <w:t xml:space="preserve"> </w:t>
      </w:r>
      <w:r w:rsidR="00D03175">
        <w:t xml:space="preserve">  </w:t>
      </w:r>
      <w:r w:rsidR="00D03175" w:rsidRPr="00D03175">
        <w:rPr>
          <w:rStyle w:val="Schriftrot"/>
        </w:rPr>
        <w:t>Viererzahlen,</w:t>
      </w:r>
      <w:r w:rsidR="00D03175">
        <w:t xml:space="preserve"> </w:t>
      </w:r>
      <w:r w:rsidRPr="00166ED4">
        <w:rPr>
          <w:rStyle w:val="Schriftrot"/>
        </w:rPr>
        <w:t xml:space="preserve">die nicht Achterzahlen sind / ungerade Zahlen </w:t>
      </w:r>
      <w:r>
        <w:rPr>
          <w:rStyle w:val="Schriftrot"/>
        </w:rPr>
        <w:br/>
      </w:r>
      <w:r>
        <w:rPr>
          <w:rStyle w:val="Schriftrot"/>
        </w:rPr>
        <w:tab/>
        <w:t xml:space="preserve">von </w:t>
      </w:r>
      <w:r w:rsidRPr="00166ED4">
        <w:rPr>
          <w:rStyle w:val="Schriftrot"/>
        </w:rPr>
        <w:t>3 an</w:t>
      </w:r>
      <w:r>
        <w:rPr>
          <w:rStyle w:val="Schriftrot"/>
        </w:rPr>
        <w:t xml:space="preserve">, </w:t>
      </w:r>
      <w:r w:rsidRPr="00166ED4">
        <w:rPr>
          <w:rStyle w:val="Schriftrot"/>
        </w:rPr>
        <w:t>mal 4 / Achterreihe</w:t>
      </w:r>
      <w:r>
        <w:t xml:space="preserve"> </w:t>
      </w:r>
      <w:r>
        <w:rPr>
          <w:rStyle w:val="Schriftrot"/>
        </w:rPr>
        <w:t xml:space="preserve">plus 4 </w:t>
      </w:r>
      <w:r>
        <w:rPr>
          <w:rStyle w:val="Schriftrot"/>
        </w:rPr>
        <w:tab/>
      </w:r>
      <w:r w:rsidRPr="00166ED4">
        <w:rPr>
          <w:rStyle w:val="Schriftrot"/>
        </w:rPr>
        <w:t>½ P</w:t>
      </w:r>
    </w:p>
    <w:p w14:paraId="2597D8B3" w14:textId="77777777" w:rsidR="002025FB" w:rsidRPr="00214B4B" w:rsidRDefault="002025FB" w:rsidP="002025FB">
      <w:pPr>
        <w:tabs>
          <w:tab w:val="right" w:pos="9392"/>
          <w:tab w:val="right" w:leader="underscore" w:pos="9435"/>
        </w:tabs>
        <w:spacing w:after="160"/>
      </w:pPr>
      <w:r>
        <w:t xml:space="preserve">Die Zahlen in der 5. Zeile   </w:t>
      </w:r>
      <w:r w:rsidRPr="00166ED4">
        <w:rPr>
          <w:rStyle w:val="Schriftrot"/>
        </w:rPr>
        <w:t xml:space="preserve">16er-Zahlen / </w:t>
      </w:r>
      <w:r>
        <w:rPr>
          <w:rStyle w:val="Schriftrot"/>
        </w:rPr>
        <w:t>Vielfache von 16 / od. ähnlich</w:t>
      </w:r>
      <w:r>
        <w:rPr>
          <w:rStyle w:val="Schriftrot"/>
        </w:rPr>
        <w:tab/>
      </w:r>
      <w:r w:rsidRPr="00166ED4">
        <w:rPr>
          <w:rStyle w:val="Schriftrot"/>
        </w:rPr>
        <w:t>½ P</w:t>
      </w:r>
    </w:p>
    <w:p w14:paraId="0D04A55F" w14:textId="3E670D74" w:rsidR="00510701" w:rsidRPr="00D7295A" w:rsidRDefault="00214B4B" w:rsidP="00D7295A">
      <w:pPr>
        <w:spacing w:after="200" w:line="240" w:lineRule="auto"/>
        <w:rPr>
          <w:rStyle w:val="Eingabefeld0"/>
          <w:rFonts w:ascii="Arial" w:hAnsi="Arial" w:cstheme="minorBidi"/>
          <w:color w:val="auto"/>
          <w:spacing w:val="0"/>
          <w:position w:val="0"/>
          <w:sz w:val="22"/>
          <w:szCs w:val="22"/>
          <w:shd w:val="clear" w:color="auto" w:fill="auto"/>
        </w:rPr>
      </w:pPr>
      <w:r>
        <w:br w:type="page"/>
      </w:r>
    </w:p>
    <w:p w14:paraId="6636C5B1" w14:textId="4FFAE439" w:rsidR="005B0AA8" w:rsidRDefault="004368E9" w:rsidP="002025FB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D7295A">
        <w:t>5</w:t>
      </w:r>
      <w:r w:rsidR="0020629D">
        <w:t xml:space="preserve"> P.</w:t>
      </w:r>
    </w:p>
    <w:p w14:paraId="20F842E6" w14:textId="2AB15ED4" w:rsidR="00805198" w:rsidRDefault="00805198" w:rsidP="00B456D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D7295A" w14:paraId="4760EFC8" w14:textId="77777777" w:rsidTr="00D7295A">
        <w:trPr>
          <w:cantSplit/>
        </w:trPr>
        <w:tc>
          <w:tcPr>
            <w:tcW w:w="1506" w:type="pct"/>
          </w:tcPr>
          <w:p w14:paraId="1001F8E5" w14:textId="4278A424" w:rsidR="00D7295A" w:rsidRPr="005C6001" w:rsidRDefault="00D7295A" w:rsidP="00D7295A">
            <w:r w:rsidRPr="00D7295A">
              <w:t xml:space="preserve">Setze in den Zeilen 2 bis 4 überall mindestens drei </w:t>
            </w:r>
            <w:r>
              <w:br/>
            </w:r>
            <w:r w:rsidRPr="00D7295A">
              <w:t>Zahlen ein.</w:t>
            </w:r>
          </w:p>
        </w:tc>
        <w:tc>
          <w:tcPr>
            <w:tcW w:w="3138" w:type="pct"/>
          </w:tcPr>
          <w:p w14:paraId="36B63193" w14:textId="3D65CEEE" w:rsidR="00D7295A" w:rsidRDefault="00BB1FDB" w:rsidP="00BB1FDB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05C0549C" wp14:editId="3E7A97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-153035</wp:posOffset>
                      </wp:positionV>
                      <wp:extent cx="3618865" cy="918210"/>
                      <wp:effectExtent l="0" t="0" r="13335" b="21590"/>
                      <wp:wrapThrough wrapText="bothSides">
                        <wp:wrapPolygon edited="0">
                          <wp:start x="4397" y="0"/>
                          <wp:lineTo x="3032" y="4780"/>
                          <wp:lineTo x="2729" y="6573"/>
                          <wp:lineTo x="2729" y="9560"/>
                          <wp:lineTo x="0" y="11353"/>
                          <wp:lineTo x="0" y="21510"/>
                          <wp:lineTo x="21528" y="21510"/>
                          <wp:lineTo x="21528" y="11353"/>
                          <wp:lineTo x="18951" y="7768"/>
                          <wp:lineTo x="18496" y="4780"/>
                          <wp:lineTo x="17283" y="0"/>
                          <wp:lineTo x="4397" y="0"/>
                        </wp:wrapPolygon>
                      </wp:wrapThrough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8865" cy="918210"/>
                                <a:chOff x="0" y="0"/>
                                <a:chExt cx="3618865" cy="918210"/>
                              </a:xfrm>
                            </wpg:grpSpPr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515620" y="2273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0073D35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25717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0C4040E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Text Box 229"/>
                              <wps:cNvSpPr txBox="1"/>
                              <wps:spPr>
                                <a:xfrm>
                                  <a:off x="51816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DC52D8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Text Box 230"/>
                              <wps:cNvSpPr txBox="1"/>
                              <wps:spPr>
                                <a:xfrm>
                                  <a:off x="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63066E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1033780" y="6883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FA7B42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Text Box 232"/>
                              <wps:cNvSpPr txBox="1"/>
                              <wps:spPr>
                                <a:xfrm>
                                  <a:off x="207010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576FE4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Text Box 233"/>
                              <wps:cNvSpPr txBox="1"/>
                              <wps:spPr>
                                <a:xfrm>
                                  <a:off x="155194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76C3A4B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2585720" y="6896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053F7E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Text Box 235"/>
                              <wps:cNvSpPr txBox="1"/>
                              <wps:spPr>
                                <a:xfrm>
                                  <a:off x="180848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617C24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Text Box 236"/>
                              <wps:cNvSpPr txBox="1"/>
                              <wps:spPr>
                                <a:xfrm>
                                  <a:off x="129032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E47A33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232410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030B997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Text Box 238"/>
                              <wps:cNvSpPr txBox="1"/>
                              <wps:spPr>
                                <a:xfrm>
                                  <a:off x="1033780" y="2286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4C9F23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Text Box 239"/>
                              <wps:cNvSpPr txBox="1"/>
                              <wps:spPr>
                                <a:xfrm>
                                  <a:off x="207010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81CDEB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155194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4C57FCB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Text Box 241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C47D44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Text Box 242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06708C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1388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Text Box 258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187258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2243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Text Box 262"/>
                              <wps:cNvSpPr txBox="1"/>
                              <wps:spPr>
                                <a:xfrm>
                                  <a:off x="3101340" y="6889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E75863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855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" name="Text Box 263"/>
                              <wps:cNvSpPr txBox="1"/>
                              <wps:spPr>
                                <a:xfrm>
                                  <a:off x="2839720" y="45656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4368D34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Text Box 264"/>
                              <wps:cNvSpPr txBox="1"/>
                              <wps:spPr>
                                <a:xfrm>
                                  <a:off x="258572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BD3E96C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Text Box 268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AE8C6F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771525" y="45593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24E3AA4" w14:textId="77777777" w:rsidR="00120CEF" w:rsidRPr="005679B0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7" o:spid="_x0000_s1078" style="position:absolute;margin-left:0;margin-top:-12pt;width:284.95pt;height:72.3pt;z-index:251794432" coordsize="3618865,91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">
                      <v:shape id="Text Box 23" o:spid="_x0000_s1079" type="#_x0000_t202" style="position:absolute;left:515620;top:2273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7jU8xQAA&#10;ANsAAAAPAAAAZHJzL2Rvd25yZXYueG1sRI/RasJAFETfC/2H5Qp9qxuNSI1uQmmptWARYz7gmr0m&#10;odm7Ibtq/PuuUOjjMDNnmFU2mFZcqHeNZQWTcQSCuLS64UpBcfh4fgHhPLLG1jIpuJGDLH18WGGi&#10;7ZX3dMl9JQKEXYIKau+7REpX1mTQjW1HHLyT7Q36IPtK6h6vAW5aOY2iuTTYcFiosaO3msqf/GwU&#10;7I5f28Vttv6M31u9/o6Pm3PRzJR6Gg2vSxCeBv8f/mtvtIJpDPcv4Qf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3uNTzFAAAA2wAAAA8AAAAAAAAAAAAAAAAAlwIAAGRycy9k&#10;b3ducmV2LnhtbFBLBQYAAAAABAAEAPUAAACJAwAAAAA=&#10;" filled="f" strokeweight="1pt">
                        <v:textbox inset="1mm,0,1mm,0">
                          <w:txbxContent>
                            <w:p w14:paraId="50073D35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228" o:spid="_x0000_s1080" type="#_x0000_t202" style="position:absolute;left:25717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yl3wgAA&#10;ANwAAAAPAAAAZHJzL2Rvd25yZXYueG1sRE/LisIwFN0L/kO4wuym6VSRsRpFlPEByuDjA67NnbbY&#10;3JQmav17sxhweTjvyaw1lbhT40rLCr6iGARxZnXJuYLz6efzG4TzyBory6TgSQ5m025ngqm2Dz7Q&#10;/ehzEULYpaig8L5OpXRZQQZdZGviwP3ZxqAPsMmlbvARwk0lkzgeSoMlh4YCa1oUlF2PN6Pg97Ld&#10;jZ6D1bq/rPRq379sbudyoNRHr52PQXhq/Vv8795oBUkS1oY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cPKXfCAAAA3AAAAA8AAAAAAAAAAAAAAAAAlwIAAGRycy9kb3du&#10;cmV2LnhtbFBLBQYAAAAABAAEAPUAAACGAwAAAAA=&#10;" filled="f" strokeweight="1pt">
                        <v:textbox inset="1mm,0,1mm,0">
                          <w:txbxContent>
                            <w:p w14:paraId="40C4040E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229" o:spid="_x0000_s1081" type="#_x0000_t202" style="position:absolute;left:51816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4zsxgAA&#10;ANwAAAAPAAAAZHJzL2Rvd25yZXYueG1sRI/RasJAFETfhf7Dcgt9q5vGUGp0DaJoFVpKrR9wzV6T&#10;0OzdkF2T+PduoeDjMDNnmHk2mFp01LrKsoKXcQSCOLe64kLB8Wfz/AbCeWSNtWVScCUH2eJhNMdU&#10;256/qTv4QgQIuxQVlN43qZQuL8mgG9uGOHhn2xr0QbaF1C32AW5qGUfRqzRYcVgosaFVSfnv4WIU&#10;fJ32H9Nrsn2frGu9/ZycdpdjlSj19DgsZyA8Df4e/m/vtII4nsLfmXAE5O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Q4zsxgAAANwAAAAPAAAAAAAAAAAAAAAAAJcCAABkcnMv&#10;ZG93bnJldi54bWxQSwUGAAAAAAQABAD1AAAAigMAAAAA&#10;" filled="f" strokeweight="1pt">
                        <v:textbox inset="1mm,0,1mm,0">
                          <w:txbxContent>
                            <w:p w14:paraId="3ADC52D8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  <v:shape id="Text Box 230" o:spid="_x0000_s1082" type="#_x0000_t202" style="position:absolute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oLOswgAA&#10;ANwAAAAPAAAAZHJzL2Rvd25yZXYueG1sRE/LisIwFN0L/kO4wuym6ViRsRpFlPEByuDjA67NnbbY&#10;3JQmav17sxhweTjvyaw1lbhT40rLCr6iGARxZnXJuYLz6efzG4TzyBory6TgSQ5m025ngqm2Dz7Q&#10;/ehzEULYpaig8L5OpXRZQQZdZGviwP3ZxqAPsMmlbvARwk0l+3E8lAZLDg0F1rQoKLseb0bB72W7&#10;Gz0Hq3WyrPRqn1w2t3M5UOqj187HIDy1/i3+d2+0gn4S5oc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gs6zCAAAA3AAAAA8AAAAAAAAAAAAAAAAAlwIAAGRycy9kb3du&#10;cmV2LnhtbFBLBQYAAAAABAAEAPUAAACGAwAAAAA=&#10;" filled="f" strokeweight="1pt">
                        <v:textbox inset="1mm,0,1mm,0">
                          <w:txbxContent>
                            <w:p w14:paraId="3163066E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Text Box 231" o:spid="_x0000_s1083" type="#_x0000_t202" style="position:absolute;left:1033780;top:6883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7BY3xQAA&#10;ANwAAAAPAAAAZHJzL2Rvd25yZXYueG1sRI/disIwFITvF3yHcATvNNWKaDXKssuqC4r48wDH5tgW&#10;m5PSRK1vvxGEvRxm5htmtmhMKe5Uu8Kygn4vAkGcWl1wpuB0/OmOQTiPrLG0TAqe5GAxb33MMNH2&#10;wXu6H3wmAoRdggpy76tESpfmZND1bEUcvIutDfog60zqGh8Bbko5iKKRNFhwWMixoq+c0uvhZhTs&#10;zr+byXO4XMXfpV5u4/P6diqGSnXazecUhKfG/4ff7bVWMIj78DoTjo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PsFjfFAAAA3AAAAA8AAAAAAAAAAAAAAAAAlwIAAGRycy9k&#10;b3ducmV2LnhtbFBLBQYAAAAABAAEAPUAAACJAwAAAAA=&#10;" filled="f" strokeweight="1pt">
                        <v:textbox inset="1mm,0,1mm,0">
                          <w:txbxContent>
                            <w:p w14:paraId="3EFA7B42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111</w:t>
                              </w:r>
                            </w:p>
                          </w:txbxContent>
                        </v:textbox>
                      </v:shape>
                      <v:shape id="Text Box 232" o:spid="_x0000_s1084" type="#_x0000_t202" style="position:absolute;left:207010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PohAxgAA&#10;ANwAAAAPAAAAZHJzL2Rvd25yZXYueG1sRI/RasJAFETfhf7DcoW+6cZEShtdRSy1FiylNh9wk70m&#10;odm7IbvR+PfdguDjMDNnmOV6MI04U+dqywpm0wgEcWF1zaWC7Odt8gzCeWSNjWVScCUH69XDaImp&#10;thf+pvPRlyJA2KWooPK+TaV0RUUG3dS2xME72c6gD7Irpe7wEuCmkXEUPUmDNYeFClvaVlT8Hnuj&#10;4Cv/OLxc57v35LXRu88k3/dZPVfqcTxsFiA8Df4evrX3WkGcxPB/JhwBuf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DPohAxgAAANwAAAAPAAAAAAAAAAAAAAAAAJcCAABkcnMv&#10;ZG93bnJldi54bWxQSwUGAAAAAAQABAD1AAAAigMAAAAA&#10;" filled="f" strokeweight="1pt">
                        <v:textbox inset="1mm,0,1mm,0">
                          <w:txbxContent>
                            <w:p w14:paraId="2A576FE4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233" o:spid="_x0000_s1085" type="#_x0000_t202" style="position:absolute;left:155194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ci3bxQAA&#10;ANwAAAAPAAAAZHJzL2Rvd25yZXYueG1sRI/disIwFITvBd8hnAXvNF0ri3aNIop/oCyrPsCxOdsW&#10;m5PSRK1vbxYEL4eZ+YYZTxtTihvVrrCs4LMXgSBOrS44U3A6LrtDEM4jaywtk4IHOZhO2q0xJtre&#10;+ZduB5+JAGGXoILc+yqR0qU5GXQ9WxEH78/WBn2QdSZ1jfcAN6XsR9GXNFhwWMixonlO6eVwNQp+&#10;ztvd6DFYreNFqVf7+Ly5noqBUp2PZvYNwlPj3+FXe6MV9OMY/s+EIyA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xyLdvFAAAA3AAAAA8AAAAAAAAAAAAAAAAAlwIAAGRycy9k&#10;b3ducmV2LnhtbFBLBQYAAAAABAAEAPUAAACJAwAAAAA=&#10;" filled="f" strokeweight="1pt">
                        <v:textbox inset="1mm,0,1mm,0">
                          <w:txbxContent>
                            <w:p w14:paraId="776C3A4B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v:shape id="Text Box 234" o:spid="_x0000_s1086" type="#_x0000_t202" style="position:absolute;left:2585720;top:6896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m7WvxQAA&#10;ANwAAAAPAAAAZHJzL2Rvd25yZXYueG1sRI/dasJAFITvC77Dcgre1U1NEE1dpVT8A0X8eYBj9jQJ&#10;Zs+G7Krx7V2h0MthZr5hxtPWVOJGjSstK/jsRSCIM6tLzhWcjvOPIQjnkTVWlknBgxxMJ523Maba&#10;3nlPt4PPRYCwS1FB4X2dSumyggy6nq2Jg/drG4M+yCaXusF7gJtK9qNoIA2WHBYKrOmnoOxyuBoF&#10;u/N6M3oki2U8q/RiG59X11OZKNV9b7+/QHhq/X/4r73SCvpxAq8z4QjIy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Obta/FAAAA3AAAAA8AAAAAAAAAAAAAAAAAlwIAAGRycy9k&#10;b3ducmV2LnhtbFBLBQYAAAAABAAEAPUAAACJAwAAAAA=&#10;" filled="f" strokeweight="1pt">
                        <v:textbox inset="1mm,0,1mm,0">
                          <w:txbxContent>
                            <w:p w14:paraId="0E053F7E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235" o:spid="_x0000_s1087" type="#_x0000_t202" style="position:absolute;left:180848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1xA0xgAA&#10;ANwAAAAPAAAAZHJzL2Rvd25yZXYueG1sRI/dasJAFITvBd9hOULvdFNji0ZXkZZaCy3izwOcZE+T&#10;YPZsyG40vn23IHg5zMw3zGLVmUpcqHGlZQXPowgEcWZ1ybmC0/FjOAXhPLLGyjIpuJGD1bLfW2Ci&#10;7ZX3dDn4XAQIuwQVFN7XiZQuK8igG9maOHi/tjHog2xyqRu8Brip5DiKXqXBksNCgTW9FZSdD61R&#10;sEu/vme3yeYzfq/05idOt+2pnCj1NOjWcxCeOv8I39tbrWAcv8D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1xA0xgAAANwAAAAPAAAAAAAAAAAAAAAAAJcCAABkcnMv&#10;ZG93bnJldi54bWxQSwUGAAAAAAQABAD1AAAAigMAAAAA&#10;" filled="f" strokeweight="1pt">
                        <v:textbox inset="1mm,0,1mm,0">
                          <w:txbxContent>
                            <w:p w14:paraId="7A617C24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236" o:spid="_x0000_s1088" type="#_x0000_t202" style="position:absolute;left:129032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BY5D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VxMoW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8BY5DxgAAANwAAAAPAAAAAAAAAAAAAAAAAJcCAABkcnMv&#10;ZG93bnJldi54bWxQSwUGAAAAAAQABAD1AAAAigMAAAAA&#10;" filled="f" strokeweight="1pt">
                        <v:textbox inset="1mm,0,1mm,0">
                          <w:txbxContent>
                            <w:p w14:paraId="08E47A33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322</w:t>
                              </w:r>
                            </w:p>
                          </w:txbxContent>
                        </v:textbox>
                      </v:shape>
                      <v:shape id="Text Box 237" o:spid="_x0000_s1089" type="#_x0000_t202" style="position:absolute;left:232410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SSvYxgAA&#10;ANwAAAAPAAAAZHJzL2Rvd25yZXYueG1sRI/dasJAFITvBd9hOULvdFMjrUZXkZZaCy3izwOcZE+T&#10;YPZsyG40vn23IHg5zMw3zGLVmUpcqHGlZQXPowgEcWZ1ybmC0/FjOAXhPLLGyjIpuJGD1bLfW2Ci&#10;7ZX3dDn4XAQIuwQVFN7XiZQuK8igG9maOHi/tjHog2xyqRu8Brip5DiKXqTBksNCgTW9FZSdD61R&#10;sEu/vme3yeYzfq/05idOt+2pnCj1NOjWcxCeOv8I39tbrWAcv8L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SSvYxgAAANwAAAAPAAAAAAAAAAAAAAAAAJcCAABkcnMv&#10;ZG93bnJldi54bWxQSwUGAAAAAAQABAD1AAAAigMAAAAA&#10;" filled="f" strokeweight="1pt">
                        <v:textbox inset="1mm,0,1mm,0">
                          <w:txbxContent>
                            <w:p w14:paraId="4030B997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38" o:spid="_x0000_s1090" type="#_x0000_t202" style="position:absolute;left:1033780;top:2286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1r+qwgAA&#10;ANwAAAAPAAAAZHJzL2Rvd25yZXYueG1sRE/LisIwFN0L/kO4wuym6ViRsRpFlPEByuDjA67NnbbY&#10;3JQmav17sxhweTjvyaw1lbhT40rLCr6iGARxZnXJuYLz6efzG4TzyBory6TgSQ5m025ngqm2Dz7Q&#10;/ehzEULYpaig8L5OpXRZQQZdZGviwP3ZxqAPsMmlbvARwk0l+3E8lAZLDg0F1rQoKLseb0bB72W7&#10;Gz0Hq3WyrPRqn1w2t3M5UOqj187HIDy1/i3+d2+0gn4S1oYz4QjI6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Wv6rCAAAA3AAAAA8AAAAAAAAAAAAAAAAAlwIAAGRycy9kb3du&#10;cmV2LnhtbFBLBQYAAAAABAAEAPUAAACGAwAAAAA=&#10;" filled="f" strokeweight="1pt">
                        <v:textbox inset="1mm,0,1mm,0">
                          <w:txbxContent>
                            <w:p w14:paraId="284C9F23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533</w:t>
                              </w:r>
                            </w:p>
                          </w:txbxContent>
                        </v:textbox>
                      </v:shape>
                      <v:shape id="Text Box 239" o:spid="_x0000_s1091" type="#_x0000_t202" style="position:absolute;left:207010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mhoxxQAA&#10;ANwAAAAPAAAAZHJzL2Rvd25yZXYueG1sRI/disIwFITvF3yHcATvNNWKaDXKssuqC4r48wDH5tgW&#10;m5PSRK1vvxGEvRxm5htmtmhMKe5Uu8Kygn4vAkGcWl1wpuB0/OmOQTiPrLG0TAqe5GAxb33MMNH2&#10;wXu6H3wmAoRdggpy76tESpfmZND1bEUcvIutDfog60zqGh8Bbko5iKKRNFhwWMixoq+c0uvhZhTs&#10;zr+byXO4XMXfpV5u4/P6diqGSnXazecUhKfG/4ff7bVWMIgn8DoTjo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2aGjHFAAAA3AAAAA8AAAAAAAAAAAAAAAAAlwIAAGRycy9k&#10;b3ducmV2LnhtbFBLBQYAAAAABAAEAPUAAACJAwAAAAA=&#10;" filled="f" strokeweight="1pt">
                        <v:textbox inset="1mm,0,1mm,0">
                          <w:txbxContent>
                            <w:p w14:paraId="1E81CDEB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40" o:spid="_x0000_s1092" type="#_x0000_t202" style="position:absolute;left:155194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psDRwwAA&#10;ANwAAAAPAAAAZHJzL2Rvd25yZXYueG1sRE/dasIwFL4f+A7hCN5pqi3DdUaRDTsHGzLnAxybY1tM&#10;TkoTtb79ciHs8uP7X6x6a8SVOt84VjCdJCCIS6cbrhQcfjfjOQgfkDUax6TgTh5Wy8HTAnPtbvxD&#10;132oRAxhn6OCOoQ2l9KXNVn0E9cSR+7kOoshwq6SusNbDLdGzpLkWVpsODbU2NJbTeV5f7EKdsfP&#10;r5d7Vnyk70YX3+lxezk0mVKjYb9+BRGoD//ih3urFcyyOD+eiU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psDRwwAAANwAAAAPAAAAAAAAAAAAAAAAAJcCAABkcnMvZG93&#10;bnJldi54bWxQSwUGAAAAAAQABAD1AAAAhwMAAAAA&#10;" filled="f" strokeweight="1pt">
                        <v:textbox inset="1mm,0,1mm,0">
                          <w:txbxContent>
                            <w:p w14:paraId="74C57FCB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241" o:spid="_x0000_s1093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6mVKxQAA&#10;ANwAAAAPAAAAZHJzL2Rvd25yZXYueG1sRI/disIwFITvhX2HcIS901QtotUo4rKuC4r48wDH5tiW&#10;bU5KE7W+/UYQvBxm5htmOm9MKW5Uu8Kygl43AkGcWl1wpuB0/O6MQDiPrLG0TAoe5GA++2hNMdH2&#10;znu6HXwmAoRdggpy76tESpfmZNB1bUUcvIutDfog60zqGu8BbkrZj6KhNFhwWMixomVO6d/hahTs&#10;zr+b8SNe/Qy+Sr3aDs7r66mIlfpsN4sJCE+Nf4df7bVW0I978DwTjoCc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vqZUrFAAAA3AAAAA8AAAAAAAAAAAAAAAAAlwIAAGRycy9k&#10;b3ducmV2LnhtbFBLBQYAAAAABAAEAPUAAACJAwAAAAA=&#10;" filled="f" strokeweight="1pt">
                        <v:textbox inset="1mm,0,1mm,0">
                          <w:txbxContent>
                            <w:p w14:paraId="57C47D44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242" o:spid="_x0000_s1094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LPCDxQAA&#10;ANwAAAAPAAAAZHJzL2Rvd25yZXYueG1sRI/RasJAFETfC/2H5RZ8qxuDSkmzkVYUlAra1A+4ZG+T&#10;0OzdsLvG+PduodDHYWbOMPlqNJ0YyPnWsoLZNAFBXFndcq3g/LV9fgHhA7LGzjIpuJGHVfH4kGOm&#10;7ZU/aShDLSKEfYYKmhD6TEpfNWTQT21PHL1v6wyGKF0ttcNrhJtOpkmylAZbjgsN9rRuqPopL0bB&#10;xu9uKZ0X78vhdHBH/FgcZuNeqcnT+PYKItAY/sN/7Z1WkM5T+D0Tj4As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8s8IPFAAAA3AAAAA8AAAAAAAAAAAAAAAAAlwIAAGRycy9k&#10;b3ducmV2LnhtbFBLBQYAAAAABAAEAPUAAACJAwAAAAA=&#10;" filled="f" strokeweight="1pt">
                        <v:textbox inset="0,0,0,0">
                          <w:txbxContent>
                            <w:p w14:paraId="2806708C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1388</w:t>
                              </w:r>
                            </w:p>
                          </w:txbxContent>
                        </v:textbox>
                      </v:shape>
                      <v:shape id="Text Box 258" o:spid="_x0000_s1095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HVG0wQAA&#10;ANwAAAAPAAAAZHJzL2Rvd25yZXYueG1sRE/LisIwFN0L/kO4gjtNLVSkYxQVBWUEH+MHXJo7bZnm&#10;piSx1r+fLAZmeTjv5bo3jejI+dqygtk0AUFcWF1zqeDxdZgsQPiArLGxTAre5GG9Gg6WmGv74ht1&#10;91CKGMI+RwVVCG0upS8qMuintiWO3Ld1BkOErpTa4SuGm0amSTKXBmuODRW2tKuo+Lk/jYK9P75T&#10;emTbeXc9uwt+ZudZf1JqPOo3HyAC9eFf/Oc+agVpFtfGM/EIyN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x1RtMEAAADcAAAADwAAAAAAAAAAAAAAAACXAgAAZHJzL2Rvd25y&#10;ZXYueG1sUEsFBgAAAAAEAAQA9QAAAIUDAAAAAA==&#10;" filled="f" strokeweight="1pt">
                        <v:textbox inset="0,0,0,0">
                          <w:txbxContent>
                            <w:p w14:paraId="1A187258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2243</w:t>
                              </w:r>
                            </w:p>
                          </w:txbxContent>
                        </v:textbox>
                      </v:shape>
                      <v:shape id="Text Box 262" o:spid="_x0000_s1096" type="#_x0000_t202" style="position:absolute;left:3101340;top:6889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jadd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XxNIa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jaddxgAAANwAAAAPAAAAAAAAAAAAAAAAAJcCAABkcnMv&#10;ZG93bnJldi54bWxQSwUGAAAAAAQABAD1AAAAigMAAAAA&#10;" filled="f" strokeweight="1pt">
                        <v:textbox inset="1mm,0,1mm,0">
                          <w:txbxContent>
                            <w:p w14:paraId="36E75863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855</w:t>
                              </w:r>
                            </w:p>
                          </w:txbxContent>
                        </v:textbox>
                      </v:shape>
                      <v:shape id="Text Box 263" o:spid="_x0000_s1097" type="#_x0000_t202" style="position:absolute;left:2839720;top:45656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wQLGxgAA&#10;ANwAAAAPAAAAZHJzL2Rvd25yZXYueG1sRI/RasJAFETfhf7Dcgt9q5smIm3MJhSlakEpVT/gmr1N&#10;QrN3Q3bV+PduoeDjMDNnmKwYTCvO1LvGsoKXcQSCuLS64UrBYf/x/ArCeWSNrWVScCUHRf4wyjDV&#10;9sLfdN75SgQIuxQV1N53qZSurMmgG9uOOHg/tjfog+wrqXu8BLhpZRxFU2mw4bBQY0fzmsrf3cko&#10;+Dp+bt6uk+UqWbR6uU2O69OhmSj19Di8z0B4Gvw9/N9eawXxNIG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/wQLGxgAAANwAAAAPAAAAAAAAAAAAAAAAAJcCAABkcnMv&#10;ZG93bnJldi54bWxQSwUGAAAAAAQABAD1AAAAigMAAAAA&#10;" filled="f" strokeweight="1pt">
                        <v:textbox inset="1mm,0,1mm,0">
                          <w:txbxContent>
                            <w:p w14:paraId="64368D34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4" o:spid="_x0000_s1098" type="#_x0000_t202" style="position:absolute;left:258572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KJqyxgAA&#10;ANwAAAAPAAAAZHJzL2Rvd25yZXYueG1sRI/RasJAFETfC/7DcoW+6aYaxEY3QVpqLbRIYz7gmr1N&#10;gtm7Ibtq/PtuQejjMDNnmHU2mFZcqHeNZQVP0wgEcWl1w5WC4vA2WYJwHllja5kU3MhBlo4e1pho&#10;e+VvuuS+EgHCLkEFtfddIqUrazLoprYjDt6P7Q36IPtK6h6vAW5aOYuihTTYcFiosaOXmspTfjYK&#10;9sePz+dbvH2fv7Z6+zU/7s5FEyv1OB42KxCeBv8fvrd3WsFsEcPfmXAEZP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wKJqyxgAAANwAAAAPAAAAAAAAAAAAAAAAAJcCAABkcnMv&#10;ZG93bnJldi54bWxQSwUGAAAAAAQABAD1AAAAigMAAAAA&#10;" filled="f" strokeweight="1pt">
                        <v:textbox inset="1mm,0,1mm,0">
                          <w:txbxContent>
                            <w:p w14:paraId="1BD3E96C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8" o:spid="_x0000_s1099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ZC3wgAA&#10;ANwAAAAPAAAAZHJzL2Rvd25yZXYueG1sRE/LisIwFN0L8w/hDsxO06ki2jGKKDoKivj4gGtzpy3T&#10;3JQm1vr3ZiG4PJz3ZNaaUjRUu8Kygu9eBII4tbrgTMHlvOqOQDiPrLG0TAoe5GA2/ehMMNH2zkdq&#10;Tj4TIYRdggpy76tESpfmZND1bEUcuD9bG/QB1pnUNd5DuCllHEVDabDg0JBjRYuc0v/TzSg4XLe7&#10;8WOw/u0vS73e96+b26UYKPX12c5/QHhq/Vv8cm+0gngY1oYz4QjI6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lkLfCAAAA3AAAAA8AAAAAAAAAAAAAAAAAlwIAAGRycy9kb3du&#10;cmV2LnhtbFBLBQYAAAAABAAEAPUAAACGAwAAAAA=&#10;" filled="f" strokeweight="1pt">
                        <v:textbox inset="1mm,0,1mm,0">
                          <w:txbxContent>
                            <w:p w14:paraId="2BAE8C6F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9" o:spid="_x0000_s1100" type="#_x0000_t202" style="position:absolute;left:771525;top:45593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TUsxgAA&#10;ANwAAAAPAAAAZHJzL2Rvd25yZXYueG1sRI/RasJAFETfhf7Dcgt9azbVIE10laJULVhK1Q+4Zm+T&#10;0OzdkN2Y+PduoeDjMDNnmPlyMLW4UOsqywpeohgEcW51xYWC0/H9+RWE88gaa8uk4EoOlouH0Rwz&#10;bXv+psvBFyJA2GWooPS+yaR0eUkGXWQb4uD92NagD7ItpG6xD3BTy3EcT6XBisNCiQ2tSsp/D51R&#10;8HX+2KfXZLOdrGu9+Zycd92pSpR6ehzeZiA8Df4e/m/vtILxNIW/M+EIyMU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KTUsxgAAANwAAAAPAAAAAAAAAAAAAAAAAJcCAABkcnMv&#10;ZG93bnJldi54bWxQSwUGAAAAAAQABAD1AAAAigMAAAAA&#10;" filled="f" strokeweight="1pt">
                        <v:textbox inset="1mm,0,1mm,0">
                          <w:txbxContent>
                            <w:p w14:paraId="624E3AA4" w14:textId="77777777" w:rsidR="00120CEF" w:rsidRPr="005679B0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211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74DB5A2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6B3DCB82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3CB53B41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0FAEFE5D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42DD867D" w14:textId="77777777" w:rsidR="00BB1FDB" w:rsidRPr="00482926" w:rsidRDefault="00BB1FDB" w:rsidP="00BB1FDB">
      <w:pPr>
        <w:spacing w:after="0"/>
        <w:rPr>
          <w:rStyle w:val="Schriftrot"/>
        </w:rPr>
      </w:pPr>
      <w:r>
        <w:rPr>
          <w:rStyle w:val="Schriftrot"/>
        </w:rPr>
        <w:t xml:space="preserve">Mind. 3 Zahlen in Zeile 2: </w:t>
      </w:r>
      <w:r w:rsidRPr="00482926">
        <w:rPr>
          <w:rStyle w:val="Schriftrot"/>
        </w:rPr>
        <w:t>½ P</w:t>
      </w:r>
      <w:r>
        <w:rPr>
          <w:rStyle w:val="Schriftrot"/>
        </w:rPr>
        <w:t xml:space="preserve">  |  Mind. 3 Zahlen in Zeile 3: </w:t>
      </w:r>
      <w:r w:rsidRPr="00482926">
        <w:rPr>
          <w:rStyle w:val="Schriftrot"/>
        </w:rPr>
        <w:t>½ P</w:t>
      </w:r>
      <w:r>
        <w:rPr>
          <w:rStyle w:val="Schriftrot"/>
        </w:rPr>
        <w:t xml:space="preserve">  |  Mind. 3 Zahlen in Zeile 4: </w:t>
      </w:r>
      <w:r w:rsidRPr="00482926">
        <w:rPr>
          <w:rStyle w:val="Schriftrot"/>
        </w:rPr>
        <w:t>1 P</w:t>
      </w:r>
    </w:p>
    <w:p w14:paraId="477D4AAB" w14:textId="77777777" w:rsidR="00BB1FDB" w:rsidRPr="004A1355" w:rsidRDefault="00BB1FDB" w:rsidP="00BB1FDB">
      <w:pPr>
        <w:spacing w:after="0"/>
        <w:rPr>
          <w:color w:val="E50600"/>
        </w:rPr>
      </w:pPr>
      <w:r w:rsidRPr="00482926">
        <w:rPr>
          <w:rStyle w:val="Schriftrot"/>
        </w:rPr>
        <w:t>(mit 1Fehler:  ½ P)</w:t>
      </w:r>
    </w:p>
    <w:p w14:paraId="5F7B86AF" w14:textId="77777777" w:rsidR="00D7295A" w:rsidRDefault="00D7295A" w:rsidP="00AA5383">
      <w:pPr>
        <w:spacing w:before="160"/>
      </w:pPr>
      <w:r w:rsidRPr="00D7295A">
        <w:t>Was fällt dir bei dieser Mauer auf, wenn du die Zeilen vergleichst?</w:t>
      </w:r>
    </w:p>
    <w:p w14:paraId="6AF37B31" w14:textId="4C6C8FEC" w:rsidR="00D7295A" w:rsidRPr="00BB1FDB" w:rsidRDefault="00BB1FDB" w:rsidP="00BB1FDB">
      <w:pPr>
        <w:tabs>
          <w:tab w:val="right" w:pos="9294"/>
        </w:tabs>
        <w:rPr>
          <w:color w:val="E50600"/>
        </w:rPr>
      </w:pPr>
      <w:r w:rsidRPr="00482926">
        <w:rPr>
          <w:rStyle w:val="Schriftrot"/>
        </w:rPr>
        <w:t>Es kommen in jeder Zeile nur Zah</w:t>
      </w:r>
      <w:r>
        <w:rPr>
          <w:rStyle w:val="Schriftrot"/>
        </w:rPr>
        <w:t>len aus den unteren Zeilen vor.</w:t>
      </w:r>
      <w:r>
        <w:rPr>
          <w:rStyle w:val="Schriftrot"/>
        </w:rPr>
        <w:tab/>
      </w:r>
      <w:r w:rsidRPr="00482926">
        <w:rPr>
          <w:rStyle w:val="Schriftrot"/>
        </w:rPr>
        <w:t>1 P</w:t>
      </w:r>
    </w:p>
    <w:p w14:paraId="2CDFC0D7" w14:textId="0BF24E67" w:rsidR="00D7295A" w:rsidRDefault="00D7295A" w:rsidP="00D7295A">
      <w:r w:rsidRPr="00D7295A">
        <w:t>Warum ist das so?</w:t>
      </w:r>
    </w:p>
    <w:p w14:paraId="7EC216FD" w14:textId="460A30FD" w:rsidR="00BB1FDB" w:rsidRPr="00BB1FDB" w:rsidRDefault="00BB1FDB" w:rsidP="00BB1FDB">
      <w:pPr>
        <w:tabs>
          <w:tab w:val="right" w:pos="9280"/>
        </w:tabs>
        <w:spacing w:after="280"/>
        <w:rPr>
          <w:color w:val="E50600"/>
        </w:rPr>
      </w:pPr>
      <w:r w:rsidRPr="00482926">
        <w:rPr>
          <w:rStyle w:val="Schriftrot"/>
        </w:rPr>
        <w:t>Jede Zahl der ersten Zeile ist die Summe der bei</w:t>
      </w:r>
      <w:r>
        <w:rPr>
          <w:rStyle w:val="Schriftrot"/>
        </w:rPr>
        <w:t>den vorhergehenden Zahlen.</w:t>
      </w:r>
      <w:r>
        <w:rPr>
          <w:rStyle w:val="Schriftrot"/>
        </w:rPr>
        <w:tab/>
      </w:r>
      <w:r w:rsidRPr="00482926">
        <w:rPr>
          <w:rStyle w:val="Schriftrot"/>
        </w:rPr>
        <w:t>1 P</w:t>
      </w:r>
    </w:p>
    <w:p w14:paraId="05E643CB" w14:textId="77777777" w:rsidR="00B456DB" w:rsidRDefault="00B456DB" w:rsidP="00D7295A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6755"/>
        <w:gridCol w:w="670"/>
      </w:tblGrid>
      <w:tr w:rsidR="00B456DB" w14:paraId="1F893265" w14:textId="77777777" w:rsidTr="00B456DB">
        <w:trPr>
          <w:cantSplit/>
        </w:trPr>
        <w:tc>
          <w:tcPr>
            <w:tcW w:w="1055" w:type="pct"/>
          </w:tcPr>
          <w:p w14:paraId="62985B27" w14:textId="7E66203E" w:rsidR="00B456DB" w:rsidRDefault="00B456DB" w:rsidP="00B456DB">
            <w:r>
              <w:t>Baue eine Mauer,</w:t>
            </w:r>
            <w:r w:rsidR="00BB1FDB">
              <w:t xml:space="preserve"> </w:t>
            </w:r>
            <w:r>
              <w:t xml:space="preserve"> </w:t>
            </w:r>
            <w:r w:rsidR="00BB1FDB">
              <w:t xml:space="preserve"> </w:t>
            </w:r>
            <w:r>
              <w:t>bei der das ebenso ist.</w:t>
            </w:r>
          </w:p>
          <w:p w14:paraId="29D4595E" w14:textId="3F7AD9C3" w:rsidR="00D7295A" w:rsidRPr="005C6001" w:rsidRDefault="00B456DB" w:rsidP="00BB1FDB">
            <w:pPr>
              <w:spacing w:after="120"/>
            </w:pPr>
            <w:r>
              <w:t>Setze mindestens zehn Zahlen ein.</w:t>
            </w:r>
          </w:p>
        </w:tc>
        <w:tc>
          <w:tcPr>
            <w:tcW w:w="3589" w:type="pct"/>
          </w:tcPr>
          <w:p w14:paraId="5275358D" w14:textId="47EE16FD" w:rsidR="00D7295A" w:rsidRDefault="00BB1FDB" w:rsidP="00BB1FDB">
            <w:r w:rsidRPr="00BB1FDB">
              <w:rPr>
                <w:rStyle w:val="Schriftrot"/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3CC24A7D" wp14:editId="04B066D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-549910</wp:posOffset>
                      </wp:positionV>
                      <wp:extent cx="4134485" cy="920750"/>
                      <wp:effectExtent l="0" t="0" r="31115" b="19050"/>
                      <wp:wrapThrough wrapText="bothSides">
                        <wp:wrapPolygon edited="0">
                          <wp:start x="3848" y="0"/>
                          <wp:lineTo x="2654" y="4767"/>
                          <wp:lineTo x="2389" y="6554"/>
                          <wp:lineTo x="2389" y="9534"/>
                          <wp:lineTo x="0" y="11321"/>
                          <wp:lineTo x="0" y="21451"/>
                          <wp:lineTo x="21630" y="21451"/>
                          <wp:lineTo x="21630" y="11321"/>
                          <wp:lineTo x="19241" y="7746"/>
                          <wp:lineTo x="18843" y="4767"/>
                          <wp:lineTo x="17782" y="0"/>
                          <wp:lineTo x="3848" y="0"/>
                        </wp:wrapPolygon>
                      </wp:wrapThrough>
                      <wp:docPr id="271" name="Group 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4485" cy="920750"/>
                                <a:chOff x="0" y="0"/>
                                <a:chExt cx="4134485" cy="920750"/>
                              </a:xfrm>
                            </wpg:grpSpPr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515620" y="2298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36A35AB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Text Box 273"/>
                              <wps:cNvSpPr txBox="1"/>
                              <wps:spPr>
                                <a:xfrm>
                                  <a:off x="257175" y="4584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C999AE4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Text Box 274"/>
                              <wps:cNvSpPr txBox="1"/>
                              <wps:spPr>
                                <a:xfrm>
                                  <a:off x="5181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BD7F863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60ECD1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Text Box 276"/>
                              <wps:cNvSpPr txBox="1"/>
                              <wps:spPr>
                                <a:xfrm>
                                  <a:off x="103378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C69FBB2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Text Box 277"/>
                              <wps:cNvSpPr txBox="1"/>
                              <wps:spPr>
                                <a:xfrm>
                                  <a:off x="207010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E9B979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155194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97D40AE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" name="Text Box 279"/>
                              <wps:cNvSpPr txBox="1"/>
                              <wps:spPr>
                                <a:xfrm>
                                  <a:off x="2585720" y="69215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27385D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" name="Text Box 280"/>
                              <wps:cNvSpPr txBox="1"/>
                              <wps:spPr>
                                <a:xfrm>
                                  <a:off x="180848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AA29DE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129032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14FA93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Text Box 282"/>
                              <wps:cNvSpPr txBox="1"/>
                              <wps:spPr>
                                <a:xfrm>
                                  <a:off x="2324100" y="4622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DD9379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Text Box 283"/>
                              <wps:cNvSpPr txBox="1"/>
                              <wps:spPr>
                                <a:xfrm>
                                  <a:off x="1033780" y="2311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6F5A08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207010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7DDACE9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" name="Text Box 285"/>
                              <wps:cNvSpPr txBox="1"/>
                              <wps:spPr>
                                <a:xfrm>
                                  <a:off x="15519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3F55D7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Text Box 286"/>
                              <wps:cNvSpPr txBox="1"/>
                              <wps:spPr>
                                <a:xfrm>
                                  <a:off x="774700" y="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CCE1DD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12928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5019D13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Text Box 70"/>
                              <wps:cNvSpPr txBox="1"/>
                              <wps:spPr>
                                <a:xfrm>
                                  <a:off x="181102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9F3A7D0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3101340" y="69151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799C19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Text Box 72"/>
                              <wps:cNvSpPr txBox="1"/>
                              <wps:spPr>
                                <a:xfrm>
                                  <a:off x="2839720" y="46164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B663423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Text Box 73"/>
                              <wps:cNvSpPr txBox="1"/>
                              <wps:spPr>
                                <a:xfrm>
                                  <a:off x="2585720" y="23177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EB005F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2326640" y="19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7A3EAA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xt Box 75"/>
                              <wps:cNvSpPr txBox="1"/>
                              <wps:spPr>
                                <a:xfrm>
                                  <a:off x="3616960" y="69088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C2C6DE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Text Box 76"/>
                              <wps:cNvSpPr txBox="1"/>
                              <wps:spPr>
                                <a:xfrm>
                                  <a:off x="335534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B53F496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Text Box 77"/>
                              <wps:cNvSpPr txBox="1"/>
                              <wps:spPr>
                                <a:xfrm>
                                  <a:off x="3101340" y="2324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DAF256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Text Box 78"/>
                              <wps:cNvSpPr txBox="1"/>
                              <wps:spPr>
                                <a:xfrm>
                                  <a:off x="2842260" y="127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8FBC5C" w14:textId="77777777" w:rsidR="00120CEF" w:rsidRPr="007267EB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Text Box 79"/>
                              <wps:cNvSpPr txBox="1"/>
                              <wps:spPr>
                                <a:xfrm>
                                  <a:off x="774700" y="46101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39FDA7" w14:textId="77777777" w:rsidR="00120CEF" w:rsidRPr="00482926" w:rsidRDefault="00120CEF" w:rsidP="00BB1FDB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1" o:spid="_x0000_s1101" style="position:absolute;margin-left:8.7pt;margin-top:-43.25pt;width:325.55pt;height:72.5pt;z-index:251796480" coordsize="4134485,920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">
                      <v:shape id="Text Box 272" o:spid="_x0000_s1102" type="#_x0000_t202" style="position:absolute;left:515620;top:2298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VDGAxgAA&#10;ANwAAAAPAAAAZHJzL2Rvd25yZXYueG1sRI/dasJAFITvhb7Dcgre6aZRrEZXKYo/hRbx5wGO2dMk&#10;NHs2ZFeNb+8KgpfDzHzDTGaNKcWFaldYVvDRjUAQp1YXnCk4HpadIQjnkTWWlknBjRzMpm+tCSba&#10;XnlHl73PRICwS1BB7n2VSOnSnAy6rq2Ig/dna4M+yDqTusZrgJtSxlE0kAYLDgs5VjTPKf3fn42C&#10;7en7Z3Trr9a9RalXv73T5nws+kq135uvMQhPjX+Fn+2NVhB/xv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VDGAxgAAANwAAAAPAAAAAAAAAAAAAAAAAJcCAABkcnMv&#10;ZG93bnJldi54bWxQSwUGAAAAAAQABAD1AAAAigMAAAAA&#10;" filled="f" strokeweight="1pt">
                        <v:textbox inset="1mm,0,1mm,0">
                          <w:txbxContent>
                            <w:p w14:paraId="236A35AB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73" o:spid="_x0000_s1103" type="#_x0000_t202" style="position:absolute;left:257175;top:4584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GJQbxgAA&#10;ANwAAAAPAAAAZHJzL2Rvd25yZXYueG1sRI/dasJAFITvBd9hOULvdFMjrUZXkZZaCy3izwOcZE+T&#10;YPZsyG40vn23IHg5zMw3zGLVmUpcqHGlZQXPowgEcWZ1ybmC0/FjOAXhPLLGyjIpuJGD1bLfW2Ci&#10;7ZX3dDn4XAQIuwQVFN7XiZQuK8igG9maOHi/tjHog2xyqRu8Brip5DiKXqTBksNCgTW9FZSdD61R&#10;sEu/vme3yeYzfq/05idOt+2pnCj1NOjWcxCeOv8I39tbrWD8GsP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6GJQbxgAAANwAAAAPAAAAAAAAAAAAAAAAAJcCAABkcnMv&#10;ZG93bnJldi54bWxQSwUGAAAAAAQABAD1AAAAigMAAAAA&#10;" filled="f" strokeweight="1pt">
                        <v:textbox inset="1mm,0,1mm,0">
                          <w:txbxContent>
                            <w:p w14:paraId="3C999AE4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74" o:spid="_x0000_s1104" type="#_x0000_t202" style="position:absolute;left:5181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8QxvxgAA&#10;ANwAAAAPAAAAZHJzL2Rvd25yZXYueG1sRI/dasJAFITvhb7DcgremU01WI2uUlq0Chbx5wGO2dMk&#10;NHs2ZFeNb98VBC+HmfmGmc5bU4kLNa60rOAtikEQZ1aXnCs4Hha9EQjnkTVWlknBjRzMZy+dKaba&#10;XnlHl73PRYCwS1FB4X2dSumyggy6yNbEwfu1jUEfZJNL3eA1wE0l+3E8lAZLDgsF1vRZUPa3PxsF&#10;29N6M74ly+/BV6WXP4PT6nwsE6W6r+3HBISn1j/Dj/ZKK+i/J3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18QxvxgAAANwAAAAPAAAAAAAAAAAAAAAAAJcCAABkcnMv&#10;ZG93bnJldi54bWxQSwUGAAAAAAQABAD1AAAAigMAAAAA&#10;" filled="f" strokeweight="1pt">
                        <v:textbox inset="1mm,0,1mm,0">
                          <w:txbxContent>
                            <w:p w14:paraId="6BD7F863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75" o:spid="_x0000_s1105" type="#_x0000_t202" style="position:absolute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van0xgAA&#10;ANwAAAAPAAAAZHJzL2Rvd25yZXYueG1sRI/dasJAFITvC77DcgTvdONP1aauUir+gSJaH+CYPU2C&#10;2bMhu2p8e7cg9HKYmW+Yyaw2hbhR5XLLCrqdCARxYnXOqYLTz6I9BuE8ssbCMil4kIPZtPE2wVjb&#10;Ox/odvSpCBB2MSrIvC9jKV2SkUHXsSVx8H5tZdAHWaVSV3gPcFPIXhQNpcGcw0KGJX1nlFyOV6Ng&#10;f95sPx6D5ao/L/Ry1z+vr6d8oFSrWX99gvBU+//wq73WCnqjd/g7E46AnD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van0xgAAANwAAAAPAAAAAAAAAAAAAAAAAJcCAABkcnMv&#10;ZG93bnJldi54bWxQSwUGAAAAAAQABAD1AAAAigMAAAAA&#10;" filled="f" strokeweight="1pt">
                        <v:textbox inset="1mm,0,1mm,0">
                          <w:txbxContent>
                            <w:p w14:paraId="5760ECD1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76" o:spid="_x0000_s1106" type="#_x0000_t202" style="position:absolute;left:103378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bzeDxwAA&#10;ANwAAAAPAAAAZHJzL2Rvd25yZXYueG1sRI/dasJAFITvC32H5RS8q5tqsDZ1E0TxD1qK1gc4Zk+T&#10;0OzZkF1jfHtXKPRymJlvmFnWm1p01LrKsoKXYQSCOLe64kLB8Xv1PAXhPLLG2jIpuJKDLH18mGGi&#10;7YX31B18IQKEXYIKSu+bREqXl2TQDW1DHLwf2xr0QbaF1C1eAtzUchRFE2mw4rBQYkOLkvLfw9ko&#10;+DrtPt6u8XozXtZ6/Tk+bc/HKlZq8NTP30F46v1/+K+91QpGrxO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m83g8cAAADcAAAADwAAAAAAAAAAAAAAAACXAgAAZHJz&#10;L2Rvd25yZXYueG1sUEsFBgAAAAAEAAQA9QAAAIsDAAAAAA==&#10;" filled="f" strokeweight="1pt">
                        <v:textbox inset="1mm,0,1mm,0">
                          <w:txbxContent>
                            <w:p w14:paraId="3C69FBB2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77" o:spid="_x0000_s1107" type="#_x0000_t202" style="position:absolute;left:207010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I5IYxgAA&#10;ANwAAAAPAAAAZHJzL2Rvd25yZXYueG1sRI9bi8IwFITfF/wP4Qi+rakXvFSjLCveYEW8/IBjc2yL&#10;zUlpotZ/v1kQ9nGYmW+Y6bw2hXhQ5XLLCjrtCARxYnXOqYLzafk5AuE8ssbCMil4kYP5rPExxVjb&#10;Jx/ocfSpCBB2MSrIvC9jKV2SkUHXtiVx8K62MuiDrFKpK3wGuClkN4oG0mDOYSHDkr4zSm7Hu1Gw&#10;v2x/xq/+at1bFHq1610293PeV6rVrL8mIDzV/j/8bm+0gu5wCH9nwhGQs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FI5IYxgAAANwAAAAPAAAAAAAAAAAAAAAAAJcCAABkcnMv&#10;ZG93bnJldi54bWxQSwUGAAAAAAQABAD1AAAAigMAAAAA&#10;" filled="f" strokeweight="1pt">
                        <v:textbox inset="1mm,0,1mm,0">
                          <w:txbxContent>
                            <w:p w14:paraId="48E9B979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78" o:spid="_x0000_s1108" type="#_x0000_t202" style="position:absolute;left:155194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vAZqwwAA&#10;ANwAAAAPAAAAZHJzL2Rvd25yZXYueG1sRE/dasIwFL4X9g7hDHY306lM7YwiDv/AMdQ+wGlz1pY1&#10;JyWJWt9+uRh4+fH9zxadacSVnK8tK3jrJyCIC6trLhVk5/XrBIQPyBoby6TgTh4W86feDFNtb3yk&#10;6ymUIoawT1FBFUKbSumLigz6vm2JI/djncEQoSuldniL4aaRgyR5lwZrjg0VtrSqqPg9XYyC73x/&#10;mN5Hm+3ws9Gbr2G+u2T1SKmX5275ASJQFx7if/dOKxiM49p4Jh4B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0vAZqwwAAANwAAAAPAAAAAAAAAAAAAAAAAJcCAABkcnMvZG93&#10;bnJldi54bWxQSwUGAAAAAAQABAD1AAAAhwMAAAAA&#10;" filled="f" strokeweight="1pt">
                        <v:textbox inset="1mm,0,1mm,0">
                          <w:txbxContent>
                            <w:p w14:paraId="497D40AE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79" o:spid="_x0000_s1109" type="#_x0000_t202" style="position:absolute;left:2585720;top:69215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8KPxxwAA&#10;ANwAAAAPAAAAZHJzL2Rvd25yZXYueG1sRI/RasJAFETfC/7DcoW+1Y1Rqkldg7TUKliKqR9wzV6T&#10;YPZuyK4a/75bKPRxmJkzzCLrTSOu1LnasoLxKAJBXFhdc6ng8P3+NAfhPLLGxjIpuJODbDl4WGCq&#10;7Y33dM19KQKEXYoKKu/bVEpXVGTQjWxLHLyT7Qz6ILtS6g5vAW4aGUfRszRYc1iosKXXiopzfjEK&#10;vo7bXXKfrj8mb41ef06Om8uhnir1OOxXLyA89f4//NfeaAXxLIH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/Cj8ccAAADcAAAADwAAAAAAAAAAAAAAAACXAgAAZHJz&#10;L2Rvd25yZXYueG1sUEsFBgAAAAAEAAQA9QAAAIsDAAAAAA==&#10;" filled="f" strokeweight="1pt">
                        <v:textbox inset="1mm,0,1mm,0">
                          <w:txbxContent>
                            <w:p w14:paraId="6527385D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80" o:spid="_x0000_s1110" type="#_x0000_t202" style="position:absolute;left:180848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H3pLwgAA&#10;ANwAAAAPAAAAZHJzL2Rvd25yZXYueG1sRE/NisIwEL4LvkMYwZumqyLaNYrsoqugiK4PMG1m22Iz&#10;KU2q9e03B8Hjx/e/WLWmFHeqXWFZwccwAkGcWl1wpuD6uxnMQDiPrLG0TAqe5GC17HYWGGv74DPd&#10;Lz4TIYRdjApy76tYSpfmZNANbUUcuD9bG/QB1pnUNT5CuCnlKIqm0mDBoSHHir5ySm+Xxig4JfvD&#10;/DnZ/oy/S709jpNdcy0mSvV77foThKfWv8Uv904rGM3C/HAmHAG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8fekvCAAAA3AAAAA8AAAAAAAAAAAAAAAAAlwIAAGRycy9kb3du&#10;cmV2LnhtbFBLBQYAAAAABAAEAPUAAACGAwAAAAA=&#10;" filled="f" strokeweight="1pt">
                        <v:textbox inset="1mm,0,1mm,0">
                          <w:txbxContent>
                            <w:p w14:paraId="2CAA29DE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  <v:shape id="Text Box 281" o:spid="_x0000_s1111" type="#_x0000_t202" style="position:absolute;left:129032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U9/QxQAA&#10;ANwAAAAPAAAAZHJzL2Rvd25yZXYueG1sRI9bi8IwFITfhf0P4Sz4pqkXFq1GWRRv4CJefsCxObZl&#10;m5PSpFr/vREW9nGYmW+Y6bwxhbhT5XLLCnrdCARxYnXOqYLLedUZgXAeWWNhmRQ8ycF89tGaYqzt&#10;g490P/lUBAi7GBVk3pexlC7JyKDr2pI4eDdbGfRBVqnUFT4C3BSyH0Vf0mDOYSHDkhYZJb+n2ig4&#10;XHf78XO43gyWhV7/DK7b+pIPlWp/Nt8TEJ4a/x/+a2+1gv6oB+8z4QjI2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BT39DFAAAA3AAAAA8AAAAAAAAAAAAAAAAAlwIAAGRycy9k&#10;b3ducmV2LnhtbFBLBQYAAAAABAAEAPUAAACJAwAAAAA=&#10;" filled="f" strokeweight="1pt">
                        <v:textbox inset="1mm,0,1mm,0">
                          <w:txbxContent>
                            <w:p w14:paraId="1714FA93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Text Box 282" o:spid="_x0000_s1112" type="#_x0000_t202" style="position:absolute;left:2324100;top:4622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gUGnxgAA&#10;ANwAAAAPAAAAZHJzL2Rvd25yZXYueG1sRI/RasJAFETfhf7Dcgt9000TKTZmE4pStWApVT/gmr1N&#10;QrN3Q3bV+PduoeDjMDNnmKwYTCvO1LvGsoLnSQSCuLS64UrBYf8+noFwHllja5kUXMlBkT+MMky1&#10;vfA3nXe+EgHCLkUFtfddKqUrazLoJrYjDt6P7Q36IPtK6h4vAW5aGUfRizTYcFiosaNFTeXv7mQU&#10;fB0/tq/X6WqdLFu9+kyOm9OhmSr19Di8zUF4Gvw9/N/eaAXxLIa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ggUGnxgAAANwAAAAPAAAAAAAAAAAAAAAAAJcCAABkcnMv&#10;ZG93bnJldi54bWxQSwUGAAAAAAQABAD1AAAAigMAAAAA&#10;" filled="f" strokeweight="1pt">
                        <v:textbox inset="1mm,0,1mm,0">
                          <w:txbxContent>
                            <w:p w14:paraId="1ADD9379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83" o:spid="_x0000_s1113" type="#_x0000_t202" style="position:absolute;left:1033780;top:2311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zeQ8xgAA&#10;ANwAAAAPAAAAZHJzL2Rvd25yZXYueG1sRI/RasJAFETfhf7Dcgt9000TKTZmE4pStWApVT/gmr1N&#10;QrN3Q3bV+PduoeDjMDNnmKwYTCvO1LvGsoLnSQSCuLS64UrBYf8+noFwHllja5kUXMlBkT+MMky1&#10;vfA3nXe+EgHCLkUFtfddKqUrazLoJrYjDt6P7Q36IPtK6h4vAW5aGUfRizTYcFiosaNFTeXv7mQU&#10;fB0/tq/X6WqdLFu9+kyOm9OhmSr19Di8zUF4Gvw9/N/eaAXxLIG/M+EIy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zeQ8xgAAANwAAAAPAAAAAAAAAAAAAAAAAJcCAABkcnMv&#10;ZG93bnJldi54bWxQSwUGAAAAAAQABAD1AAAAigMAAAAA&#10;" filled="f" strokeweight="1pt">
                        <v:textbox inset="1mm,0,1mm,0">
                          <w:txbxContent>
                            <w:p w14:paraId="416F5A08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  <v:shape id="Text Box 284" o:spid="_x0000_s1114" type="#_x0000_t202" style="position:absolute;left:207010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JHxIxgAA&#10;ANwAAAAPAAAAZHJzL2Rvd25yZXYueG1sRI/RasJAFETfC/7DcoW+1U01iI1ugrTUWqhIYz7gmr1N&#10;gtm7Ibtq/PtuQejjMDNnmFU2mFZcqHeNZQXPkwgEcWl1w5WC4vD+tADhPLLG1jIpuJGDLB09rDDR&#10;9srfdMl9JQKEXYIKau+7REpX1mTQTWxHHLwf2xv0QfaV1D1eA9y0chpFc2mw4bBQY0evNZWn/GwU&#10;7I+fXy+3ePMxe2v1Zjc7bs9FEyv1OB7WSxCeBv8fvre3WsF0EcPfmXAEZP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JHxIxgAAANwAAAAPAAAAAAAAAAAAAAAAAJcCAABkcnMv&#10;ZG93bnJldi54bWxQSwUGAAAAAAQABAD1AAAAigMAAAAA&#10;" filled="f" strokeweight="1pt">
                        <v:textbox inset="1mm,0,1mm,0">
                          <w:txbxContent>
                            <w:p w14:paraId="67DDACE9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85" o:spid="_x0000_s1115" type="#_x0000_t202" style="position:absolute;left:15519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aNnTxwAA&#10;ANwAAAAPAAAAZHJzL2Rvd25yZXYueG1sRI/RasJAFETfC/7DcoW+1Y3RiqauQVpqFSzFNB9wzV6T&#10;YPZuyK4a/75bKPRxmJkzzDLtTSOu1LnasoLxKAJBXFhdc6kg/35/moNwHlljY5kU3MlBuho8LDHR&#10;9sYHuma+FAHCLkEFlfdtIqUrKjLoRrYlDt7JdgZ9kF0pdYe3ADeNjKNoJg3WHBYqbOm1ouKcXYyC&#10;r+Nuv7hPNx+Tt0ZvPifH7SWvp0o9Dvv1CwhPvf8P/7W3WkE8f4bfM+EIyN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2jZ08cAAADcAAAADwAAAAAAAAAAAAAAAACXAgAAZHJz&#10;L2Rvd25yZXYueG1sUEsFBgAAAAAEAAQA9QAAAIsDAAAAAA==&#10;" filled="f" strokeweight="1pt">
                        <v:textbox inset="1mm,0,1mm,0">
                          <w:txbxContent>
                            <w:p w14:paraId="3E3F55D7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50</w:t>
                              </w:r>
                            </w:p>
                          </w:txbxContent>
                        </v:textbox>
                      </v:shape>
                      <v:shape id="Text Box 286" o:spid="_x0000_s1116" type="#_x0000_t202" style="position:absolute;left:7747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ukekxgAA&#10;ANwAAAAPAAAAZHJzL2Rvd25yZXYueG1sRI/RasJAFETfBf9huULfdKMG0dRVSktTC0qp+gHX7G0S&#10;zN4N2dUkf98tFHwcZuYMs952phJ3alxpWcF0EoEgzqwuOVdwPr2PlyCcR9ZYWSYFPTnYboaDNSba&#10;tvxN96PPRYCwS1BB4X2dSOmyggy6ia2Jg/djG4M+yCaXusE2wE0lZ1G0kAZLDgsF1vRaUHY93oyC&#10;r8vnftXH6cf8rdLpYX7Z3c5lrNTTqHt5BuGp84/wf3unFcyWC/g7E46A3P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ukekxgAAANwAAAAPAAAAAAAAAAAAAAAAAJcCAABkcnMv&#10;ZG93bnJldi54bWxQSwUGAAAAAAQABAD1AAAAigMAAAAA&#10;" filled="f" strokeweight="1pt">
                        <v:textbox inset="1mm,0,1mm,0">
                          <w:txbxContent>
                            <w:p w14:paraId="1ECCE1DD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50</w:t>
                              </w: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ab/>
                              </w:r>
                            </w:p>
                          </w:txbxContent>
                        </v:textbox>
                      </v:shape>
                      <v:shape id="Text Box 287" o:spid="_x0000_s1117" type="#_x0000_t202" style="position:absolute;left:12928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uI/xwAA&#10;ANwAAAAPAAAAZHJzL2Rvd25yZXYueG1sRI/RasJAFETfC/7DcoW+1Y1RqqauQVpqFSzFNB9wzV6T&#10;YPZuyK4a/75bKPRxmJkzzDLtTSOu1LnasoLxKAJBXFhdc6kg/35/moNwHlljY5kU3MlBuho8LDHR&#10;9sYHuma+FAHCLkEFlfdtIqUrKjLoRrYlDt7JdgZ9kF0pdYe3ADeNjKPoWRqsOSxU2NJrRcU5uxgF&#10;X8fdfnGfbj4mb43efE6O20teT5V6HPbrFxCeev8f/mtvtYJ4PoPfM+EIyN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PbiP8cAAADcAAAADwAAAAAAAAAAAAAAAACXAgAAZHJz&#10;L2Rvd25yZXYueG1sUEsFBgAAAAAEAAQA9QAAAIsDAAAAAA==&#10;" filled="f" strokeweight="1pt">
                        <v:textbox inset="1mm,0,1mm,0">
                          <w:txbxContent>
                            <w:p w14:paraId="35019D13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81</w:t>
                              </w:r>
                            </w:p>
                          </w:txbxContent>
                        </v:textbox>
                      </v:shape>
                      <v:shape id="Text Box 70" o:spid="_x0000_s1118" type="#_x0000_t202" style="position:absolute;left:181102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j4RWwwAA&#10;ANsAAAAPAAAAZHJzL2Rvd25yZXYueG1sRE/dasIwFL4f+A7hCLtb09myzc5YxOEfOIbOBzg2Z22x&#10;OSlNrPXtl4vBLj++/1k+mEb01LnasoLnKAZBXFhdc6ng9L16egPhPLLGxjIpuJODfD56mGGm7Y0P&#10;1B99KUIIuwwVVN63mZSuqMigi2xLHLgf2xn0AXal1B3eQrhp5CSOX6TBmkNDhS0tKyoux6tR8HXe&#10;7af3dL1JPhq9/kzO2+upTpV6HA+LdxCeBv8v/nNvtYLXsD58CT9Az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j4RWwwAAANsAAAAPAAAAAAAAAAAAAAAAAJcCAABkcnMvZG93&#10;bnJldi54bWxQSwUGAAAAAAQABAD1AAAAhwMAAAAA&#10;" filled="f" strokeweight="1pt">
                        <v:textbox inset="1mm,0,1mm,0">
                          <w:txbxContent>
                            <w:p w14:paraId="19F3A7D0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1" o:spid="_x0000_s1119" type="#_x0000_t202" style="position:absolute;left:3101340;top:69151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wyHNxQAA&#10;ANsAAAAPAAAAZHJzL2Rvd25yZXYueG1sRI9bi8IwFITfBf9DOAv7pqkXvHSNIrusF1BE1x9wbM62&#10;xeakNFHrvzeC4OMwM98wk1ltCnGlyuWWFXTaEQjixOqcUwXHv9/WCITzyBoLy6TgTg5m02ZjgrG2&#10;N97T9eBTESDsYlSQeV/GUrokI4OubUvi4P3byqAPskqlrvAW4KaQ3SgaSIM5h4UMS/rOKDkfLkbB&#10;7rTejO/9xbL3U+jFtndaXY55X6nPj3r+BcJT7d/hV3ulFQw78PwSfoC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DIc3FAAAA2wAAAA8AAAAAAAAAAAAAAAAAlwIAAGRycy9k&#10;b3ducmV2LnhtbFBLBQYAAAAABAAEAPUAAACJAwAAAAA=&#10;" filled="f" strokeweight="1pt">
                        <v:textbox inset="1mm,0,1mm,0">
                          <w:txbxContent>
                            <w:p w14:paraId="33799C19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2" o:spid="_x0000_s1120" type="#_x0000_t202" style="position:absolute;left:2839720;top:46164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Eb+6xQAA&#10;ANsAAAAPAAAAZHJzL2Rvd25yZXYueG1sRI9bi8IwFITfF/wP4Qi+rakXvFSjyC5eFlbEyw84Nse2&#10;2JyUJmr990ZY2MdhZr5hpvPaFOJOlcstK+i0IxDEidU5pwpOx+XnCITzyBoLy6TgSQ7ms8bHFGNt&#10;H7yn+8GnIkDYxagg876MpXRJRgZd25bEwbvYyqAPskqlrvAR4KaQ3SgaSIM5h4UMS/rKKLkebkbB&#10;7vzzO372V+ved6FX2955czvlfaVazXoxAeGp9v/hv/ZGKxh24f0l/AA5e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ERv7rFAAAA2wAAAA8AAAAAAAAAAAAAAAAAlwIAAGRycy9k&#10;b3ducmV2LnhtbFBLBQYAAAAABAAEAPUAAACJAwAAAAA=&#10;" filled="f" strokeweight="1pt">
                        <v:textbox inset="1mm,0,1mm,0">
                          <w:txbxContent>
                            <w:p w14:paraId="5B663423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3" o:spid="_x0000_s1121" type="#_x0000_t202" style="position:absolute;left:2585720;top:23177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XRohxgAA&#10;ANsAAAAPAAAAZHJzL2Rvd25yZXYueG1sRI/dasJAFITvhb7Dcgq9q5s24k90ldJSq6CImgc4yR6T&#10;0OzZkF01vn1XKHg5zMw3zGzRmVpcqHWVZQVv/QgEcW51xYWC9Pj9OgbhPLLG2jIpuJGDxfypN8NE&#10;2yvv6XLwhQgQdgkqKL1vEildXpJB17cNcfBOtjXog2wLqVu8Brip5XsUDaXBisNCiQ19lpT/Hs5G&#10;wS5bbya3wfIn/qr1chtnq3NaDZR6ee4+piA8df4R/m+vtIJRDPcv4QfI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uXRohxgAAANsAAAAPAAAAAAAAAAAAAAAAAJcCAABkcnMv&#10;ZG93bnJldi54bWxQSwUGAAAAAAQABAD1AAAAigMAAAAA&#10;" filled="f" strokeweight="1pt">
                        <v:textbox inset="1mm,0,1mm,0">
                          <w:txbxContent>
                            <w:p w14:paraId="7AEB005F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4" o:spid="_x0000_s1122" type="#_x0000_t202" style="position:absolute;left:2326640;top:19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IJVxgAA&#10;ANsAAAAPAAAAZHJzL2Rvd25yZXYueG1sRI/dasJAFITvhb7Dcgq9q5vW4E90ldJSq6CImgc4yR6T&#10;0OzZkF01vn1XKHg5zMw3zGzRmVpcqHWVZQVv/QgEcW51xYWC9Pj9OgbhPLLG2jIpuJGDxfypN8NE&#10;2yvv6XLwhQgQdgkqKL1vEildXpJB17cNcfBOtjXog2wLqVu8Brip5XsUDaXBisNCiQ19lpT/Hs5G&#10;wS5bbya3ePkz+Kr1cjvIVue0ipV6ee4+piA8df4R/m+vtIJRDPcv4QfI+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tIJVxgAAANsAAAAPAAAAAAAAAAAAAAAAAJcCAABkcnMv&#10;ZG93bnJldi54bWxQSwUGAAAAAAQABAD1AAAAigMAAAAA&#10;" filled="f" strokeweight="1pt">
                        <v:textbox inset="1mm,0,1mm,0">
                          <w:txbxContent>
                            <w:p w14:paraId="247A3EAA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5" o:spid="_x0000_s1123" type="#_x0000_t202" style="position:absolute;left:3616960;top:69088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+CfOxgAA&#10;ANsAAAAPAAAAZHJzL2Rvd25yZXYueG1sRI/dasJAFITvC77DcoTe6cb6U41ZpbTUKlhK1Qc4yR6T&#10;0OzZkF01vr0rCL0cZuYbJlm2phJnalxpWcGgH4EgzqwuOVdw2H/2piCcR9ZYWSYFV3KwXHSeEoy1&#10;vfAvnXc+FwHCLkYFhfd1LKXLCjLo+rYmDt7RNgZ9kE0udYOXADeVfImiiTRYclgosKb3grK/3cko&#10;+Ek329l1tPoaflR69T1M16dDOVLqudu+zUF4av1/+NFeawWvY7h/CT9AL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+CfOxgAAANsAAAAPAAAAAAAAAAAAAAAAAJcCAABkcnMv&#10;ZG93bnJldi54bWxQSwUGAAAAAAQABAD1AAAAigMAAAAA&#10;" filled="f" strokeweight="1pt">
                        <v:textbox inset="1mm,0,1mm,0">
                          <w:txbxContent>
                            <w:p w14:paraId="00C2C6DE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6" o:spid="_x0000_s1124" type="#_x0000_t202" style="position:absolute;left:335534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Krm5xAAA&#10;ANsAAAAPAAAAZHJzL2Rvd25yZXYueG1sRI/disIwFITvF3yHcATvNPUH3a1GEWVdBWVZ9QGOzbEt&#10;NieliVrf3gjCXg4z8w0zmdWmEDeqXG5ZQbcTgSBOrM45VXA8fLc/QTiPrLGwTAoe5GA2bXxMMNb2&#10;zn902/tUBAi7GBVk3pexlC7JyKDr2JI4eGdbGfRBVqnUFd4D3BSyF0VDaTDnsJBhSYuMksv+ahT8&#10;njbbr8dg9dNfFnq165/W12M+UKrVrOdjEJ5q/x9+t9dawWgIry/hB8jp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q5ucQAAADbAAAADwAAAAAAAAAAAAAAAACXAgAAZHJzL2Rv&#10;d25yZXYueG1sUEsFBgAAAAAEAAQA9QAAAIgDAAAAAA==&#10;" filled="f" strokeweight="1pt">
                        <v:textbox inset="1mm,0,1mm,0">
                          <w:txbxContent>
                            <w:p w14:paraId="4B53F496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7" o:spid="_x0000_s1125" type="#_x0000_t202" style="position:absolute;left:3101340;top:2324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hwixQAA&#10;ANsAAAAPAAAAZHJzL2Rvd25yZXYueG1sRI/disIwFITvBd8hHME7TV3Fn2oUWVnXBUX8eYBjc2yL&#10;zUlpota33ywIeznMzDfMbFGbQjyocrllBb1uBII4sTrnVMH59NUZg3AeWWNhmRS8yMFi3mzMMNb2&#10;yQd6HH0qAoRdjAoy78tYSpdkZNB1bUkcvKutDPogq1TqCp8Bbgr5EUVDaTDnsJBhSZ8ZJbfj3SjY&#10;X362k9dg/d1fFXq9618293M+UKrdqpdTEJ5q/x9+tzdawWgEf1/CD5Dz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FmHCLFAAAA2wAAAA8AAAAAAAAAAAAAAAAAlwIAAGRycy9k&#10;b3ducmV2LnhtbFBLBQYAAAAABAAEAPUAAACJAwAAAAA=&#10;" filled="f" strokeweight="1pt">
                        <v:textbox inset="1mm,0,1mm,0">
                          <w:txbxContent>
                            <w:p w14:paraId="6EDAF256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8" o:spid="_x0000_s1126" type="#_x0000_t202" style="position:absolute;left:2842260;top:127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+YhQwwAA&#10;ANsAAAAPAAAAZHJzL2Rvd25yZXYueG1sRE/dasIwFL4f+A7hCLtb09myzc5YxOEfOIbOBzg2Z22x&#10;OSlNrPXtl4vBLj++/1k+mEb01LnasoLnKAZBXFhdc6ng9L16egPhPLLGxjIpuJODfD56mGGm7Y0P&#10;1B99KUIIuwwVVN63mZSuqMigi2xLHLgf2xn0AXal1B3eQrhp5CSOX6TBmkNDhS0tKyoux6tR8HXe&#10;7af3dL1JPhq9/kzO2+upTpV6HA+LdxCeBv8v/nNvtYLXMDZ8CT9Az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+YhQwwAAANsAAAAPAAAAAAAAAAAAAAAAAJcCAABkcnMvZG93&#10;bnJldi54bWxQSwUGAAAAAAQABAD1AAAAhwMAAAAA&#10;" filled="f" strokeweight="1pt">
                        <v:textbox inset="1mm,0,1mm,0">
                          <w:txbxContent>
                            <w:p w14:paraId="608FBC5C" w14:textId="77777777" w:rsidR="00120CEF" w:rsidRPr="007267EB" w:rsidRDefault="00120CEF" w:rsidP="00BB1FDB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79" o:spid="_x0000_s1127" type="#_x0000_t202" style="position:absolute;left:774700;top:46101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S3LxAAA&#10;ANsAAAAPAAAAZHJzL2Rvd25yZXYueG1sRI/RisIwFETfBf8hXME3TV1F12qURdFVUJZ1/YBrc22L&#10;zU1pota/3wiCj8PMnGGm89oU4kaVyy0r6HUjEMSJ1TmnCo5/q84nCOeRNRaWScGDHMxnzcYUY23v&#10;/Eu3g09FgLCLUUHmfRlL6ZKMDLquLYmDd7aVQR9klUpd4T3ATSE/omgoDeYcFjIsaZFRcjlcjYKf&#10;03Y3fgzW3/1lodf7/mlzPeYDpdqt+msCwlPt3+FXe6MVjMbw/BJ+gJz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7Uty8QAAADbAAAADwAAAAAAAAAAAAAAAACXAgAAZHJzL2Rv&#10;d25yZXYueG1sUEsFBgAAAAAEAAQA9QAAAIgDAAAAAA==&#10;" filled="f" strokeweight="1pt">
                        <v:textbox inset="1mm,0,1mm,0">
                          <w:txbxContent>
                            <w:p w14:paraId="0539FDA7" w14:textId="77777777" w:rsidR="00120CEF" w:rsidRPr="00482926" w:rsidRDefault="00120CEF" w:rsidP="00BB1FDB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BB1FDB">
              <w:rPr>
                <w:rStyle w:val="Schriftrot"/>
              </w:rPr>
              <w:t>Z.B.</w:t>
            </w:r>
          </w:p>
        </w:tc>
        <w:tc>
          <w:tcPr>
            <w:tcW w:w="356" w:type="pct"/>
          </w:tcPr>
          <w:p w14:paraId="75944A38" w14:textId="77777777" w:rsidR="00D7295A" w:rsidRDefault="00D7295A" w:rsidP="00D7295A">
            <w:pPr>
              <w:spacing w:after="100"/>
              <w:jc w:val="right"/>
            </w:pPr>
            <w:r w:rsidRPr="00264CBC">
              <w:t>4.Zeile</w:t>
            </w:r>
          </w:p>
          <w:p w14:paraId="54F04B0A" w14:textId="77777777" w:rsidR="00D7295A" w:rsidRDefault="00D7295A" w:rsidP="00D7295A">
            <w:pPr>
              <w:spacing w:after="100"/>
              <w:jc w:val="right"/>
            </w:pPr>
            <w:r>
              <w:t>3</w:t>
            </w:r>
            <w:r w:rsidRPr="00264CBC">
              <w:t>.Zeile</w:t>
            </w:r>
          </w:p>
          <w:p w14:paraId="217BB2D9" w14:textId="77777777" w:rsidR="00D7295A" w:rsidRDefault="00D7295A" w:rsidP="00D7295A">
            <w:pPr>
              <w:spacing w:after="100"/>
              <w:jc w:val="right"/>
            </w:pPr>
            <w:r>
              <w:t>2</w:t>
            </w:r>
            <w:r w:rsidRPr="00264CBC">
              <w:t>.Zeile</w:t>
            </w:r>
          </w:p>
          <w:p w14:paraId="2188FE1C" w14:textId="77777777" w:rsidR="00D7295A" w:rsidRPr="00264CBC" w:rsidRDefault="00D7295A" w:rsidP="00D7295A">
            <w:pPr>
              <w:spacing w:after="100"/>
              <w:jc w:val="right"/>
            </w:pPr>
            <w:r>
              <w:t>1</w:t>
            </w:r>
            <w:r w:rsidRPr="00264CBC">
              <w:t>.Zeile</w:t>
            </w:r>
          </w:p>
        </w:tc>
      </w:tr>
    </w:tbl>
    <w:p w14:paraId="5B8CE520" w14:textId="2F31530E" w:rsidR="0053568E" w:rsidRPr="00BB1FDB" w:rsidRDefault="00BB1FDB" w:rsidP="00BB1FDB">
      <w:pPr>
        <w:spacing w:after="320"/>
        <w:rPr>
          <w:color w:val="E50600"/>
        </w:rPr>
      </w:pPr>
      <w:r>
        <w:rPr>
          <w:rStyle w:val="Schriftrot"/>
        </w:rPr>
        <w:t xml:space="preserve">Mind. 10 Zahlen   1P   </w:t>
      </w:r>
      <w:r w:rsidRPr="004A1355">
        <w:rPr>
          <w:rStyle w:val="Schriftrot"/>
        </w:rPr>
        <w:t>(mit 1Fehler:  ½ P)</w:t>
      </w:r>
    </w:p>
    <w:p w14:paraId="6F2B3510" w14:textId="401EAF65" w:rsidR="00805198" w:rsidRPr="005B0AA8" w:rsidRDefault="004368E9" w:rsidP="002025F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7295A">
        <w:t>4</w:t>
      </w:r>
      <w:r w:rsidR="0020629D">
        <w:t xml:space="preserve"> P.</w:t>
      </w:r>
    </w:p>
    <w:p w14:paraId="6680370F" w14:textId="24D8849B" w:rsidR="00AA5383" w:rsidRDefault="00AA5383" w:rsidP="00E70379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906"/>
        <w:gridCol w:w="670"/>
      </w:tblGrid>
      <w:tr w:rsidR="00E70379" w14:paraId="0F27CB28" w14:textId="77777777" w:rsidTr="00120CEF">
        <w:trPr>
          <w:cantSplit/>
          <w:trHeight w:hRule="exact" w:val="1134"/>
        </w:trPr>
        <w:tc>
          <w:tcPr>
            <w:tcW w:w="1506" w:type="pct"/>
          </w:tcPr>
          <w:p w14:paraId="77297F7E" w14:textId="35A6DD9A" w:rsidR="00E70379" w:rsidRPr="005C6001" w:rsidRDefault="00B04EB7" w:rsidP="00E70379">
            <w:r w:rsidRPr="00B04EB7">
              <w:t>Setze in jeder Zeile minde</w:t>
            </w:r>
            <w:r w:rsidRPr="00B04EB7">
              <w:t>s</w:t>
            </w:r>
            <w:r w:rsidRPr="00B04EB7">
              <w:t>tens drei Zahlen ein.</w:t>
            </w:r>
          </w:p>
        </w:tc>
        <w:tc>
          <w:tcPr>
            <w:tcW w:w="3138" w:type="pct"/>
          </w:tcPr>
          <w:p w14:paraId="0E0D0D85" w14:textId="6ED98AF5" w:rsidR="00E70379" w:rsidRDefault="00D42334" w:rsidP="00120CEF">
            <w:pPr>
              <w:pStyle w:val="NoSpacing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2AB4BAB6" wp14:editId="738A6A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620135" cy="687705"/>
                      <wp:effectExtent l="0" t="0" r="37465" b="23495"/>
                      <wp:wrapThrough wrapText="bothSides">
                        <wp:wrapPolygon edited="0">
                          <wp:start x="2728" y="0"/>
                          <wp:lineTo x="1516" y="6382"/>
                          <wp:lineTo x="1212" y="8776"/>
                          <wp:lineTo x="1212" y="12765"/>
                          <wp:lineTo x="0" y="13562"/>
                          <wp:lineTo x="0" y="21540"/>
                          <wp:lineTo x="21672" y="21540"/>
                          <wp:lineTo x="21672" y="13562"/>
                          <wp:lineTo x="20460" y="10371"/>
                          <wp:lineTo x="20005" y="6382"/>
                          <wp:lineTo x="18792" y="0"/>
                          <wp:lineTo x="2728" y="0"/>
                        </wp:wrapPolygon>
                      </wp:wrapThrough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20135" cy="687705"/>
                                <a:chOff x="0" y="0"/>
                                <a:chExt cx="3620135" cy="687705"/>
                              </a:xfrm>
                            </wpg:grpSpPr>
                            <wps:wsp>
                              <wps:cNvPr id="243" name="Text Box 243"/>
                              <wps:cNvSpPr txBox="1"/>
                              <wps:spPr>
                                <a:xfrm>
                                  <a:off x="515620" y="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2E2D06" w14:textId="79F626CA" w:rsidR="00120CEF" w:rsidRPr="00BB1FD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BB1FDB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13,2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Text Box 244"/>
                              <wps:cNvSpPr txBox="1"/>
                              <wps:spPr>
                                <a:xfrm>
                                  <a:off x="257175" y="22860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81F428" w14:textId="68FF4C3E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4,4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Text Box 245"/>
                              <wps:cNvSpPr txBox="1"/>
                              <wps:spPr>
                                <a:xfrm>
                                  <a:off x="51816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180661D" w14:textId="58D2585C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3,3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Text Box 246"/>
                              <wps:cNvSpPr txBox="1"/>
                              <wps:spPr>
                                <a:xfrm>
                                  <a:off x="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DA6099" w14:textId="27547CB2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1,1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7" name="Text Box 247"/>
                              <wps:cNvSpPr txBox="1"/>
                              <wps:spPr>
                                <a:xfrm>
                                  <a:off x="1033780" y="45910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5B87CEF" w14:textId="518EB968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5,5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Text Box 248"/>
                              <wps:cNvSpPr txBox="1"/>
                              <wps:spPr>
                                <a:xfrm>
                                  <a:off x="207010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9DD53C" w14:textId="529A05D8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9,9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Text Box 249"/>
                              <wps:cNvSpPr txBox="1"/>
                              <wps:spPr>
                                <a:xfrm>
                                  <a:off x="155194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0A34BD" w14:textId="5E37516D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7,7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Text Box 250"/>
                              <wps:cNvSpPr txBox="1"/>
                              <wps:spPr>
                                <a:xfrm>
                                  <a:off x="2584450" y="4578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5961D9D" w14:textId="7D24457B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12,1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Text Box 251"/>
                              <wps:cNvSpPr txBox="1"/>
                              <wps:spPr>
                                <a:xfrm>
                                  <a:off x="180848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FAD98B" w14:textId="3C365B17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17,6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Text Box 252"/>
                              <wps:cNvSpPr txBox="1"/>
                              <wps:spPr>
                                <a:xfrm>
                                  <a:off x="129032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78643D" w14:textId="1EEA35A4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13,2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Text Box 253"/>
                              <wps:cNvSpPr txBox="1"/>
                              <wps:spPr>
                                <a:xfrm>
                                  <a:off x="2324100" y="2298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AA6196" w14:textId="2A0A28FB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 w:rsidRPr="00120CEF"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(22)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" name="Text Box 259"/>
                              <wps:cNvSpPr txBox="1"/>
                              <wps:spPr>
                                <a:xfrm>
                                  <a:off x="1033780" y="127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6E80C7" w14:textId="47E8CAC1" w:rsidR="00120CEF" w:rsidRPr="00BB1FD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Text Box 260"/>
                              <wps:cNvSpPr txBox="1"/>
                              <wps:spPr>
                                <a:xfrm>
                                  <a:off x="2070100" y="2540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24EF823" w14:textId="77777777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Text Box 261"/>
                              <wps:cNvSpPr txBox="1"/>
                              <wps:spPr>
                                <a:xfrm>
                                  <a:off x="1551940" y="254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FFC6" w14:textId="45B90576" w:rsidR="00120CEF" w:rsidRPr="00BB1FD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30,8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" name="Text Box 265"/>
                              <wps:cNvSpPr txBox="1"/>
                              <wps:spPr>
                                <a:xfrm>
                                  <a:off x="3102610" y="457200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39D14D" w14:textId="201D1E76" w:rsidR="00120CEF" w:rsidRPr="00120CEF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14,3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284226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1F5C94" w14:textId="77777777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Text Box 267"/>
                              <wps:cNvSpPr txBox="1"/>
                              <wps:spPr>
                                <a:xfrm>
                                  <a:off x="2585720" y="1905"/>
                                  <a:ext cx="517525" cy="229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62F58EE" w14:textId="77777777" w:rsidR="00120CEF" w:rsidRPr="007267EB" w:rsidRDefault="00120CEF" w:rsidP="00E70379">
                                    <w:pPr>
                                      <w:spacing w:after="0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772160" y="229235"/>
                                  <a:ext cx="5175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</a:ln>
                                <a:effectLst/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65F3E9" w14:textId="6F0F4E46" w:rsidR="00120CEF" w:rsidRPr="00120CEF" w:rsidRDefault="00120CEF" w:rsidP="00D42334">
                                    <w:pPr>
                                      <w:spacing w:after="0"/>
                                      <w:jc w:val="center"/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Style w:val="Schriftrot"/>
                                        <w:sz w:val="32"/>
                                        <w:szCs w:val="32"/>
                                      </w:rPr>
                                      <w:t>8,8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128" style="position:absolute;margin-left:0;margin-top:0;width:285.05pt;height:54.15pt;z-index:251788288" coordsize="3620135,6877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">
                      <v:shape id="Text Box 243" o:spid="_x0000_s1129" type="#_x0000_t202" style="position:absolute;left:51562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dF6mxQAA&#10;ANwAAAAPAAAAZHJzL2Rvd25yZXYueG1sRI/dasJAFITvC77Dcgre1U1NEE1dpVT8A0X8eYBj9jQJ&#10;Zs+G7Krx7V2h0MthZr5hxtPWVOJGjSstK/jsRSCIM6tLzhWcjvOPIQjnkTVWlknBgxxMJ523Maba&#10;3nlPt4PPRYCwS1FB4X2dSumyggy6nq2Jg/drG4M+yCaXusF7gJtK9qNoIA2WHBYKrOmnoOxyuBoF&#10;u/N6M3oki2U8q/RiG59X11OZKNV9b7+/QHhq/X/4r73SCvpJDK8z4QjIy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0XqbFAAAA3AAAAA8AAAAAAAAAAAAAAAAAlwIAAGRycy9k&#10;b3ducmV2LnhtbFBLBQYAAAAABAAEAPUAAACJAwAAAAA=&#10;" filled="f" strokeweight="1pt">
                        <v:textbox inset="1mm,0,1mm,0">
                          <w:txbxContent>
                            <w:p w14:paraId="272E2D06" w14:textId="79F626CA" w:rsidR="00120CEF" w:rsidRPr="00BB1FDB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BB1FDB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13,2</w:t>
                              </w:r>
                            </w:p>
                          </w:txbxContent>
                        </v:textbox>
                      </v:shape>
                      <v:shape id="Text Box 244" o:spid="_x0000_s1130" type="#_x0000_t202" style="position:absolute;left:257175;top:22860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ncbSxgAA&#10;ANwAAAAPAAAAZHJzL2Rvd25yZXYueG1sRI/dasJAFITvC77Dcgq90001FE1dpbQ0VVBK1Qc4Zk+T&#10;YPZsyK75eXu3IPRymJlvmOW6N5VoqXGlZQXPkwgEcWZ1ybmC0/FzPAfhPLLGyjIpGMjBejV6WGKi&#10;bcc/1B58LgKEXYIKCu/rREqXFWTQTWxNHLxf2xj0QTa51A12AW4qOY2iF2mw5LBQYE3vBWWXw9Uo&#10;+D5vd4shTr9mH5VO97Pz5noqY6WeHvu3VxCeev8fvrc3WsE0juHvTDgCcnU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7ncbSxgAAANwAAAAPAAAAAAAAAAAAAAAAAJcCAABkcnMv&#10;ZG93bnJldi54bWxQSwUGAAAAAAQABAD1AAAAigMAAAAA&#10;" filled="f" strokeweight="1pt">
                        <v:textbox inset="1mm,0,1mm,0">
                          <w:txbxContent>
                            <w:p w14:paraId="3181F428" w14:textId="68FF4C3E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4,4</w:t>
                              </w:r>
                            </w:p>
                          </w:txbxContent>
                        </v:textbox>
                      </v:shape>
                      <v:shape id="Text Box 245" o:spid="_x0000_s1131" type="#_x0000_t202" style="position:absolute;left:51816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0WNJxgAA&#10;ANwAAAAPAAAAZHJzL2Rvd25yZXYueG1sRI/dasJAFITvhb7DcgremU01Fo2uUlq0Chbx5wGO2dMk&#10;NHs2ZFeNb98VBC+HmfmGmc5bU4kLNa60rOAtikEQZ1aXnCs4Hha9EQjnkTVWlknBjRzMZy+dKaba&#10;XnlHl73PRYCwS1FB4X2dSumyggy6yNbEwfu1jUEfZJNL3eA1wE0l+3H8Lg2WHBYKrOmzoOxvfzYK&#10;tqf1ZnxLlt+Dr0ovfwan1flYJkp1X9uPCQhPrX+GH+2VVtBPhn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U0WNJxgAAANwAAAAPAAAAAAAAAAAAAAAAAJcCAABkcnMv&#10;ZG93bnJldi54bWxQSwUGAAAAAAQABAD1AAAAigMAAAAA&#10;" filled="f" strokeweight="1pt">
                        <v:textbox inset="1mm,0,1mm,0">
                          <w:txbxContent>
                            <w:p w14:paraId="6180661D" w14:textId="58D2585C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3,3</w:t>
                              </w:r>
                            </w:p>
                          </w:txbxContent>
                        </v:textbox>
                      </v:shape>
                      <v:shape id="Text Box 246" o:spid="_x0000_s1132" type="#_x0000_t202" style="position:absolute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/0+xgAA&#10;ANwAAAAPAAAAZHJzL2Rvd25yZXYueG1sRI/RasJAFETfC/7DcoW+6aYaxEY3QVpqLbRIYz7gmr1N&#10;gtm7Ibtq/PtuQejjMDNnmHU2mFZcqHeNZQVP0wgEcWl1w5WC4vA2WYJwHllja5kU3MhBlo4e1pho&#10;e+VvuuS+EgHCLkEFtfddIqUrazLoprYjDt6P7Q36IPtK6h6vAW5aOYuihTTYcFiosaOXmspTfjYK&#10;9sePz+dbvH2fv7Z6+zU/7s5FEyv1OB42KxCeBv8fvrd3WsEsXsDfmXAEZP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A/0+xgAAANwAAAAPAAAAAAAAAAAAAAAAAJcCAABkcnMv&#10;ZG93bnJldi54bWxQSwUGAAAAAAQABAD1AAAAigMAAAAA&#10;" filled="f" strokeweight="1pt">
                        <v:textbox inset="1mm,0,1mm,0">
                          <w:txbxContent>
                            <w:p w14:paraId="15DA6099" w14:textId="27547CB2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1,1</w:t>
                              </w:r>
                            </w:p>
                          </w:txbxContent>
                        </v:textbox>
                      </v:shape>
                      <v:shape id="Text Box 247" o:spid="_x0000_s1133" type="#_x0000_t202" style="position:absolute;left:1033780;top:45910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T1ilxgAA&#10;ANwAAAAPAAAAZHJzL2Rvd25yZXYueG1sRI/dasJAFITvhb7DcgremU01WI2uUlq0Chbx5wGO2dMk&#10;NHs2ZFeNb98VBC+HmfmGmc5bU4kLNa60rOAtikEQZ1aXnCs4Hha9EQjnkTVWlknBjRzMZy+dKaba&#10;XnlHl73PRYCwS1FB4X2dSumyggy6yNbEwfu1jUEfZJNL3eA1wE0l+3E8lAZLDgsF1vRZUPa3PxsF&#10;29N6M74ly+/BV6WXP4PT6nwsE6W6r+3HBISn1j/Dj/ZKK+gn73A/E46AnP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T1ilxgAAANwAAAAPAAAAAAAAAAAAAAAAAJcCAABkcnMv&#10;ZG93bnJldi54bWxQSwUGAAAAAAQABAD1AAAAigMAAAAA&#10;" filled="f" strokeweight="1pt">
                        <v:textbox inset="1mm,0,1mm,0">
                          <w:txbxContent>
                            <w:p w14:paraId="75B87CEF" w14:textId="518EB968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5,5</w:t>
                              </w:r>
                            </w:p>
                          </w:txbxContent>
                        </v:textbox>
                      </v:shape>
                      <v:shape id="Text Box 248" o:spid="_x0000_s1134" type="#_x0000_t202" style="position:absolute;left:207010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0MzXwwAA&#10;ANwAAAAPAAAAZHJzL2Rvd25yZXYueG1sRE/dasIwFL4f+A7hCN5pqi3DdUaRDTsHGzLnAxybY1tM&#10;TkoTtb79ciHs8uP7X6x6a8SVOt84VjCdJCCIS6cbrhQcfjfjOQgfkDUax6TgTh5Wy8HTAnPtbvxD&#10;132oRAxhn6OCOoQ2l9KXNVn0E9cSR+7kOoshwq6SusNbDLdGzpLkWVpsODbU2NJbTeV5f7EKdsfP&#10;r5d7Vnyk70YX3+lxezk0mVKjYb9+BRGoD//ih3urFcyyuDaeiU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0MzXwwAAANwAAAAPAAAAAAAAAAAAAAAAAJcCAABkcnMvZG93&#10;bnJldi54bWxQSwUGAAAAAAQABAD1AAAAhwMAAAAA&#10;" filled="f" strokeweight="1pt">
                        <v:textbox inset="1mm,0,1mm,0">
                          <w:txbxContent>
                            <w:p w14:paraId="419DD53C" w14:textId="529A05D8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9,9</w:t>
                              </w:r>
                            </w:p>
                          </w:txbxContent>
                        </v:textbox>
                      </v:shape>
                      <v:shape id="Text Box 249" o:spid="_x0000_s1135" type="#_x0000_t202" style="position:absolute;left:155194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nGlMxwAA&#10;ANwAAAAPAAAAZHJzL2Rvd25yZXYueG1sRI/dasJAFITvC32H5Qi9qxtjEI3ZhNJSa6FF/HmAY/aY&#10;hGbPhuyq8e27QqGXw8x8w2TFYFpxod41lhVMxhEI4tLqhisFh/378xyE88gaW8uk4EYOivzxIcNU&#10;2ytv6bLzlQgQdikqqL3vUildWZNBN7YdcfBOtjfog+wrqXu8BrhpZRxFM2mw4bBQY0evNZU/u7NR&#10;sDl+fi1uyepj+tbq1ff0uD4fmkSpp9HwsgThafD/4b/2WiuIkwXcz4QjIP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ZxpTMcAAADcAAAADwAAAAAAAAAAAAAAAACXAgAAZHJz&#10;L2Rvd25yZXYueG1sUEsFBgAAAAAEAAQA9QAAAIsDAAAAAA==&#10;" filled="f" strokeweight="1pt">
                        <v:textbox inset="1mm,0,1mm,0">
                          <w:txbxContent>
                            <w:p w14:paraId="5F0A34BD" w14:textId="5E37516D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7,7</w:t>
                              </w:r>
                            </w:p>
                          </w:txbxContent>
                        </v:textbox>
                      </v:shape>
                      <v:shape id="Text Box 250" o:spid="_x0000_s1136" type="#_x0000_t202" style="position:absolute;left:2584450;top:4578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f1YMwwAA&#10;ANwAAAAPAAAAZHJzL2Rvd25yZXYueG1sRE/dasIwFL4X9g7hDHY306kT7YwiDv/AMdQ+wGlz1pY1&#10;JyWJWt9+uRh4+fH9zxadacSVnK8tK3jrJyCIC6trLhVk5/XrBIQPyBoby6TgTh4W86feDFNtb3yk&#10;6ymUIoawT1FBFUKbSumLigz6vm2JI/djncEQoSuldniL4aaRgyQZS4M1x4YKW1pVVPyeLkbBd74/&#10;TO+jzXb42ejN1zDfXbJ6pNTLc7f8ABGoCw/xv3unFQze4/x4Jh4B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f1YMwwAAANwAAAAPAAAAAAAAAAAAAAAAAJcCAABkcnMvZG93&#10;bnJldi54bWxQSwUGAAAAAAQABAD1AAAAhwMAAAAA&#10;" filled="f" strokeweight="1pt">
                        <v:textbox inset="1mm,0,1mm,0">
                          <w:txbxContent>
                            <w:p w14:paraId="25961D9D" w14:textId="7D24457B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12,1</w:t>
                              </w:r>
                            </w:p>
                          </w:txbxContent>
                        </v:textbox>
                      </v:shape>
                      <v:shape id="Text Box 251" o:spid="_x0000_s1137" type="#_x0000_t202" style="position:absolute;left:180848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/OXxQAA&#10;ANwAAAAPAAAAZHJzL2Rvd25yZXYueG1sRI/disIwFITvBd8hHME7Tf1ZcbtGEcU/cFl0fYBjc7Yt&#10;NieliVrf3iwIXg4z8w0zmdWmEDeqXG5ZQa8bgSBOrM45VXD6XXXGIJxH1lhYJgUPcjCbNhsTjLW9&#10;84FuR5+KAGEXo4LM+zKW0iUZGXRdWxIH789WBn2QVSp1hfcAN4XsR9FIGsw5LGRY0iKj5HK8GgU/&#10;593+8zFcbwbLQq+/B+ft9ZQPlWq36vkXCE+1f4df7a1W0P/owf+ZcATk9A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4z85fFAAAA3AAAAA8AAAAAAAAAAAAAAAAAlwIAAGRycy9k&#10;b3ducmV2LnhtbFBLBQYAAAAABAAEAPUAAACJAwAAAAA=&#10;" filled="f" strokeweight="1pt">
                        <v:textbox inset="1mm,0,1mm,0">
                          <w:txbxContent>
                            <w:p w14:paraId="0AFAD98B" w14:textId="3C365B17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17,6</w:t>
                              </w:r>
                            </w:p>
                          </w:txbxContent>
                        </v:textbox>
                      </v:shape>
                      <v:shape id="Text Box 252" o:spid="_x0000_s1138" type="#_x0000_t202" style="position:absolute;left:129032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4W3gxgAA&#10;ANwAAAAPAAAAZHJzL2Rvd25yZXYueG1sRI/dasJAFITvhb7Dcgre6aZRi0ZXKYo/hRbx5wGO2dMk&#10;NHs2ZFeNb+8KgpfDzHzDTGaNKcWFaldYVvDRjUAQp1YXnCk4HpadIQjnkTWWlknBjRzMpm+tCSba&#10;XnlHl73PRICwS1BB7n2VSOnSnAy6rq2Ig/dna4M+yDqTusZrgJtSxlH0KQ0WHBZyrGieU/q/PxsF&#10;29P3z+jWX617i1KvfnunzflY9JVqvzdfYxCeGv8KP9sbrSAexPA4E46An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4W3gxgAAANwAAAAPAAAAAAAAAAAAAAAAAJcCAABkcnMv&#10;ZG93bnJldi54bWxQSwUGAAAAAAQABAD1AAAAigMAAAAA&#10;" filled="f" strokeweight="1pt">
                        <v:textbox inset="1mm,0,1mm,0">
                          <w:txbxContent>
                            <w:p w14:paraId="5478643D" w14:textId="1EEA35A4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13,2</w:t>
                              </w:r>
                            </w:p>
                          </w:txbxContent>
                        </v:textbox>
                      </v:shape>
                      <v:shape id="Text Box 253" o:spid="_x0000_s1139" type="#_x0000_t202" style="position:absolute;left:2324100;top:2298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rch7xgAA&#10;ANwAAAAPAAAAZHJzL2Rvd25yZXYueG1sRI/dasJAFITvBd9hOULvdFNji0ZXkZZaCy3izwOcZE+T&#10;YPZsyG40vn23IHg5zMw3zGLVmUpcqHGlZQXPowgEcWZ1ybmC0/FjOAXhPLLGyjIpuJGD1bLfW2Ci&#10;7ZX3dDn4XAQIuwQVFN7XiZQuK8igG9maOHi/tjHog2xyqRu8Brip5DiKXqXBksNCgTW9FZSdD61R&#10;sEu/vme3yeYzfq/05idOt+2pnCj1NOjWcxCeOv8I39tbrWD8EsP/mXAE5P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xrch7xgAAANwAAAAPAAAAAAAAAAAAAAAAAJcCAABkcnMv&#10;ZG93bnJldi54bWxQSwUGAAAAAAQABAD1AAAAigMAAAAA&#10;" filled="f" strokeweight="1pt">
                        <v:textbox inset="1mm,0,1mm,0">
                          <w:txbxContent>
                            <w:p w14:paraId="29AA6196" w14:textId="2A0A28FB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 w:rsidRPr="00120CEF"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(22)</w:t>
                              </w:r>
                            </w:p>
                          </w:txbxContent>
                        </v:textbox>
                      </v:shape>
                      <v:shape id="Text Box 259" o:spid="_x0000_s1140" type="#_x0000_t202" style="position:absolute;left:1033780;top:127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f+RxwAA&#10;ANwAAAAPAAAAZHJzL2Rvd25yZXYueG1sRI/RasJAFETfC/7DcoW+1Y3Rikldg7TUKliKqR9wzV6T&#10;YPZuyK4a/75bKPRxmJkzzCLrTSOu1LnasoLxKAJBXFhdc6ng8P3+NAfhPLLGxjIpuJODbDl4WGCq&#10;7Y33dM19KQKEXYoKKu/bVEpXVGTQjWxLHLyT7Qz6ILtS6g5vAW4aGUfRTBqsOSxU2NJrRcU5vxgF&#10;X8ftLrlP1x+Tt0avPyfHzeVQT5V6HParFxCeev8f/mtvtIL4OYHfM+EI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EX/kccAAADcAAAADwAAAAAAAAAAAAAAAACXAgAAZHJz&#10;L2Rvd25yZXYueG1sUEsFBgAAAAAEAAQA9QAAAIsDAAAAAA==&#10;" filled="f" strokeweight="1pt">
                        <v:textbox inset="1mm,0,1mm,0">
                          <w:txbxContent>
                            <w:p w14:paraId="086E80C7" w14:textId="47E8CAC1" w:rsidR="00120CEF" w:rsidRPr="00BB1FDB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260" o:spid="_x0000_s1141" type="#_x0000_t202" style="position:absolute;left:2070100;top:2540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E5yxwgAA&#10;ANwAAAAPAAAAZHJzL2Rvd25yZXYueG1sRE/LisIwFN0L8w/hDsxO06ki2jGKKDoKivj4gGtzpy3T&#10;3JQm1vr3ZiG4PJz3ZNaaUjRUu8Kygu9eBII4tbrgTMHlvOqOQDiPrLG0TAoe5GA2/ehMMNH2zkdq&#10;Tj4TIYRdggpy76tESpfmZND1bEUcuD9bG/QB1pnUNd5DuCllHEVDabDg0JBjRYuc0v/TzSg4XLe7&#10;8WOw/u0vS73e96+b26UYKPX12c5/QHhq/Vv8cm+0gngY5ocz4QjI6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8TnLHCAAAA3AAAAA8AAAAAAAAAAAAAAAAAlwIAAGRycy9kb3du&#10;cmV2LnhtbFBLBQYAAAAABAAEAPUAAACGAwAAAAA=&#10;" filled="f" strokeweight="1pt">
                        <v:textbox inset="1mm,0,1mm,0">
                          <w:txbxContent>
                            <w:p w14:paraId="124EF823" w14:textId="77777777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1" o:spid="_x0000_s1142" type="#_x0000_t202" style="position:absolute;left:1551940;top:254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XzkqxQAA&#10;ANwAAAAPAAAAZHJzL2Rvd25yZXYueG1sRI9bi8IwFITfhf0P4Sz4tqZekLUaZVG8gYt4+QHH5tiW&#10;bU5Kk2r990ZY8HGYmW+YyawxhbhR5XLLCrqdCARxYnXOqYLzafn1DcJ5ZI2FZVLwIAez6UdrgrG2&#10;dz7Q7ehTESDsYlSQeV/GUrokI4OuY0vi4F1tZdAHWaVSV3gPcFPIXhQNpcGcw0KGJc0zSv6OtVGw&#10;v2x3o8dgte4vCr367V829TkfKNX+bH7GIDw1/h3+b2+0gt6wC68z4QjI6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BfOSrFAAAA3AAAAA8AAAAAAAAAAAAAAAAAlwIAAGRycy9k&#10;b3ducmV2LnhtbFBLBQYAAAAABAAEAPUAAACJAwAAAAA=&#10;" filled="f" strokeweight="1pt">
                        <v:textbox inset="1mm,0,1mm,0">
                          <w:txbxContent>
                            <w:p w14:paraId="7A91FFC6" w14:textId="45B90576" w:rsidR="00120CEF" w:rsidRPr="00BB1FDB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30,8</w:t>
                              </w:r>
                            </w:p>
                          </w:txbxContent>
                        </v:textbox>
                      </v:shape>
                      <v:shape id="Text Box 265" o:spid="_x0000_s1143" type="#_x0000_t202" style="position:absolute;left:3102610;top:457200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ZD8pxQAA&#10;ANwAAAAPAAAAZHJzL2Rvd25yZXYueG1sRI9bi8IwFITfF/wP4Qi+ralXtBplWfEGK+LlBxybY1ts&#10;TkoTtf77zYKwj8PMfMNM57UpxIMql1tW0GlHIIgTq3NOFZxPy88RCOeRNRaWScGLHMxnjY8pxto+&#10;+UCPo09FgLCLUUHmfRlL6ZKMDLq2LYmDd7WVQR9klUpd4TPATSG7UTSUBnMOCxmW9J1RcjvejYL9&#10;ZfszfvVX696i0Ktd77K5n/O+Uq1m/TUB4an2/+F3e6MVdIcD+DsTjoC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9kPynFAAAA3AAAAA8AAAAAAAAAAAAAAAAAlwIAAGRycy9k&#10;b3ducmV2LnhtbFBLBQYAAAAABAAEAPUAAACJAwAAAAA=&#10;" filled="f" strokeweight="1pt">
                        <v:textbox inset="1mm,0,1mm,0">
                          <w:txbxContent>
                            <w:p w14:paraId="3F39D14D" w14:textId="201D1E76" w:rsidR="00120CEF" w:rsidRPr="00120CEF" w:rsidRDefault="00120CEF" w:rsidP="00E70379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14,3</w:t>
                              </w:r>
                            </w:p>
                          </w:txbxContent>
                        </v:textbox>
                      </v:shape>
                      <v:shape id="Text Box 266" o:spid="_x0000_s1144" type="#_x0000_t202" style="position:absolute;left:284226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tqFexgAA&#10;ANwAAAAPAAAAZHJzL2Rvd25yZXYueG1sRI/RasJAFETfC/7DcoW+6aZRgo3ZBGmptdAiVT/gmr1N&#10;gtm7Ibtq/PtuQejjMDNnmKwYTCsu1LvGsoKnaQSCuLS64UrBYf82WYBwHllja5kU3MhBkY8eMky1&#10;vfI3XXa+EgHCLkUFtfddKqUrazLoprYjDt6P7Q36IPtK6h6vAW5aGUdRIg02HBZq7OilpvK0OxsF&#10;2+PH5/Ntvn6fvbZ6/TU7bs6HZq7U43hYLUF4Gvx/+N7eaAVxksDfmXAEZP4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tqFexgAAANwAAAAPAAAAAAAAAAAAAAAAAJcCAABkcnMv&#10;ZG93bnJldi54bWxQSwUGAAAAAAQABAD1AAAAigMAAAAA&#10;" filled="f" strokeweight="1pt">
                        <v:textbox inset="1mm,0,1mm,0">
                          <w:txbxContent>
                            <w:p w14:paraId="281F5C94" w14:textId="77777777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267" o:spid="_x0000_s1145" type="#_x0000_t202" style="position:absolute;left:2585720;top:1905;width:517525;height:229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+gTFxwAA&#10;ANwAAAAPAAAAZHJzL2Rvd25yZXYueG1sRI/dasJAFITvC32H5RS8q5tqsDZ1E0TxD1qK1gc4Zk+T&#10;0OzZkF1jfHtXKPRymJlvmFnWm1p01LrKsoKXYQSCOLe64kLB8Xv1PAXhPLLG2jIpuJKDLH18mGGi&#10;7YX31B18IQKEXYIKSu+bREqXl2TQDW1DHLwf2xr0QbaF1C1eAtzUchRFE2mw4rBQYkOLkvLfw9ko&#10;+DrtPt6u8XozXtZ6/Tk+bc/HKlZq8NTP30F46v1/+K+91QpGk1e4nwlHQKY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PoExccAAADcAAAADwAAAAAAAAAAAAAAAACXAgAAZHJz&#10;L2Rvd25yZXYueG1sUEsFBgAAAAAEAAQA9QAAAIsDAAAAAA==&#10;" filled="f" strokeweight="1pt">
                        <v:textbox inset="1mm,0,1mm,0">
                          <w:txbxContent>
                            <w:p w14:paraId="562F58EE" w14:textId="77777777" w:rsidR="00120CEF" w:rsidRPr="007267EB" w:rsidRDefault="00120CEF" w:rsidP="00E70379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  <v:shape id="Text Box 9" o:spid="_x0000_s1146" type="#_x0000_t202" style="position:absolute;left:772160;top:229235;width:51752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BbtwwAA&#10;ANoAAAAPAAAAZHJzL2Rvd25yZXYueG1sRI/disIwFITvBd8hHME7Tf1h0a5RRPEPlGVdH+DYHNti&#10;c1KaqPXtzYLg5TAz3zCTWW0KcafK5ZYV9LoRCOLE6pxTBae/VWcEwnlkjYVlUvAkB7NpszHBWNsH&#10;/9L96FMRIOxiVJB5X8ZSuiQjg65rS+LgXWxl0AdZpVJX+AhwU8h+FH1JgzmHhQxLWmSUXI83o+Dn&#10;vNuPn8P1ZrAs9PowOG9vp3yoVLtVz79BeKr9J/xub7WCMfxfCTdAT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HBbtwwAAANoAAAAPAAAAAAAAAAAAAAAAAJcCAABkcnMvZG93&#10;bnJldi54bWxQSwUGAAAAAAQABAD1AAAAhwMAAAAA&#10;" filled="f" strokeweight="1pt">
                        <v:textbox inset="1mm,0,1mm,0">
                          <w:txbxContent>
                            <w:p w14:paraId="7865F3E9" w14:textId="6F0F4E46" w:rsidR="00120CEF" w:rsidRPr="00120CEF" w:rsidRDefault="00120CEF" w:rsidP="00D42334">
                              <w:pPr>
                                <w:spacing w:after="0"/>
                                <w:jc w:val="center"/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Style w:val="Schriftrot"/>
                                  <w:sz w:val="32"/>
                                  <w:szCs w:val="32"/>
                                </w:rPr>
                                <w:t>8,8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356" w:type="pct"/>
          </w:tcPr>
          <w:p w14:paraId="25CC6DD3" w14:textId="248EEBDE" w:rsidR="00E70379" w:rsidRDefault="00B04EB7" w:rsidP="00E70379">
            <w:pPr>
              <w:spacing w:after="100"/>
              <w:jc w:val="right"/>
            </w:pPr>
            <w:r>
              <w:t>3</w:t>
            </w:r>
            <w:r w:rsidR="00E70379" w:rsidRPr="00264CBC">
              <w:t>.Zeile</w:t>
            </w:r>
          </w:p>
          <w:p w14:paraId="2E9E0E92" w14:textId="64F5AB72" w:rsidR="00E70379" w:rsidRDefault="00B04EB7" w:rsidP="00E70379">
            <w:pPr>
              <w:spacing w:after="100"/>
              <w:jc w:val="right"/>
            </w:pPr>
            <w:r>
              <w:t>2</w:t>
            </w:r>
            <w:r w:rsidR="00E70379" w:rsidRPr="00264CBC">
              <w:t>.Zeile</w:t>
            </w:r>
          </w:p>
          <w:p w14:paraId="00A1C57E" w14:textId="4A6D7FBF" w:rsidR="00E70379" w:rsidRDefault="00B04EB7" w:rsidP="00E70379">
            <w:pPr>
              <w:spacing w:after="100"/>
              <w:jc w:val="right"/>
            </w:pPr>
            <w:r>
              <w:t>1</w:t>
            </w:r>
            <w:r w:rsidR="00E70379" w:rsidRPr="00264CBC">
              <w:t>.Zeile</w:t>
            </w:r>
          </w:p>
          <w:p w14:paraId="59222D11" w14:textId="7BE06DD4" w:rsidR="00E70379" w:rsidRPr="00264CBC" w:rsidRDefault="00E70379" w:rsidP="00E70379">
            <w:pPr>
              <w:spacing w:after="100"/>
              <w:jc w:val="right"/>
            </w:pPr>
          </w:p>
        </w:tc>
      </w:tr>
    </w:tbl>
    <w:p w14:paraId="10532267" w14:textId="3BD0AA85" w:rsidR="00120CEF" w:rsidRPr="00120CEF" w:rsidRDefault="00120CEF" w:rsidP="00B04EB7">
      <w:pPr>
        <w:spacing w:before="160" w:after="0"/>
        <w:rPr>
          <w:rStyle w:val="Schriftrot"/>
        </w:rPr>
      </w:pPr>
      <w:r w:rsidRPr="00120CEF">
        <w:rPr>
          <w:rStyle w:val="Schriftrot"/>
        </w:rPr>
        <w:t xml:space="preserve">3 Richtige  ½ </w:t>
      </w:r>
      <w:r w:rsidRPr="00482926">
        <w:rPr>
          <w:rStyle w:val="Schriftrot"/>
        </w:rPr>
        <w:t>P</w:t>
      </w:r>
      <w:r>
        <w:rPr>
          <w:rStyle w:val="Schriftrot"/>
        </w:rPr>
        <w:t xml:space="preserve">  |  </w:t>
      </w:r>
      <w:r w:rsidRPr="00120CEF">
        <w:rPr>
          <w:rStyle w:val="Schriftrot"/>
        </w:rPr>
        <w:t xml:space="preserve">5 Richtige  1 </w:t>
      </w:r>
      <w:r w:rsidRPr="00482926">
        <w:rPr>
          <w:rStyle w:val="Schriftrot"/>
        </w:rPr>
        <w:t>P</w:t>
      </w:r>
      <w:r>
        <w:rPr>
          <w:rStyle w:val="Schriftrot"/>
        </w:rPr>
        <w:t xml:space="preserve">  |  </w:t>
      </w:r>
      <w:r w:rsidRPr="00120CEF">
        <w:rPr>
          <w:rStyle w:val="Schriftrot"/>
        </w:rPr>
        <w:t xml:space="preserve">7 Richtige  1½ </w:t>
      </w:r>
      <w:r w:rsidRPr="00482926">
        <w:rPr>
          <w:rStyle w:val="Schriftrot"/>
        </w:rPr>
        <w:t>P</w:t>
      </w:r>
      <w:r>
        <w:rPr>
          <w:rStyle w:val="Schriftrot"/>
        </w:rPr>
        <w:t xml:space="preserve">  |  </w:t>
      </w:r>
      <w:r w:rsidRPr="00120CEF">
        <w:rPr>
          <w:rStyle w:val="Schriftrot"/>
        </w:rPr>
        <w:t>3 Richtige auf jeder Zeile 2 P</w:t>
      </w:r>
    </w:p>
    <w:p w14:paraId="0D4F2EF9" w14:textId="77777777" w:rsidR="00B04EB7" w:rsidRDefault="00B04EB7" w:rsidP="00B04EB7">
      <w:pPr>
        <w:spacing w:before="160" w:after="0"/>
      </w:pPr>
      <w:r>
        <w:t>Behauptung:  „In der ganzen Mauer kommen nur Dezimalbrüche vor, keine ganzen Zahlen.“</w:t>
      </w:r>
    </w:p>
    <w:p w14:paraId="31C9B1D7" w14:textId="77777777" w:rsidR="00B04EB7" w:rsidRDefault="00B04EB7" w:rsidP="00B04EB7">
      <w:pPr>
        <w:spacing w:before="80"/>
      </w:pPr>
      <w:r>
        <w:t>Zeige an einem Beispiel, dass diese Behauptung falsch ist.</w:t>
      </w:r>
    </w:p>
    <w:p w14:paraId="04A984A4" w14:textId="36BF5BF1" w:rsidR="00E70379" w:rsidRPr="00120CEF" w:rsidRDefault="00120CEF" w:rsidP="006E0092">
      <w:pPr>
        <w:tabs>
          <w:tab w:val="left" w:pos="1276"/>
          <w:tab w:val="right" w:pos="9378"/>
        </w:tabs>
        <w:spacing w:before="160"/>
        <w:rPr>
          <w:rStyle w:val="Schriftrot"/>
        </w:rPr>
      </w:pPr>
      <w:r w:rsidRPr="00120CEF">
        <w:rPr>
          <w:rStyle w:val="Schriftrot"/>
        </w:rPr>
        <w:t>22 ist eine ganze Zahl</w:t>
      </w:r>
      <w:r w:rsidR="006E0092">
        <w:rPr>
          <w:rStyle w:val="Schriftrot"/>
        </w:rPr>
        <w:tab/>
      </w:r>
      <w:r>
        <w:rPr>
          <w:rStyle w:val="Schriftrot"/>
        </w:rPr>
        <w:t>1</w:t>
      </w:r>
      <w:r w:rsidRPr="00120CEF">
        <w:rPr>
          <w:rStyle w:val="Schriftrot"/>
        </w:rPr>
        <w:t>P</w:t>
      </w:r>
    </w:p>
    <w:p w14:paraId="7B19C882" w14:textId="05928E64" w:rsidR="00E70379" w:rsidRDefault="00B04EB7" w:rsidP="006E0092">
      <w:pPr>
        <w:tabs>
          <w:tab w:val="left" w:pos="1276"/>
          <w:tab w:val="right" w:pos="9378"/>
        </w:tabs>
        <w:spacing w:after="0"/>
      </w:pPr>
      <w:r w:rsidRPr="00B04EB7">
        <w:t>In der 2. und der 3. Zeile kommen hinter dem Komma nur gerade Ziffern vor, keine ungeraden.</w:t>
      </w:r>
    </w:p>
    <w:p w14:paraId="79A60031" w14:textId="0DA48A02" w:rsidR="007620D2" w:rsidRDefault="0053568E" w:rsidP="006E0092">
      <w:pPr>
        <w:tabs>
          <w:tab w:val="left" w:pos="1276"/>
          <w:tab w:val="right" w:pos="9378"/>
        </w:tabs>
        <w:spacing w:before="80"/>
      </w:pPr>
      <w:r>
        <w:t>Erkläre, warum das so ist.</w:t>
      </w:r>
    </w:p>
    <w:p w14:paraId="0D772C6B" w14:textId="6636FD65" w:rsidR="00120CEF" w:rsidRPr="00120CEF" w:rsidRDefault="00120CEF" w:rsidP="006E0092">
      <w:pPr>
        <w:tabs>
          <w:tab w:val="left" w:pos="1276"/>
          <w:tab w:val="right" w:pos="9378"/>
        </w:tabs>
        <w:spacing w:before="80"/>
        <w:rPr>
          <w:rStyle w:val="Schriftrot"/>
        </w:rPr>
      </w:pPr>
      <w:r w:rsidRPr="00120CEF">
        <w:rPr>
          <w:rStyle w:val="Schriftrot"/>
        </w:rPr>
        <w:t xml:space="preserve">In der zweiten Zeile stehen lauter Summen von ungeraden Zahlen /  </w:t>
      </w:r>
      <w:r>
        <w:rPr>
          <w:rStyle w:val="Schriftrot"/>
        </w:rPr>
        <w:br/>
      </w:r>
      <w:r w:rsidR="006E0092">
        <w:rPr>
          <w:rStyle w:val="Schriftrot"/>
        </w:rPr>
        <w:t>2.Zeile:</w:t>
      </w:r>
      <w:r w:rsidR="006E0092">
        <w:rPr>
          <w:rStyle w:val="Schriftrot"/>
        </w:rPr>
        <w:tab/>
      </w:r>
      <w:r w:rsidRPr="00120CEF">
        <w:rPr>
          <w:rStyle w:val="Schriftrot"/>
        </w:rPr>
        <w:t>„Ungerade“ p</w:t>
      </w:r>
      <w:r>
        <w:rPr>
          <w:rStyle w:val="Schriftrot"/>
        </w:rPr>
        <w:t>lus „ungerade“ gibt „gerade“</w:t>
      </w:r>
      <w:r w:rsidR="006E0092">
        <w:rPr>
          <w:rStyle w:val="Schriftrot"/>
        </w:rPr>
        <w:tab/>
      </w:r>
      <w:r w:rsidRPr="00120CEF">
        <w:rPr>
          <w:rStyle w:val="Schriftrot"/>
        </w:rPr>
        <w:t xml:space="preserve">½ P       </w:t>
      </w:r>
    </w:p>
    <w:p w14:paraId="093C6D3A" w14:textId="3E5AC283" w:rsidR="00120CEF" w:rsidRPr="006E0092" w:rsidRDefault="00120CEF" w:rsidP="006E0092">
      <w:pPr>
        <w:tabs>
          <w:tab w:val="left" w:pos="1276"/>
          <w:tab w:val="right" w:pos="9378"/>
        </w:tabs>
        <w:spacing w:before="80"/>
        <w:rPr>
          <w:color w:val="E50600"/>
        </w:rPr>
      </w:pPr>
      <w:r w:rsidRPr="00120CEF">
        <w:rPr>
          <w:rStyle w:val="Schriftrot"/>
        </w:rPr>
        <w:t xml:space="preserve">In der dritten Zeile stehen lauter Summen von geraden Zahlen /  </w:t>
      </w:r>
      <w:r>
        <w:rPr>
          <w:rStyle w:val="Schriftrot"/>
        </w:rPr>
        <w:br/>
      </w:r>
      <w:r w:rsidR="006E0092">
        <w:rPr>
          <w:rStyle w:val="Schriftrot"/>
        </w:rPr>
        <w:t>3.Zeile:</w:t>
      </w:r>
      <w:r w:rsidR="006E0092">
        <w:rPr>
          <w:rStyle w:val="Schriftrot"/>
        </w:rPr>
        <w:tab/>
      </w:r>
      <w:r w:rsidRPr="00120CEF">
        <w:rPr>
          <w:rStyle w:val="Schriftrot"/>
        </w:rPr>
        <w:t>„Gerade“ plus „ge</w:t>
      </w:r>
      <w:r w:rsidR="006E0092">
        <w:rPr>
          <w:rStyle w:val="Schriftrot"/>
        </w:rPr>
        <w:t>rade“ gibt „gerade“</w:t>
      </w:r>
      <w:r w:rsidR="006E0092">
        <w:rPr>
          <w:rStyle w:val="Schriftrot"/>
        </w:rPr>
        <w:tab/>
        <w:t>½ P</w:t>
      </w:r>
    </w:p>
    <w:sectPr w:rsidR="00120CEF" w:rsidRPr="006E0092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B37B6" w14:textId="77777777" w:rsidR="00120CEF" w:rsidRDefault="00120CEF" w:rsidP="00E61129">
      <w:pPr>
        <w:spacing w:after="0"/>
      </w:pPr>
      <w:r>
        <w:separator/>
      </w:r>
    </w:p>
  </w:endnote>
  <w:endnote w:type="continuationSeparator" w:id="0">
    <w:p w14:paraId="371535C3" w14:textId="77777777" w:rsidR="00120CEF" w:rsidRDefault="00120CE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7400B" w14:textId="77777777" w:rsidR="00120CEF" w:rsidRPr="00A52340" w:rsidRDefault="00120C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2C51DF">
        <w:rPr>
          <w:noProof/>
        </w:rPr>
        <w:t>MA_A03-2_Zahlenmauern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C51DF" w:rsidRPr="002C51D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C51DF" w:rsidRPr="002C51DF">
        <w:rPr>
          <w:noProof/>
          <w:lang w:val="de-DE"/>
        </w:rPr>
        <w:t>1</w:t>
      </w:r>
    </w:fldSimple>
  </w:p>
  <w:p w14:paraId="5B40A994" w14:textId="77777777" w:rsidR="00120CEF" w:rsidRDefault="00120CE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29D0" w14:textId="77777777" w:rsidR="00120CEF" w:rsidRDefault="00120C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2C51DF">
        <w:rPr>
          <w:noProof/>
        </w:rPr>
        <w:t>MA_A03-2_Zahlenmauern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2C51DF" w:rsidRPr="002C51DF">
        <w:rPr>
          <w:noProof/>
          <w:lang w:val="de-DE"/>
        </w:rPr>
        <w:t>2</w:t>
      </w:r>
    </w:fldSimple>
  </w:p>
  <w:p w14:paraId="1FFF16E9" w14:textId="77777777" w:rsidR="00120CEF" w:rsidRDefault="00120CE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67E6F" w14:textId="77777777" w:rsidR="00120CEF" w:rsidRDefault="00120CEF" w:rsidP="00E61129">
      <w:pPr>
        <w:spacing w:after="0"/>
      </w:pPr>
      <w:r>
        <w:separator/>
      </w:r>
    </w:p>
  </w:footnote>
  <w:footnote w:type="continuationSeparator" w:id="0">
    <w:p w14:paraId="39FDAD4A" w14:textId="77777777" w:rsidR="00120CEF" w:rsidRDefault="00120CE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91218" w14:textId="46801008" w:rsidR="00120CEF" w:rsidRPr="00F25B93" w:rsidRDefault="00120CE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39F3E331" wp14:editId="5C5F91EF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20A37" w14:textId="77777777" w:rsidR="00120CEF" w:rsidRDefault="00120CEF" w:rsidP="00C1104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147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cS88CAAAQ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" filled="f" stroked="f">
              <v:textbox>
                <w:txbxContent>
                  <w:p w14:paraId="3DC20A37" w14:textId="77777777" w:rsidR="00120CEF" w:rsidRDefault="00120CEF" w:rsidP="00C11049"/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85C9F2" wp14:editId="5CA1273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4A9DF" w14:textId="77777777" w:rsidR="00120CEF" w:rsidRPr="00093725" w:rsidRDefault="00120CEF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6395C3D9" w14:textId="77777777" w:rsidR="00120CEF" w:rsidRPr="00BB20F6" w:rsidRDefault="00120CEF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14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J3egDv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5224A9DF" w14:textId="77777777" w:rsidR="00120CEF" w:rsidRPr="00093725" w:rsidRDefault="00120CEF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6395C3D9" w14:textId="77777777" w:rsidR="00120CEF" w:rsidRPr="00BB20F6" w:rsidRDefault="00120CEF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D6B9007" wp14:editId="128124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6F7D88" wp14:editId="732FCF6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C348C25" wp14:editId="56F1264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C576762" wp14:editId="40260DC4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3617DBBD" w14:textId="77777777" w:rsidR="00120CEF" w:rsidRDefault="00120CE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C0E983C" wp14:editId="66F300D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5505F" w14:textId="77777777" w:rsidR="00120CEF" w:rsidRDefault="00120CE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756B5E" wp14:editId="1AA4AE65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1DC3B" w14:textId="77777777" w:rsidR="00120CEF" w:rsidRPr="00093725" w:rsidRDefault="00120CE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149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71DC3B" w14:textId="77777777" w:rsidR="00120CEF" w:rsidRPr="00093725" w:rsidRDefault="00120CE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AC329D7" wp14:editId="6C28EC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F5A656" wp14:editId="02FB20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2690DE" wp14:editId="1D90958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C536C8" wp14:editId="7ED36F3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EAC03" wp14:editId="1AF99B8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D16CF" w14:textId="77777777" w:rsidR="00120CEF" w:rsidRDefault="00120CE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5D0D9BE" w14:textId="77777777" w:rsidR="00120CEF" w:rsidRDefault="00120CE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15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D2D16CF" w14:textId="77777777" w:rsidR="00120CEF" w:rsidRDefault="00120CE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5D0D9BE" w14:textId="77777777" w:rsidR="00120CEF" w:rsidRDefault="00120CE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D03280" wp14:editId="722E5BF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78C3D72" wp14:editId="5A1E295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482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822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62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02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42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82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2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62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02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1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8C"/>
    <w:rsid w:val="00017B2B"/>
    <w:rsid w:val="000234B5"/>
    <w:rsid w:val="00027A8D"/>
    <w:rsid w:val="00046A29"/>
    <w:rsid w:val="0006077C"/>
    <w:rsid w:val="00063B3E"/>
    <w:rsid w:val="000826F2"/>
    <w:rsid w:val="00084412"/>
    <w:rsid w:val="00091A70"/>
    <w:rsid w:val="00093725"/>
    <w:rsid w:val="000A1533"/>
    <w:rsid w:val="000D5FE5"/>
    <w:rsid w:val="000D778F"/>
    <w:rsid w:val="001055AD"/>
    <w:rsid w:val="00120CEF"/>
    <w:rsid w:val="00131F08"/>
    <w:rsid w:val="00134BAB"/>
    <w:rsid w:val="001373A3"/>
    <w:rsid w:val="001419F3"/>
    <w:rsid w:val="0015559D"/>
    <w:rsid w:val="001B0583"/>
    <w:rsid w:val="001B4C36"/>
    <w:rsid w:val="001C2481"/>
    <w:rsid w:val="001F5496"/>
    <w:rsid w:val="001F6EF0"/>
    <w:rsid w:val="002019CA"/>
    <w:rsid w:val="002025FB"/>
    <w:rsid w:val="0020629D"/>
    <w:rsid w:val="00214B4B"/>
    <w:rsid w:val="00234D56"/>
    <w:rsid w:val="002467CE"/>
    <w:rsid w:val="00264CBC"/>
    <w:rsid w:val="00285B8B"/>
    <w:rsid w:val="002B17C6"/>
    <w:rsid w:val="002B2FAD"/>
    <w:rsid w:val="002C51DF"/>
    <w:rsid w:val="002D4FD8"/>
    <w:rsid w:val="00307CF9"/>
    <w:rsid w:val="003131E0"/>
    <w:rsid w:val="00313CCE"/>
    <w:rsid w:val="00324B78"/>
    <w:rsid w:val="003251AC"/>
    <w:rsid w:val="00342F40"/>
    <w:rsid w:val="003737C9"/>
    <w:rsid w:val="003E472B"/>
    <w:rsid w:val="003E4C02"/>
    <w:rsid w:val="003F6D59"/>
    <w:rsid w:val="00414C36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701"/>
    <w:rsid w:val="00510AEA"/>
    <w:rsid w:val="0051208C"/>
    <w:rsid w:val="00515202"/>
    <w:rsid w:val="00530276"/>
    <w:rsid w:val="0053568E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001"/>
    <w:rsid w:val="005C6F8E"/>
    <w:rsid w:val="005D3260"/>
    <w:rsid w:val="005D5528"/>
    <w:rsid w:val="005E0117"/>
    <w:rsid w:val="0062194D"/>
    <w:rsid w:val="0062558C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E0092"/>
    <w:rsid w:val="006F1B56"/>
    <w:rsid w:val="007171B0"/>
    <w:rsid w:val="007201E2"/>
    <w:rsid w:val="007267EB"/>
    <w:rsid w:val="00730CDC"/>
    <w:rsid w:val="007368E6"/>
    <w:rsid w:val="00750C7D"/>
    <w:rsid w:val="007620D2"/>
    <w:rsid w:val="007621AF"/>
    <w:rsid w:val="00791B36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D4E5B"/>
    <w:rsid w:val="009F5EE3"/>
    <w:rsid w:val="00A10EDD"/>
    <w:rsid w:val="00A40882"/>
    <w:rsid w:val="00A52340"/>
    <w:rsid w:val="00A71ABD"/>
    <w:rsid w:val="00A922BD"/>
    <w:rsid w:val="00A9626B"/>
    <w:rsid w:val="00AA5383"/>
    <w:rsid w:val="00AD0C62"/>
    <w:rsid w:val="00AE1EF5"/>
    <w:rsid w:val="00AE2523"/>
    <w:rsid w:val="00AE507A"/>
    <w:rsid w:val="00AE5F2E"/>
    <w:rsid w:val="00AE63FE"/>
    <w:rsid w:val="00AF4F8E"/>
    <w:rsid w:val="00B00077"/>
    <w:rsid w:val="00B0459D"/>
    <w:rsid w:val="00B04EB7"/>
    <w:rsid w:val="00B23375"/>
    <w:rsid w:val="00B23F47"/>
    <w:rsid w:val="00B25321"/>
    <w:rsid w:val="00B26651"/>
    <w:rsid w:val="00B27990"/>
    <w:rsid w:val="00B323B4"/>
    <w:rsid w:val="00B456DB"/>
    <w:rsid w:val="00B55B55"/>
    <w:rsid w:val="00B622D3"/>
    <w:rsid w:val="00B92F68"/>
    <w:rsid w:val="00BB1FDB"/>
    <w:rsid w:val="00BC46E0"/>
    <w:rsid w:val="00BC6428"/>
    <w:rsid w:val="00BF5EB3"/>
    <w:rsid w:val="00C01F72"/>
    <w:rsid w:val="00C11049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C2326"/>
    <w:rsid w:val="00CE3698"/>
    <w:rsid w:val="00CF6440"/>
    <w:rsid w:val="00D03175"/>
    <w:rsid w:val="00D03892"/>
    <w:rsid w:val="00D05344"/>
    <w:rsid w:val="00D32604"/>
    <w:rsid w:val="00D41BC7"/>
    <w:rsid w:val="00D42334"/>
    <w:rsid w:val="00D47ECD"/>
    <w:rsid w:val="00D57C25"/>
    <w:rsid w:val="00D67F3A"/>
    <w:rsid w:val="00D7295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55DC1"/>
    <w:rsid w:val="00E61129"/>
    <w:rsid w:val="00E641FE"/>
    <w:rsid w:val="00E70379"/>
    <w:rsid w:val="00E71205"/>
    <w:rsid w:val="00E74666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7F4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C5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25FB"/>
    <w:pPr>
      <w:pBdr>
        <w:bottom w:val="single" w:sz="4" w:space="1" w:color="3C5D9F"/>
      </w:pBdr>
      <w:tabs>
        <w:tab w:val="right" w:pos="9420"/>
      </w:tabs>
      <w:spacing w:before="16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  <w:style w:type="character" w:customStyle="1" w:styleId="Schriftrot">
    <w:name w:val="Schrift rot"/>
    <w:basedOn w:val="DefaultParagraphFont"/>
    <w:uiPriority w:val="1"/>
    <w:qFormat/>
    <w:rsid w:val="002025F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25FB"/>
    <w:pPr>
      <w:pBdr>
        <w:bottom w:val="single" w:sz="4" w:space="1" w:color="3C5D9F"/>
      </w:pBdr>
      <w:tabs>
        <w:tab w:val="right" w:pos="9420"/>
      </w:tabs>
      <w:spacing w:before="16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791B36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paragraph" w:customStyle="1" w:styleId="Checkbox">
    <w:name w:val="Checkbox"/>
    <w:basedOn w:val="ListParagraph"/>
    <w:qFormat/>
    <w:rsid w:val="00791B36"/>
    <w:pPr>
      <w:numPr>
        <w:numId w:val="24"/>
      </w:numPr>
      <w:tabs>
        <w:tab w:val="left" w:pos="510"/>
      </w:tabs>
    </w:pPr>
  </w:style>
  <w:style w:type="character" w:customStyle="1" w:styleId="CheckboxText">
    <w:name w:val="Checkbox Text"/>
    <w:basedOn w:val="NoSpacingChar"/>
    <w:uiPriority w:val="1"/>
    <w:qFormat/>
    <w:rsid w:val="009D4E5B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  <w:style w:type="character" w:customStyle="1" w:styleId="Schriftrot">
    <w:name w:val="Schrift rot"/>
    <w:basedOn w:val="DefaultParagraphFont"/>
    <w:uiPriority w:val="1"/>
    <w:qFormat/>
    <w:rsid w:val="002025FB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286D-4CA6-FA4A-A07F-F4644B1C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48</TotalTime>
  <Pages>1</Pages>
  <Words>342</Words>
  <Characters>1954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2292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2014-10-12T09:33:00Z</cp:lastPrinted>
  <dcterms:created xsi:type="dcterms:W3CDTF">2014-09-17T22:27:00Z</dcterms:created>
  <dcterms:modified xsi:type="dcterms:W3CDTF">2014-10-12T09:33:00Z</dcterms:modified>
  <cp:category/>
</cp:coreProperties>
</file>