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8F56C" w14:textId="310F6511" w:rsidR="007620D2" w:rsidRPr="00C27D3B" w:rsidRDefault="001373A3" w:rsidP="00747BFF">
      <w:pPr>
        <w:pStyle w:val="AufgabenID"/>
        <w:tabs>
          <w:tab w:val="right" w:pos="9420"/>
        </w:tabs>
      </w:pPr>
      <w:bookmarkStart w:id="0" w:name="_GoBack"/>
      <w:bookmarkEnd w:id="0"/>
      <w:r w:rsidRPr="001373A3">
        <w:t>ZAHLENMAUERN</w:t>
      </w:r>
      <w:r w:rsidR="00747BFF" w:rsidRPr="00747BFF">
        <w:t xml:space="preserve"> </w:t>
      </w:r>
      <w:r w:rsidR="00747BFF">
        <w:tab/>
      </w:r>
      <w:r w:rsidR="00747BFF" w:rsidRPr="009C6D16">
        <w:rPr>
          <w:rStyle w:val="Eingabefeld0"/>
          <w:bCs w:val="0"/>
          <w:color w:val="E50600"/>
          <w:position w:val="0"/>
          <w:sz w:val="28"/>
          <w:szCs w:val="28"/>
        </w:rPr>
        <w:t>Ab September</w:t>
      </w:r>
    </w:p>
    <w:p w14:paraId="45FC1803" w14:textId="35D4DF74" w:rsidR="004C67C9" w:rsidRPr="00A40882" w:rsidRDefault="00A42650" w:rsidP="00166ED4">
      <w:pPr>
        <w:pStyle w:val="KurzbeschriebTitel"/>
      </w:pPr>
      <w:r w:rsidRPr="00EF7104">
        <w:t>Lösungen</w:t>
      </w:r>
      <w:r w:rsidR="00D41BC7">
        <w:tab/>
      </w:r>
    </w:p>
    <w:p w14:paraId="7331F497" w14:textId="401212DB" w:rsidR="00017B2B" w:rsidRPr="00414C36" w:rsidRDefault="00414C36" w:rsidP="00B456DB">
      <w:pPr>
        <w:spacing w:after="0"/>
        <w:rPr>
          <w:b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1C568541" wp14:editId="5B397960">
                <wp:simplePos x="0" y="0"/>
                <wp:positionH relativeFrom="column">
                  <wp:posOffset>3086100</wp:posOffset>
                </wp:positionH>
                <wp:positionV relativeFrom="paragraph">
                  <wp:posOffset>407670</wp:posOffset>
                </wp:positionV>
                <wp:extent cx="1551305" cy="685800"/>
                <wp:effectExtent l="0" t="0" r="23495" b="2540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305" cy="685800"/>
                          <a:chOff x="0" y="0"/>
                          <a:chExt cx="1551305" cy="685800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E2E733" w14:textId="3877AC5C" w:rsidR="000A00AE" w:rsidRPr="007267EB" w:rsidRDefault="000A00AE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6C6AAF" w14:textId="12DD2B65" w:rsidR="000A00AE" w:rsidRPr="007267EB" w:rsidRDefault="000A00AE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1816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95F3A8" w14:textId="6F888DAB" w:rsidR="000A00AE" w:rsidRPr="007267EB" w:rsidRDefault="000A00AE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772160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2BF005" w14:textId="43E3BE16" w:rsidR="000A00AE" w:rsidRPr="007267EB" w:rsidRDefault="000A00AE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E15AEE" w14:textId="22207B3F" w:rsidR="000A00AE" w:rsidRPr="007267EB" w:rsidRDefault="000A00AE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103378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775D24" w14:textId="07A7272D" w:rsidR="000A00AE" w:rsidRPr="007267EB" w:rsidRDefault="000A00AE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8" o:spid="_x0000_s1026" style="position:absolute;margin-left:243pt;margin-top:32.1pt;width:122.15pt;height:54pt;z-index:251586560;mso-width-relative:margin" coordsize="1551305,685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8" o:spid="_x0000_s1027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Jm3wxQAA&#10;ANsAAAAPAAAAZHJzL2Rvd25yZXYueG1sRI/dasJAEIXvhb7DMkLv6sYqoqmriKX+gFKqPsCYnSah&#10;2dmQXTW+vXNR8G6Gc+acb6bz1lXqSk0oPRvo9xJQxJm3JecGTsevtzGoEJEtVp7JwJ0CzGcvnSmm&#10;1t/4h66HmCsJ4ZCigSLGOtU6ZAU5DD1fE4v26xuHUdYm17bBm4S7Sr8nyUg7LFkaCqxpWVD2d7g4&#10;A9/n7W5yH67Wg8/KrvaD8+ZyKofGvHbbxQeoSG18mv+vN1bwBVZ+kQH07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0mbfDFAAAA2wAAAA8AAAAAAAAAAAAAAAAAlwIAAGRycy9k&#10;b3ducmV2LnhtbFBLBQYAAAAABAAEAPUAAACJAwAAAAA=&#10;" filled="f" strokeweight="1pt">
                  <v:textbox inset="1mm,0,1mm,0">
                    <w:txbxContent>
                      <w:p w14:paraId="30E2E733" w14:textId="3877AC5C" w:rsidR="000A00AE" w:rsidRPr="007267EB" w:rsidRDefault="000A00AE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16</w:t>
                        </w:r>
                      </w:p>
                    </w:txbxContent>
                  </v:textbox>
                </v:shape>
                <v:shape id="Text Box 19" o:spid="_x0000_s1028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ashrwwAA&#10;ANsAAAAPAAAAZHJzL2Rvd25yZXYueG1sRE/basJAEH0v+A/LCH1rNm1ENLoJpaXWgiJePmDMTpPQ&#10;7GzIrjH+fVco9G0O5zrLfDCN6KlztWUFz1EMgriwuuZSwen48TQD4TyyxsYyKbiRgzwbPSwx1fbK&#10;e+oPvhQhhF2KCirv21RKV1Rk0EW2JQ7ct+0M+gC7UuoOryHcNPIljqfSYM2hocKW3ioqfg4Xo2B3&#10;/trMb5PVZ/Le6NU2Oa8vp3qi1ON4eF2A8DT4f/Gfe63D/DncfwkHy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ashrwwAAANsAAAAPAAAAAAAAAAAAAAAAAJcCAABkcnMvZG93&#10;bnJldi54bWxQSwUGAAAAAAQABAD1AAAAhwMAAAAA&#10;" filled="f" strokeweight="1pt">
                  <v:textbox inset="1mm,0,1mm,0">
                    <w:txbxContent>
                      <w:p w14:paraId="506C6AAF" w14:textId="12DD2B65" w:rsidR="000A00AE" w:rsidRPr="007267EB" w:rsidRDefault="000A00AE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  <v:shape id="Text Box 20" o:spid="_x0000_s1029" type="#_x0000_t202" style="position:absolute;left:51816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PKtLwgAA&#10;ANsAAAAPAAAAZHJzL2Rvd25yZXYueG1sRE/dasIwFL4f+A7hCLvT1CpDq2mRjTkHG+LPAxybY1ts&#10;TkoTa3375ULY5cf3v8p6U4uOWldZVjAZRyCIc6srLhScjp+jOQjnkTXWlknBgxxk6eBlhYm2d95T&#10;d/CFCCHsElRQet8kUrq8JINubBviwF1sa9AH2BZSt3gP4aaWcRS9SYMVh4YSG3ovKb8ebkbB7vz9&#10;s3jMNl/Tj1pvfqfn7e1UzZR6HfbrJQhPvf8XP91brSAO68OX8ANk+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08q0vCAAAA2wAAAA8AAAAAAAAAAAAAAAAAlwIAAGRycy9kb3du&#10;cmV2LnhtbFBLBQYAAAAABAAEAPUAAACGAwAAAAA=&#10;" filled="f" strokeweight="1pt">
                  <v:textbox inset="1mm,0,1mm,0">
                    <w:txbxContent>
                      <w:p w14:paraId="4395F3A8" w14:textId="6F888DAB" w:rsidR="000A00AE" w:rsidRPr="007267EB" w:rsidRDefault="000A00AE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shape id="Text Box 21" o:spid="_x0000_s1030" type="#_x0000_t202" style="position:absolute;left:77216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cA7QxgAA&#10;ANsAAAAPAAAAZHJzL2Rvd25yZXYueG1sRI/dasJAFITvC32H5Qi9qxs1FI2uUlpqIyjizwMcs8ck&#10;NHs2ZFeTvL1bKPRymJlvmMWqM5W4U+NKywpGwwgEcWZ1ybmC8+nrdQrCeWSNlWVS0JOD1fL5aYGJ&#10;ti0f6H70uQgQdgkqKLyvEyldVpBBN7Q1cfCutjHog2xyqRtsA9xUchxFb9JgyWGhwJo+Csp+jjej&#10;YH/ZbGd9vP6efFZ6vZtc0tu5jJV6GXTvcxCeOv8f/munWsF4BL9fwg+Qyw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cA7QxgAAANsAAAAPAAAAAAAAAAAAAAAAAJcCAABkcnMv&#10;ZG93bnJldi54bWxQSwUGAAAAAAQABAD1AAAAigMAAAAA&#10;" filled="f" strokeweight="1pt">
                  <v:textbox inset="1mm,0,1mm,0">
                    <w:txbxContent>
                      <w:p w14:paraId="0F2BF005" w14:textId="43E3BE16" w:rsidR="000A00AE" w:rsidRPr="007267EB" w:rsidRDefault="000A00AE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10</w:t>
                        </w:r>
                      </w:p>
                    </w:txbxContent>
                  </v:textbox>
                </v:shape>
                <v:shape id="Text Box 22" o:spid="_x0000_s1031" type="#_x0000_t202" style="position:absolute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opCnxQAA&#10;ANsAAAAPAAAAZHJzL2Rvd25yZXYueG1sRI/RasJAFETfC/2H5Qp9qxujSI1uQmmptWARYz7gmr0m&#10;odm7Ibtq/PuuUOjjMDNnmFU2mFZcqHeNZQWTcQSCuLS64UpBcfh4fgHhPLLG1jIpuJGDLH18WGGi&#10;7ZX3dMl9JQKEXYIKau+7REpX1mTQjW1HHLyT7Q36IPtK6h6vAW5aGUfRXBpsOCzU2NFbTeVPfjYK&#10;dsev7eI2W39O31u9/p4eN+eimSn1NBpelyA8Df4//NfeaAVxDPcv4QfI9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KikKfFAAAA2wAAAA8AAAAAAAAAAAAAAAAAlwIAAGRycy9k&#10;b3ducmV2LnhtbFBLBQYAAAAABAAEAPUAAACJAwAAAAA=&#10;" filled="f" strokeweight="1pt">
                  <v:textbox inset="1mm,0,1mm,0">
                    <w:txbxContent>
                      <w:p w14:paraId="58E15AEE" w14:textId="22207B3F" w:rsidR="000A00AE" w:rsidRPr="007267EB" w:rsidRDefault="000A00AE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32" type="#_x0000_t202" style="position:absolute;left:10337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B61IxQAA&#10;ANsAAAAPAAAAZHJzL2Rvd25yZXYueG1sRI/dasJAFITvC77Dcgq90001FE1dpbQ0VVBK1Qc4Zk+T&#10;YPZsyK75eXu3IPRymJlvmOW6N5VoqXGlZQXPkwgEcWZ1ybmC0/FzPAfhPLLGyjIpGMjBejV6WGKi&#10;bcc/1B58LgKEXYIKCu/rREqXFWTQTWxNHLxf2xj0QTa51A12AW4qOY2iF2mw5LBQYE3vBWWXw9Uo&#10;+D5vd4shTr9mH5VO97Pz5noqY6WeHvu3VxCeev8fvrc3WsE0hr8v4QfI1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IHrUjFAAAA2wAAAA8AAAAAAAAAAAAAAAAAlwIAAGRycy9k&#10;b3ducmV2LnhtbFBLBQYAAAAABAAEAPUAAACJAwAAAAA=&#10;" filled="f" strokeweight="1pt">
                  <v:textbox inset="1mm,0,1mm,0">
                    <w:txbxContent>
                      <w:p w14:paraId="12775D24" w14:textId="07A7272D" w:rsidR="000A00AE" w:rsidRPr="007267EB" w:rsidRDefault="000A00AE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B2B">
        <w:br/>
      </w:r>
      <w:r w:rsidR="00017B2B" w:rsidRPr="00414C36">
        <w:rPr>
          <w:b/>
        </w:rPr>
        <w:t>Beispiel:</w:t>
      </w:r>
    </w:p>
    <w:p w14:paraId="48D23B3E" w14:textId="7DCD3BEC" w:rsidR="00414C36" w:rsidRPr="00414C36" w:rsidRDefault="00414C36" w:rsidP="00414C36">
      <w:r w:rsidRPr="00414C36">
        <w:t xml:space="preserve">Wie man in Zahlenmauern rechnet, weisst du: </w:t>
      </w:r>
      <w:r>
        <w:br/>
      </w:r>
      <w:r w:rsidRPr="00414C36">
        <w:t xml:space="preserve">Man addiert Zahlen, die nebeneinander stehen </w:t>
      </w:r>
      <w:r>
        <w:br/>
      </w:r>
      <w:r w:rsidRPr="00414C36">
        <w:t>und setzt die Summe in den Stein darüber</w:t>
      </w:r>
      <w:r>
        <w:t>.</w:t>
      </w:r>
    </w:p>
    <w:p w14:paraId="68D667E8" w14:textId="1E5208F5" w:rsidR="00414C36" w:rsidRPr="00414C36" w:rsidRDefault="00414C36" w:rsidP="00414C36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6"/>
        <w:gridCol w:w="5097"/>
        <w:gridCol w:w="768"/>
      </w:tblGrid>
      <w:tr w:rsidR="00264CBC" w14:paraId="7B28F45A" w14:textId="77777777" w:rsidTr="00A42650">
        <w:trPr>
          <w:cantSplit/>
          <w:trHeight w:val="1696"/>
        </w:trPr>
        <w:tc>
          <w:tcPr>
            <w:tcW w:w="1884" w:type="pct"/>
          </w:tcPr>
          <w:p w14:paraId="36FBCD1D" w14:textId="6879FBCB" w:rsidR="00264CBC" w:rsidRPr="00264CBC" w:rsidRDefault="00264CBC" w:rsidP="00264CBC">
            <w:r w:rsidRPr="00264CBC">
              <w:t xml:space="preserve">Zahlenmauern können auch breiter </w:t>
            </w:r>
            <w:r>
              <w:br/>
            </w:r>
            <w:r w:rsidRPr="00264CBC">
              <w:t>und höher sein, zum Beispiel so:</w:t>
            </w:r>
          </w:p>
          <w:p w14:paraId="2776D5BD" w14:textId="77777777" w:rsidR="00264CBC" w:rsidRPr="00166ED4" w:rsidRDefault="00264CBC" w:rsidP="00166ED4"/>
        </w:tc>
        <w:tc>
          <w:tcPr>
            <w:tcW w:w="2708" w:type="pct"/>
          </w:tcPr>
          <w:p w14:paraId="14F28808" w14:textId="1BC00DE5" w:rsidR="00264CBC" w:rsidRDefault="00264CBC" w:rsidP="00166ED4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14208" behindDoc="0" locked="0" layoutInCell="1" allowOverlap="1" wp14:anchorId="14C5EDB9" wp14:editId="46F247AB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-8890</wp:posOffset>
                      </wp:positionV>
                      <wp:extent cx="3103245" cy="918210"/>
                      <wp:effectExtent l="0" t="0" r="20955" b="21590"/>
                      <wp:wrapSquare wrapText="bothSides"/>
                      <wp:docPr id="119" name="Group 1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03245" cy="918210"/>
                                <a:chOff x="0" y="0"/>
                                <a:chExt cx="3103245" cy="918210"/>
                              </a:xfrm>
                            </wpg:grpSpPr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515620" y="2273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2FCE35" w14:textId="125ADC81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257175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2017A3F" w14:textId="50AB6182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Text Box 67"/>
                              <wps:cNvSpPr txBox="1"/>
                              <wps:spPr>
                                <a:xfrm>
                                  <a:off x="51816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CC32B4" w14:textId="6668023D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6"/>
                              <wps:cNvSpPr txBox="1"/>
                              <wps:spPr>
                                <a:xfrm>
                                  <a:off x="772160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98982EB" w14:textId="7CEEFAFC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Text Box 66"/>
                              <wps:cNvSpPr txBox="1"/>
                              <wps:spPr>
                                <a:xfrm>
                                  <a:off x="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CBCB294" w14:textId="2EF1F592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Text Box 65"/>
                              <wps:cNvSpPr txBox="1"/>
                              <wps:spPr>
                                <a:xfrm>
                                  <a:off x="103378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5C26BEA" w14:textId="65C1DF95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Text Box 69"/>
                              <wps:cNvSpPr txBox="1"/>
                              <wps:spPr>
                                <a:xfrm>
                                  <a:off x="207010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B2FBED0" w14:textId="5630AFB5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Text Box 85"/>
                              <wps:cNvSpPr txBox="1"/>
                              <wps:spPr>
                                <a:xfrm>
                                  <a:off x="155194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FD33B20" w14:textId="1B03436B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Text Box 86"/>
                              <wps:cNvSpPr txBox="1"/>
                              <wps:spPr>
                                <a:xfrm>
                                  <a:off x="258572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ADAA97" w14:textId="15FFF569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Text Box 87"/>
                              <wps:cNvSpPr txBox="1"/>
                              <wps:spPr>
                                <a:xfrm>
                                  <a:off x="180848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69AB11" w14:textId="73084659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Text Box 88"/>
                              <wps:cNvSpPr txBox="1"/>
                              <wps:spPr>
                                <a:xfrm>
                                  <a:off x="129032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354F342" w14:textId="111A0000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Text Box 89"/>
                              <wps:cNvSpPr txBox="1"/>
                              <wps:spPr>
                                <a:xfrm>
                                  <a:off x="232410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7F4F0CC" w14:textId="02D496D5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Text Box 90"/>
                              <wps:cNvSpPr txBox="1"/>
                              <wps:spPr>
                                <a:xfrm>
                                  <a:off x="1033780" y="2286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545D7E" w14:textId="5A0E2F80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Text Box 91"/>
                              <wps:cNvSpPr txBox="1"/>
                              <wps:spPr>
                                <a:xfrm>
                                  <a:off x="207010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7477634" w14:textId="039DD5FE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Text Box 92"/>
                              <wps:cNvSpPr txBox="1"/>
                              <wps:spPr>
                                <a:xfrm>
                                  <a:off x="155194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6EEFDF3" w14:textId="75163209" w:rsidR="000A00AE" w:rsidRPr="007267EB" w:rsidRDefault="000A00AE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Text Box 98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0895538" w14:textId="46A29204" w:rsidR="000A00AE" w:rsidRPr="007267EB" w:rsidRDefault="000A00AE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Text Box 99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08C02AB" w14:textId="556D6F95" w:rsidR="000A00AE" w:rsidRPr="007267EB" w:rsidRDefault="000A00AE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BDF8C5" w14:textId="46DB338F" w:rsidR="000A00AE" w:rsidRPr="007267EB" w:rsidRDefault="000A00AE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72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19" o:spid="_x0000_s1033" style="position:absolute;margin-left:4.45pt;margin-top:-.65pt;width:244.35pt;height:72.3pt;z-index:251614208" coordsize="3103245,918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">
                      <v:shape id="Text Box 25" o:spid="_x0000_s1034" type="#_x0000_t202" style="position:absolute;left:515620;top:2273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dTOPxAAA&#10;ANsAAAAPAAAAZHJzL2Rvd25yZXYueG1sRI/dasJAFITvC77DcgTv6kalRaKr+IPgRQvV+ADH7DEb&#10;zJ4N2TVGn75bKHg5zMw3zHzZ2Uq01PjSsYLRMAFBnDtdcqHglO3epyB8QNZYOSYFD/KwXPTe5phq&#10;d+cDtcdQiAhhn6ICE0KdSulzQxb90NXE0bu4xmKIsimkbvAe4baS4yT5lBZLjgsGa9oYyq/Hm1WQ&#10;nb+m293Pty8nWbt6rk12Xk+2Sg363WoGIlAXXuH/9l4rGH/A35f4A+Ti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XUzj8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4C2FCE35" w14:textId="125ADC81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  <v:shape id="Text Box 31" o:spid="_x0000_s1035" type="#_x0000_t202" style="position:absolute;left:257175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l6NRxQAA&#10;ANsAAAAPAAAAZHJzL2Rvd25yZXYueG1sRI/dasJAFITvC32H5RS8qxsNiKSu4g9CLyxo0gc4Zk+z&#10;odmzIbuN0afvCoKXw8x8wyxWg21ET52vHSuYjBMQxKXTNVcKvov9+xyED8gaG8ek4EoeVsvXlwVm&#10;2l34RH0eKhEh7DNUYEJoMyl9aciiH7uWOHo/rrMYouwqqTu8RLht5DRJZtJizXHBYEtbQ+Vv/mcV&#10;FOfDfLc/fvk6Lfr1bWOK8ybdKTV6G9YfIAIN4Rl+tD+1gnQC9y/xB8j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OXo1HFAAAA2wAAAA8AAAAAAAAAAAAAAAAAlwIAAGRycy9k&#10;b3ducmV2LnhtbFBLBQYAAAAABAAEAPUAAACJAwAAAAA=&#10;" fillcolor="#cae4ff" strokeweight="1pt">
                        <v:textbox inset="1mm,0,1mm,0">
                          <w:txbxContent>
                            <w:p w14:paraId="72017A3F" w14:textId="50AB6182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67" o:spid="_x0000_s1036" type="#_x0000_t202" style="position:absolute;left:51816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gbGjxQAA&#10;ANsAAAAPAAAAZHJzL2Rvd25yZXYueG1sRI/dasJAFITvhb7Dcgq9040KKmk24g9CL1pQ4wMcs6fZ&#10;YPZsyG5j2qfvFgpeDjPzDZOtB9uInjpfO1YwnSQgiEuna64UXIrDeAXCB2SNjWNS8E0e1vnTKMNU&#10;uzufqD+HSkQI+xQVmBDaVEpfGrLoJ64ljt6n6yyGKLtK6g7vEW4bOUuShbRYc1ww2NLOUHk7f1kF&#10;xfV9tT8cP3w9L/rNz9YU1+18r9TL87B5BRFoCI/wf/tNK1gs4e9L/AEy/w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CBsaPFAAAA2wAAAA8AAAAAAAAAAAAAAAAAlwIAAGRycy9k&#10;b3ducmV2LnhtbFBLBQYAAAAABAAEAPUAAACJAwAAAAA=&#10;" fillcolor="#cae4ff" strokeweight="1pt">
                        <v:textbox inset="1mm,0,1mm,0">
                          <w:txbxContent>
                            <w:p w14:paraId="1ACC32B4" w14:textId="6668023D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6" o:spid="_x0000_s1037" type="#_x0000_t202" style="position:absolute;left:772160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p634xAAA&#10;ANsAAAAPAAAAZHJzL2Rvd25yZXYueG1sRI/disIwFITvF3yHcATv1lQFkWoUfxC8UNi1PsCxOTbF&#10;5qQ0sdZ9+o2wsJfDzHzDLFadrURLjS8dKxgNExDEudMlFwou2f5zBsIHZI2VY1LwIg+rZe9jgal2&#10;T/6m9hwKESHsU1RgQqhTKX1uyKIfupo4ejfXWAxRNoXUDT4j3FZynCRTabHkuGCwpq2h/H5+WAXZ&#10;9Tjb7b9Ovpxk7fpnY7LrZrJTatDv1nMQgbrwH/5rH7SC8RTeX+IPkM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aet+M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598982EB" w14:textId="7CEEFAFC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66" o:spid="_x0000_s1038" type="#_x0000_t202" style="position:absolute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zRQ4xAAA&#10;ANsAAAAPAAAAZHJzL2Rvd25yZXYueG1sRI/dasJAFITvC77DcgTv6sYKQaKr+IPghUJrfIBj9pgN&#10;Zs+G7DbGPn1XKPRymJlvmMWqt7XoqPWVYwWTcQKCuHC64lLBJd+/z0D4gKyxdkwKnuRhtRy8LTDT&#10;7sFf1J1DKSKEfYYKTAhNJqUvDFn0Y9cQR+/mWoshyraUusVHhNtafiRJKi1WHBcMNrQ1VNzP31ZB&#10;fj3OdvvPk6+mebf+2Zj8upnulBoN+/UcRKA+/If/2getIE3h9SX+ALn8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80UOM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5CBCB294" w14:textId="2EF1F592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65" o:spid="_x0000_s1039" type="#_x0000_t202" style="position:absolute;left:103378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H4pPxAAA&#10;ANsAAAAPAAAAZHJzL2Rvd25yZXYueG1sRI/dasJAFITvC77DcoTe1Y2KItFV/EHwooVqfIBj9pgN&#10;Zs+G7DbGPr1bKHg5zMw3zGLV2Uq01PjSsYLhIAFBnDtdcqHgnO0/ZiB8QNZYOSYFD/KwWvbeFphq&#10;d+cjtadQiAhhn6ICE0KdSulzQxb9wNXE0bu6xmKIsimkbvAe4baSoySZSoslxwWDNW0N5bfTj1WQ&#10;XT5nu/33ly/HWbv+3ZjsshnvlHrvd+s5iEBdeIX/2wetYDqBvy/xB8jl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x+KT8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65C26BEA" w14:textId="65C1DF95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69" o:spid="_x0000_s1040" type="#_x0000_t202" style="position:absolute;left:207010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LsWxgAA&#10;ANsAAAAPAAAAZHJzL2Rvd25yZXYueG1sRI/RasJAFETfC/2H5RZ8M5uqhJq6SqkYU1BKrR9wzd4m&#10;odm7Ibua+PduQejjMDNnmMVqMI24UOdqywqeoxgEcWF1zaWC4/dm/ALCeWSNjWVScCUHq+XjwwJT&#10;bXv+osvBlyJA2KWooPK+TaV0RUUGXWRb4uD92M6gD7Irpe6wD3DTyEkcJ9JgzWGhwpbeKyp+D2ej&#10;4PP0sZtfZ9l2um50tp+e8vOxnik1ehreXkF4Gvx/+N7OtYJkDn9fwg+Qy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bLsWxgAAANsAAAAPAAAAAAAAAAAAAAAAAJcCAABkcnMv&#10;ZG93bnJldi54bWxQSwUGAAAAAAQABAD1AAAAigMAAAAA&#10;" filled="f" strokeweight="1pt">
                        <v:textbox inset="1mm,0,1mm,0">
                          <w:txbxContent>
                            <w:p w14:paraId="6B2FBED0" w14:textId="5630AFB5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85" o:spid="_x0000_s1041" type="#_x0000_t202" style="position:absolute;left:155194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LVfpxgAA&#10;ANsAAAAPAAAAZHJzL2Rvd25yZXYueG1sRI/RasJAFETfhf7Dcgu+1U0bFRuzCUXRWqiUWj/gmr0m&#10;odm7Ibtq/PuuUPBxmJkzTJr3phFn6lxtWcHzKAJBXFhdc6lg/7N6moFwHlljY5kUXMlBnj0MUky0&#10;vfA3nXe+FAHCLkEFlfdtIqUrKjLoRrYlDt7RdgZ9kF0pdYeXADeNfImiqTRYc1iosKVFRcXv7mQU&#10;fB0+Pl+v4/V7vGz0ehsfNqd9PVZq+Ni/zUF46v09/N/eaAWzCdy+hB8gs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7LVfpxgAAANsAAAAPAAAAAAAAAAAAAAAAAJcCAABkcnMv&#10;ZG93bnJldi54bWxQSwUGAAAAAAQABAD1AAAAigMAAAAA&#10;" filled="f" strokeweight="1pt">
                        <v:textbox inset="1mm,0,1mm,0">
                          <w:txbxContent>
                            <w:p w14:paraId="2FD33B20" w14:textId="1B03436B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86" o:spid="_x0000_s1042" type="#_x0000_t202" style="position:absolute;left:258572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/8mexQAA&#10;ANsAAAAPAAAAZHJzL2Rvd25yZXYueG1sRI/RasJAFETfBf9huULfdGMVsWk2QSpaCxWp9QNustck&#10;mL0bsqvGv+8WCn0cZuYMk2S9acSNOldbVjCdRCCIC6trLhWcvjfjJQjnkTU2lknBgxxk6XCQYKzt&#10;nb/odvSlCBB2MSqovG9jKV1RkUE3sS1x8M62M+iD7EqpO7wHuGnkcxQtpMGaw0KFLb1VVFyOV6Pg&#10;kH98vjzm2/fZutHb/SzfXU/1XKmnUb96BeGp9//hv/ZOK1gu4PdL+AEy/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v/yZ7FAAAA2wAAAA8AAAAAAAAAAAAAAAAAlwIAAGRycy9k&#10;b3ducmV2LnhtbFBLBQYAAAAABAAEAPUAAACJAwAAAAA=&#10;" filled="f" strokeweight="1pt">
                        <v:textbox inset="1mm,0,1mm,0">
                          <w:txbxContent>
                            <w:p w14:paraId="10ADAA97" w14:textId="15FFF569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87" o:spid="_x0000_s1043" type="#_x0000_t202" style="position:absolute;left:18084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s2wFxgAA&#10;ANsAAAAPAAAAZHJzL2Rvd25yZXYueG1sRI/RasJAFETfhf7Dcgu+1U0bURuzCUXRWqiUWj/gmr0m&#10;odm7Ibtq/PuuUPBxmJkzTJr3phFn6lxtWcHzKAJBXFhdc6lg/7N6moFwHlljY5kUXMlBnj0MUky0&#10;vfA3nXe+FAHCLkEFlfdtIqUrKjLoRrYlDt7RdgZ9kF0pdYeXADeNfImiiTRYc1iosKVFRcXv7mQU&#10;fB0+Pl+v4/V7vGz0ehsfNqd9PVZq+Ni/zUF46v09/N/eaAWzKdy+hB8gs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ks2wFxgAAANsAAAAPAAAAAAAAAAAAAAAAAJcCAABkcnMv&#10;ZG93bnJldi54bWxQSwUGAAAAAAQABAD1AAAAigMAAAAA&#10;" filled="f" strokeweight="1pt">
                        <v:textbox inset="1mm,0,1mm,0">
                          <w:txbxContent>
                            <w:p w14:paraId="7169AB11" w14:textId="73084659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18</w:t>
                              </w:r>
                            </w:p>
                          </w:txbxContent>
                        </v:textbox>
                      </v:shape>
                      <v:shape id="Text Box 88" o:spid="_x0000_s1044" type="#_x0000_t202" style="position:absolute;left:129032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LPh3wgAA&#10;ANsAAAAPAAAAZHJzL2Rvd25yZXYueG1sRE/LisIwFN0L/kO4wuzG1AeinUYRZXyAMoz6AbfNnbbY&#10;3JQmav17sxhweTjvZNGaStypcaVlBYN+BII4s7rkXMHl/P05BeE8ssbKMil4koPFvNtJMNb2wb90&#10;P/lchBB2MSoovK9jKV1WkEHXtzVx4P5sY9AH2ORSN/gI4aaSwyiaSIMlh4YCa1oVlF1PN6PgJ90f&#10;Zs/xZjtaV3pzHKW726UcK/XRa5dfIDy1/i3+d++0gmkYG76EHyDn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Us+HfCAAAA2wAAAA8AAAAAAAAAAAAAAAAAlwIAAGRycy9kb3du&#10;cmV2LnhtbFBLBQYAAAAABAAEAPUAAACGAwAAAAA=&#10;" filled="f" strokeweight="1pt">
                        <v:textbox inset="1mm,0,1mm,0">
                          <w:txbxContent>
                            <w:p w14:paraId="6354F342" w14:textId="111A0000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14</w:t>
                              </w:r>
                            </w:p>
                          </w:txbxContent>
                        </v:textbox>
                      </v:shape>
                      <v:shape id="Text Box 89" o:spid="_x0000_s1045" type="#_x0000_t202" style="position:absolute;left:232410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YF3sxgAA&#10;ANsAAAAPAAAAZHJzL2Rvd25yZXYueG1sRI/RasJAFETfC/2H5RZ8azZVkZi6SqkYU7CUWj/gmr1N&#10;QrN3Q3Y18e/dguDjMDNnmMVqMI04U+dqywpeohgEcWF1zaWCw8/mOQHhPLLGxjIpuJCD1fLxYYGp&#10;tj1/03nvSxEg7FJUUHnfplK6oiKDLrItcfB+bWfQB9mVUnfYB7hp5DiOZ9JgzWGhwpbeKyr+9iej&#10;4Ov4sZtfptl2sm509jk55qdDPVVq9DS8vYLwNPh7+NbOtYJkDv9fwg+Qy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6YF3sxgAAANsAAAAPAAAAAAAAAAAAAAAAAJcCAABkcnMv&#10;ZG93bnJldi54bWxQSwUGAAAAAAQABAD1AAAAigMAAAAA&#10;" filled="f" strokeweight="1pt">
                        <v:textbox inset="1mm,0,1mm,0">
                          <w:txbxContent>
                            <w:p w14:paraId="57F4F0CC" w14:textId="02D496D5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22</w:t>
                              </w:r>
                            </w:p>
                          </w:txbxContent>
                        </v:textbox>
                      </v:shape>
                      <v:shape id="Text Box 90" o:spid="_x0000_s1046" type="#_x0000_t202" style="position:absolute;left:103378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g2KswgAA&#10;ANsAAAAPAAAAZHJzL2Rvd25yZXYueG1sRE/dasIwFL4f+A7hCN5p6lqGVqOMDTsHG+LPAxybY1ts&#10;TkoTbX375ULY5cf3v1z3phZ3al1lWcF0EoEgzq2uuFBwOm7GMxDOI2usLZOCBzlYrwYvS0y17XhP&#10;94MvRAhhl6KC0vsmldLlJRl0E9sQB+5iW4M+wLaQusUuhJtavkbRmzRYcWgosaGPkvLr4WYU7M7f&#10;P/NHkn3Fn7XOfuPz9naqEqVGw/59AcJT7//FT/dWK5iH9eFL+AFy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6DYqzCAAAA2wAAAA8AAAAAAAAAAAAAAAAAlwIAAGRycy9kb3du&#10;cmV2LnhtbFBLBQYAAAAABAAEAPUAAACGAwAAAAA=&#10;" filled="f" strokeweight="1pt">
                        <v:textbox inset="1mm,0,1mm,0">
                          <w:txbxContent>
                            <w:p w14:paraId="4C545D7E" w14:textId="5A0E2F80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24</w:t>
                              </w:r>
                            </w:p>
                          </w:txbxContent>
                        </v:textbox>
                      </v:shape>
                      <v:shape id="Text Box 91" o:spid="_x0000_s1047" type="#_x0000_t202" style="position:absolute;left:207010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z8c3xgAA&#10;ANsAAAAPAAAAZHJzL2Rvd25yZXYueG1sRI/dasJAFITvC77DcgTvmo01iEldpbTUH2iRWh/gmD1N&#10;QrNnQ3Zj4tu7QqGXw8x8wyzXg6nFhVpXWVYwjWIQxLnVFRcKTt/vjwsQziNrrC2Tgis5WK9GD0vM&#10;tO35iy5HX4gAYZehgtL7JpPS5SUZdJFtiIP3Y1uDPsi2kLrFPsBNLZ/ieC4NVhwWSmzotaT899gZ&#10;BYfz/iO9Jpvt7K3Wm8/ZededqkSpyXh4eQbhafD/4b/2TitIp3D/En6AXN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Bz8c3xgAAANsAAAAPAAAAAAAAAAAAAAAAAJcCAABkcnMv&#10;ZG93bnJldi54bWxQSwUGAAAAAAQABAD1AAAAigMAAAAA&#10;" filled="f" strokeweight="1pt">
                        <v:textbox inset="1mm,0,1mm,0">
                          <w:txbxContent>
                            <w:p w14:paraId="47477634" w14:textId="039DD5FE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shape id="Text Box 92" o:spid="_x0000_s1048" type="#_x0000_t202" style="position:absolute;left:155194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HVlAxQAA&#10;ANsAAAAPAAAAZHJzL2Rvd25yZXYueG1sRI/disIwFITvBd8hHME7m/qDaNcoovizsIus6wMcm7Nt&#10;sTkpTdT69htB8HKYmW+Y2aIxpbhR7QrLCvpRDII4tbrgTMHpd9ObgHAeWWNpmRQ8yMFi3m7NMNH2&#10;zj90O/pMBAi7BBXk3leJlC7NyaCLbEUcvD9bG/RB1pnUNd4D3JRyEMdjabDgsJBjRauc0svxahQc&#10;zp9f08douxuuS739Hp7311MxUqrbaZYfIDw1/h1+tfdawXQAzy/hB8j5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EdWUDFAAAA2wAAAA8AAAAAAAAAAAAAAAAAlwIAAGRycy9k&#10;b3ducmV2LnhtbFBLBQYAAAAABAAEAPUAAACJAwAAAAA=&#10;" filled="f" strokeweight="1pt">
                        <v:textbox inset="1mm,0,1mm,0">
                          <w:txbxContent>
                            <w:p w14:paraId="46EEFDF3" w14:textId="75163209" w:rsidR="000A00AE" w:rsidRPr="007267EB" w:rsidRDefault="000A00AE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32</w:t>
                              </w:r>
                            </w:p>
                          </w:txbxContent>
                        </v:textbox>
                      </v:shape>
                      <v:shape id="Text Box 98" o:spid="_x0000_s1049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9W6qwgAA&#10;ANsAAAAPAAAAZHJzL2Rvd25yZXYueG1sRE/dasIwFL4f+A7hCN5p6lqGVqOMDTsHG+LPAxybY1ts&#10;TkoTbX375ULY5cf3v1z3phZ3al1lWcF0EoEgzq2uuFBwOm7GMxDOI2usLZOCBzlYrwYvS0y17XhP&#10;94MvRAhhl6KC0vsmldLlJRl0E9sQB+5iW4M+wLaQusUuhJtavkbRmzRYcWgosaGPkvLr4WYU7M7f&#10;P/NHkn3Fn7XOfuPz9naqEqVGw/59AcJT7//FT/dWK5iHseFL+AFy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D1bqrCAAAA2wAAAA8AAAAAAAAAAAAAAAAAlwIAAGRycy9kb3du&#10;cmV2LnhtbFBLBQYAAAAABAAEAPUAAACGAwAAAAA=&#10;" filled="f" strokeweight="1pt">
                        <v:textbox inset="1mm,0,1mm,0">
                          <w:txbxContent>
                            <w:p w14:paraId="30895538" w14:textId="46A29204" w:rsidR="000A00AE" w:rsidRPr="007267EB" w:rsidRDefault="000A00AE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shape id="Text Box 99" o:spid="_x0000_s1050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ucsxxgAA&#10;ANsAAAAPAAAAZHJzL2Rvd25yZXYueG1sRI/dasJAFITvC32H5RR6VzdWKSZmE6Sl1oIi/jzASfaY&#10;BLNnQ3bV+PbdQqGXw8x8w6T5YFpxpd41lhWMRxEI4tLqhisFx8PnywyE88gaW8uk4E4O8uzxIcVE&#10;2xvv6Lr3lQgQdgkqqL3vEildWZNBN7IdcfBOtjfog+wrqXu8Bbhp5WsUvUmDDYeFGjt6r6k87y9G&#10;wbb4Xsf36fJr8tHq5WZSrC7HZqrU89OwmIPwNPj/8F97pRXEMfx+CT9AZj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/ucsxxgAAANsAAAAPAAAAAAAAAAAAAAAAAJcCAABkcnMv&#10;ZG93bnJldi54bWxQSwUGAAAAAAQABAD1AAAAigMAAAAA&#10;" filled="f" strokeweight="1pt">
                        <v:textbox inset="1mm,0,1mm,0">
                          <w:txbxContent>
                            <w:p w14:paraId="008C02AB" w14:textId="556D6F95" w:rsidR="000A00AE" w:rsidRPr="007267EB" w:rsidRDefault="000A00AE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56</w:t>
                              </w:r>
                            </w:p>
                          </w:txbxContent>
                        </v:textbox>
                      </v:shape>
                      <v:shape id="Text Box 100" o:spid="_x0000_s1051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6RhtxgAA&#10;ANwAAAAPAAAAZHJzL2Rvd25yZXYueG1sRI/dasJAEIXvhb7DMkLv6sYqRaOriKXWgiL+PMCYHZPQ&#10;7GzIrhrfvnNR8G6Gc+acb6bz1lXqRk0oPRvo9xJQxJm3JecGTsevtxGoEJEtVp7JwIMCzGcvnSmm&#10;1t95T7dDzJWEcEjRQBFjnWodsoIchp6viUW7+MZhlLXJtW3wLuGu0u9J8qEdliwNBda0LCj7PVyd&#10;gd35ZzN+DFffg8/KrraD8/p6KofGvHbbxQRUpDY+zf/Xayv4ieDLMzKBnv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J6RhtxgAAANwAAAAPAAAAAAAAAAAAAAAAAJcCAABkcnMv&#10;ZG93bnJldi54bWxQSwUGAAAAAAQABAD1AAAAigMAAAAA&#10;" filled="f" strokeweight="1pt">
                        <v:textbox inset="1mm,0,1mm,0">
                          <w:txbxContent>
                            <w:p w14:paraId="71BDF8C5" w14:textId="46DB338F" w:rsidR="000A00AE" w:rsidRPr="007267EB" w:rsidRDefault="000A00AE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72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408" w:type="pct"/>
          </w:tcPr>
          <w:p w14:paraId="0A08A681" w14:textId="77777777" w:rsidR="00264CBC" w:rsidRDefault="00264CBC" w:rsidP="00264CBC">
            <w:pPr>
              <w:spacing w:after="100"/>
              <w:jc w:val="right"/>
            </w:pPr>
            <w:r w:rsidRPr="00264CBC">
              <w:t>4.Zeile</w:t>
            </w:r>
          </w:p>
          <w:p w14:paraId="537062D9" w14:textId="0A4062DA" w:rsidR="00264CBC" w:rsidRDefault="00264CBC" w:rsidP="00264CBC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4FD0B44B" w14:textId="13670C41" w:rsidR="00264CBC" w:rsidRDefault="00264CBC" w:rsidP="00264CBC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3759629D" w14:textId="6BDD9B4F" w:rsidR="00264CBC" w:rsidRPr="00264CBC" w:rsidRDefault="00264CBC" w:rsidP="00264CBC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55D91620" w14:textId="77777777" w:rsidR="005C6001" w:rsidRPr="005C6001" w:rsidRDefault="005C6001" w:rsidP="005C6001">
      <w:pPr>
        <w:rPr>
          <w:b/>
        </w:rPr>
      </w:pPr>
      <w:r w:rsidRPr="005C6001">
        <w:rPr>
          <w:b/>
        </w:rPr>
        <w:t xml:space="preserve">Beschreibung: </w:t>
      </w:r>
    </w:p>
    <w:p w14:paraId="5D76731C" w14:textId="04329D79" w:rsidR="005C6001" w:rsidRPr="005C6001" w:rsidRDefault="005C6001" w:rsidP="005C6001">
      <w:pPr>
        <w:spacing w:after="80"/>
      </w:pPr>
      <w:r w:rsidRPr="005C6001">
        <w:t>In der untersten Zeile stehen die geraden Zahlen.</w:t>
      </w:r>
    </w:p>
    <w:p w14:paraId="242AE24C" w14:textId="558F35F7" w:rsidR="005C6001" w:rsidRPr="005C6001" w:rsidRDefault="005C6001" w:rsidP="005C6001">
      <w:pPr>
        <w:spacing w:after="80"/>
      </w:pPr>
      <w:r w:rsidRPr="005C6001">
        <w:t>In der 2. Zeile stehen gerade Zahlen, die nicht zur Viererreihe gehören.</w:t>
      </w:r>
    </w:p>
    <w:p w14:paraId="1C385162" w14:textId="72162011" w:rsidR="005C6001" w:rsidRPr="005C6001" w:rsidRDefault="005C6001" w:rsidP="005C6001">
      <w:pPr>
        <w:spacing w:after="80"/>
      </w:pPr>
      <w:r w:rsidRPr="005C6001">
        <w:t>In der 3. Zeile stehen Achterzahlen.</w:t>
      </w:r>
    </w:p>
    <w:p w14:paraId="44378F64" w14:textId="77777777" w:rsidR="00414C36" w:rsidRDefault="00414C36" w:rsidP="00166ED4">
      <w:pPr>
        <w:pStyle w:val="KurzbeschriebTitel"/>
      </w:pPr>
    </w:p>
    <w:p w14:paraId="132EF80C" w14:textId="664B90DB" w:rsidR="00E3400A" w:rsidRPr="00E3400A" w:rsidRDefault="006F1B56" w:rsidP="00166ED4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D7295A">
        <w:t>3</w:t>
      </w:r>
      <w:r w:rsidR="0020629D">
        <w:t xml:space="preserve"> P.</w:t>
      </w:r>
    </w:p>
    <w:p w14:paraId="77B141D0" w14:textId="65CC9951" w:rsidR="00B23375" w:rsidRDefault="00B23375" w:rsidP="00B456DB">
      <w:pPr>
        <w:spacing w:after="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906"/>
        <w:gridCol w:w="670"/>
      </w:tblGrid>
      <w:tr w:rsidR="00084412" w14:paraId="47C8B143" w14:textId="77777777" w:rsidTr="00084412">
        <w:trPr>
          <w:cantSplit/>
        </w:trPr>
        <w:tc>
          <w:tcPr>
            <w:tcW w:w="1506" w:type="pct"/>
          </w:tcPr>
          <w:p w14:paraId="3123A596" w14:textId="77777777" w:rsidR="005C6001" w:rsidRDefault="005C6001" w:rsidP="005C6001">
            <w:r w:rsidRPr="005C6001">
              <w:t xml:space="preserve">Setze in den Zeilen 2 bis 5 überall mindestens drei </w:t>
            </w:r>
            <w:r w:rsidR="00084412">
              <w:br/>
            </w:r>
            <w:r w:rsidRPr="005C6001">
              <w:t>Zahlen ein.</w:t>
            </w:r>
          </w:p>
          <w:p w14:paraId="1C11D473" w14:textId="4E54E12D" w:rsidR="00166ED4" w:rsidRPr="00166ED4" w:rsidRDefault="00166ED4" w:rsidP="00166ED4">
            <w:pPr>
              <w:rPr>
                <w:rStyle w:val="Schriftrot"/>
              </w:rPr>
            </w:pPr>
          </w:p>
        </w:tc>
        <w:tc>
          <w:tcPr>
            <w:tcW w:w="3138" w:type="pct"/>
          </w:tcPr>
          <w:p w14:paraId="730FFB6B" w14:textId="1BCFC109" w:rsidR="005C6001" w:rsidRDefault="00330322" w:rsidP="00166ED4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803648" behindDoc="0" locked="0" layoutInCell="1" allowOverlap="1" wp14:anchorId="0C2D4A1E" wp14:editId="57B4454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618865" cy="1148715"/>
                      <wp:effectExtent l="0" t="0" r="13335" b="19685"/>
                      <wp:wrapThrough wrapText="bothSides">
                        <wp:wrapPolygon edited="0">
                          <wp:start x="5913" y="0"/>
                          <wp:lineTo x="4700" y="3821"/>
                          <wp:lineTo x="4397" y="5254"/>
                          <wp:lineTo x="4397" y="7642"/>
                          <wp:lineTo x="3032" y="8119"/>
                          <wp:lineTo x="1213" y="12418"/>
                          <wp:lineTo x="1213" y="15284"/>
                          <wp:lineTo x="0" y="17194"/>
                          <wp:lineTo x="0" y="21493"/>
                          <wp:lineTo x="21528" y="21493"/>
                          <wp:lineTo x="21528" y="17194"/>
                          <wp:lineTo x="20315" y="15284"/>
                          <wp:lineTo x="20467" y="13373"/>
                          <wp:lineTo x="18496" y="8119"/>
                          <wp:lineTo x="17435" y="6209"/>
                          <wp:lineTo x="16980" y="3821"/>
                          <wp:lineTo x="15767" y="0"/>
                          <wp:lineTo x="5913" y="0"/>
                        </wp:wrapPolygon>
                      </wp:wrapThrough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8865" cy="1148715"/>
                                <a:chOff x="0" y="0"/>
                                <a:chExt cx="3618865" cy="1148715"/>
                              </a:xfrm>
                            </wpg:grpSpPr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129032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CD01BE" w14:textId="4DC6E9B7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Text Box 156"/>
                              <wps:cNvSpPr txBox="1"/>
                              <wps:spPr>
                                <a:xfrm>
                                  <a:off x="515620" y="4578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70F44C6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Text Box 157"/>
                              <wps:cNvSpPr txBox="1"/>
                              <wps:spPr>
                                <a:xfrm>
                                  <a:off x="257175" y="6864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FCE1D72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Text Box 158"/>
                              <wps:cNvSpPr txBox="1"/>
                              <wps:spPr>
                                <a:xfrm>
                                  <a:off x="51816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14C7D1F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Text Box 159"/>
                              <wps:cNvSpPr txBox="1"/>
                              <wps:spPr>
                                <a:xfrm>
                                  <a:off x="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E68FEE1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" name="Text Box 160"/>
                              <wps:cNvSpPr txBox="1"/>
                              <wps:spPr>
                                <a:xfrm>
                                  <a:off x="103378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D06D7CE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207010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91BA0C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Text Box 162"/>
                              <wps:cNvSpPr txBox="1"/>
                              <wps:spPr>
                                <a:xfrm>
                                  <a:off x="155194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39B51C0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" name="Text Box 163"/>
                              <wps:cNvSpPr txBox="1"/>
                              <wps:spPr>
                                <a:xfrm>
                                  <a:off x="258572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89C021A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Text Box 164"/>
                              <wps:cNvSpPr txBox="1"/>
                              <wps:spPr>
                                <a:xfrm>
                                  <a:off x="180848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40960A2" w14:textId="35FCF2B4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232410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1C8962B" w14:textId="0F82B05F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" name="Text Box 167"/>
                              <wps:cNvSpPr txBox="1"/>
                              <wps:spPr>
                                <a:xfrm>
                                  <a:off x="1033780" y="4591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7358F52" w14:textId="671DDB27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2070100" y="4603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CC7E9E6" w14:textId="2995E3EC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Text Box 169"/>
                              <wps:cNvSpPr txBox="1"/>
                              <wps:spPr>
                                <a:xfrm>
                                  <a:off x="1551940" y="4603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C64F45D" w14:textId="2204061E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" name="Text Box 170"/>
                              <wps:cNvSpPr txBox="1"/>
                              <wps:spPr>
                                <a:xfrm>
                                  <a:off x="774700" y="2305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7FF59E2" w14:textId="01972393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1292860" y="2317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27F6E0" w14:textId="104E31E3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" name="Text Box 172"/>
                              <wps:cNvSpPr txBox="1"/>
                              <wps:spPr>
                                <a:xfrm>
                                  <a:off x="1811020" y="2330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A36C150" w14:textId="03EE703E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28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" name="Text Box 173"/>
                              <wps:cNvSpPr txBox="1"/>
                              <wps:spPr>
                                <a:xfrm>
                                  <a:off x="3101340" y="9194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1A2D243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Text Box 174"/>
                              <wps:cNvSpPr txBox="1"/>
                              <wps:spPr>
                                <a:xfrm>
                                  <a:off x="2839720" y="6870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E6910A9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" name="Text Box 175"/>
                              <wps:cNvSpPr txBox="1"/>
                              <wps:spPr>
                                <a:xfrm>
                                  <a:off x="2585720" y="4597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B0DF57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" name="Text Box 176"/>
                              <wps:cNvSpPr txBox="1"/>
                              <wps:spPr>
                                <a:xfrm>
                                  <a:off x="232664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74CC13" w14:textId="77777777" w:rsidR="000A00AE" w:rsidRPr="007267EB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" name="Text Box 177"/>
                              <wps:cNvSpPr txBox="1"/>
                              <wps:spPr>
                                <a:xfrm>
                                  <a:off x="103378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C5A29D" w14:textId="6205954F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Text Box 178"/>
                              <wps:cNvSpPr txBox="1"/>
                              <wps:spPr>
                                <a:xfrm>
                                  <a:off x="155194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6868474" w14:textId="5F31BA91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48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Text Box 179"/>
                              <wps:cNvSpPr txBox="1"/>
                              <wps:spPr>
                                <a:xfrm>
                                  <a:off x="207010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CB1057B" w14:textId="57DC4FE2" w:rsidR="000A00AE" w:rsidRPr="00166ED4" w:rsidRDefault="000A00AE" w:rsidP="00084412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64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77216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ED11711" w14:textId="4C5CBBD9" w:rsidR="000A00AE" w:rsidRPr="007267EB" w:rsidRDefault="000A00AE" w:rsidP="0033032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" o:spid="_x0000_s1052" style="position:absolute;margin-left:0;margin-top:0;width:284.95pt;height:90.45pt;z-index:251803648" coordsize="3618865,114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">
                      <v:shape id="Text Box 165" o:spid="_x0000_s1053" type="#_x0000_t202" style="position:absolute;left:129032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QV5VxAAA&#10;ANwAAAAPAAAAZHJzL2Rvd25yZXYueG1sRE/basJAEH0v+A/LCH2rm6qVNnUTisWooJRaP2DMTpPQ&#10;7GzIrjH+vSsUfJvDuc487U0tOmpdZVnB8ygCQZxbXXGh4PCzfHoF4TyyxtoyKbiQgzQZPMwx1vbM&#10;39TtfSFCCLsYFZTeN7GULi/JoBvZhjhwv7Y16ANsC6lbPIdwU8txFM2kwYpDQ4kNLUrK//Yno+Dr&#10;uNm+XabZavJZ62w3Oa5Ph2qq1OOw/3gH4an3d/G/e63D/NkL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EFeVcQAAADcAAAADwAAAAAAAAAAAAAAAACXAgAAZHJzL2Rv&#10;d25yZXYueG1sUEsFBgAAAAAEAAQA9QAAAIgDAAAAAA==&#10;" filled="f" strokeweight="1pt">
                        <v:textbox inset="1mm,0,1mm,0">
                          <w:txbxContent>
                            <w:p w14:paraId="06CD01BE" w14:textId="4DC6E9B7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56" o:spid="_x0000_s1054" type="#_x0000_t202" style="position:absolute;left:515620;top:4578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/wqfxAAA&#10;ANwAAAAPAAAAZHJzL2Rvd25yZXYueG1sRE/basJAEH0v+A/LCH2rm6qVNnUTisWooJRaP2DMTpPQ&#10;7GzIrjH+vSsUfJvDuc487U0tOmpdZVnB8ygCQZxbXXGh4PCzfHoF4TyyxtoyKbiQgzQZPMwx1vbM&#10;39TtfSFCCLsYFZTeN7GULi/JoBvZhjhwv7Y16ANsC6lbPIdwU8txFM2kwYpDQ4kNLUrK//Yno+Dr&#10;uNm+XabZavJZ62w3Oa5Ph2qq1OOw/3gH4an3d/G/e63D/JcZ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8Kn8QAAADcAAAADwAAAAAAAAAAAAAAAACXAgAAZHJzL2Rv&#10;d25yZXYueG1sUEsFBgAAAAAEAAQA9QAAAIgDAAAAAA==&#10;" filled="f" strokeweight="1pt">
                        <v:textbox inset="1mm,0,1mm,0">
                          <w:txbxContent>
                            <w:p w14:paraId="170F44C6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57" o:spid="_x0000_s1055" type="#_x0000_t202" style="position:absolute;left:257175;top:6864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s68EwwAA&#10;ANwAAAAPAAAAZHJzL2Rvd25yZXYueG1sRE/basJAEH0v+A/LCL7ppt6bukqp1Coo4uUDxuw0CWZn&#10;Q3bV+PeuIPRtDuc6k1ltCnGlyuWWFbx3IhDEidU5pwqOh5/2GITzyBoLy6TgTg5m08bbBGNtb7yj&#10;696nIoSwi1FB5n0ZS+mSjAy6ji2JA/dnK4M+wCqVusJbCDeF7EbRUBrMOTRkWNJ3Rsl5fzEKtqfV&#10;+uPeX/z25oVebHqn5eWY95VqNeuvTxCeav8vfrmXOswfjOD5TLh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s68EwwAAANwAAAAPAAAAAAAAAAAAAAAAAJcCAABkcnMvZG93&#10;bnJldi54bWxQSwUGAAAAAAQABAD1AAAAhwMAAAAA&#10;" filled="f" strokeweight="1pt">
                        <v:textbox inset="1mm,0,1mm,0">
                          <w:txbxContent>
                            <w:p w14:paraId="3FCE1D72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58" o:spid="_x0000_s1056" type="#_x0000_t202" style="position:absolute;left:518160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LDt2xgAA&#10;ANwAAAAPAAAAZHJzL2Rvd25yZXYueG1sRI/RasJAEEXfBf9hGcE33bRqqamrSKXWQkvR+gFjdpoE&#10;s7Mhu2r8e+dB8G2Ge+feM7NF6yp1piaUng08DRNQxJm3JecG9n8fg1dQISJbrDyTgSsFWMy7nRmm&#10;1l94S+ddzJWEcEjRQBFjnWodsoIchqGviUX7943DKGuTa9vgRcJdpZ+T5EU7LFkaCqzpvaDsuDs5&#10;A7+Hr+/pdbz+HK0qu/4ZHTanfTk2pt9rl2+gIrXxYb5fb6zgT4RW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kLDt2xgAAANwAAAAPAAAAAAAAAAAAAAAAAJcCAABkcnMv&#10;ZG93bnJldi54bWxQSwUGAAAAAAQABAD1AAAAigMAAAAA&#10;" filled="f" strokeweight="1pt">
                        <v:textbox inset="1mm,0,1mm,0">
                          <w:txbxContent>
                            <w:p w14:paraId="614C7D1F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59" o:spid="_x0000_s1057" type="#_x0000_t202" style="position:absolute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YJ7txAAA&#10;ANwAAAAPAAAAZHJzL2Rvd25yZXYueG1sRE/basJAEH0X+g/LFPpWNzWxaOoapKVqoUW8fMCYnSah&#10;2dmQXWP8e1co+DaHc51Z1ptadNS6yrKCl2EEgji3uuJCwWH/+TwB4TyyxtoyKbiQg2z+MJhhqu2Z&#10;t9TtfCFCCLsUFZTeN6mULi/JoBvahjhwv7Y16ANsC6lbPIdwU8tRFL1KgxWHhhIbei8p/9udjILN&#10;8et7ekmWq/ij1suf+Lg+HapEqafHfvEGwlPv7+J/91qH+eMp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2Ce7cQAAADcAAAADwAAAAAAAAAAAAAAAACXAgAAZHJzL2Rv&#10;d25yZXYueG1sUEsFBgAAAAAEAAQA9QAAAIgDAAAAAA==&#10;" filled="f" strokeweight="1pt">
                        <v:textbox inset="1mm,0,1mm,0">
                          <w:txbxContent>
                            <w:p w14:paraId="4E68FEE1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160" o:spid="_x0000_s1058" type="#_x0000_t202" style="position:absolute;left:1033780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Nv3NxgAA&#10;ANwAAAAPAAAAZHJzL2Rvd25yZXYueG1sRI/RasJAEEXfBf9hGaFvuqmKtNFViqK1oJSqHzBmp0lo&#10;djZkV41/33kQfJvh3rn3zGzRukpdqQmlZwOvgwQUceZtybmB03HdfwMVIrLFyjMZuFOAxbzbmWFq&#10;/Y1/6HqIuZIQDikaKGKsU61DVpDDMPA1sWi/vnEYZW1ybRu8Sbir9DBJJtphydJQYE3LgrK/w8UZ&#10;+D5/7d7v483naFXZzX503l5O5diYl177MQUVqY1P8+N6awV/IvjyjEyg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UNv3NxgAAANwAAAAPAAAAAAAAAAAAAAAAAJcCAABkcnMv&#10;ZG93bnJldi54bWxQSwUGAAAAAAQABAD1AAAAigMAAAAA&#10;" filled="f" strokeweight="1pt">
                        <v:textbox inset="1mm,0,1mm,0">
                          <w:txbxContent>
                            <w:p w14:paraId="2D06D7CE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61" o:spid="_x0000_s1059" type="#_x0000_t202" style="position:absolute;left:207010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elhWwgAA&#10;ANwAAAAPAAAAZHJzL2Rvd25yZXYueG1sRE/bisIwEH0X/Icwgm+auopoNYq46CrsIl4+YGzGtthM&#10;ShO1/v1GEHybw7nOdF6bQtypcrllBb1uBII4sTrnVMHpuOqMQDiPrLGwTAqe5GA+azamGGv74D3d&#10;Dz4VIYRdjAoy78tYSpdkZNB1bUkcuIutDPoAq1TqCh8h3BTyK4qG0mDOoSHDkpYZJdfDzSjYnbe/&#10;4+dg/dP/LvT6r3/e3E75QKl2q15MQHiq/Uf8dm90mD/sweuZcIG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t6WFbCAAAA3AAAAA8AAAAAAAAAAAAAAAAAlwIAAGRycy9kb3du&#10;cmV2LnhtbFBLBQYAAAAABAAEAPUAAACGAwAAAAA=&#10;" filled="f" strokeweight="1pt">
                        <v:textbox inset="1mm,0,1mm,0">
                          <w:txbxContent>
                            <w:p w14:paraId="7A91BA0C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62" o:spid="_x0000_s1060" type="#_x0000_t202" style="position:absolute;left:155194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qMYhwwAA&#10;ANwAAAAPAAAAZHJzL2Rvd25yZXYueG1sRE/bisIwEH0X/Icwgm829YK4XaOIouuCIuv6AWMztsVm&#10;Upqo9e83C4JvczjXmc4bU4o71a6wrKAfxSCIU6sLzhScfte9CQjnkTWWlknBkxzMZ+3WFBNtH/xD&#10;96PPRAhhl6CC3PsqkdKlORl0ka2IA3extUEfYJ1JXeMjhJtSDuJ4LA0WHBpyrGiZU3o93oyCw/l7&#10;9/Ecbb6Gq1Jv9sPz9nYqRkp1O83iE4Snxr/FL/dWh/njAfw/Ey6Q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qMYhwwAAANwAAAAPAAAAAAAAAAAAAAAAAJcCAABkcnMvZG93&#10;bnJldi54bWxQSwUGAAAAAAQABAD1AAAAhwMAAAAA&#10;" filled="f" strokeweight="1pt">
                        <v:textbox inset="1mm,0,1mm,0">
                          <w:txbxContent>
                            <w:p w14:paraId="439B51C0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63" o:spid="_x0000_s1061" type="#_x0000_t202" style="position:absolute;left:258572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5GO6wwAA&#10;ANwAAAAPAAAAZHJzL2Rvd25yZXYueG1sRE/bisIwEH0X/IcwC/um6VoR7RpFlPUCyrLqB4zNbFts&#10;JqWJWv/eCIJvczjXGU8bU4or1a6wrOCrG4EgTq0uOFNwPPx0hiCcR9ZYWiYFd3IwnbRbY0y0vfEf&#10;Xfc+EyGEXYIKcu+rREqX5mTQdW1FHLh/Wxv0AdaZ1DXeQrgpZS+KBtJgwaEhx4rmOaXn/cUo+D1t&#10;tqN7f7mKF6Ve7uLT+nIs+kp9fjSzbxCeGv8Wv9xrHeYPYn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5GO6wwAAANwAAAAPAAAAAAAAAAAAAAAAAJcCAABkcnMvZG93&#10;bnJldi54bWxQSwUGAAAAAAQABAD1AAAAhwMAAAAA&#10;" filled="f" strokeweight="1pt">
                        <v:textbox inset="1mm,0,1mm,0">
                          <w:txbxContent>
                            <w:p w14:paraId="389C021A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64" o:spid="_x0000_s1062" type="#_x0000_t202" style="position:absolute;left:180848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DfvOwwAA&#10;ANwAAAAPAAAAZHJzL2Rvd25yZXYueG1sRE/bisIwEH0X/IcwC/um6WoR7RpFlPUCyrLqB4zNbFts&#10;JqWJWv/eCIJvczjXGU8bU4or1a6wrOCrG4EgTq0uOFNwPPx0hiCcR9ZYWiYFd3IwnbRbY0y0vfEf&#10;Xfc+EyGEXYIKcu+rREqX5mTQdW1FHLh/Wxv0AdaZ1DXeQrgpZS+KBtJgwaEhx4rmOaXn/cUo+D1t&#10;tqN7vFz1F6Ve7vqn9eVYxEp9fjSzbxCeGv8Wv9xrHeYPYn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DfvOwwAAANwAAAAPAAAAAAAAAAAAAAAAAJcCAABkcnMvZG93&#10;bnJldi54bWxQSwUGAAAAAAQABAD1AAAAhwMAAAAA&#10;" filled="f" strokeweight="1pt">
                        <v:textbox inset="1mm,0,1mm,0">
                          <w:txbxContent>
                            <w:p w14:paraId="540960A2" w14:textId="35FCF2B4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166" o:spid="_x0000_s1063" type="#_x0000_t202" style="position:absolute;left:232410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k8AiwwAA&#10;ANwAAAAPAAAAZHJzL2Rvd25yZXYueG1sRE/bisIwEH0X/IcwC/um6aoU7RpFlPUCyrLqB4zNbFts&#10;JqWJWv/eCIJvczjXGU8bU4or1a6wrOCrG4EgTq0uOFNwPPx0hiCcR9ZYWiYFd3IwnbRbY0y0vfEf&#10;Xfc+EyGEXYIKcu+rREqX5mTQdW1FHLh/Wxv0AdaZ1DXeQrgpZS+KYmmw4NCQY0XznNLz/mIU/J42&#10;29F9sFz1F6Ve7vqn9eVYDJT6/Ghm3yA8Nf4tfrnXOsyPY3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k8AiwwAAANwAAAAPAAAAAAAAAAAAAAAAAJcCAABkcnMvZG93&#10;bnJldi54bWxQSwUGAAAAAAQABAD1AAAAhwMAAAAA&#10;" filled="f" strokeweight="1pt">
                        <v:textbox inset="1mm,0,1mm,0">
                          <w:txbxContent>
                            <w:p w14:paraId="01C8962B" w14:textId="0F82B05F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167" o:spid="_x0000_s1064" type="#_x0000_t202" style="position:absolute;left:1033780;top:4591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32W5wwAA&#10;ANwAAAAPAAAAZHJzL2Rvd25yZXYueG1sRE/bisIwEH1f8B/CCL5p6gXdrUYRZV0FZVn1A8ZmbIvN&#10;pDRR698bQdi3OZzrTGa1KcSNKpdbVtDtRCCIE6tzThUcD9/tTxDOI2ssLJOCBzmYTRsfE4y1vfMf&#10;3fY+FSGEXYwKMu/LWEqXZGTQdWxJHLizrQz6AKtU6grvIdwUshdFQ2kw59CQYUmLjJLL/moU/J42&#10;26/HYPXTXxZ6teuf1tdjPlCq1aznYxCeav8vfrvXOswfjuD1TLhAT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32W5wwAAANwAAAAPAAAAAAAAAAAAAAAAAJcCAABkcnMvZG93&#10;bnJldi54bWxQSwUGAAAAAAQABAD1AAAAhwMAAAAA&#10;" filled="f" strokeweight="1pt">
                        <v:textbox inset="1mm,0,1mm,0">
                          <w:txbxContent>
                            <w:p w14:paraId="07358F52" w14:textId="671DDB27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168" o:spid="_x0000_s1065" type="#_x0000_t202" style="position:absolute;left:2070100;top:4603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QPHLxgAA&#10;ANwAAAAPAAAAZHJzL2Rvd25yZXYueG1sRI/RasJAEEXfBf9hGaFvuqmKtNFViqK1oJSqHzBmp0lo&#10;djZkV41/33kQfJvh3rn3zGzRukpdqQmlZwOvgwQUceZtybmB03HdfwMVIrLFyjMZuFOAxbzbmWFq&#10;/Y1/6HqIuZIQDikaKGKsU61DVpDDMPA1sWi/vnEYZW1ybRu8Sbir9DBJJtphydJQYE3LgrK/w8UZ&#10;+D5/7d7v483naFXZzX503l5O5diYl177MQUVqY1P8+N6awV/IrTyjEyg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qQPHLxgAAANwAAAAPAAAAAAAAAAAAAAAAAJcCAABkcnMv&#10;ZG93bnJldi54bWxQSwUGAAAAAAQABAD1AAAAigMAAAAA&#10;" filled="f" strokeweight="1pt">
                        <v:textbox inset="1mm,0,1mm,0">
                          <w:txbxContent>
                            <w:p w14:paraId="2CC7E9E6" w14:textId="2995E3EC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  <v:shape id="Text Box 169" o:spid="_x0000_s1066" type="#_x0000_t202" style="position:absolute;left:1551940;top:4603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DFRQwgAA&#10;ANwAAAAPAAAAZHJzL2Rvd25yZXYueG1sRE/bisIwEH0X/Icwgm+auopoNYq46CrsIl4+YGzGtthM&#10;ShO1/v1GEHybw7nOdF6bQtypcrllBb1uBII4sTrnVMHpuOqMQDiPrLGwTAqe5GA+azamGGv74D3d&#10;Dz4VIYRdjAoy78tYSpdkZNB1bUkcuIutDPoAq1TqCh8h3BTyK4qG0mDOoSHDkpYZJdfDzSjYnbe/&#10;4+dg/dP/LvT6r3/e3E75QKl2q15MQHiq/Uf8dm90mD8cw+uZcIG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UMVFDCAAAA3AAAAA8AAAAAAAAAAAAAAAAAlwIAAGRycy9kb3du&#10;cmV2LnhtbFBLBQYAAAAABAAEAPUAAACGAwAAAAA=&#10;" filled="f" strokeweight="1pt">
                        <v:textbox inset="1mm,0,1mm,0">
                          <w:txbxContent>
                            <w:p w14:paraId="0C64F45D" w14:textId="2204061E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170" o:spid="_x0000_s1067" type="#_x0000_t202" style="position:absolute;left:774700;top:2305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72sQxgAA&#10;ANwAAAAPAAAAZHJzL2Rvd25yZXYueG1sRI/RasJAEEXfBf9hGcE33bSKramrSKXWQkvR+gFjdpoE&#10;s7Mhu2r8e+dB8G2Ge+feM7NF6yp1piaUng08DRNQxJm3JecG9n8fg1dQISJbrDyTgSsFWMy7nRmm&#10;1l94S+ddzJWEcEjRQBFjnWodsoIchqGviUX7943DKGuTa9vgRcJdpZ+TZKIdliwNBdb0XlB23J2c&#10;gd/D1/f0Ol5/jlaVXf+MDpvTvhwb0++1yzdQkdr4MN+vN1bwXwRf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72sQxgAAANwAAAAPAAAAAAAAAAAAAAAAAJcCAABkcnMv&#10;ZG93bnJldi54bWxQSwUGAAAAAAQABAD1AAAAigMAAAAA&#10;" filled="f" strokeweight="1pt">
                        <v:textbox inset="1mm,0,1mm,0">
                          <w:txbxContent>
                            <w:p w14:paraId="17FF59E2" w14:textId="01972393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171" o:spid="_x0000_s1068" type="#_x0000_t202" style="position:absolute;left:1292860;top:2317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o86LxAAA&#10;ANwAAAAPAAAAZHJzL2Rvd25yZXYueG1sRE/basJAEH0v+A/LFPqmm1SpmmYjpaVWQRGtHzDJTpNg&#10;djZkV41/3y0IfZvDuU666E0jLtS52rKCeBSBIC6srrlUcPz+HM5AOI+ssbFMCm7kYJENHlJMtL3y&#10;ni4HX4oQwi5BBZX3bSKlKyoy6Ea2JQ7cj+0M+gC7UuoOryHcNPI5il6kwZpDQ4UtvVdUnA5no2CX&#10;rzfz22T5Nf5o9HI7zlfnYz1R6umxf3sF4an3/+K7e6XD/GkMf8+EC2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qPOi8QAAADcAAAADwAAAAAAAAAAAAAAAACXAgAAZHJzL2Rv&#10;d25yZXYueG1sUEsFBgAAAAAEAAQA9QAAAIgDAAAAAA==&#10;" filled="f" strokeweight="1pt">
                        <v:textbox inset="1mm,0,1mm,0">
                          <w:txbxContent>
                            <w:p w14:paraId="3A27F6E0" w14:textId="104E31E3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  <v:shape id="Text Box 172" o:spid="_x0000_s1069" type="#_x0000_t202" style="position:absolute;left:1811020;top:2330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cVD8xAAA&#10;ANwAAAAPAAAAZHJzL2Rvd25yZXYueG1sRE/basJAEH0X/IdlhL7pphpqm7oJRalVUEqtHzBmp0lo&#10;djZk1xj/vlsQfJvDuc4i600tOmpdZVnB4yQCQZxbXXGh4Pj9Pn4G4TyyxtoyKbiSgywdDhaYaHvh&#10;L+oOvhAhhF2CCkrvm0RKl5dk0E1sQxy4H9sa9AG2hdQtXkK4qeU0ip6kwYpDQ4kNLUvKfw9no+Dz&#10;tN29XOP1x2xV6/V+dtqcj1Ws1MOof3sF4an3d/HNvdFh/nwK/8+EC2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nFQ/MQAAADcAAAADwAAAAAAAAAAAAAAAACXAgAAZHJzL2Rv&#10;d25yZXYueG1sUEsFBgAAAAAEAAQA9QAAAIgDAAAAAA==&#10;" filled="f" strokeweight="1pt">
                        <v:textbox inset="1mm,0,1mm,0">
                          <w:txbxContent>
                            <w:p w14:paraId="2A36C150" w14:textId="03EE703E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28</w:t>
                              </w:r>
                            </w:p>
                          </w:txbxContent>
                        </v:textbox>
                      </v:shape>
                      <v:shape id="Text Box 173" o:spid="_x0000_s1070" type="#_x0000_t202" style="position:absolute;left:3101340;top:9194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PfVnwwAA&#10;ANwAAAAPAAAAZHJzL2Rvd25yZXYueG1sRE/basJAEH0v+A/LCL6ZjUZam7qKKN6gpWj9gDE7TYLZ&#10;2ZBdNf69WxD6NodzncmsNZW4UuNKywoGUQyCOLO65FzB8WfVH4NwHlljZZkU3MnBbNp5mWCq7Y33&#10;dD34XIQQdikqKLyvUyldVpBBF9maOHC/tjHoA2xyqRu8hXBTyWEcv0qDJYeGAmtaFJSdDxej4Pu0&#10;+3y/j9abZFnp9Vdy2l6O5UipXredf4Dw1Pp/8dO91WH+WwJ/z4QL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PfVnwwAAANwAAAAPAAAAAAAAAAAAAAAAAJcCAABkcnMvZG93&#10;bnJldi54bWxQSwUGAAAAAAQABAD1AAAAhwMAAAAA&#10;" filled="f" strokeweight="1pt">
                        <v:textbox inset="1mm,0,1mm,0">
                          <w:txbxContent>
                            <w:p w14:paraId="11A2D243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174" o:spid="_x0000_s1071" type="#_x0000_t202" style="position:absolute;left:2839720;top:6870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1G0TwwAA&#10;ANwAAAAPAAAAZHJzL2Rvd25yZXYueG1sRE/basJAEH0v+A/LCL6ZjRpam7qKKN6gpWj9gDE7TYLZ&#10;2ZBdNf69WxD6NodzncmsNZW4UuNKywoGUQyCOLO65FzB8WfVH4NwHlljZZkU3MnBbNp5mWCq7Y33&#10;dD34XIQQdikqKLyvUyldVpBBF9maOHC/tjHoA2xyqRu8hXBTyWEcv0qDJYeGAmtaFJSdDxej4Pu0&#10;+3y/J+vNaFnp9dfotL0cy0SpXredf4Dw1Pp/8dO91WH+WwJ/z4QL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1G0TwwAAANwAAAAPAAAAAAAAAAAAAAAAAJcCAABkcnMvZG93&#10;bnJldi54bWxQSwUGAAAAAAQABAD1AAAAhwMAAAAA&#10;" filled="f" strokeweight="1pt">
                        <v:textbox inset="1mm,0,1mm,0">
                          <w:txbxContent>
                            <w:p w14:paraId="2E6910A9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5" o:spid="_x0000_s1072" type="#_x0000_t202" style="position:absolute;left:258572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mMiIwwAA&#10;ANwAAAAPAAAAZHJzL2Rvd25yZXYueG1sRE/basJAEH0v+A/LCL7ppt6bukqp1Coo4uUDxuw0CWZn&#10;Q3bV+PeuIPRtDuc6k1ltCnGlyuWWFbx3IhDEidU5pwqOh5/2GITzyBoLy6TgTg5m08bbBGNtb7yj&#10;696nIoSwi1FB5n0ZS+mSjAy6ji2JA/dnK4M+wCqVusJbCDeF7EbRUBrMOTRkWNJ3Rsl5fzEKtqfV&#10;+uPeX/z25oVebHqn5eWY95VqNeuvTxCeav8vfrmXOswfDeD5TLh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mMiIwwAAANwAAAAPAAAAAAAAAAAAAAAAAJcCAABkcnMvZG93&#10;bnJldi54bWxQSwUGAAAAAAQABAD1AAAAhwMAAAAA&#10;" filled="f" strokeweight="1pt">
                        <v:textbox inset="1mm,0,1mm,0">
                          <w:txbxContent>
                            <w:p w14:paraId="0FB0DF57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6" o:spid="_x0000_s1073" type="#_x0000_t202" style="position:absolute;left:232664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Slb/wwAA&#10;ANwAAAAPAAAAZHJzL2Rvd25yZXYueG1sRE/bisIwEH1f8B/CCL5p6gXdrUYRZV0FZVn1A8ZmbIvN&#10;pDRR698bQdi3OZzrTGa1KcSNKpdbVtDtRCCIE6tzThUcD9/tTxDOI2ssLJOCBzmYTRsfE4y1vfMf&#10;3fY+FSGEXYwKMu/LWEqXZGTQdWxJHLizrQz6AKtU6grvIdwUshdFQ2kw59CQYUmLjJLL/moU/J42&#10;26/HYPXTXxZ6teuf1tdjPlCq1aznYxCeav8vfrvXOswfDeH1TLhAT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Slb/wwAAANwAAAAPAAAAAAAAAAAAAAAAAJcCAABkcnMvZG93&#10;bnJldi54bWxQSwUGAAAAAAQABAD1AAAAhwMAAAAA&#10;" filled="f" strokeweight="1pt">
                        <v:textbox inset="1mm,0,1mm,0">
                          <w:txbxContent>
                            <w:p w14:paraId="0F74CC13" w14:textId="77777777" w:rsidR="000A00AE" w:rsidRPr="007267EB" w:rsidRDefault="000A00AE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7" o:spid="_x0000_s1074" type="#_x0000_t202" style="position:absolute;left:10337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BvNkxAAA&#10;ANwAAAAPAAAAZHJzL2Rvd25yZXYueG1sRE/basJAEH0v+A/LCH2rm6rUNnUTisWooJRaP2DMTpPQ&#10;7GzIrjH+vSsUfJvDuc487U0tOmpdZVnB8ygCQZxbXXGh4PCzfHoF4TyyxtoyKbiQgzQZPMwx1vbM&#10;39TtfSFCCLsYFZTeN7GULi/JoBvZhjhwv7Y16ANsC6lbPIdwU8txFL1IgxWHhhIbWpSU/+1PRsHX&#10;cbN9u0yz1eSz1tluclyfDtVUqcdh//EOwlPv7+J/91qH+bMZ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bzZMQAAADcAAAADwAAAAAAAAAAAAAAAACXAgAAZHJzL2Rv&#10;d25yZXYueG1sUEsFBgAAAAAEAAQA9QAAAIgDAAAAAA==&#10;" filled="f" strokeweight="1pt">
                        <v:textbox inset="1mm,0,1mm,0">
                          <w:txbxContent>
                            <w:p w14:paraId="0EC5A29D" w14:textId="6205954F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32</w:t>
                              </w:r>
                            </w:p>
                          </w:txbxContent>
                        </v:textbox>
                      </v:shape>
                      <v:shape id="Text Box 178" o:spid="_x0000_s1075" type="#_x0000_t202" style="position:absolute;left:155194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mWcWxgAA&#10;ANwAAAAPAAAAZHJzL2Rvd25yZXYueG1sRI/RasJAEEXfBf9hGcE33bSKramrSKXWQkvR+gFjdpoE&#10;s7Mhu2r8e+dB8G2Ge+feM7NF6yp1piaUng08DRNQxJm3JecG9n8fg1dQISJbrDyTgSsFWMy7nRmm&#10;1l94S+ddzJWEcEjRQBFjnWodsoIchqGviUX7943DKGuTa9vgRcJdpZ+TZKIdliwNBdb0XlB23J2c&#10;gd/D1/f0Ol5/jlaVXf+MDpvTvhwb0++1yzdQkdr4MN+vN1bwX4RW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vmWcWxgAAANwAAAAPAAAAAAAAAAAAAAAAAJcCAABkcnMv&#10;ZG93bnJldi54bWxQSwUGAAAAAAQABAD1AAAAigMAAAAA&#10;" filled="f" strokeweight="1pt">
                        <v:textbox inset="1mm,0,1mm,0">
                          <w:txbxContent>
                            <w:p w14:paraId="36868474" w14:textId="5F31BA91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48</w:t>
                              </w:r>
                            </w:p>
                          </w:txbxContent>
                        </v:textbox>
                      </v:shape>
                      <v:shape id="Text Box 179" o:spid="_x0000_s1076" type="#_x0000_t202" style="position:absolute;left:207010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1cKNxAAA&#10;ANwAAAAPAAAAZHJzL2Rvd25yZXYueG1sRE/basJAEH0X+g/LFPpWNzXBauoapKVqoUW8fMCYnSah&#10;2dmQXWP8e1co+DaHc51Z1ptadNS6yrKCl2EEgji3uuJCwWH/+TwB4TyyxtoyKbiQg2z+MJhhqu2Z&#10;t9TtfCFCCLsUFZTeN6mULi/JoBvahjhwv7Y16ANsC6lbPIdwU8tRFI2lwYpDQ4kNvZeU/+1ORsHm&#10;+PU9vSTLVfxR6+VPfFyfDlWi1NNjv3gD4an3d/G/e63D/Ncp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NXCjcQAAADcAAAADwAAAAAAAAAAAAAAAACXAgAAZHJzL2Rv&#10;d25yZXYueG1sUEsFBgAAAAAEAAQA9QAAAIgDAAAAAA==&#10;" filled="f" strokeweight="1pt">
                        <v:textbox inset="1mm,0,1mm,0">
                          <w:txbxContent>
                            <w:p w14:paraId="0CB1057B" w14:textId="57DC4FE2" w:rsidR="000A00AE" w:rsidRPr="00166ED4" w:rsidRDefault="000A00AE" w:rsidP="00084412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64</w:t>
                              </w:r>
                            </w:p>
                          </w:txbxContent>
                        </v:textbox>
                      </v:shape>
                      <v:shape id="Text Box 7" o:spid="_x0000_s1077" type="#_x0000_t202" style="position:absolute;left:77216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zycExQAA&#10;ANoAAAAPAAAAZHJzL2Rvd25yZXYueG1sRI/dasJAFITvC32H5RS8azZtgj+pq5QW/8BSjD7AMXua&#10;hGbPhuyq8e1dodDLYWa+Yabz3jTiTJ2rLSt4iWIQxIXVNZcKDvvF8xiE88gaG8uk4EoO5rPHhylm&#10;2l54R+fclyJA2GWooPK+zaR0RUUGXWRb4uD92M6gD7Irpe7wEuCmka9xPJQGaw4LFbb0UVHxm5+M&#10;gu/jZju5pstV8tno5VdyXJ8OdarU4Kl/fwPhqff/4b/2WisYwf1KuAFyd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PPJwTFAAAA2gAAAA8AAAAAAAAAAAAAAAAAlwIAAGRycy9k&#10;b3ducmV2LnhtbFBLBQYAAAAABAAEAPUAAACJAwAAAAA=&#10;" filled="f" strokeweight="1pt">
                        <v:textbox inset="1mm,0,1mm,0">
                          <w:txbxContent>
                            <w:p w14:paraId="1ED11711" w14:textId="4C5CBBD9" w:rsidR="000A00AE" w:rsidRPr="007267EB" w:rsidRDefault="000A00AE" w:rsidP="0033032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5EB4800D" w14:textId="400301FC" w:rsidR="00084412" w:rsidRDefault="00084412" w:rsidP="00084412">
            <w:pPr>
              <w:spacing w:after="100"/>
              <w:jc w:val="right"/>
            </w:pPr>
            <w:r>
              <w:t>5</w:t>
            </w:r>
            <w:r w:rsidRPr="00264CBC">
              <w:t>.Zeile</w:t>
            </w:r>
          </w:p>
          <w:p w14:paraId="472D2830" w14:textId="77777777" w:rsidR="005C6001" w:rsidRDefault="005C6001" w:rsidP="005C6001">
            <w:pPr>
              <w:spacing w:after="100"/>
              <w:jc w:val="right"/>
            </w:pPr>
            <w:r w:rsidRPr="00264CBC">
              <w:t>4.Zeile</w:t>
            </w:r>
          </w:p>
          <w:p w14:paraId="2A6B9E11" w14:textId="77777777" w:rsidR="005C6001" w:rsidRDefault="005C6001" w:rsidP="005C6001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7D9BC9D7" w14:textId="77777777" w:rsidR="005C6001" w:rsidRDefault="005C6001" w:rsidP="005C6001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5C9B2AE0" w14:textId="77777777" w:rsidR="005C6001" w:rsidRPr="00264CBC" w:rsidRDefault="005C6001" w:rsidP="005C6001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1989A2A2" w14:textId="2663070C" w:rsidR="00510701" w:rsidRPr="00214B4B" w:rsidRDefault="00510701" w:rsidP="00214B4B"/>
    <w:p w14:paraId="0C5020C0" w14:textId="4CC9A61A" w:rsidR="00214B4B" w:rsidRPr="00214B4B" w:rsidRDefault="00214B4B" w:rsidP="00214B4B">
      <w:r w:rsidRPr="00214B4B">
        <w:t xml:space="preserve">Beschreibe wie im Beispiel oben </w:t>
      </w:r>
    </w:p>
    <w:p w14:paraId="790523B6" w14:textId="52E00EB2" w:rsidR="00214B4B" w:rsidRPr="00166ED4" w:rsidRDefault="00214B4B" w:rsidP="004A1355">
      <w:pPr>
        <w:tabs>
          <w:tab w:val="right" w:pos="9392"/>
          <w:tab w:val="right" w:leader="underscore" w:pos="9434"/>
        </w:tabs>
        <w:spacing w:after="160"/>
        <w:rPr>
          <w:rStyle w:val="Schriftrot"/>
        </w:rPr>
      </w:pPr>
      <w:r w:rsidRPr="00214B4B">
        <w:t>Die</w:t>
      </w:r>
      <w:r>
        <w:t xml:space="preserve"> Zahlen in der 2. Zeile</w:t>
      </w:r>
      <w:r w:rsidR="00166ED4" w:rsidRPr="00166ED4">
        <w:rPr>
          <w:rFonts w:asciiTheme="minorHAnsi" w:hAnsiTheme="minorHAnsi"/>
          <w:i/>
          <w:color w:val="FF0000"/>
          <w:sz w:val="24"/>
        </w:rPr>
        <w:t xml:space="preserve"> </w:t>
      </w:r>
      <w:r w:rsidR="00166ED4">
        <w:rPr>
          <w:rFonts w:asciiTheme="minorHAnsi" w:hAnsiTheme="minorHAnsi"/>
          <w:i/>
          <w:color w:val="FF0000"/>
          <w:sz w:val="24"/>
        </w:rPr>
        <w:t xml:space="preserve">  </w:t>
      </w:r>
      <w:r w:rsidR="00166ED4" w:rsidRPr="00166ED4">
        <w:rPr>
          <w:rStyle w:val="Schriftrot"/>
        </w:rPr>
        <w:t>Ungerade Zahlen</w:t>
      </w:r>
      <w:r w:rsidR="00166ED4">
        <w:rPr>
          <w:rStyle w:val="Schriftrot"/>
        </w:rPr>
        <w:tab/>
      </w:r>
      <w:r w:rsidR="00166ED4" w:rsidRPr="00166ED4">
        <w:rPr>
          <w:rStyle w:val="Schriftrot"/>
        </w:rPr>
        <w:t>½ P</w:t>
      </w:r>
    </w:p>
    <w:p w14:paraId="613D1641" w14:textId="78A0B30E" w:rsidR="00214B4B" w:rsidRPr="00166ED4" w:rsidRDefault="00214B4B" w:rsidP="004A1355">
      <w:pPr>
        <w:tabs>
          <w:tab w:val="right" w:pos="9392"/>
          <w:tab w:val="right" w:leader="underscore" w:pos="9435"/>
        </w:tabs>
        <w:spacing w:after="160"/>
        <w:rPr>
          <w:rStyle w:val="Schriftrot"/>
        </w:rPr>
      </w:pPr>
      <w:r>
        <w:t>Die Zahlen in der 3. Zeile</w:t>
      </w:r>
      <w:r w:rsidR="00166ED4" w:rsidRPr="00166ED4">
        <w:t xml:space="preserve"> </w:t>
      </w:r>
      <w:r w:rsidR="00166ED4">
        <w:t xml:space="preserve">  </w:t>
      </w:r>
      <w:r w:rsidR="00166ED4" w:rsidRPr="00166ED4">
        <w:rPr>
          <w:rStyle w:val="Schriftrot"/>
        </w:rPr>
        <w:t>Viererzahlen / Viererreihe</w:t>
      </w:r>
      <w:r w:rsidR="00166ED4">
        <w:rPr>
          <w:rStyle w:val="Schriftrot"/>
        </w:rPr>
        <w:t xml:space="preserve"> / Viererfolge / od. ähnlich</w:t>
      </w:r>
      <w:r w:rsidR="00166ED4">
        <w:rPr>
          <w:rStyle w:val="Schriftrot"/>
        </w:rPr>
        <w:tab/>
      </w:r>
      <w:r w:rsidR="00166ED4" w:rsidRPr="00166ED4">
        <w:rPr>
          <w:rStyle w:val="Schriftrot"/>
        </w:rPr>
        <w:t>½ P</w:t>
      </w:r>
    </w:p>
    <w:p w14:paraId="2B66D87E" w14:textId="6BFEFCDA" w:rsidR="00214B4B" w:rsidRPr="00214B4B" w:rsidRDefault="00214B4B" w:rsidP="001052B3">
      <w:pPr>
        <w:tabs>
          <w:tab w:val="left" w:pos="4011"/>
          <w:tab w:val="right" w:pos="9392"/>
          <w:tab w:val="right" w:leader="underscore" w:pos="9435"/>
        </w:tabs>
        <w:spacing w:after="160"/>
      </w:pPr>
      <w:r>
        <w:t>Die Zahlen in der 4. Zeile</w:t>
      </w:r>
      <w:r w:rsidR="00166ED4" w:rsidRPr="00166ED4">
        <w:t xml:space="preserve"> </w:t>
      </w:r>
      <w:r w:rsidR="00747BFF">
        <w:t xml:space="preserve">  </w:t>
      </w:r>
      <w:r w:rsidR="00747BFF" w:rsidRPr="00747BFF">
        <w:rPr>
          <w:rStyle w:val="Schriftrot"/>
        </w:rPr>
        <w:t>Viererzahlen,</w:t>
      </w:r>
      <w:r w:rsidR="00747BFF">
        <w:t xml:space="preserve"> </w:t>
      </w:r>
      <w:r w:rsidR="00166ED4" w:rsidRPr="00166ED4">
        <w:rPr>
          <w:rStyle w:val="Schriftrot"/>
        </w:rPr>
        <w:t xml:space="preserve">die nicht Achterzahlen sind / ungerade Zahlen </w:t>
      </w:r>
      <w:r w:rsidR="00166ED4">
        <w:rPr>
          <w:rStyle w:val="Schriftrot"/>
        </w:rPr>
        <w:br/>
      </w:r>
      <w:r w:rsidR="00166ED4">
        <w:rPr>
          <w:rStyle w:val="Schriftrot"/>
        </w:rPr>
        <w:tab/>
        <w:t xml:space="preserve">von </w:t>
      </w:r>
      <w:r w:rsidR="00166ED4" w:rsidRPr="00166ED4">
        <w:rPr>
          <w:rStyle w:val="Schriftrot"/>
        </w:rPr>
        <w:t>3 an</w:t>
      </w:r>
      <w:r w:rsidR="00166ED4">
        <w:rPr>
          <w:rStyle w:val="Schriftrot"/>
        </w:rPr>
        <w:t xml:space="preserve">, </w:t>
      </w:r>
      <w:r w:rsidR="00166ED4" w:rsidRPr="00166ED4">
        <w:rPr>
          <w:rStyle w:val="Schriftrot"/>
        </w:rPr>
        <w:t>mal 4 / Achterreihe</w:t>
      </w:r>
      <w:r w:rsidR="00166ED4">
        <w:t xml:space="preserve"> </w:t>
      </w:r>
      <w:r w:rsidR="00166ED4">
        <w:rPr>
          <w:rStyle w:val="Schriftrot"/>
        </w:rPr>
        <w:t xml:space="preserve">plus 4 </w:t>
      </w:r>
      <w:r w:rsidR="00166ED4">
        <w:rPr>
          <w:rStyle w:val="Schriftrot"/>
        </w:rPr>
        <w:tab/>
      </w:r>
      <w:r w:rsidR="00166ED4" w:rsidRPr="00166ED4">
        <w:rPr>
          <w:rStyle w:val="Schriftrot"/>
        </w:rPr>
        <w:t>½ P</w:t>
      </w:r>
    </w:p>
    <w:p w14:paraId="51914324" w14:textId="08698355" w:rsidR="00214B4B" w:rsidRPr="00214B4B" w:rsidRDefault="00E55DC1" w:rsidP="004A1355">
      <w:pPr>
        <w:tabs>
          <w:tab w:val="right" w:pos="9392"/>
          <w:tab w:val="right" w:leader="underscore" w:pos="9435"/>
        </w:tabs>
        <w:spacing w:after="160"/>
      </w:pPr>
      <w:r>
        <w:t>Die Zahlen in der 5. Zeile</w:t>
      </w:r>
      <w:r w:rsidR="00166ED4">
        <w:t xml:space="preserve">   </w:t>
      </w:r>
      <w:r w:rsidR="00166ED4" w:rsidRPr="00166ED4">
        <w:rPr>
          <w:rStyle w:val="Schriftrot"/>
        </w:rPr>
        <w:t xml:space="preserve">16er-Zahlen / </w:t>
      </w:r>
      <w:r w:rsidR="00166ED4">
        <w:rPr>
          <w:rStyle w:val="Schriftrot"/>
        </w:rPr>
        <w:t>Vielfache von 16 / od. ähnlich</w:t>
      </w:r>
      <w:r w:rsidR="00166ED4">
        <w:rPr>
          <w:rStyle w:val="Schriftrot"/>
        </w:rPr>
        <w:tab/>
      </w:r>
      <w:r w:rsidR="00166ED4" w:rsidRPr="00166ED4">
        <w:rPr>
          <w:rStyle w:val="Schriftrot"/>
        </w:rPr>
        <w:t>½ P</w:t>
      </w:r>
    </w:p>
    <w:p w14:paraId="0D04A55F" w14:textId="3E670D74" w:rsidR="00510701" w:rsidRPr="00D7295A" w:rsidRDefault="00214B4B" w:rsidP="00D7295A">
      <w:pPr>
        <w:spacing w:after="200" w:line="240" w:lineRule="auto"/>
        <w:rPr>
          <w:rStyle w:val="Eingabefeld0"/>
          <w:rFonts w:ascii="Arial" w:hAnsi="Arial" w:cstheme="minorBidi"/>
          <w:color w:val="auto"/>
          <w:spacing w:val="0"/>
          <w:position w:val="0"/>
          <w:sz w:val="22"/>
          <w:szCs w:val="22"/>
          <w:shd w:val="clear" w:color="auto" w:fill="auto"/>
        </w:rPr>
      </w:pPr>
      <w:r>
        <w:br w:type="page"/>
      </w:r>
    </w:p>
    <w:p w14:paraId="20F842E6" w14:textId="1FDA0148" w:rsidR="00805198" w:rsidRDefault="004368E9" w:rsidP="00D40365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D7295A">
        <w:t>5</w:t>
      </w:r>
      <w:r w:rsidR="0020629D">
        <w:t xml:space="preserve"> P.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906"/>
        <w:gridCol w:w="670"/>
      </w:tblGrid>
      <w:tr w:rsidR="00D7295A" w14:paraId="4760EFC8" w14:textId="77777777" w:rsidTr="00D7295A">
        <w:trPr>
          <w:cantSplit/>
        </w:trPr>
        <w:tc>
          <w:tcPr>
            <w:tcW w:w="1506" w:type="pct"/>
          </w:tcPr>
          <w:p w14:paraId="7144C766" w14:textId="77777777" w:rsidR="00D7295A" w:rsidRDefault="00D7295A" w:rsidP="00D40365">
            <w:pPr>
              <w:spacing w:before="120"/>
            </w:pPr>
            <w:r w:rsidRPr="00D7295A">
              <w:t xml:space="preserve">Setze in den Zeilen 2 bis 4 überall mindestens drei </w:t>
            </w:r>
            <w:r>
              <w:br/>
            </w:r>
            <w:r w:rsidRPr="00D7295A">
              <w:t>Zahlen ein.</w:t>
            </w:r>
          </w:p>
          <w:p w14:paraId="1001F8E5" w14:textId="4278A424" w:rsidR="00482926" w:rsidRPr="005C6001" w:rsidRDefault="00482926" w:rsidP="004A1355"/>
        </w:tc>
        <w:tc>
          <w:tcPr>
            <w:tcW w:w="3138" w:type="pct"/>
          </w:tcPr>
          <w:p w14:paraId="36B63193" w14:textId="373ED494" w:rsidR="00D7295A" w:rsidRDefault="005679B0" w:rsidP="00166ED4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807744" behindDoc="0" locked="0" layoutInCell="1" allowOverlap="1" wp14:anchorId="006DF8CD" wp14:editId="1E6C50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24765</wp:posOffset>
                      </wp:positionV>
                      <wp:extent cx="3618865" cy="918210"/>
                      <wp:effectExtent l="0" t="0" r="13335" b="21590"/>
                      <wp:wrapThrough wrapText="bothSides">
                        <wp:wrapPolygon edited="0">
                          <wp:start x="4397" y="0"/>
                          <wp:lineTo x="3032" y="4780"/>
                          <wp:lineTo x="2729" y="6573"/>
                          <wp:lineTo x="2729" y="9560"/>
                          <wp:lineTo x="0" y="11353"/>
                          <wp:lineTo x="0" y="21510"/>
                          <wp:lineTo x="21528" y="21510"/>
                          <wp:lineTo x="21528" y="11353"/>
                          <wp:lineTo x="18951" y="7768"/>
                          <wp:lineTo x="18496" y="4780"/>
                          <wp:lineTo x="17283" y="0"/>
                          <wp:lineTo x="4397" y="0"/>
                        </wp:wrapPolygon>
                      </wp:wrapThrough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8865" cy="918210"/>
                                <a:chOff x="0" y="0"/>
                                <a:chExt cx="3618865" cy="918210"/>
                              </a:xfrm>
                            </wpg:grpSpPr>
                            <wps:wsp>
                              <wps:cNvPr id="181" name="Text Box 181"/>
                              <wps:cNvSpPr txBox="1"/>
                              <wps:spPr>
                                <a:xfrm>
                                  <a:off x="515620" y="2273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301A8DB" w14:textId="2B15C1C4" w:rsidR="000A00AE" w:rsidRPr="005679B0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322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" name="Text Box 182"/>
                              <wps:cNvSpPr txBox="1"/>
                              <wps:spPr>
                                <a:xfrm>
                                  <a:off x="257175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1B7C0F5" w14:textId="5C173803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Text Box 183"/>
                              <wps:cNvSpPr txBox="1"/>
                              <wps:spPr>
                                <a:xfrm>
                                  <a:off x="51816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1726A52" w14:textId="17DA2FD6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Text Box 184"/>
                              <wps:cNvSpPr txBox="1"/>
                              <wps:spPr>
                                <a:xfrm>
                                  <a:off x="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CF2214A" w14:textId="7FC6ABF1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Text Box 185"/>
                              <wps:cNvSpPr txBox="1"/>
                              <wps:spPr>
                                <a:xfrm>
                                  <a:off x="103378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D02071" w14:textId="31455FC8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" name="Text Box 186"/>
                              <wps:cNvSpPr txBox="1"/>
                              <wps:spPr>
                                <a:xfrm>
                                  <a:off x="207010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B065BF3" w14:textId="31919BAA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" name="Text Box 187"/>
                              <wps:cNvSpPr txBox="1"/>
                              <wps:spPr>
                                <a:xfrm>
                                  <a:off x="155194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A629CE" w14:textId="779A287C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Text Box 188"/>
                              <wps:cNvSpPr txBox="1"/>
                              <wps:spPr>
                                <a:xfrm>
                                  <a:off x="258572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5DA1E99" w14:textId="6DF4962D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533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Text Box 189"/>
                              <wps:cNvSpPr txBox="1"/>
                              <wps:spPr>
                                <a:xfrm>
                                  <a:off x="180848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9E15F9" w14:textId="7A2A94C6" w:rsidR="000A00AE" w:rsidRPr="005679B0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533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" name="Text Box 190"/>
                              <wps:cNvSpPr txBox="1"/>
                              <wps:spPr>
                                <a:xfrm>
                                  <a:off x="129032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D2502B5" w14:textId="68AF04A6" w:rsidR="000A00AE" w:rsidRPr="005679B0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322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" name="Text Box 191"/>
                              <wps:cNvSpPr txBox="1"/>
                              <wps:spPr>
                                <a:xfrm>
                                  <a:off x="232410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D57FB3C" w14:textId="77777777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" name="Text Box 192"/>
                              <wps:cNvSpPr txBox="1"/>
                              <wps:spPr>
                                <a:xfrm>
                                  <a:off x="1033780" y="2286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72FE132" w14:textId="1D47D9E2" w:rsidR="000A00AE" w:rsidRPr="005679B0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533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193"/>
                              <wps:cNvSpPr txBox="1"/>
                              <wps:spPr>
                                <a:xfrm>
                                  <a:off x="207010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2D6BD4E" w14:textId="77777777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Text Box 194"/>
                              <wps:cNvSpPr txBox="1"/>
                              <wps:spPr>
                                <a:xfrm>
                                  <a:off x="155194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BEE15ED" w14:textId="549988C8" w:rsidR="000A00AE" w:rsidRPr="005679B0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855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" name="Text Box 195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BCE832A" w14:textId="6B1DCAB6" w:rsidR="000A00AE" w:rsidRPr="005679B0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855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Text Box 196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C29EC1" w14:textId="3E4B8A13" w:rsidR="000A00AE" w:rsidRPr="005679B0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1388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Text Box 197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9D11B2E" w14:textId="69888289" w:rsidR="000A00AE" w:rsidRPr="005679B0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2243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Text Box 198"/>
                              <wps:cNvSpPr txBox="1"/>
                              <wps:spPr>
                                <a:xfrm>
                                  <a:off x="3101340" y="6889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7970ED0" w14:textId="29A3C501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855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Text Box 199"/>
                              <wps:cNvSpPr txBox="1"/>
                              <wps:spPr>
                                <a:xfrm>
                                  <a:off x="2839720" y="45656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FBC909C" w14:textId="77777777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" name="Text Box 200"/>
                              <wps:cNvSpPr txBox="1"/>
                              <wps:spPr>
                                <a:xfrm>
                                  <a:off x="2585720" y="2292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5E9FBCC" w14:textId="77777777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" name="Text Box 201"/>
                              <wps:cNvSpPr txBox="1"/>
                              <wps:spPr>
                                <a:xfrm>
                                  <a:off x="2326640" y="19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99DEBBB" w14:textId="77777777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12"/>
                              <wps:cNvSpPr txBox="1"/>
                              <wps:spPr>
                                <a:xfrm>
                                  <a:off x="771525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D559B99" w14:textId="138023CB" w:rsidR="000A00AE" w:rsidRPr="005679B0" w:rsidRDefault="000A00AE" w:rsidP="005679B0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211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6" o:spid="_x0000_s1078" style="position:absolute;margin-left:0;margin-top:1.95pt;width:284.95pt;height:72.3pt;z-index:251807744" coordsize="3618865,918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">
                      <v:shape id="Text Box 181" o:spid="_x0000_s1079" type="#_x0000_t202" style="position:absolute;left:515620;top:2273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dr6swgAA&#10;ANwAAAAPAAAAZHJzL2Rvd25yZXYueG1sRE/bisIwEH0X/Icwgm+auopoNYq46CqsiJcPGJuxLTaT&#10;0kStf78RhH2bw7nOdF6bQjyocrllBb1uBII4sTrnVMH5tOqMQDiPrLGwTApe5GA+azamGGv75AM9&#10;jj4VIYRdjAoy78tYSpdkZNB1bUkcuKutDPoAq1TqCp8h3BTyK4qG0mDOoSHDkpYZJbfj3SjYX7a/&#10;49dg/dP/LvR6179s7ud8oFS7VS8mIDzV/l/8cW90mD/qwfuZcIGc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t2vqzCAAAA3AAAAA8AAAAAAAAAAAAAAAAAlwIAAGRycy9kb3du&#10;cmV2LnhtbFBLBQYAAAAABAAEAPUAAACGAwAAAAA=&#10;" filled="f" strokeweight="1pt">
                        <v:textbox inset="1mm,0,1mm,0">
                          <w:txbxContent>
                            <w:p w14:paraId="6301A8DB" w14:textId="2B15C1C4" w:rsidR="000A00AE" w:rsidRPr="005679B0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322</w:t>
                              </w:r>
                            </w:p>
                          </w:txbxContent>
                        </v:textbox>
                      </v:shape>
                      <v:shape id="Text Box 182" o:spid="_x0000_s1080" type="#_x0000_t202" style="position:absolute;left:257175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pCDbwwAA&#10;ANwAAAAPAAAAZHJzL2Rvd25yZXYueG1sRE/bisIwEH0X/Icwgm829YK4XaOIouuCIuv6AWMztsVm&#10;Upqo9e83C4JvczjXmc4bU4o71a6wrKAfxSCIU6sLzhScfte9CQjnkTWWlknBkxzMZ+3WFBNtH/xD&#10;96PPRAhhl6CC3PsqkdKlORl0ka2IA3extUEfYJ1JXeMjhJtSDuJ4LA0WHBpyrGiZU3o93oyCw/l7&#10;9/Ecbb6Gq1Jv9sPz9nYqRkp1O83iE4Snxr/FL/dWh/mTAfw/Ey6Q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pCDbwwAAANwAAAAPAAAAAAAAAAAAAAAAAJcCAABkcnMvZG93&#10;bnJldi54bWxQSwUGAAAAAAQABAD1AAAAhwMAAAAA&#10;" filled="f" strokeweight="1pt">
                        <v:textbox inset="1mm,0,1mm,0">
                          <w:txbxContent>
                            <w:p w14:paraId="51B7C0F5" w14:textId="5C173803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111</w:t>
                              </w:r>
                            </w:p>
                          </w:txbxContent>
                        </v:textbox>
                      </v:shape>
                      <v:shape id="Text Box 183" o:spid="_x0000_s1081" type="#_x0000_t202" style="position:absolute;left:51816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6IVAwwAA&#10;ANwAAAAPAAAAZHJzL2Rvd25yZXYueG1sRE/bisIwEH0X/IcwC/um6VoR7RpFlPUCyrLqB4zNbFts&#10;JqWJWv/eCIJvczjXGU8bU4or1a6wrOCrG4EgTq0uOFNwPPx0hiCcR9ZYWiYFd3IwnbRbY0y0vfEf&#10;Xfc+EyGEXYIKcu+rREqX5mTQdW1FHLh/Wxv0AdaZ1DXeQrgpZS+KBtJgwaEhx4rmOaXn/cUo+D1t&#10;tqN7f7mKF6Ve7uLT+nIs+kp9fjSzbxCeGv8Wv9xrHeYPY3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6IVAwwAAANwAAAAPAAAAAAAAAAAAAAAAAJcCAABkcnMvZG93&#10;bnJldi54bWxQSwUGAAAAAAQABAD1AAAAhwMAAAAA&#10;" filled="f" strokeweight="1pt">
                        <v:textbox inset="1mm,0,1mm,0">
                          <w:txbxContent>
                            <w:p w14:paraId="11726A52" w14:textId="17DA2FD6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100</w:t>
                              </w:r>
                            </w:p>
                          </w:txbxContent>
                        </v:textbox>
                      </v:shape>
                      <v:shape id="Text Box 184" o:spid="_x0000_s1082" type="#_x0000_t202" style="position:absolute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AR00wwAA&#10;ANwAAAAPAAAAZHJzL2Rvd25yZXYueG1sRE/bisIwEH0X/IcwC/um6WoR7RpFlPUCyrLqB4zNbFts&#10;JqWJWv/eCIJvczjXGU8bU4or1a6wrOCrG4EgTq0uOFNwPPx0hiCcR9ZYWiYFd3IwnbRbY0y0vfEf&#10;Xfc+EyGEXYIKcu+rREqX5mTQdW1FHLh/Wxv0AdaZ1DXeQrgpZS+KBtJgwaEhx4rmOaXn/cUo+D1t&#10;tqN7vFz1F6Ve7vqn9eVYxEp9fjSzbxCeGv8Wv9xrHeYPY3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AR00wwAAANwAAAAPAAAAAAAAAAAAAAAAAJcCAABkcnMvZG93&#10;bnJldi54bWxQSwUGAAAAAAQABAD1AAAAhwMAAAAA&#10;" filled="f" strokeweight="1pt">
                        <v:textbox inset="1mm,0,1mm,0">
                          <w:txbxContent>
                            <w:p w14:paraId="6CF2214A" w14:textId="7FC6ABF1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  <v:shape id="Text Box 185" o:spid="_x0000_s1083" type="#_x0000_t202" style="position:absolute;left:103378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TbivxAAA&#10;ANwAAAAPAAAAZHJzL2Rvd25yZXYueG1sRE/basJAEH0X+g/LFHyrmzYqNmYTiqK1UCm1fsCYHZPQ&#10;7GzIrhr/visUfJvDuU6a96YRZ+pcbVnB8ygCQVxYXXOpYP+zepqBcB5ZY2OZFFzJQZ49DFJMtL3w&#10;N513vhQhhF2CCirv20RKV1Rk0I1sSxy4o+0M+gC7UuoOLyHcNPIliqbSYM2hocKWFhUVv7uTUfB1&#10;+Ph8vY7X7/Gy0ettfNic9vVYqeFj/zYH4an3d/G/e6PD/NkEbs+EC2T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E24r8QAAADcAAAADwAAAAAAAAAAAAAAAACXAgAAZHJzL2Rv&#10;d25yZXYueG1sUEsFBgAAAAAEAAQA9QAAAIgDAAAAAA==&#10;" filled="f" strokeweight="1pt">
                        <v:textbox inset="1mm,0,1mm,0">
                          <w:txbxContent>
                            <w:p w14:paraId="71D02071" w14:textId="31455FC8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111</w:t>
                              </w:r>
                            </w:p>
                          </w:txbxContent>
                        </v:textbox>
                      </v:shape>
                      <v:shape id="Text Box 186" o:spid="_x0000_s1084" type="#_x0000_t202" style="position:absolute;left:207010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nybYxAAA&#10;ANwAAAAPAAAAZHJzL2Rvd25yZXYueG1sRE/basJAEH0X/IdlhL7pxhrEpq4iFW0KFWnqB4zZMQlm&#10;Z0N2o/Hvu4VC3+ZwrrNc96YWN2pdZVnBdBKBIM6trrhQcPrejRcgnEfWWFsmBQ9ysF4NB0tMtL3z&#10;F90yX4gQwi5BBaX3TSKly0sy6Ca2IQ7cxbYGfYBtIXWL9xBuavkcRXNpsOLQUGJDbyXl16wzCo7n&#10;j8+XR7x/n21rvT/Mzml3qmKlnkb95hWEp97/i//cqQ7zF3P4fSZc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J8m2MQAAADcAAAADwAAAAAAAAAAAAAAAACXAgAAZHJzL2Rv&#10;d25yZXYueG1sUEsFBgAAAAAEAAQA9QAAAIgDAAAAAA==&#10;" filled="f" strokeweight="1pt">
                        <v:textbox inset="1mm,0,1mm,0">
                          <w:txbxContent>
                            <w:p w14:paraId="4B065BF3" w14:textId="31919BAA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322</w:t>
                              </w:r>
                            </w:p>
                          </w:txbxContent>
                        </v:textbox>
                      </v:shape>
                      <v:shape id="Text Box 187" o:spid="_x0000_s1085" type="#_x0000_t202" style="position:absolute;left:155194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04NDxAAA&#10;ANwAAAAPAAAAZHJzL2Rvd25yZXYueG1sRE/basJAEH0X+g/LFHyrmzaiNmYTiqK1UCm1fsCYHZPQ&#10;7GzIrhr/visUfJvDuU6a96YRZ+pcbVnB8ygCQVxYXXOpYP+zepqBcB5ZY2OZFFzJQZ49DFJMtL3w&#10;N513vhQhhF2CCirv20RKV1Rk0I1sSxy4o+0M+gC7UuoOLyHcNPIliibSYM2hocKWFhUVv7uTUfB1&#10;+Ph8vY7X7/Gy0ettfNic9vVYqeFj/zYH4an3d/G/e6PD/NkUbs+EC2T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9ODQ8QAAADcAAAADwAAAAAAAAAAAAAAAACXAgAAZHJzL2Rv&#10;d25yZXYueG1sUEsFBgAAAAAEAAQA9QAAAIgDAAAAAA==&#10;" filled="f" strokeweight="1pt">
                        <v:textbox inset="1mm,0,1mm,0">
                          <w:txbxContent>
                            <w:p w14:paraId="48A629CE" w14:textId="779A287C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211</w:t>
                              </w:r>
                            </w:p>
                          </w:txbxContent>
                        </v:textbox>
                      </v:shape>
                      <v:shape id="Text Box 188" o:spid="_x0000_s1086" type="#_x0000_t202" style="position:absolute;left:258572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TBcxxgAA&#10;ANwAAAAPAAAAZHJzL2Rvd25yZXYueG1sRI/dasJAEIXvC77DMkLv6sYfRFNXKZX6A0qp+gBjdpoE&#10;s7Mhu2p8e+ei0LsZzplzvpktWlepGzWh9Gyg30tAEWfelpwbOB2/3iagQkS2WHkmAw8KsJh3XmaY&#10;Wn/nH7odYq4khEOKBooY61TrkBXkMPR8TSzar28cRlmbXNsG7xLuKj1IkrF2WLI0FFjTZ0HZ5XB1&#10;Br7P2930MVqth8vKrvbD8+Z6KkfGvHbbj3dQkdr4b/673ljBnwitPCMT6PkT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aTBcxxgAAANwAAAAPAAAAAAAAAAAAAAAAAJcCAABkcnMv&#10;ZG93bnJldi54bWxQSwUGAAAAAAQABAD1AAAAigMAAAAA&#10;" filled="f" strokeweight="1pt">
                        <v:textbox inset="1mm,0,1mm,0">
                          <w:txbxContent>
                            <w:p w14:paraId="45DA1E99" w14:textId="6DF4962D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533</w:t>
                              </w:r>
                            </w:p>
                          </w:txbxContent>
                        </v:textbox>
                      </v:shape>
                      <v:shape id="Text Box 189" o:spid="_x0000_s1087" type="#_x0000_t202" style="position:absolute;left:18084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ALKqwgAA&#10;ANwAAAAPAAAAZHJzL2Rvd25yZXYueG1sRE/bisIwEH0X/Icwgm+auopoNYq46CqsiJcPGJuxLTaT&#10;0kStf78RhH2bw7nOdF6bQjyocrllBb1uBII4sTrnVMH5tOqMQDiPrLGwTApe5GA+azamGGv75AM9&#10;jj4VIYRdjAoy78tYSpdkZNB1bUkcuKutDPoAq1TqCp8h3BTyK4qG0mDOoSHDkpYZJbfj3SjYX7a/&#10;49dg/dP/LvR6179s7ud8oFS7VS8mIDzV/l/8cW90mD8aw/uZcIGc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UAsqrCAAAA3AAAAA8AAAAAAAAAAAAAAAAAlwIAAGRycy9kb3du&#10;cmV2LnhtbFBLBQYAAAAABAAEAPUAAACGAwAAAAA=&#10;" filled="f" strokeweight="1pt">
                        <v:textbox inset="1mm,0,1mm,0">
                          <w:txbxContent>
                            <w:p w14:paraId="069E15F9" w14:textId="7A2A94C6" w:rsidR="000A00AE" w:rsidRPr="005679B0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533</w:t>
                              </w:r>
                            </w:p>
                          </w:txbxContent>
                        </v:textbox>
                      </v:shape>
                      <v:shape id="Text Box 190" o:spid="_x0000_s1088" type="#_x0000_t202" style="position:absolute;left:129032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443qxwAA&#10;ANwAAAAPAAAAZHJzL2Rvd25yZXYueG1sRI/RasJAEEXfBf9hGaFvdWOVUmNWEUuthZZS6wdMsmMS&#10;zM6G7Krx7zsPBd9muHfuPZOteteoC3Wh9mxgMk5AERfe1lwaOPy+Pb6AChHZYuOZDNwowGo5HGSY&#10;Wn/lH7rsY6kkhEOKBqoY21TrUFTkMIx9Syza0XcOo6xdqW2HVwl3jX5KkmftsGZpqLClTUXFaX92&#10;Br7zj8/5bbZ9n742dvs1zXfnQz0z5mHUrxegIvXxbv6/3lnBnwu+PCMT6OU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eON6scAAADcAAAADwAAAAAAAAAAAAAAAACXAgAAZHJz&#10;L2Rvd25yZXYueG1sUEsFBgAAAAAEAAQA9QAAAIsDAAAAAA==&#10;" filled="f" strokeweight="1pt">
                        <v:textbox inset="1mm,0,1mm,0">
                          <w:txbxContent>
                            <w:p w14:paraId="7D2502B5" w14:textId="68AF04A6" w:rsidR="000A00AE" w:rsidRPr="005679B0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322</w:t>
                              </w:r>
                            </w:p>
                          </w:txbxContent>
                        </v:textbox>
                      </v:shape>
                      <v:shape id="Text Box 191" o:spid="_x0000_s1089" type="#_x0000_t202" style="position:absolute;left:232410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ryhxwgAA&#10;ANwAAAAPAAAAZHJzL2Rvd25yZXYueG1sRE/bisIwEH0X/Icwwr5p6oVFq1FE0XVBES8fMDZjW2wm&#10;pYla/36zIPg2h3Odyaw2hXhQ5XLLCrqdCARxYnXOqYLzadUegnAeWWNhmRS8yMFs2mxMMNb2yQd6&#10;HH0qQgi7GBVk3pexlC7JyKDr2JI4cFdbGfQBVqnUFT5DuClkL4q+pcGcQ0OGJS0ySm7Hu1Gwv/xu&#10;R6/B+qe/LPR6179s7ud8oNRXq56PQXiq/Uf8dm90mD/qwv8z4QI5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vKHHCAAAA3AAAAA8AAAAAAAAAAAAAAAAAlwIAAGRycy9kb3du&#10;cmV2LnhtbFBLBQYAAAAABAAEAPUAAACGAwAAAAA=&#10;" filled="f" strokeweight="1pt">
                        <v:textbox inset="1mm,0,1mm,0">
                          <w:txbxContent>
                            <w:p w14:paraId="7D57FB3C" w14:textId="77777777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2" o:spid="_x0000_s1090" type="#_x0000_t202" style="position:absolute;left:103378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fbYGxAAA&#10;ANwAAAAPAAAAZHJzL2Rvd25yZXYueG1sRE/basJAEH0v9B+WEfpWN2ooGl2ltNRGUMTLB4zZMQnN&#10;zobsapK/dwuFvs3hXGex6kwl7tS40rKC0TACQZxZXXKu4Hz6ep2CcB5ZY2WZFPTkYLV8flpgom3L&#10;B7offS5CCLsEFRTe14mULivIoBvamjhwV9sY9AE2udQNtiHcVHIcRW/SYMmhocCaPgrKfo43o2B/&#10;2Wxnfbz+nnxWer2bXNLbuYyVehl073MQnjr/L/5zpzrMn43h95lwgVw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n22BsQAAADcAAAADwAAAAAAAAAAAAAAAACXAgAAZHJzL2Rv&#10;d25yZXYueG1sUEsFBgAAAAAEAAQA9QAAAIgDAAAAAA==&#10;" filled="f" strokeweight="1pt">
                        <v:textbox inset="1mm,0,1mm,0">
                          <w:txbxContent>
                            <w:p w14:paraId="572FE132" w14:textId="1D47D9E2" w:rsidR="000A00AE" w:rsidRPr="005679B0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533</w:t>
                              </w:r>
                            </w:p>
                          </w:txbxContent>
                        </v:textbox>
                      </v:shape>
                      <v:shape id="Text Box 193" o:spid="_x0000_s1091" type="#_x0000_t202" style="position:absolute;left:207010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MROdwwAA&#10;ANwAAAAPAAAAZHJzL2Rvd25yZXYueG1sRE/bisIwEH0X/Icwwr5pqhVZq1EWRdcFF/HyAWMztmWb&#10;SWmi1r/fCIJvczjXmc4bU4ob1a6wrKDfi0AQp1YXnCk4HVfdTxDOI2ssLZOCBzmYz9qtKSba3nlP&#10;t4PPRAhhl6CC3PsqkdKlORl0PVsRB+5ia4M+wDqTusZ7CDelHETRSBosODTkWNEip/TvcDUKduef&#10;7fgxXH/Hy1Kvf+Pz5noqhkp9dJqvCQhPjX+LX+6NDvPHMTyfCRfI2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MROdwwAAANwAAAAPAAAAAAAAAAAAAAAAAJcCAABkcnMvZG93&#10;bnJldi54bWxQSwUGAAAAAAQABAD1AAAAhwMAAAAA&#10;" filled="f" strokeweight="1pt">
                        <v:textbox inset="1mm,0,1mm,0">
                          <w:txbxContent>
                            <w:p w14:paraId="22D6BD4E" w14:textId="77777777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4" o:spid="_x0000_s1092" type="#_x0000_t202" style="position:absolute;left:155194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2IvpxAAA&#10;ANwAAAAPAAAAZHJzL2Rvd25yZXYueG1sRE/basJAEH0v9B+WKfStbqxBNLpKaWlqQREvHzBmxyQ0&#10;Oxuyay5/3xUKfZvDuc5y3ZtKtNS40rKC8SgCQZxZXXKu4Hz6fJmBcB5ZY2WZFAzkYL16fFhiom3H&#10;B2qPPhchhF2CCgrv60RKlxVk0I1sTRy4q20M+gCbXOoGuxBuKvkaRVNpsOTQUGBN7wVlP8ebUbC/&#10;fG/nQ5x+TT4qne4ml83tXMZKPT/1bwsQnnr/L/5zb3SYP4/h/ky4QK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tiL6cQAAADcAAAADwAAAAAAAAAAAAAAAACXAgAAZHJzL2Rv&#10;d25yZXYueG1sUEsFBgAAAAAEAAQA9QAAAIgDAAAAAA==&#10;" filled="f" strokeweight="1pt">
                        <v:textbox inset="1mm,0,1mm,0">
                          <w:txbxContent>
                            <w:p w14:paraId="7BEE15ED" w14:textId="549988C8" w:rsidR="000A00AE" w:rsidRPr="005679B0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855</w:t>
                              </w:r>
                            </w:p>
                          </w:txbxContent>
                        </v:textbox>
                      </v:shape>
                      <v:shape id="Text Box 195" o:spid="_x0000_s1093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lC5yxAAA&#10;ANwAAAAPAAAAZHJzL2Rvd25yZXYueG1sRE/basJAEH0X+g/LFPpWNzWxaOoapKVqoUW8fMCYnSah&#10;2dmQXWP8e1co+DaHc51Z1ptadNS6yrKCl2EEgji3uuJCwWH/+TwB4TyyxtoyKbiQg2z+MJhhqu2Z&#10;t9TtfCFCCLsUFZTeN6mULi/JoBvahjhwv7Y16ANsC6lbPIdwU8tRFL1KgxWHhhIbei8p/9udjILN&#10;8et7ekmWq/ij1suf+Lg+HapEqafHfvEGwlPv7+J/91qH+dMx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ZQucsQAAADcAAAADwAAAAAAAAAAAAAAAACXAgAAZHJzL2Rv&#10;d25yZXYueG1sUEsFBgAAAAAEAAQA9QAAAIgDAAAAAA==&#10;" filled="f" strokeweight="1pt">
                        <v:textbox inset="1mm,0,1mm,0">
                          <w:txbxContent>
                            <w:p w14:paraId="6BCE832A" w14:textId="6B1DCAB6" w:rsidR="000A00AE" w:rsidRPr="005679B0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855</w:t>
                              </w:r>
                            </w:p>
                          </w:txbxContent>
                        </v:textbox>
                      </v:shape>
                      <v:shape id="Text Box 196" o:spid="_x0000_s1094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Uru7wwAA&#10;ANwAAAAPAAAAZHJzL2Rvd25yZXYueG1sRE/dasIwFL4f+A7hCLvTVMGiXVNRceCYsNn5AIfmrC1r&#10;TkqS1fr2y2Cwu/Px/Z58O5pODOR8a1nBYp6AIK6sbrlWcP14nq1B+ICssbNMCu7kYVtMHnLMtL3x&#10;hYYy1CKGsM9QQRNCn0npq4YM+rntiSP3aZ3BEKGrpXZ4i+Gmk8skSaXBlmNDgz0dGqq+ym+j4OhP&#10;9yVdV/t0eD+7N3xdnRfji1KP03H3BCLQGP7Ff+6TjvM3Kfw+Ey+Qx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Uru7wwAAANwAAAAPAAAAAAAAAAAAAAAAAJcCAABkcnMvZG93&#10;bnJldi54bWxQSwUGAAAAAAQABAD1AAAAhwMAAAAA&#10;" filled="f" strokeweight="1pt">
                        <v:textbox inset="0,0,0,0">
                          <w:txbxContent>
                            <w:p w14:paraId="26C29EC1" w14:textId="3E4B8A13" w:rsidR="000A00AE" w:rsidRPr="005679B0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1388</w:t>
                              </w:r>
                            </w:p>
                          </w:txbxContent>
                        </v:textbox>
                      </v:shape>
                      <v:shape id="Text Box 197" o:spid="_x0000_s1095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Hh4gwgAA&#10;ANwAAAAPAAAAZHJzL2Rvd25yZXYueG1sRE/basJAEH0X/IdlBN/MRsFLU1dRsWCpYGv9gCE7TYLZ&#10;2bC7jfHvuwXBtzmc6yzXnalFS85XlhWMkxQEcW51xYWCy/fbaAHCB2SNtWVScCcP61W/t8RM2xt/&#10;UXsOhYgh7DNUUIbQZFL6vCSDPrENceR+rDMYInSF1A5vMdzUcpKmM2mw4thQYkO7kvLr+dco2PvD&#10;fUKX6XbWfh7dCT+mx3H3rtRw0G1eQQTqwlP8cB90nP8yh/9n4gVy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oeHiDCAAAA3AAAAA8AAAAAAAAAAAAAAAAAlwIAAGRycy9kb3du&#10;cmV2LnhtbFBLBQYAAAAABAAEAPUAAACGAwAAAAA=&#10;" filled="f" strokeweight="1pt">
                        <v:textbox inset="0,0,0,0">
                          <w:txbxContent>
                            <w:p w14:paraId="29D11B2E" w14:textId="69888289" w:rsidR="000A00AE" w:rsidRPr="005679B0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2243</w:t>
                              </w:r>
                            </w:p>
                          </w:txbxContent>
                        </v:textbox>
                      </v:shape>
                      <v:shape id="Text Box 198" o:spid="_x0000_s1096" type="#_x0000_t202" style="position:absolute;left:3101340;top:6889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lYHsxwAA&#10;ANwAAAAPAAAAZHJzL2Rvd25yZXYueG1sRI/RasJAEEXfBf9hGaFvdWOVUmNWEUuthZZS6wdMsmMS&#10;zM6G7Krx7zsPBd9muHfuPZOteteoC3Wh9mxgMk5AERfe1lwaOPy+Pb6AChHZYuOZDNwowGo5HGSY&#10;Wn/lH7rsY6kkhEOKBqoY21TrUFTkMIx9Syza0XcOo6xdqW2HVwl3jX5KkmftsGZpqLClTUXFaX92&#10;Br7zj8/5bbZ9n742dvs1zXfnQz0z5mHUrxegIvXxbv6/3lnBnwutPCMT6OU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35WB7McAAADcAAAADwAAAAAAAAAAAAAAAACXAgAAZHJz&#10;L2Rvd25yZXYueG1sUEsFBgAAAAAEAAQA9QAAAIsDAAAAAA==&#10;" filled="f" strokeweight="1pt">
                        <v:textbox inset="1mm,0,1mm,0">
                          <w:txbxContent>
                            <w:p w14:paraId="37970ED0" w14:textId="29A3C501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855</w:t>
                              </w:r>
                            </w:p>
                          </w:txbxContent>
                        </v:textbox>
                      </v:shape>
                      <v:shape id="Text Box 199" o:spid="_x0000_s1097" type="#_x0000_t202" style="position:absolute;left:2839720;top:45656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2SR3xAAA&#10;ANwAAAAPAAAAZHJzL2Rvd25yZXYueG1sRE/basJAEH0X+g/LFHyrm1aRJmYTSku9gKVU/YBJdpqE&#10;ZmdDdtX4965Q8G0O5zppPphWnKh3jWUFz5MIBHFpdcOVgsP+8+kVhPPIGlvLpOBCDvLsYZRiou2Z&#10;f+i085UIIewSVFB73yVSurImg25iO+LA/dreoA+wr6Tu8RzCTStfomguDTYcGmrs6L2m8m93NAq+&#10;i802vsyWq+lHq5df02J9PDQzpcaPw9sChKfB38X/7rUO8+MYbs+EC2R2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Nkkd8QAAADcAAAADwAAAAAAAAAAAAAAAACXAgAAZHJzL2Rv&#10;d25yZXYueG1sUEsFBgAAAAAEAAQA9QAAAIgDAAAAAA==&#10;" filled="f" strokeweight="1pt">
                        <v:textbox inset="1mm,0,1mm,0">
                          <w:txbxContent>
                            <w:p w14:paraId="1FBC909C" w14:textId="77777777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00" o:spid="_x0000_s1098" type="#_x0000_t202" style="position:absolute;left:2585720;top:2292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zHkRxAAA&#10;ANwAAAAPAAAAZHJzL2Rvd25yZXYueG1sRI9bi8IwFITfhf0P4Sz4pqkXFq1GEZf1Aop4+QHH5tgW&#10;m5PSRK3/3iwIPg4z8w0zntamEHeqXG5ZQacdgSBOrM45VXA6/rUGIJxH1lhYJgVPcjCdfDXGGGv7&#10;4D3dDz4VAcIuRgWZ92UspUsyMujatiQO3sVWBn2QVSp1hY8AN4XsRtGPNJhzWMiwpHlGyfVwMwp2&#10;5/Vm+Owvlr3fQi+2vfPqdsr7SjW/69kIhKfaf8Lv9korCET4PxOOgJy8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sx5EcQAAADcAAAADwAAAAAAAAAAAAAAAACXAgAAZHJzL2Rv&#10;d25yZXYueG1sUEsFBgAAAAAEAAQA9QAAAIgDAAAAAA==&#10;" filled="f" strokeweight="1pt">
                        <v:textbox inset="1mm,0,1mm,0">
                          <w:txbxContent>
                            <w:p w14:paraId="65E9FBCC" w14:textId="77777777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01" o:spid="_x0000_s1099" type="#_x0000_t202" style="position:absolute;left:2326640;top:19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gNyKxgAA&#10;ANwAAAAPAAAAZHJzL2Rvd25yZXYueG1sRI/dasJAFITvC32H5Qi9qxs1FI2uUlpqIyjizwMcs8ck&#10;NHs2ZFeTvL1bKPRymJlvmMWqM5W4U+NKywpGwwgEcWZ1ybmC8+nrdQrCeWSNlWVS0JOD1fL5aYGJ&#10;ti0f6H70uQgQdgkqKLyvEyldVpBBN7Q1cfCutjHog2xyqRtsA9xUchxFb9JgyWGhwJo+Csp+jjej&#10;YH/ZbGd9vP6efFZ6vZtc0tu5jJV6GXTvcxCeOv8f/munWsE4GsHvmXAE5PI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9gNyKxgAAANwAAAAPAAAAAAAAAAAAAAAAAJcCAABkcnMv&#10;ZG93bnJldi54bWxQSwUGAAAAAAQABAD1AAAAigMAAAAA&#10;" filled="f" strokeweight="1pt">
                        <v:textbox inset="1mm,0,1mm,0">
                          <w:txbxContent>
                            <w:p w14:paraId="799DEBBB" w14:textId="77777777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2" o:spid="_x0000_s1100" type="#_x0000_t202" style="position:absolute;left:771525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zloawQAA&#10;ANsAAAAPAAAAZHJzL2Rvd25yZXYueG1sRE/bisIwEH0X/Icwgm+aekG0GmXZZdUFRbx8wNiMbbGZ&#10;lCZq/fuNIPg2h3Od2aI2hbhT5XLLCnrdCARxYnXOqYLT8bczBuE8ssbCMil4koPFvNmYYaztg/d0&#10;P/hUhBB2MSrIvC9jKV2SkUHXtSVx4C62MugDrFKpK3yEcFPIfhSNpMGcQ0OGJX1nlFwPN6Ngd/7b&#10;TJ7D5WrwU+jldnBe3075UKl2q/6agvBU+4/47V7rML8Pr1/CAXL+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M5aGsEAAADbAAAADwAAAAAAAAAAAAAAAACXAgAAZHJzL2Rvd25y&#10;ZXYueG1sUEsFBgAAAAAEAAQA9QAAAIUDAAAAAA==&#10;" filled="f" strokeweight="1pt">
                        <v:textbox inset="1mm,0,1mm,0">
                          <w:txbxContent>
                            <w:p w14:paraId="3D559B99" w14:textId="138023CB" w:rsidR="000A00AE" w:rsidRPr="005679B0" w:rsidRDefault="000A00AE" w:rsidP="005679B0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211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274DB5A2" w14:textId="77777777" w:rsidR="00D7295A" w:rsidRDefault="00D7295A" w:rsidP="00D40365">
            <w:pPr>
              <w:spacing w:before="40" w:after="100"/>
              <w:jc w:val="right"/>
            </w:pPr>
            <w:r w:rsidRPr="00264CBC">
              <w:t>4.Zeile</w:t>
            </w:r>
          </w:p>
          <w:p w14:paraId="6B3DCB82" w14:textId="77777777" w:rsidR="00D7295A" w:rsidRDefault="00D7295A" w:rsidP="00D7295A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3CB53B41" w14:textId="77777777" w:rsidR="00D7295A" w:rsidRDefault="00D7295A" w:rsidP="00D7295A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0FAEFE5D" w14:textId="77777777" w:rsidR="00D7295A" w:rsidRPr="00264CBC" w:rsidRDefault="00D7295A" w:rsidP="00D7295A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3589DC9D" w14:textId="0AAFDEDC" w:rsidR="004A1355" w:rsidRPr="00482926" w:rsidRDefault="004A1355" w:rsidP="004A1355">
      <w:pPr>
        <w:spacing w:after="0"/>
        <w:rPr>
          <w:rStyle w:val="Schriftrot"/>
        </w:rPr>
      </w:pPr>
      <w:r>
        <w:rPr>
          <w:rStyle w:val="Schriftrot"/>
        </w:rPr>
        <w:t xml:space="preserve">Mind. 3 Zahlen in Zeile 2: </w:t>
      </w:r>
      <w:r w:rsidRPr="00482926">
        <w:rPr>
          <w:rStyle w:val="Schriftrot"/>
        </w:rPr>
        <w:t>½ P</w:t>
      </w:r>
      <w:r>
        <w:rPr>
          <w:rStyle w:val="Schriftrot"/>
        </w:rPr>
        <w:t xml:space="preserve">  |  Mind. 3 Zahlen in Zeile 3: </w:t>
      </w:r>
      <w:r w:rsidRPr="00482926">
        <w:rPr>
          <w:rStyle w:val="Schriftrot"/>
        </w:rPr>
        <w:t>½ P</w:t>
      </w:r>
      <w:r>
        <w:rPr>
          <w:rStyle w:val="Schriftrot"/>
        </w:rPr>
        <w:t xml:space="preserve">  |  Mind. 3 Zahlen in Zeile 4: </w:t>
      </w:r>
      <w:r w:rsidRPr="00482926">
        <w:rPr>
          <w:rStyle w:val="Schriftrot"/>
        </w:rPr>
        <w:t>1 P</w:t>
      </w:r>
    </w:p>
    <w:p w14:paraId="4D21067C" w14:textId="606AE5C0" w:rsidR="004A1355" w:rsidRPr="004A1355" w:rsidRDefault="004A1355" w:rsidP="004A1355">
      <w:pPr>
        <w:spacing w:after="0"/>
        <w:rPr>
          <w:color w:val="E50600"/>
        </w:rPr>
      </w:pPr>
      <w:r w:rsidRPr="00482926">
        <w:rPr>
          <w:rStyle w:val="Schriftrot"/>
        </w:rPr>
        <w:t>(mit 1Fehler:  ½ P)</w:t>
      </w:r>
    </w:p>
    <w:p w14:paraId="5F7B86AF" w14:textId="77777777" w:rsidR="00D7295A" w:rsidRDefault="00D7295A" w:rsidP="00482926">
      <w:pPr>
        <w:spacing w:before="160" w:after="80"/>
      </w:pPr>
      <w:r w:rsidRPr="00D7295A">
        <w:t>Was fällt dir bei dieser Mauer auf, wenn du die Zeilen vergleichst?</w:t>
      </w:r>
    </w:p>
    <w:p w14:paraId="6AF37B31" w14:textId="3AA41BD3" w:rsidR="00D7295A" w:rsidRPr="00482926" w:rsidRDefault="00482926" w:rsidP="007F2E0A">
      <w:pPr>
        <w:tabs>
          <w:tab w:val="right" w:pos="9294"/>
        </w:tabs>
        <w:rPr>
          <w:rStyle w:val="Schriftrot"/>
        </w:rPr>
      </w:pPr>
      <w:r w:rsidRPr="00482926">
        <w:rPr>
          <w:rStyle w:val="Schriftrot"/>
        </w:rPr>
        <w:t>Es kommen in jeder Zeile nur Zah</w:t>
      </w:r>
      <w:r>
        <w:rPr>
          <w:rStyle w:val="Schriftrot"/>
        </w:rPr>
        <w:t>len aus den unteren Zeilen vor.</w:t>
      </w:r>
      <w:r w:rsidR="007F2E0A">
        <w:rPr>
          <w:rStyle w:val="Schriftrot"/>
        </w:rPr>
        <w:tab/>
      </w:r>
      <w:r w:rsidRPr="00482926">
        <w:rPr>
          <w:rStyle w:val="Schriftrot"/>
        </w:rPr>
        <w:t>1 P</w:t>
      </w:r>
    </w:p>
    <w:p w14:paraId="2CDFC0D7" w14:textId="0BF24E67" w:rsidR="00D7295A" w:rsidRDefault="00D7295A" w:rsidP="00482926">
      <w:pPr>
        <w:spacing w:after="80"/>
      </w:pPr>
      <w:r w:rsidRPr="00D7295A">
        <w:t>Warum ist das so?</w:t>
      </w:r>
    </w:p>
    <w:p w14:paraId="05E643CB" w14:textId="44CC36EF" w:rsidR="00B456DB" w:rsidRPr="00482926" w:rsidRDefault="00482926" w:rsidP="007F2E0A">
      <w:pPr>
        <w:tabs>
          <w:tab w:val="right" w:pos="9280"/>
        </w:tabs>
        <w:spacing w:after="280"/>
        <w:rPr>
          <w:rStyle w:val="Schriftrot"/>
        </w:rPr>
      </w:pPr>
      <w:r w:rsidRPr="00482926">
        <w:rPr>
          <w:rStyle w:val="Schriftrot"/>
        </w:rPr>
        <w:t>Jede Zahl der ersten Zeile ist die Summe der bei</w:t>
      </w:r>
      <w:r>
        <w:rPr>
          <w:rStyle w:val="Schriftrot"/>
        </w:rPr>
        <w:t>den vorhergehenden Zahlen.</w:t>
      </w:r>
      <w:r w:rsidR="007F2E0A">
        <w:rPr>
          <w:rStyle w:val="Schriftrot"/>
        </w:rPr>
        <w:tab/>
      </w:r>
      <w:r w:rsidRPr="00482926">
        <w:rPr>
          <w:rStyle w:val="Schriftrot"/>
        </w:rPr>
        <w:t>1 P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6755"/>
        <w:gridCol w:w="670"/>
      </w:tblGrid>
      <w:tr w:rsidR="00B456DB" w14:paraId="1F893265" w14:textId="77777777" w:rsidTr="00B456DB">
        <w:trPr>
          <w:cantSplit/>
        </w:trPr>
        <w:tc>
          <w:tcPr>
            <w:tcW w:w="1055" w:type="pct"/>
          </w:tcPr>
          <w:p w14:paraId="62985B27" w14:textId="77777777" w:rsidR="00B456DB" w:rsidRDefault="00B456DB" w:rsidP="00B456DB">
            <w:r>
              <w:t>Baue eine Mauer, bei der das ebenso ist.</w:t>
            </w:r>
          </w:p>
          <w:p w14:paraId="29D4595E" w14:textId="12A46ADA" w:rsidR="004A1355" w:rsidRPr="005C6001" w:rsidRDefault="00B456DB" w:rsidP="004A1355">
            <w:pPr>
              <w:spacing w:after="0"/>
            </w:pPr>
            <w:r>
              <w:t>Setze mindestens zehn Zahlen ein.</w:t>
            </w:r>
          </w:p>
        </w:tc>
        <w:tc>
          <w:tcPr>
            <w:tcW w:w="3589" w:type="pct"/>
          </w:tcPr>
          <w:p w14:paraId="5275358D" w14:textId="79C29D04" w:rsidR="00D7295A" w:rsidRPr="004A1355" w:rsidRDefault="008D5487" w:rsidP="00166ED4">
            <w:pPr>
              <w:rPr>
                <w:rStyle w:val="Schriftrot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805696" behindDoc="0" locked="0" layoutInCell="1" allowOverlap="1" wp14:anchorId="7A23DE56" wp14:editId="34A60D50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21590</wp:posOffset>
                      </wp:positionV>
                      <wp:extent cx="4134485" cy="920750"/>
                      <wp:effectExtent l="0" t="0" r="31115" b="19050"/>
                      <wp:wrapThrough wrapText="bothSides">
                        <wp:wrapPolygon edited="0">
                          <wp:start x="3848" y="0"/>
                          <wp:lineTo x="2654" y="4767"/>
                          <wp:lineTo x="2389" y="6554"/>
                          <wp:lineTo x="2389" y="9534"/>
                          <wp:lineTo x="0" y="11321"/>
                          <wp:lineTo x="0" y="21451"/>
                          <wp:lineTo x="21630" y="21451"/>
                          <wp:lineTo x="21630" y="11321"/>
                          <wp:lineTo x="19241" y="7746"/>
                          <wp:lineTo x="18843" y="4767"/>
                          <wp:lineTo x="17782" y="0"/>
                          <wp:lineTo x="3848" y="0"/>
                        </wp:wrapPolygon>
                      </wp:wrapThrough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34485" cy="920750"/>
                                <a:chOff x="0" y="0"/>
                                <a:chExt cx="4134485" cy="920750"/>
                              </a:xfrm>
                            </wpg:grpSpPr>
                            <wps:wsp>
                              <wps:cNvPr id="207" name="Text Box 207"/>
                              <wps:cNvSpPr txBox="1"/>
                              <wps:spPr>
                                <a:xfrm>
                                  <a:off x="51562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2DAEAC8" w14:textId="4A555629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Text Box 208"/>
                              <wps:cNvSpPr txBox="1"/>
                              <wps:spPr>
                                <a:xfrm>
                                  <a:off x="257175" y="4584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36DE97A" w14:textId="54E87D89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Text Box 209"/>
                              <wps:cNvSpPr txBox="1"/>
                              <wps:spPr>
                                <a:xfrm>
                                  <a:off x="51816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A2B99A" w14:textId="557A6D9F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Text Box 210"/>
                              <wps:cNvSpPr txBox="1"/>
                              <wps:spPr>
                                <a:xfrm>
                                  <a:off x="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FB6F8F9" w14:textId="08C3B748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Text Box 211"/>
                              <wps:cNvSpPr txBox="1"/>
                              <wps:spPr>
                                <a:xfrm>
                                  <a:off x="103378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97A52DB" w14:textId="3CA62924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Text Box 212"/>
                              <wps:cNvSpPr txBox="1"/>
                              <wps:spPr>
                                <a:xfrm>
                                  <a:off x="2070100" y="69215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4C972B3" w14:textId="615994FF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13"/>
                              <wps:cNvSpPr txBox="1"/>
                              <wps:spPr>
                                <a:xfrm>
                                  <a:off x="1551940" y="69215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F422061" w14:textId="09664D09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Text Box 214"/>
                              <wps:cNvSpPr txBox="1"/>
                              <wps:spPr>
                                <a:xfrm>
                                  <a:off x="2585720" y="69215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E123E6" w14:textId="31AB6ECB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5" name="Text Box 215"/>
                              <wps:cNvSpPr txBox="1"/>
                              <wps:spPr>
                                <a:xfrm>
                                  <a:off x="1808480" y="4622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2AEF5F" w14:textId="02FCAB91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31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Text Box 216"/>
                              <wps:cNvSpPr txBox="1"/>
                              <wps:spPr>
                                <a:xfrm>
                                  <a:off x="1290320" y="4622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82DC78F" w14:textId="60928B56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Text Box 217"/>
                              <wps:cNvSpPr txBox="1"/>
                              <wps:spPr>
                                <a:xfrm>
                                  <a:off x="2324100" y="4622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F4D8DB1" w14:textId="77777777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Text Box 218"/>
                              <wps:cNvSpPr txBox="1"/>
                              <wps:spPr>
                                <a:xfrm>
                                  <a:off x="1033780" y="2311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D41A9DA" w14:textId="4BBA5907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31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Text Box 219"/>
                              <wps:cNvSpPr txBox="1"/>
                              <wps:spPr>
                                <a:xfrm>
                                  <a:off x="207010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B1DCF10" w14:textId="77777777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Text Box 220"/>
                              <wps:cNvSpPr txBox="1"/>
                              <wps:spPr>
                                <a:xfrm>
                                  <a:off x="155194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9D5B80" w14:textId="6ED555D5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Text Box 221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CCC0A4C" w14:textId="5CB48DED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50</w:t>
                                    </w: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Text Box 222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B40CC8" w14:textId="73BC97BA" w:rsidR="000A00AE" w:rsidRPr="00482926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81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" name="Text Box 223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5B2235" w14:textId="77777777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Text Box 224"/>
                              <wps:cNvSpPr txBox="1"/>
                              <wps:spPr>
                                <a:xfrm>
                                  <a:off x="3101340" y="6915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B3C2505" w14:textId="4DEDAA4F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2839720" y="4616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64FB85" w14:textId="77777777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" name="Text Box 226"/>
                              <wps:cNvSpPr txBox="1"/>
                              <wps:spPr>
                                <a:xfrm>
                                  <a:off x="2585720" y="2317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11FAD5" w14:textId="77777777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Text Box 227"/>
                              <wps:cNvSpPr txBox="1"/>
                              <wps:spPr>
                                <a:xfrm>
                                  <a:off x="2326640" y="19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D064DD" w14:textId="77777777" w:rsidR="000A00AE" w:rsidRPr="007267EB" w:rsidRDefault="000A00AE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" name="Text Box 254"/>
                              <wps:cNvSpPr txBox="1"/>
                              <wps:spPr>
                                <a:xfrm>
                                  <a:off x="361696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530675E" w14:textId="77777777" w:rsidR="000A00AE" w:rsidRPr="007267EB" w:rsidRDefault="000A00AE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" name="Text Box 255"/>
                              <wps:cNvSpPr txBox="1"/>
                              <wps:spPr>
                                <a:xfrm>
                                  <a:off x="3355340" y="4610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DE177C" w14:textId="77777777" w:rsidR="000A00AE" w:rsidRPr="007267EB" w:rsidRDefault="000A00AE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6" name="Text Box 256"/>
                              <wps:cNvSpPr txBox="1"/>
                              <wps:spPr>
                                <a:xfrm>
                                  <a:off x="310134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C1DE897" w14:textId="77777777" w:rsidR="000A00AE" w:rsidRPr="007267EB" w:rsidRDefault="000A00AE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" name="Text Box 257"/>
                              <wps:cNvSpPr txBox="1"/>
                              <wps:spPr>
                                <a:xfrm>
                                  <a:off x="28422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615EFF2" w14:textId="77777777" w:rsidR="000A00AE" w:rsidRPr="007267EB" w:rsidRDefault="000A00AE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Text Box 9"/>
                              <wps:cNvSpPr txBox="1"/>
                              <wps:spPr>
                                <a:xfrm>
                                  <a:off x="774700" y="4610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E1613C" w14:textId="7D15ED7C" w:rsidR="000A00AE" w:rsidRPr="00482926" w:rsidRDefault="000A00AE" w:rsidP="008D5487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0" o:spid="_x0000_s1101" style="position:absolute;margin-left:8.7pt;margin-top:1.7pt;width:325.55pt;height:72.5pt;z-index:251805696" coordsize="4134485,9207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">
                      <v:shape id="Text Box 207" o:spid="_x0000_s1102" type="#_x0000_t202" style="position:absolute;left:5156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JeFlxgAA&#10;ANwAAAAPAAAAZHJzL2Rvd25yZXYueG1sRI9bi8IwFITfF/wP4Qi+rakXvFSjyC5eFlbEyw84Nse2&#10;2JyUJmr990ZY2MdhZr5hpvPaFOJOlcstK+i0IxDEidU5pwpOx+XnCITzyBoLy6TgSQ7ms8bHFGNt&#10;H7yn+8GnIkDYxagg876MpXRJRgZd25bEwbvYyqAPskqlrvAR4KaQ3SgaSIM5h4UMS/rKKLkebkbB&#10;7vzzO372V+ved6FX2955czvlfaVazXoxAeGp9v/hv/ZGK+hGQ3ifCUdAzl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JeFlxgAAANwAAAAPAAAAAAAAAAAAAAAAAJcCAABkcnMv&#10;ZG93bnJldi54bWxQSwUGAAAAAAQABAD1AAAAigMAAAAA&#10;" filled="f" strokeweight="1pt">
                        <v:textbox inset="1mm,0,1mm,0">
                          <w:txbxContent>
                            <w:p w14:paraId="52DAEAC8" w14:textId="4A555629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19</w:t>
                              </w:r>
                            </w:p>
                          </w:txbxContent>
                        </v:textbox>
                      </v:shape>
                      <v:shape id="Text Box 208" o:spid="_x0000_s1103" type="#_x0000_t202" style="position:absolute;left:257175;top:4584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unUXwgAA&#10;ANwAAAAPAAAAZHJzL2Rvd25yZXYueG1sRE/LisIwFN0L/kO4gjtNR4vMVKMMii9QhlE/4Nrcacs0&#10;N6WJtv69WQguD+c9W7SmFHeqXWFZwccwAkGcWl1wpuByXg8+QTiPrLG0TAoe5GAx73ZmmGjb8C/d&#10;Tz4TIYRdggpy76tESpfmZNANbUUcuD9bG/QB1pnUNTYh3JRyFEUTabDg0JBjRcuc0v/TzSj4ue4P&#10;X494sx2vSr05jq+726WIler32u8pCE+tf4tf7p1WMIrC2nAmHAE5f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y6dRfCAAAA3AAAAA8AAAAAAAAAAAAAAAAAlwIAAGRycy9kb3du&#10;cmV2LnhtbFBLBQYAAAAABAAEAPUAAACGAwAAAAA=&#10;" filled="f" strokeweight="1pt">
                        <v:textbox inset="1mm,0,1mm,0">
                          <w:txbxContent>
                            <w:p w14:paraId="336DE97A" w14:textId="54E87D89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09" o:spid="_x0000_s1104" type="#_x0000_t202" style="position:absolute;left:518160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9tCMxgAA&#10;ANwAAAAPAAAAZHJzL2Rvd25yZXYueG1sRI/dasJAFITvC32H5Qi9qxs1FI2uUlpqIyjizwMcs8ck&#10;NHs2ZFeTvL1bKPRymJlvmMWqM5W4U+NKywpGwwgEcWZ1ybmC8+nrdQrCeWSNlWVS0JOD1fL5aYGJ&#10;ti0f6H70uQgQdgkqKLyvEyldVpBBN7Q1cfCutjHog2xyqRtsA9xUchxFb9JgyWGhwJo+Csp+jjej&#10;YH/ZbGd9vP6efFZ6vZtc0tu5jJV6GXTvcxCeOv8f/munWsE4msHvmXAE5PI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9tCMxgAAANwAAAAPAAAAAAAAAAAAAAAAAJcCAABkcnMv&#10;ZG93bnJldi54bWxQSwUGAAAAAAQABAD1AAAAigMAAAAA&#10;" filled="f" strokeweight="1pt">
                        <v:textbox inset="1mm,0,1mm,0">
                          <w:txbxContent>
                            <w:p w14:paraId="1AA2B99A" w14:textId="557A6D9F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10" o:spid="_x0000_s1105" type="#_x0000_t202" style="position:absolute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Fe/MwwAA&#10;ANwAAAAPAAAAZHJzL2Rvd25yZXYueG1sRE/dasIwFL4f+A7hCN5paivDVaPIhs6BMtb1AY7NsS02&#10;J6WJWt9+uRB2+fH9L9e9acSNOldbVjCdRCCIC6trLhXkv9vxHITzyBoby6TgQQ7Wq8HLElNt7/xD&#10;t8yXIoSwS1FB5X2bSumKigy6iW2JA3e2nUEfYFdK3eE9hJtGxlH0Kg3WHBoqbOm9ouKSXY2C79PX&#10;4e0x230mH43eHZPT/prXM6VGw36zAOGp9//ip3uvFcTTMD+cCU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XFe/MwwAAANwAAAAPAAAAAAAAAAAAAAAAAJcCAABkcnMvZG93&#10;bnJldi54bWxQSwUGAAAAAAQABAD1AAAAhwMAAAAA&#10;" filled="f" strokeweight="1pt">
                        <v:textbox inset="1mm,0,1mm,0">
                          <w:txbxContent>
                            <w:p w14:paraId="6FB6F8F9" w14:textId="08C3B748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11" o:spid="_x0000_s1106" type="#_x0000_t202" style="position:absolute;left:1033780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WUpXxQAA&#10;ANwAAAAPAAAAZHJzL2Rvd25yZXYueG1sRI/disIwFITvhX2HcIS907Qqy1qNIoqugrL48wDH5tiW&#10;bU5KE7W+vVkQvBxm5htmPG1MKW5Uu8KygrgbgSBOrS44U3A6LjvfIJxH1lhaJgUPcjCdfLTGmGh7&#10;5z3dDj4TAcIuQQW591UipUtzMui6tiIO3sXWBn2QdSZ1jfcAN6XsRdGXNFhwWMixonlO6d/hahT8&#10;njfb4WOw+ukvSr3a9c/r66kYKPXZbmYjEJ4a/w6/2mutoBfH8H8mHAE5e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hZSlfFAAAA3AAAAA8AAAAAAAAAAAAAAAAAlwIAAGRycy9k&#10;b3ducmV2LnhtbFBLBQYAAAAABAAEAPUAAACJAwAAAAA=&#10;" filled="f" strokeweight="1pt">
                        <v:textbox inset="1mm,0,1mm,0">
                          <w:txbxContent>
                            <w:p w14:paraId="597A52DB" w14:textId="3CA62924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12" o:spid="_x0000_s1107" type="#_x0000_t202" style="position:absolute;left:2070100;top:69215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9QgxgAA&#10;ANwAAAAPAAAAZHJzL2Rvd25yZXYueG1sRI/RasJAFETfhf7Dcgt9q5tEKW10DaJoFVpKYz7gmr1N&#10;QrN3Q3bV+PduoeDjMDNnmHk2mFacqXeNZQXxOAJBXFrdcKWgOGyeX0E4j6yxtUwKruQgWzyM5phq&#10;e+FvOue+EgHCLkUFtfddKqUrazLoxrYjDt6P7Q36IPtK6h4vAW5amUTRizTYcFiosaNVTeVvfjIK&#10;vo77j7frdPs+Wbd6+zk57k5FM1Xq6XFYzkB4Gvw9/N/eaQVJnMDfmXAE5OI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i9QgxgAAANwAAAAPAAAAAAAAAAAAAAAAAJcCAABkcnMv&#10;ZG93bnJldi54bWxQSwUGAAAAAAQABAD1AAAAigMAAAAA&#10;" filled="f" strokeweight="1pt">
                        <v:textbox inset="1mm,0,1mm,0">
                          <w:txbxContent>
                            <w:p w14:paraId="44C972B3" w14:textId="615994FF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19</w:t>
                              </w:r>
                            </w:p>
                          </w:txbxContent>
                        </v:textbox>
                      </v:shape>
                      <v:shape id="Text Box 213" o:spid="_x0000_s1108" type="#_x0000_t202" style="position:absolute;left:1551940;top:69215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3G7xQAA&#10;ANwAAAAPAAAAZHJzL2Rvd25yZXYueG1sRI/disIwFITvF3yHcATvNNWKaDXKssuqC4r48wDH5tgW&#10;m5PSRK1vvxGEvRxm5htmtmhMKe5Uu8Kygn4vAkGcWl1wpuB0/OmOQTiPrLG0TAqe5GAxb33MMNH2&#10;wXu6H3wmAoRdggpy76tESpfmZND1bEUcvIutDfog60zqGh8Bbko5iKKRNFhwWMixoq+c0uvhZhTs&#10;zr+byXO4XMXfpV5u4/P6diqGSnXazecUhKfG/4ff7bVWMOjH8DoTjoCc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fHcbvFAAAA3AAAAA8AAAAAAAAAAAAAAAAAlwIAAGRycy9k&#10;b3ducmV2LnhtbFBLBQYAAAAABAAEAPUAAACJAwAAAAA=&#10;" filled="f" strokeweight="1pt">
                        <v:textbox inset="1mm,0,1mm,0">
                          <w:txbxContent>
                            <w:p w14:paraId="7F422061" w14:textId="09664D09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214" o:spid="_x0000_s1109" type="#_x0000_t202" style="position:absolute;left:2585720;top:69215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LunPxQAA&#10;ANwAAAAPAAAAZHJzL2Rvd25yZXYueG1sRI/disIwFITvhX2HcIS901QtotUo4rKuC4r48wDH5tiW&#10;bU5KE7W+/UYQvBxm5htmOm9MKW5Uu8Kygl43AkGcWl1wpuB0/O6MQDiPrLG0TAoe5GA++2hNMdH2&#10;znu6HXwmAoRdggpy76tESpfmZNB1bUUcvIutDfog60zqGu8BbkrZj6KhNFhwWMixomVO6d/hahTs&#10;zr+b8SNe/Qy+Sr3aDs7r66mIlfpsN4sJCE+Nf4df7bVW0O/F8DwTjoCc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gu6c/FAAAA3AAAAA8AAAAAAAAAAAAAAAAAlwIAAGRycy9k&#10;b3ducmV2LnhtbFBLBQYAAAAABAAEAPUAAACJAwAAAAA=&#10;" filled="f" strokeweight="1pt">
                        <v:textbox inset="1mm,0,1mm,0">
                          <w:txbxContent>
                            <w:p w14:paraId="26E123E6" w14:textId="31AB6ECB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5" o:spid="_x0000_s1110" type="#_x0000_t202" style="position:absolute;left:1808480;top:4622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YkxUxQAA&#10;ANwAAAAPAAAAZHJzL2Rvd25yZXYueG1sRI/disIwFITvBd8hHME7Tf1ZcbtGEcU/cFl0fYBjc7Yt&#10;NieliVrf3iwIXg4z8w0zmdWmEDeqXG5ZQa8bgSBOrM45VXD6XXXGIJxH1lhYJgUPcjCbNhsTjLW9&#10;84FuR5+KAGEXo4LM+zKW0iUZGXRdWxIH789WBn2QVSp1hfcAN4XsR9FIGsw5LGRY0iKj5HK8GgU/&#10;593+8zFcbwbLQq+/B+ft9ZQPlWq36vkXCE+1f4df7a1W0O99wP+ZcATk9Ak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diTFTFAAAA3AAAAA8AAAAAAAAAAAAAAAAAlwIAAGRycy9k&#10;b3ducmV2LnhtbFBLBQYAAAAABAAEAPUAAACJAwAAAAA=&#10;" filled="f" strokeweight="1pt">
                        <v:textbox inset="1mm,0,1mm,0">
                          <w:txbxContent>
                            <w:p w14:paraId="262AEF5F" w14:textId="02FCAB91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31</w:t>
                              </w:r>
                            </w:p>
                          </w:txbxContent>
                        </v:textbox>
                      </v:shape>
                      <v:shape id="Text Box 216" o:spid="_x0000_s1111" type="#_x0000_t202" style="position:absolute;left:1290320;top:4622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sNIjxQAA&#10;ANwAAAAPAAAAZHJzL2Rvd25yZXYueG1sRI9bi8IwFITfhf0P4Sz4tqZekLUaZVG8gYt4+QHH5tiW&#10;bU5Kk2r990ZY8HGYmW+YyawxhbhR5XLLCrqdCARxYnXOqYLzafn1DcJ5ZI2FZVLwIAez6UdrgrG2&#10;dz7Q7ehTESDsYlSQeV/GUrokI4OuY0vi4F1tZdAHWaVSV3gPcFPIXhQNpcGcw0KGJc0zSv6OtVGw&#10;v2x3o8dgte4vCr367V829TkfKNX+bH7GIDw1/h3+b2+0gl53CK8z4QjI6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ew0iPFAAAA3AAAAA8AAAAAAAAAAAAAAAAAlwIAAGRycy9k&#10;b3ducmV2LnhtbFBLBQYAAAAABAAEAPUAAACJAwAAAAA=&#10;" filled="f" strokeweight="1pt">
                        <v:textbox inset="1mm,0,1mm,0">
                          <w:txbxContent>
                            <w:p w14:paraId="582DC78F" w14:textId="60928B56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19</w:t>
                              </w:r>
                            </w:p>
                          </w:txbxContent>
                        </v:textbox>
                      </v:shape>
                      <v:shape id="Text Box 217" o:spid="_x0000_s1112" type="#_x0000_t202" style="position:absolute;left:2324100;top:4622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/He4xQAA&#10;ANwAAAAPAAAAZHJzL2Rvd25yZXYueG1sRI/disIwFITvBd8hHME7Tf1hdbtGEcU/cFl0fYBjc7Yt&#10;NieliVrf3iwIXg4z8w0zmdWmEDeqXG5ZQa8bgSBOrM45VXD6XXXGIJxH1lhYJgUPcjCbNhsTjLW9&#10;84FuR5+KAGEXo4LM+zKW0iUZGXRdWxIH789WBn2QVSp1hfcAN4XsR9GHNJhzWMiwpEVGyeV4NQp+&#10;zrv952O43gyWhV5/D87b6ykfKtVu1fMvEJ5q/w6/2lutoN8bwf+ZcATk9Ak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j8d7jFAAAA3AAAAA8AAAAAAAAAAAAAAAAAlwIAAGRycy9k&#10;b3ducmV2LnhtbFBLBQYAAAAABAAEAPUAAACJAwAAAAA=&#10;" filled="f" strokeweight="1pt">
                        <v:textbox inset="1mm,0,1mm,0">
                          <w:txbxContent>
                            <w:p w14:paraId="6F4D8DB1" w14:textId="77777777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8" o:spid="_x0000_s1113" type="#_x0000_t202" style="position:absolute;left:1033780;top:2311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Y+PKwwAA&#10;ANwAAAAPAAAAZHJzL2Rvd25yZXYueG1sRE/dasIwFL4f+A7hCN5paivDVaPIhs6BMtb1AY7NsS02&#10;J6WJWt9+uRB2+fH9L9e9acSNOldbVjCdRCCIC6trLhXkv9vxHITzyBoby6TgQQ7Wq8HLElNt7/xD&#10;t8yXIoSwS1FB5X2bSumKigy6iW2JA3e2nUEfYFdK3eE9hJtGxlH0Kg3WHBoqbOm9ouKSXY2C79PX&#10;4e0x230mH43eHZPT/prXM6VGw36zAOGp9//ip3uvFcTTsDacCU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Y+PKwwAAANwAAAAPAAAAAAAAAAAAAAAAAJcCAABkcnMvZG93&#10;bnJldi54bWxQSwUGAAAAAAQABAD1AAAAhwMAAAAA&#10;" filled="f" strokeweight="1pt">
                        <v:textbox inset="1mm,0,1mm,0">
                          <w:txbxContent>
                            <w:p w14:paraId="0D41A9DA" w14:textId="4BBA5907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31</w:t>
                              </w:r>
                            </w:p>
                          </w:txbxContent>
                        </v:textbox>
                      </v:shape>
                      <v:shape id="Text Box 219" o:spid="_x0000_s1114" type="#_x0000_t202" style="position:absolute;left:207010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L0ZRxQAA&#10;ANwAAAAPAAAAZHJzL2Rvd25yZXYueG1sRI/disIwFITvBd8hnIW909QfFq1GEUVXQVlWfYBjc7Yt&#10;NielSbW+vVkQvBxm5htmOm9MIW5Uudyygl43AkGcWJ1zquB8WndGIJxH1lhYJgUPcjCftVtTjLW9&#10;8y/djj4VAcIuRgWZ92UspUsyMui6tiQO3p+tDPogq1TqCu8BbgrZj6IvaTDnsJBhScuMkuuxNgp+&#10;Lrv9+DHcfA9Whd4cBpdtfc6HSn1+NIsJCE+Nf4df7a1W0O+N4f9MOAJy9gQ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YvRlHFAAAA3AAAAA8AAAAAAAAAAAAAAAAAlwIAAGRycy9k&#10;b3ducmV2LnhtbFBLBQYAAAAABAAEAPUAAACJAwAAAAA=&#10;" filled="f" strokeweight="1pt">
                        <v:textbox inset="1mm,0,1mm,0">
                          <w:txbxContent>
                            <w:p w14:paraId="2B1DCF10" w14:textId="77777777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0" o:spid="_x0000_s1115" type="#_x0000_t202" style="position:absolute;left:155194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eSVxwgAA&#10;ANwAAAAPAAAAZHJzL2Rvd25yZXYueG1sRE/LisIwFN0L/kO4wuym6VSRsRpFlPEByuDjA67NnbbY&#10;3JQmav17sxhweTjvyaw1lbhT40rLCr6iGARxZnXJuYLz6efzG4TzyBory6TgSQ5m025ngqm2Dz7Q&#10;/ehzEULYpaig8L5OpXRZQQZdZGviwP3ZxqAPsMmlbvARwk0lkzgeSoMlh4YCa1oUlF2PN6Pg97Ld&#10;jZ6D1bq/rPRq379sbudyoNRHr52PQXhq/Vv8795oBUkS5ocz4QjI6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l5JXHCAAAA3AAAAA8AAAAAAAAAAAAAAAAAlwIAAGRycy9kb3du&#10;cmV2LnhtbFBLBQYAAAAABAAEAPUAAACGAwAAAAA=&#10;" filled="f" strokeweight="1pt">
                        <v:textbox inset="1mm,0,1mm,0">
                          <w:txbxContent>
                            <w:p w14:paraId="319D5B80" w14:textId="6ED555D5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50</w:t>
                              </w:r>
                            </w:p>
                          </w:txbxContent>
                        </v:textbox>
                      </v:shape>
                      <v:shape id="Text Box 221" o:spid="_x0000_s1116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NYDqxgAA&#10;ANwAAAAPAAAAZHJzL2Rvd25yZXYueG1sRI/RasJAFETfhf7Dcgt9q5tEKW10DaJoFVpKYz7gmr1N&#10;QrN3Q3bV+PduoeDjMDNnmHk2mFacqXeNZQXxOAJBXFrdcKWgOGyeX0E4j6yxtUwKruQgWzyM5phq&#10;e+FvOue+EgHCLkUFtfddKqUrazLoxrYjDt6P7Q36IPtK6h4vAW5amUTRizTYcFiosaNVTeVvfjIK&#10;vo77j7frdPs+Wbd6+zk57k5FM1Xq6XFYzkB4Gvw9/N/eaQVJEsPfmXAE5OI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2NYDqxgAAANwAAAAPAAAAAAAAAAAAAAAAAJcCAABkcnMv&#10;ZG93bnJldi54bWxQSwUGAAAAAAQABAD1AAAAigMAAAAA&#10;" filled="f" strokeweight="1pt">
                        <v:textbox inset="1mm,0,1mm,0">
                          <w:txbxContent>
                            <w:p w14:paraId="7CCC0A4C" w14:textId="5CB48DED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50</w:t>
                              </w: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ab/>
                              </w:r>
                            </w:p>
                          </w:txbxContent>
                        </v:textbox>
                      </v:shape>
                      <v:shape id="Text Box 222" o:spid="_x0000_s1117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5x6dxgAA&#10;ANwAAAAPAAAAZHJzL2Rvd25yZXYueG1sRI/RasJAFETfC/7Dcgt9002jFE3dhNJSq6CUxnzANXub&#10;BLN3Q3bV+PduQejjMDNnmGU2mFacqXeNZQXPkwgEcWl1w5WCYv85noNwHllja5kUXMlBlo4elpho&#10;e+EfOue+EgHCLkEFtfddIqUrazLoJrYjDt6v7Q36IPtK6h4vAW5aGUfRizTYcFiosaP3mspjfjIK&#10;vg+b7eI6W31NP1q92k0P61PRzJR6ehzeXkF4Gvx/+N5eawVxHMPfmXAEZHo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G5x6dxgAAANwAAAAPAAAAAAAAAAAAAAAAAJcCAABkcnMv&#10;ZG93bnJldi54bWxQSwUGAAAAAAQABAD1AAAAigMAAAAA&#10;" filled="f" strokeweight="1pt">
                        <v:textbox inset="1mm,0,1mm,0">
                          <w:txbxContent>
                            <w:p w14:paraId="3AB40CC8" w14:textId="73BC97BA" w:rsidR="000A00AE" w:rsidRPr="00482926" w:rsidRDefault="000A00AE" w:rsidP="00D7295A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81</w:t>
                              </w:r>
                            </w:p>
                          </w:txbxContent>
                        </v:textbox>
                      </v:shape>
                      <v:shape id="Text Box 223" o:spid="_x0000_s1118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q7sGxgAA&#10;ANwAAAAPAAAAZHJzL2Rvd25yZXYueG1sRI/RasJAFETfhf7DcoW+6cZEShtdRSy1FiylNh9wk70m&#10;odm7IbvR+PfdguDjMDNnmOV6MI04U+dqywpm0wgEcWF1zaWC7Odt8gzCeWSNjWVScCUH69XDaImp&#10;thf+pvPRlyJA2KWooPK+TaV0RUUG3dS2xME72c6gD7Irpe7wEuCmkXEUPUmDNYeFClvaVlT8Hnuj&#10;4Cv/OLxc57v35LXRu88k3/dZPVfqcTxsFiA8Df4evrX3WkEcJ/B/JhwBufo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pq7sGxgAAANwAAAAPAAAAAAAAAAAAAAAAAJcCAABkcnMv&#10;ZG93bnJldi54bWxQSwUGAAAAAAQABAD1AAAAigMAAAAA&#10;" filled="f" strokeweight="1pt">
                        <v:textbox inset="1mm,0,1mm,0">
                          <w:txbxContent>
                            <w:p w14:paraId="285B2235" w14:textId="77777777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4" o:spid="_x0000_s1119" type="#_x0000_t202" style="position:absolute;left:3101340;top:6915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QiNyxgAA&#10;ANwAAAAPAAAAZHJzL2Rvd25yZXYueG1sRI/RasJAFETfC/7DcoW+1Y0xSBtdpVS0CpZSmw+4yV6T&#10;YPZuyK4a/94VCn0cZuYMM1/2phEX6lxtWcF4FIEgLqyuuVSQ/a5fXkE4j6yxsUwKbuRguRg8zTHV&#10;9so/dDn4UgQIuxQVVN63qZSuqMigG9mWOHhH2xn0QXal1B1eA9w0Mo6iqTRYc1iosKWPiorT4WwU&#10;fOe7/dst2XxOVo3efE3y7TmrE6Weh/37DISn3v+H/9pbrSCOE3icCUdALu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QiNyxgAAANwAAAAPAAAAAAAAAAAAAAAAAJcCAABkcnMv&#10;ZG93bnJldi54bWxQSwUGAAAAAAQABAD1AAAAigMAAAAA&#10;" filled="f" strokeweight="1pt">
                        <v:textbox inset="1mm,0,1mm,0">
                          <w:txbxContent>
                            <w:p w14:paraId="4B3C2505" w14:textId="4DEDAA4F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5" o:spid="_x0000_s1120" type="#_x0000_t202" style="position:absolute;left:2839720;top:4616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DobpxgAA&#10;ANwAAAAPAAAAZHJzL2Rvd25yZXYueG1sRI/dasJAFITvhb7Dcgre6aZRi0ZXKYo/hRbx5wGO2dMk&#10;NHs2ZFeNb+8KgpfDzHzDTGaNKcWFaldYVvDRjUAQp1YXnCk4HpadIQjnkTWWlknBjRzMpm+tCSba&#10;XnlHl73PRICwS1BB7n2VSOnSnAy6rq2Ig/dna4M+yDqTusZrgJtSxlH0KQ0WHBZyrGieU/q/PxsF&#10;29P3z+jWX617i1KvfnunzflY9JVqvzdfYxCeGv8KP9sbrSCOB/A4E46An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JDobpxgAAANwAAAAPAAAAAAAAAAAAAAAAAJcCAABkcnMv&#10;ZG93bnJldi54bWxQSwUGAAAAAAQABAD1AAAAigMAAAAA&#10;" filled="f" strokeweight="1pt">
                        <v:textbox inset="1mm,0,1mm,0">
                          <w:txbxContent>
                            <w:p w14:paraId="5D64FB85" w14:textId="77777777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6" o:spid="_x0000_s1121" type="#_x0000_t202" style="position:absolute;left:2585720;top:2317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3BiexgAA&#10;ANwAAAAPAAAAZHJzL2Rvd25yZXYueG1sRI/RasJAFETfhf7Dcgt9q5smIm3MJhSlakEpVT/gmr1N&#10;QrN3Q3bV+PduoeDjMDNnmKwYTCvO1LvGsoKXcQSCuLS64UrBYf/x/ArCeWSNrWVScCUHRf4wyjDV&#10;9sLfdN75SgQIuxQV1N53qZSurMmgG9uOOHg/tjfog+wrqXu8BLhpZRxFU2mw4bBQY0fzmsrf3cko&#10;+Dp+bt6uk+UqWbR6uU2O69OhmSj19Di8z0B4Gvw9/N9eawVxPIW/M+EIy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53BiexgAAANwAAAAPAAAAAAAAAAAAAAAAAJcCAABkcnMv&#10;ZG93bnJldi54bWxQSwUGAAAAAAQABAD1AAAAigMAAAAA&#10;" filled="f" strokeweight="1pt">
                        <v:textbox inset="1mm,0,1mm,0">
                          <w:txbxContent>
                            <w:p w14:paraId="0611FAD5" w14:textId="77777777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7" o:spid="_x0000_s1122" type="#_x0000_t202" style="position:absolute;left:2326640;top:19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kL0FxgAA&#10;ANwAAAAPAAAAZHJzL2Rvd25yZXYueG1sRI/dasJAFITvhb7Dcgre6aZRrEZXKYo/hRbx5wGO2dMk&#10;NHs2ZFeNb+8KgpfDzHzDTGaNKcWFaldYVvDRjUAQp1YXnCk4HpadIQjnkTWWlknBjRzMpm+tCSba&#10;XnlHl73PRICwS1BB7n2VSOnSnAy6rq2Ig/dna4M+yDqTusZrgJtSxlE0kAYLDgs5VjTPKf3fn42C&#10;7en7Z3Trr9a9RalXv73T5nws+kq135uvMQhPjX+Fn+2NVhDHn/A4E46An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kL0FxgAAANwAAAAPAAAAAAAAAAAAAAAAAJcCAABkcnMv&#10;ZG93bnJldi54bWxQSwUGAAAAAAQABAD1AAAAigMAAAAA&#10;" filled="f" strokeweight="1pt">
                        <v:textbox inset="1mm,0,1mm,0">
                          <w:txbxContent>
                            <w:p w14:paraId="7AD064DD" w14:textId="77777777" w:rsidR="000A00AE" w:rsidRPr="007267EB" w:rsidRDefault="000A00AE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4" o:spid="_x0000_s1123" type="#_x0000_t202" style="position:absolute;left:3616960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RFAPxgAA&#10;ANwAAAAPAAAAZHJzL2Rvd25yZXYueG1sRI/dasJAFITvhb7DcgremU01Fo2uUlq0Chbx5wGO2dMk&#10;NHs2ZFeNb98VBC+HmfmGmc5bU4kLNa60rOAtikEQZ1aXnCs4Hha9EQjnkTVWlknBjRzMZy+dKaba&#10;XnlHl73PRYCwS1FB4X2dSumyggy6yNbEwfu1jUEfZJNL3eA1wE0l+3H8Lg2WHBYKrOmzoOxvfzYK&#10;tqf1ZnxLlt+Dr0ovfwan1flYJkp1X9uPCQhPrX+GH+2VVtAfJnA/E46AnP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+RFAPxgAAANwAAAAPAAAAAAAAAAAAAAAAAJcCAABkcnMv&#10;ZG93bnJldi54bWxQSwUGAAAAAAQABAD1AAAAigMAAAAA&#10;" filled="f" strokeweight="1pt">
                        <v:textbox inset="1mm,0,1mm,0">
                          <w:txbxContent>
                            <w:p w14:paraId="1530675E" w14:textId="77777777" w:rsidR="000A00AE" w:rsidRPr="007267EB" w:rsidRDefault="000A00AE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5" o:spid="_x0000_s1124" type="#_x0000_t202" style="position:absolute;left:335534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PWUxwAA&#10;ANwAAAAPAAAAZHJzL2Rvd25yZXYueG1sRI/dasJAFITvC32H5RS8q5tqLDZ1E0TxD1qK1gc4Zk+T&#10;0OzZkF1jfHtXKPRymJlvmFnWm1p01LrKsoKXYQSCOLe64kLB8Xv1PAXhPLLG2jIpuJKDLH18mGGi&#10;7YX31B18IQKEXYIKSu+bREqXl2TQDW1DHLwf2xr0QbaF1C1eAtzUchRFr9JgxWGhxIYWJeW/h7NR&#10;8HXafbxd4/VmvKz1+nN82p6PVazU4Kmfv4Pw1Pv/8F97qxWMJhO4nwlHQKY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Qj1lMcAAADcAAAADwAAAAAAAAAAAAAAAACXAgAAZHJz&#10;L2Rvd25yZXYueG1sUEsFBgAAAAAEAAQA9QAAAIsDAAAAAA==&#10;" filled="f" strokeweight="1pt">
                        <v:textbox inset="1mm,0,1mm,0">
                          <w:txbxContent>
                            <w:p w14:paraId="27DE177C" w14:textId="77777777" w:rsidR="000A00AE" w:rsidRPr="007267EB" w:rsidRDefault="000A00AE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6" o:spid="_x0000_s1125" type="#_x0000_t202" style="position:absolute;left:310134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2mvjxQAA&#10;ANwAAAAPAAAAZHJzL2Rvd25yZXYueG1sRI9bi8IwFITfF/wP4Qi+ralXtBplWfEGK+LlBxybY1ts&#10;TkoTtf77zYKwj8PMfMNM57UpxIMql1tW0GlHIIgTq3NOFZxPy88RCOeRNRaWScGLHMxnjY8pxto+&#10;+UCPo09FgLCLUUHmfRlL6ZKMDLq2LYmDd7WVQR9klUpd4TPATSG7UTSUBnMOCxmW9J1RcjvejYL9&#10;ZfszfvVX696i0Ktd77K5n/O+Uq1m/TUB4an2/+F3e6MVdAdD+DsTjoCc/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Haa+PFAAAA3AAAAA8AAAAAAAAAAAAAAAAAlwIAAGRycy9k&#10;b3ducmV2LnhtbFBLBQYAAAAABAAEAPUAAACJAwAAAAA=&#10;" filled="f" strokeweight="1pt">
                        <v:textbox inset="1mm,0,1mm,0">
                          <w:txbxContent>
                            <w:p w14:paraId="0C1DE897" w14:textId="77777777" w:rsidR="000A00AE" w:rsidRPr="007267EB" w:rsidRDefault="000A00AE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7" o:spid="_x0000_s1126" type="#_x0000_t202" style="position:absolute;left:28422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ls54xgAA&#10;ANwAAAAPAAAAZHJzL2Rvd25yZXYueG1sRI/dasJAFITvC77DcgTvdONP1aauUir+gSJaH+CYPU2C&#10;2bMhu2p8e7cg9HKYmW+Yyaw2hbhR5XLLCrqdCARxYnXOqYLTz6I9BuE8ssbCMil4kIPZtPE2wVjb&#10;Ox/odvSpCBB2MSrIvC9jKV2SkUHXsSVx8H5tZdAHWaVSV3gPcFPIXhQNpcGcw0KGJX1nlFyOV6Ng&#10;f95sPx6D5ao/L/Ry1z+vr6d8oFSrWX99gvBU+//wq73WCnrvI/g7E46AnD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ls54xgAAANwAAAAPAAAAAAAAAAAAAAAAAJcCAABkcnMv&#10;ZG93bnJldi54bWxQSwUGAAAAAAQABAD1AAAAigMAAAAA&#10;" filled="f" strokeweight="1pt">
                        <v:textbox inset="1mm,0,1mm,0">
                          <w:txbxContent>
                            <w:p w14:paraId="6615EFF2" w14:textId="77777777" w:rsidR="000A00AE" w:rsidRPr="007267EB" w:rsidRDefault="000A00AE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9" o:spid="_x0000_s1127" type="#_x0000_t202" style="position:absolute;left:77470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HBbtwwAA&#10;ANoAAAAPAAAAZHJzL2Rvd25yZXYueG1sRI/disIwFITvBd8hHME7Tf1h0a5RRPEPlGVdH+DYHNti&#10;c1KaqPXtzYLg5TAz3zCTWW0KcafK5ZYV9LoRCOLE6pxTBae/VWcEwnlkjYVlUvAkB7NpszHBWNsH&#10;/9L96FMRIOxiVJB5X8ZSuiQjg65rS+LgXWxl0AdZpVJX+AhwU8h+FH1JgzmHhQxLWmSUXI83o+Dn&#10;vNuPn8P1ZrAs9PowOG9vp3yoVLtVz79BeKr9J/xub7WCMfxfCTdAT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9HBbtwwAAANoAAAAPAAAAAAAAAAAAAAAAAJcCAABkcnMvZG93&#10;bnJldi54bWxQSwUGAAAAAAQABAD1AAAAhwMAAAAA&#10;" filled="f" strokeweight="1pt">
                        <v:textbox inset="1mm,0,1mm,0">
                          <w:txbxContent>
                            <w:p w14:paraId="0FE1613C" w14:textId="7D15ED7C" w:rsidR="000A00AE" w:rsidRPr="00482926" w:rsidRDefault="000A00AE" w:rsidP="008D5487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 w:rsidR="004A1355">
              <w:t xml:space="preserve">   </w:t>
            </w:r>
            <w:r w:rsidR="004A1355" w:rsidRPr="004A1355">
              <w:rPr>
                <w:rStyle w:val="Schriftrot"/>
              </w:rPr>
              <w:t>Z.B.</w:t>
            </w:r>
          </w:p>
        </w:tc>
        <w:tc>
          <w:tcPr>
            <w:tcW w:w="356" w:type="pct"/>
          </w:tcPr>
          <w:p w14:paraId="75944A38" w14:textId="77777777" w:rsidR="00D7295A" w:rsidRDefault="00D7295A" w:rsidP="00D7295A">
            <w:pPr>
              <w:spacing w:after="100"/>
              <w:jc w:val="right"/>
            </w:pPr>
            <w:r w:rsidRPr="00264CBC">
              <w:t>4.Zeile</w:t>
            </w:r>
          </w:p>
          <w:p w14:paraId="54F04B0A" w14:textId="77777777" w:rsidR="00D7295A" w:rsidRDefault="00D7295A" w:rsidP="00D7295A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217BB2D9" w14:textId="77777777" w:rsidR="00D7295A" w:rsidRDefault="00D7295A" w:rsidP="00D7295A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2188FE1C" w14:textId="77777777" w:rsidR="00D7295A" w:rsidRPr="00264CBC" w:rsidRDefault="00D7295A" w:rsidP="00D7295A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79712C91" w14:textId="5B77C96F" w:rsidR="004A1355" w:rsidRPr="004A1355" w:rsidRDefault="004A1355" w:rsidP="004A1355">
      <w:pPr>
        <w:spacing w:after="160"/>
        <w:rPr>
          <w:color w:val="E50600"/>
        </w:rPr>
      </w:pPr>
      <w:r>
        <w:rPr>
          <w:rStyle w:val="Schriftrot"/>
        </w:rPr>
        <w:t xml:space="preserve">Mind. 10 Zahlen   1P   </w:t>
      </w:r>
      <w:r w:rsidRPr="004A1355">
        <w:rPr>
          <w:rStyle w:val="Schriftrot"/>
        </w:rPr>
        <w:t>(mit 1Fehler:  ½ P)</w:t>
      </w:r>
    </w:p>
    <w:p w14:paraId="6F2B3510" w14:textId="401EAF65" w:rsidR="00805198" w:rsidRPr="005B0AA8" w:rsidRDefault="004368E9" w:rsidP="00166ED4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D7295A">
        <w:t>4</w:t>
      </w:r>
      <w:r w:rsidR="0020629D">
        <w:t xml:space="preserve"> P.</w:t>
      </w:r>
    </w:p>
    <w:p w14:paraId="20E90EA6" w14:textId="537EC24E" w:rsidR="00B456DB" w:rsidRDefault="00B456DB" w:rsidP="00AA5383">
      <w:pPr>
        <w:spacing w:before="160"/>
      </w:pPr>
      <w:r>
        <w:t xml:space="preserve">In einer Zahlenmauer werden die Zahlen in der ersten Zeile verdoppelt: Z.B. steht dann statt </w:t>
      </w:r>
      <w:r w:rsidR="00AA5383">
        <w:br/>
      </w:r>
      <w:r>
        <w:t xml:space="preserve">2  / </w:t>
      </w:r>
      <w:r w:rsidR="00AA5383">
        <w:t xml:space="preserve"> </w:t>
      </w:r>
      <w:r>
        <w:t xml:space="preserve">4  / </w:t>
      </w:r>
      <w:r w:rsidR="00AA5383">
        <w:t xml:space="preserve"> </w:t>
      </w:r>
      <w:r>
        <w:t>6</w:t>
      </w:r>
      <w:r w:rsidR="00791B36">
        <w:t xml:space="preserve"> </w:t>
      </w:r>
      <w:r>
        <w:t>neu 4  /  8  /  12.  Beurteile dazu die folgenden Behauptungen.</w:t>
      </w:r>
    </w:p>
    <w:p w14:paraId="6DA5C8B7" w14:textId="521E2D06" w:rsidR="00B456DB" w:rsidRDefault="00B456DB" w:rsidP="00B456DB">
      <w:r>
        <w:t>Wenn in der 1. Zeile einer Zahlenmauer alle Zahlen verdoppelt werden, dann sind die Zah</w:t>
      </w:r>
      <w:r w:rsidR="009D4E5B">
        <w:t xml:space="preserve">len in der </w:t>
      </w:r>
      <w:r>
        <w:t>2. Zeile</w:t>
      </w:r>
      <w:r w:rsidR="009D4E5B">
        <w:t xml:space="preserve">  </w:t>
      </w:r>
      <w:r w:rsidR="009D4E5B">
        <w:rPr>
          <w:rStyle w:val="CheckboxText"/>
        </w:rPr>
        <w:t></w:t>
      </w:r>
      <w:r w:rsidR="009D4E5B">
        <w:rPr>
          <w:rStyle w:val="CheckboxText"/>
        </w:rPr>
        <w:t></w:t>
      </w:r>
      <w:r w:rsidR="009D4E5B">
        <w:t xml:space="preserve">unverändert,  </w:t>
      </w:r>
      <w:r w:rsidR="00542BB1" w:rsidRPr="00542BB1">
        <w:rPr>
          <w:rStyle w:val="Schriftrot"/>
          <w:spacing w:val="-20"/>
          <w:sz w:val="26"/>
          <w:szCs w:val="26"/>
        </w:rPr>
        <w:sym w:font="Wingdings" w:char="F0FD"/>
      </w:r>
      <w:r w:rsidR="00542BB1" w:rsidRPr="00542BB1">
        <w:rPr>
          <w:rStyle w:val="Schriftrot"/>
          <w:spacing w:val="-20"/>
          <w:sz w:val="26"/>
          <w:szCs w:val="26"/>
        </w:rPr>
        <w:t xml:space="preserve"> </w:t>
      </w:r>
      <w:r w:rsidR="009D4E5B">
        <w:t xml:space="preserve">doppelt so gross,  </w:t>
      </w:r>
      <w:r w:rsidR="009D4E5B">
        <w:rPr>
          <w:rStyle w:val="CheckboxText"/>
        </w:rPr>
        <w:t></w:t>
      </w:r>
      <w:r w:rsidR="009D4E5B">
        <w:rPr>
          <w:rStyle w:val="CheckboxText"/>
        </w:rPr>
        <w:t></w:t>
      </w:r>
      <w:r w:rsidR="009D4E5B">
        <w:t xml:space="preserve">viermal so gross,  </w:t>
      </w:r>
      <w:r w:rsidR="009D4E5B">
        <w:rPr>
          <w:rStyle w:val="CheckboxText"/>
        </w:rPr>
        <w:t></w:t>
      </w:r>
      <w:r w:rsidR="009D4E5B">
        <w:rPr>
          <w:rStyle w:val="CheckboxText"/>
        </w:rPr>
        <w:t></w:t>
      </w:r>
      <w:r>
        <w:t>kann man nicht sagen.</w:t>
      </w:r>
      <w:r w:rsidR="009D4E5B">
        <w:br/>
      </w:r>
      <w:r>
        <w:t>Kreuze das Richtige an.</w:t>
      </w:r>
    </w:p>
    <w:p w14:paraId="3D881FDE" w14:textId="49982D72" w:rsidR="00B456DB" w:rsidRDefault="00B456DB" w:rsidP="00B456DB">
      <w:r>
        <w:t>Wenn in der 1. Zeile einer Zahlenmauer alle Zahlen verdoppelt werde</w:t>
      </w:r>
      <w:r w:rsidR="00AA5383">
        <w:t xml:space="preserve">n, dann sind die Zahlen in der </w:t>
      </w:r>
      <w:r>
        <w:t>3. Zeile</w:t>
      </w:r>
      <w:r w:rsidR="009D4E5B">
        <w:t xml:space="preserve">  </w:t>
      </w:r>
      <w:r w:rsidR="009D4E5B">
        <w:rPr>
          <w:rStyle w:val="CheckboxText"/>
        </w:rPr>
        <w:t></w:t>
      </w:r>
      <w:r w:rsidR="009D4E5B">
        <w:rPr>
          <w:rStyle w:val="CheckboxText"/>
        </w:rPr>
        <w:t></w:t>
      </w:r>
      <w:r>
        <w:t>unverändert,</w:t>
      </w:r>
      <w:r w:rsidR="00AA5383">
        <w:t xml:space="preserve">  </w:t>
      </w:r>
      <w:r w:rsidR="00542BB1" w:rsidRPr="00542BB1">
        <w:rPr>
          <w:rStyle w:val="Schriftrot"/>
          <w:spacing w:val="-20"/>
          <w:sz w:val="26"/>
          <w:szCs w:val="26"/>
        </w:rPr>
        <w:sym w:font="Wingdings" w:char="F0FD"/>
      </w:r>
      <w:r w:rsidR="00542BB1" w:rsidRPr="00542BB1">
        <w:rPr>
          <w:rStyle w:val="Schriftrot"/>
          <w:spacing w:val="-20"/>
          <w:sz w:val="26"/>
          <w:szCs w:val="26"/>
        </w:rPr>
        <w:t xml:space="preserve"> </w:t>
      </w:r>
      <w:r>
        <w:t>doppelt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viermal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kann man nicht sagen.</w:t>
      </w:r>
      <w:r w:rsidR="00AA5383">
        <w:br/>
      </w:r>
      <w:r>
        <w:t>Kreuze das Richtige an.</w:t>
      </w:r>
    </w:p>
    <w:p w14:paraId="4BDAF4D7" w14:textId="1BD6EF45" w:rsidR="00B456DB" w:rsidRDefault="00B456DB" w:rsidP="00B456DB">
      <w:r>
        <w:t>Wenn in der 1. Zeile einer Zahlenmauer alle Zahlen verzehnfacht werden, dann sind die Zahlen in der</w:t>
      </w:r>
      <w:r w:rsidR="00AA5383">
        <w:t xml:space="preserve"> </w:t>
      </w:r>
      <w:r>
        <w:t>3. Zeile</w:t>
      </w:r>
      <w:r w:rsidR="00AA5383">
        <w:t xml:space="preserve">  </w:t>
      </w:r>
      <w:r w:rsidR="00542BB1" w:rsidRPr="00542BB1">
        <w:rPr>
          <w:rStyle w:val="Schriftrot"/>
          <w:spacing w:val="-20"/>
          <w:sz w:val="26"/>
          <w:szCs w:val="26"/>
        </w:rPr>
        <w:sym w:font="Wingdings" w:char="F0FD"/>
      </w:r>
      <w:r w:rsidR="00542BB1" w:rsidRPr="00542BB1">
        <w:rPr>
          <w:rStyle w:val="Schriftrot"/>
          <w:spacing w:val="-20"/>
          <w:sz w:val="26"/>
          <w:szCs w:val="26"/>
        </w:rPr>
        <w:t xml:space="preserve"> </w:t>
      </w:r>
      <w:r>
        <w:t>zehnmal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zwanzigmal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hundertmal so gross,</w:t>
      </w:r>
      <w:r w:rsidR="00AA5383">
        <w:t xml:space="preserve">  </w:t>
      </w:r>
      <w:r w:rsidR="00AA5383">
        <w:br/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kann man nicht sagen.</w:t>
      </w:r>
      <w:r w:rsidR="00AA5383">
        <w:br/>
      </w:r>
      <w:r>
        <w:t>Kreuze das Richtige an.</w:t>
      </w:r>
    </w:p>
    <w:p w14:paraId="7DB36DC3" w14:textId="3B13D971" w:rsidR="000A00AE" w:rsidRPr="000A00AE" w:rsidRDefault="00B456DB" w:rsidP="000A00AE">
      <w:pPr>
        <w:spacing w:after="0" w:line="240" w:lineRule="auto"/>
      </w:pPr>
      <w:r>
        <w:t xml:space="preserve">Wenn in der 1. Zeile einer Zahlenmauer alle Zahlen halbiert werden, </w:t>
      </w:r>
      <w:r w:rsidR="00AA5383">
        <w:t xml:space="preserve">dann sind die Zahlen in der </w:t>
      </w:r>
      <w:r>
        <w:t>3. Zeile</w:t>
      </w:r>
      <w:r w:rsidR="00AA5383">
        <w:t xml:space="preserve">  </w:t>
      </w:r>
      <w:r w:rsidR="00542BB1" w:rsidRPr="00542BB1">
        <w:rPr>
          <w:rStyle w:val="Schriftrot"/>
          <w:spacing w:val="-20"/>
          <w:sz w:val="26"/>
          <w:szCs w:val="26"/>
        </w:rPr>
        <w:sym w:font="Wingdings" w:char="F0FD"/>
      </w:r>
      <w:r w:rsidR="00542BB1" w:rsidRPr="00542BB1">
        <w:rPr>
          <w:rStyle w:val="Schriftrot"/>
          <w:spacing w:val="-20"/>
          <w:sz w:val="26"/>
          <w:szCs w:val="26"/>
        </w:rPr>
        <w:t xml:space="preserve"> </w:t>
      </w:r>
      <w:r>
        <w:t>halb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ein Viertel mal so gross,</w:t>
      </w:r>
      <w:r w:rsidR="00AA5383">
        <w:t xml:space="preserve">  </w:t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ein Achtel mal so gross,</w:t>
      </w:r>
      <w:r w:rsidR="00AA5383">
        <w:t xml:space="preserve">  </w:t>
      </w:r>
      <w:r w:rsidR="00AA5383">
        <w:br/>
      </w:r>
      <w:r w:rsidR="00AA5383">
        <w:rPr>
          <w:rStyle w:val="CheckboxText"/>
        </w:rPr>
        <w:t></w:t>
      </w:r>
      <w:r w:rsidR="00AA5383">
        <w:rPr>
          <w:rStyle w:val="CheckboxText"/>
        </w:rPr>
        <w:t></w:t>
      </w:r>
      <w:r>
        <w:t>kann man nicht sagen.</w:t>
      </w:r>
      <w:r w:rsidR="00AA5383">
        <w:br/>
      </w:r>
      <w:r>
        <w:t>Kreuze das Richtige an.</w:t>
      </w:r>
      <w:r w:rsidR="000A00AE" w:rsidRPr="000A00AE">
        <w:rPr>
          <w:rFonts w:ascii="Lucida Sans Unicode" w:hAnsi="Lucida Sans Unicode" w:cs="Lucida Sans Unicode"/>
        </w:rPr>
        <w:t xml:space="preserve"> </w:t>
      </w:r>
    </w:p>
    <w:p w14:paraId="79A60031" w14:textId="1D97F047" w:rsidR="007620D2" w:rsidRPr="00D40365" w:rsidRDefault="00621BC5" w:rsidP="00D40365">
      <w:pPr>
        <w:spacing w:before="240"/>
        <w:rPr>
          <w:noProof/>
          <w:sz w:val="36"/>
          <w:lang w:val="en-US"/>
        </w:rPr>
      </w:pPr>
      <w:r>
        <w:rPr>
          <w:noProof/>
          <w:sz w:val="36"/>
          <w:lang w:val="en-US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7DD188F0" wp14:editId="127B8126">
                <wp:simplePos x="0" y="0"/>
                <wp:positionH relativeFrom="column">
                  <wp:posOffset>0</wp:posOffset>
                </wp:positionH>
                <wp:positionV relativeFrom="paragraph">
                  <wp:posOffset>414655</wp:posOffset>
                </wp:positionV>
                <wp:extent cx="1421765" cy="473710"/>
                <wp:effectExtent l="0" t="0" r="26035" b="34290"/>
                <wp:wrapThrough wrapText="bothSides">
                  <wp:wrapPolygon edited="0">
                    <wp:start x="4631" y="0"/>
                    <wp:lineTo x="0" y="13898"/>
                    <wp:lineTo x="0" y="22005"/>
                    <wp:lineTo x="21610" y="22005"/>
                    <wp:lineTo x="21610" y="13898"/>
                    <wp:lineTo x="16979" y="0"/>
                    <wp:lineTo x="4631" y="0"/>
                  </wp:wrapPolygon>
                </wp:wrapThrough>
                <wp:docPr id="311" name="Grou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473710"/>
                          <a:chOff x="0" y="0"/>
                          <a:chExt cx="2069465" cy="689610"/>
                        </a:xfrm>
                      </wpg:grpSpPr>
                      <wps:wsp>
                        <wps:cNvPr id="286" name="Text Box 286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6116B0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Text Box 287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B0244B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Text Box 288"/>
                        <wps:cNvSpPr txBox="1"/>
                        <wps:spPr>
                          <a:xfrm>
                            <a:off x="51816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6D4097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Text Box 289"/>
                        <wps:cNvSpPr txBox="1"/>
                        <wps:spPr>
                          <a:xfrm>
                            <a:off x="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53B7B3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Text Box 290"/>
                        <wps:cNvSpPr txBox="1"/>
                        <wps:spPr>
                          <a:xfrm>
                            <a:off x="103378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BB1583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 Box 292"/>
                        <wps:cNvSpPr txBox="1"/>
                        <wps:spPr>
                          <a:xfrm>
                            <a:off x="1551940" y="46101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7468F7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Text Box 295"/>
                        <wps:cNvSpPr txBox="1"/>
                        <wps:spPr>
                          <a:xfrm>
                            <a:off x="1290320" y="2298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ECDD74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Text Box 297"/>
                        <wps:cNvSpPr txBox="1"/>
                        <wps:spPr>
                          <a:xfrm>
                            <a:off x="1033780" y="12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977675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11" o:spid="_x0000_s1128" style="position:absolute;margin-left:0;margin-top:32.65pt;width:111.95pt;height:37.3pt;z-index:251795456;mso-width-relative:margin;mso-height-relative:margin" coordsize="2069465,6896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">
                <v:shape id="Text Box 286" o:spid="_x0000_s1129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ukekxgAA&#10;ANwAAAAPAAAAZHJzL2Rvd25yZXYueG1sRI/RasJAFETfBf9huULfdKMG0dRVSktTC0qp+gHX7G0S&#10;zN4N2dUkf98tFHwcZuYMs952phJ3alxpWcF0EoEgzqwuOVdwPr2PlyCcR9ZYWSYFPTnYboaDNSba&#10;tvxN96PPRYCwS1BB4X2dSOmyggy6ia2Jg/djG4M+yCaXusE2wE0lZ1G0kAZLDgsF1vRaUHY93oyC&#10;r8vnftXH6cf8rdLpYX7Z3c5lrNTTqHt5BuGp84/wf3unFcyWC/g7E46A3Pw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fukekxgAAANwAAAAPAAAAAAAAAAAAAAAAAJcCAABkcnMv&#10;ZG93bnJldi54bWxQSwUGAAAAAAQABAD1AAAAigMAAAAA&#10;" filled="f" strokeweight="1pt">
                  <v:textbox inset="1mm,0,1mm,0">
                    <w:txbxContent>
                      <w:p w14:paraId="3C6116B0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87" o:spid="_x0000_s1130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uI/xwAA&#10;ANwAAAAPAAAAZHJzL2Rvd25yZXYueG1sRI/RasJAFETfC/7DcoW+1Y1RqqauQVpqFSzFNB9wzV6T&#10;YPZuyK4a/75bKPRxmJkzzDLtTSOu1LnasoLxKAJBXFhdc6kg/35/moNwHlljY5kU3MlBuho8LDHR&#10;9sYHuma+FAHCLkEFlfdtIqUrKjLoRrYlDt7JdgZ9kF0pdYe3ADeNjKPoWRqsOSxU2NJrRcU5uxgF&#10;X8fdfnGfbj4mb43efE6O20teT5V6HPbrFxCeev8f/mtvtYJ4PoPfM+EIyN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PbiP8cAAADcAAAADwAAAAAAAAAAAAAAAACXAgAAZHJz&#10;L2Rvd25yZXYueG1sUEsFBgAAAAAEAAQA9QAAAIsDAAAAAA==&#10;" filled="f" strokeweight="1pt">
                  <v:textbox inset="1mm,0,1mm,0">
                    <w:txbxContent>
                      <w:p w14:paraId="73B0244B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88" o:spid="_x0000_s1131" type="#_x0000_t202" style="position:absolute;left:51816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aXZNwgAA&#10;ANwAAAAPAAAAZHJzL2Rvd25yZXYueG1sRE/NisIwEL4LvkMYwZumqyLaNYrsoqugiK4PMG1m22Iz&#10;KU2q9e03B8Hjx/e/WLWmFHeqXWFZwccwAkGcWl1wpuD6uxnMQDiPrLG0TAqe5GC17HYWGGv74DPd&#10;Lz4TIYRdjApy76tYSpfmZNANbUUcuD9bG/QB1pnUNT5CuCnlKIqm0mDBoSHHir5ySm+Xxig4JfvD&#10;/DnZ/oy/S709jpNdcy0mSvV77foThKfWv8Uv904rGM3C2nAmHAG5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Fpdk3CAAAA3AAAAA8AAAAAAAAAAAAAAAAAlwIAAGRycy9kb3du&#10;cmV2LnhtbFBLBQYAAAAABAAEAPUAAACGAwAAAAA=&#10;" filled="f" strokeweight="1pt">
                  <v:textbox inset="1mm,0,1mm,0">
                    <w:txbxContent>
                      <w:p w14:paraId="476D4097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89" o:spid="_x0000_s1132" type="#_x0000_t202" style="position:absolute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JdPWxgAA&#10;ANwAAAAPAAAAZHJzL2Rvd25yZXYueG1sRI/RasJAFETfhf7Dcgt9M5tqKCa6SlGqFiyl6gdcs7dJ&#10;aPZuyG5M/Hu3UOjjMDNnmMVqMLW4UusqywqeoxgEcW51xYWC8+ltPAPhPLLG2jIpuJGD1fJhtMBM&#10;256/6Hr0hQgQdhkqKL1vMildXpJBF9mGOHjftjXog2wLqVvsA9zUchLHL9JgxWGhxIbWJeU/x84o&#10;+Ly8H9Jbst1NN7Xefkwv++5cJUo9PQ6vcxCeBv8f/mvvtYLJLIXfM+EIyOU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uJdPWxgAAANwAAAAPAAAAAAAAAAAAAAAAAJcCAABkcnMv&#10;ZG93bnJldi54bWxQSwUGAAAAAAQABAD1AAAAigMAAAAA&#10;" filled="f" strokeweight="1pt">
                  <v:textbox inset="1mm,0,1mm,0">
                    <w:txbxContent>
                      <w:p w14:paraId="4553B7B3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0" o:spid="_x0000_s1133" type="#_x0000_t202" style="position:absolute;left:103378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xuyWxAAA&#10;ANwAAAAPAAAAZHJzL2Rvd25yZXYueG1sRE/dasIwFL4f+A7hCLub6VSG1qYyNuYcKGLtA5w2Z21Z&#10;c1KaVOvbLxeDXX58/8l2NK24Uu8aywqeZxEI4tLqhisF+eXjaQXCeWSNrWVScCcH23TykGCs7Y3P&#10;dM18JUIIuxgV1N53sZSurMmgm9mOOHDftjfoA+wrqXu8hXDTynkUvUiDDYeGGjt6q6n8yQaj4FR8&#10;Hdb35e5z8d7q3XFR7Ie8WSr1OB1fNyA8jf5f/OfeawXzdZgfzoQjIN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sbslsQAAADcAAAADwAAAAAAAAAAAAAAAACXAgAAZHJzL2Rv&#10;d25yZXYueG1sUEsFBgAAAAAEAAQA9QAAAIgDAAAAAA==&#10;" filled="f" strokeweight="1pt">
                  <v:textbox inset="1mm,0,1mm,0">
                    <w:txbxContent>
                      <w:p w14:paraId="37BB1583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2" o:spid="_x0000_s1134" type="#_x0000_t202" style="position:absolute;left:155194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WNd6xgAA&#10;ANwAAAAPAAAAZHJzL2Rvd25yZXYueG1sRI/RasJAFETfhf7Dcgt9q5vGUGp0DaJoFVpKrR9wzV6T&#10;0OzdkF2T+PduoeDjMDNnmHk2mFp01LrKsoKXcQSCOLe64kLB8Wfz/AbCeWSNtWVScCUH2eJhNMdU&#10;256/qTv4QgQIuxQVlN43qZQuL8mgG9uGOHhn2xr0QbaF1C32AW5qGUfRqzRYcVgosaFVSfnv4WIU&#10;fJ32H9Nrsn2frGu9/ZycdpdjlSj19DgsZyA8Df4e/m/vtIJ4GsPfmXAE5OI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lWNd6xgAAANwAAAAPAAAAAAAAAAAAAAAAAJcCAABkcnMv&#10;ZG93bnJldi54bWxQSwUGAAAAAAQABAD1AAAAigMAAAAA&#10;" filled="f" strokeweight="1pt">
                  <v:textbox inset="1mm,0,1mm,0">
                    <w:txbxContent>
                      <w:p w14:paraId="4F7468F7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5" o:spid="_x0000_s1135" type="#_x0000_t202" style="position:absolute;left:12903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sU8OxwAA&#10;ANwAAAAPAAAAZHJzL2Rvd25yZXYueG1sRI/RasJAFETfC/7DcoW+1Y3Rikldg7TUKliKqR9wzV6T&#10;YPZuyK4a/75bKPRxmJkzzCLrTSOu1LnasoLxKAJBXFhdc6ng8P3+NAfhPLLGxjIpuJODbDl4WGCq&#10;7Y33dM19KQKEXYoKKu/bVEpXVGTQjWxLHLyT7Qz6ILtS6g5vAW4aGUfRTBqsOSxU2NJrRcU5vxgF&#10;X8ftLrlP1x+Tt0avPyfHzeVQT5V6HParFxCeev8f/mtvtII4eYbfM+EIyO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6rFPDscAAADcAAAADwAAAAAAAAAAAAAAAACXAgAAZHJz&#10;L2Rvd25yZXYueG1sUEsFBgAAAAAEAAQA9QAAAIsDAAAAAA==&#10;" filled="f" strokeweight="1pt">
                  <v:textbox inset="1mm,0,1mm,0">
                    <w:txbxContent>
                      <w:p w14:paraId="13ECDD74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7" o:spid="_x0000_s1136" type="#_x0000_t202" style="position:absolute;left:103378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L3TixwAA&#10;ANwAAAAPAAAAZHJzL2Rvd25yZXYueG1sRI/RasJAFETfC/7DcoW+1Y1Rqkldg7TUKliKqR9wzV6T&#10;YPZuyK4a/75bKPRxmJkzzCLrTSOu1LnasoLxKAJBXFhdc6ng8P3+NAfhPLLGxjIpuJODbDl4WGCq&#10;7Y33dM19KQKEXYoKKu/bVEpXVGTQjWxLHLyT7Qz6ILtS6g5vAW4aGUfRszRYc1iosKXXiopzfjEK&#10;vo7bXXKfrj8mb41ef06Om8uhnir1OOxXLyA89f4//NfeaAVxMoPfM+EIyO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dS904scAAADcAAAADwAAAAAAAAAAAAAAAACXAgAAZHJz&#10;L2Rvd25yZXYueG1sUEsFBgAAAAAEAAQA9QAAAIsDAAAAAA==&#10;" filled="f" strokeweight="1pt">
                  <v:textbox inset="1mm,0,1mm,0">
                    <w:txbxContent>
                      <w:p w14:paraId="54977675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sz w:val="36"/>
          <w:lang w:val="en-US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40668955" wp14:editId="6C22EA18">
                <wp:simplePos x="0" y="0"/>
                <wp:positionH relativeFrom="column">
                  <wp:posOffset>1485900</wp:posOffset>
                </wp:positionH>
                <wp:positionV relativeFrom="paragraph">
                  <wp:posOffset>414655</wp:posOffset>
                </wp:positionV>
                <wp:extent cx="1421765" cy="473710"/>
                <wp:effectExtent l="0" t="0" r="26035" b="34290"/>
                <wp:wrapThrough wrapText="bothSides">
                  <wp:wrapPolygon edited="0">
                    <wp:start x="4631" y="0"/>
                    <wp:lineTo x="0" y="13898"/>
                    <wp:lineTo x="0" y="22005"/>
                    <wp:lineTo x="21610" y="22005"/>
                    <wp:lineTo x="21610" y="13898"/>
                    <wp:lineTo x="16979" y="0"/>
                    <wp:lineTo x="4631" y="0"/>
                  </wp:wrapPolygon>
                </wp:wrapThrough>
                <wp:docPr id="330" name="Group 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473710"/>
                          <a:chOff x="0" y="0"/>
                          <a:chExt cx="2069465" cy="689610"/>
                        </a:xfrm>
                      </wpg:grpSpPr>
                      <wps:wsp>
                        <wps:cNvPr id="331" name="Text Box 331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022E1D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Text Box 332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AFD244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Text Box 333"/>
                        <wps:cNvSpPr txBox="1"/>
                        <wps:spPr>
                          <a:xfrm>
                            <a:off x="51816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2282B2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Text Box 334"/>
                        <wps:cNvSpPr txBox="1"/>
                        <wps:spPr>
                          <a:xfrm>
                            <a:off x="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FCDA93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Text Box 335"/>
                        <wps:cNvSpPr txBox="1"/>
                        <wps:spPr>
                          <a:xfrm>
                            <a:off x="103378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5A3987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Text Box 336"/>
                        <wps:cNvSpPr txBox="1"/>
                        <wps:spPr>
                          <a:xfrm>
                            <a:off x="1551940" y="46101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5DE142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Text Box 337"/>
                        <wps:cNvSpPr txBox="1"/>
                        <wps:spPr>
                          <a:xfrm>
                            <a:off x="1290320" y="2298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978C6D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Text Box 338"/>
                        <wps:cNvSpPr txBox="1"/>
                        <wps:spPr>
                          <a:xfrm>
                            <a:off x="1033780" y="12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F2F735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0" o:spid="_x0000_s1137" style="position:absolute;margin-left:117pt;margin-top:32.65pt;width:111.95pt;height:37.3pt;z-index:251797504;mso-width-relative:margin;mso-height-relative:margin" coordsize="2069465,6896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">
                <v:shape id="Text Box 331" o:spid="_x0000_s1138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DRmqxQAA&#10;ANwAAAAPAAAAZHJzL2Rvd25yZXYueG1sRI/disIwFITvF3yHcATv1tStLFqNIiv+gSL+PMCxObbF&#10;5qQ0Uevbm4WFvRxm5htmPG1MKR5Uu8Kygl43AkGcWl1wpuB8WnwOQDiPrLG0TApe5GA6aX2MMdH2&#10;yQd6HH0mAoRdggpy76tESpfmZNB1bUUcvKutDfog60zqGp8Bbkr5FUXf0mDBYSHHin5ySm/Hu1Gw&#10;v2y2w1d/uYrnpV7u4sv6fi76SnXazWwEwlPj/8N/7bVWEMc9+D0TjoCcv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UNGarFAAAA3AAAAA8AAAAAAAAAAAAAAAAAlwIAAGRycy9k&#10;b3ducmV2LnhtbFBLBQYAAAAABAAEAPUAAACJAwAAAAA=&#10;" filled="f" strokeweight="1pt">
                  <v:textbox inset="1mm,0,1mm,0">
                    <w:txbxContent>
                      <w:p w14:paraId="07022E1D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2" o:spid="_x0000_s1139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34fdxQAA&#10;ANwAAAAPAAAAZHJzL2Rvd25yZXYueG1sRI/disIwFITvBd8hnAXvNF0ri3aNIop/oCyrPsCxOdsW&#10;m5PSRK1vbxYEL4eZ+YYZTxtTihvVrrCs4LMXgSBOrS44U3A6LrtDEM4jaywtk4IHOZhO2q0xJtre&#10;+ZduB5+JAGGXoILc+yqR0qU5GXQ9WxEH78/WBn2QdSZ1jfcAN6XsR9GXNFhwWMixonlO6eVwNQp+&#10;ztvd6DFYreNFqVf7+Ly5noqBUp2PZvYNwlPj3+FXe6MVxHEf/s+EIyAnT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Xfh93FAAAA3AAAAA8AAAAAAAAAAAAAAAAAlwIAAGRycy9k&#10;b3ducmV2LnhtbFBLBQYAAAAABAAEAPUAAACJAwAAAAA=&#10;" filled="f" strokeweight="1pt">
                  <v:textbox inset="1mm,0,1mm,0">
                    <w:txbxContent>
                      <w:p w14:paraId="79AFD244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3" o:spid="_x0000_s1140" type="#_x0000_t202" style="position:absolute;left:51816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kyJGxgAA&#10;ANwAAAAPAAAAZHJzL2Rvd25yZXYueG1sRI/RasJAFETfBf9huULf6sauiE1dRVqaWmiRWj/gmr0m&#10;wezdkF1j/PuuUPBxmJkzzGLV21p01PrKsYbJOAFBnDtTcaFh//v+OAfhA7LB2jFpuJKH1XI4WGBq&#10;3IV/qNuFQkQI+xQ1lCE0qZQ+L8miH7uGOHpH11oMUbaFNC1eItzW8ilJZtJixXGhxIZeS8pPu7PV&#10;sD18fj1fp9mHeqtN9q0Om/O+mmr9MOrXLyAC9eEe/m9vjAalFNzOxCM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akyJGxgAAANwAAAAPAAAAAAAAAAAAAAAAAJcCAABkcnMv&#10;ZG93bnJldi54bWxQSwUGAAAAAAQABAD1AAAAigMAAAAA&#10;" filled="f" strokeweight="1pt">
                  <v:textbox inset="1mm,0,1mm,0">
                    <w:txbxContent>
                      <w:p w14:paraId="692282B2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4" o:spid="_x0000_s1141" type="#_x0000_t202" style="position:absolute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eroyxQAA&#10;ANwAAAAPAAAAZHJzL2Rvd25yZXYueG1sRI/RasJAFETfC/7DcoW+6aYmiI2uIpZaBUWqfsA1e5sE&#10;s3dDdtX4964g9HGYmTPMZNaaSlypcaVlBR/9CARxZnXJuYLj4bs3AuE8ssbKMim4k4PZtPM2wVTb&#10;G//Sde9zESDsUlRQeF+nUrqsIIOub2vi4P3ZxqAPssmlbvAW4KaSgygaSoMlh4UCa1oUlJ33F6Ng&#10;d1pvPu/J8if+qvRyG59Wl2OZKPXebedjEJ5a/x9+tVdaQRwn8DwTjoCcP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V6ujLFAAAA3AAAAA8AAAAAAAAAAAAAAAAAlwIAAGRycy9k&#10;b3ducmV2LnhtbFBLBQYAAAAABAAEAPUAAACJAwAAAAA=&#10;" filled="f" strokeweight="1pt">
                  <v:textbox inset="1mm,0,1mm,0">
                    <w:txbxContent>
                      <w:p w14:paraId="6BFCDA93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5" o:spid="_x0000_s1142" type="#_x0000_t202" style="position:absolute;left:103378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Nh+pxgAA&#10;ANwAAAAPAAAAZHJzL2Rvd25yZXYueG1sRI/dasJAFITvC77DcoTe1Y3GFk1dRVrqD1REzQOcZE+T&#10;YPZsyK4a394tFHo5zMw3zGzRmVpcqXWVZQXDQQSCOLe64kJBevp6mYBwHlljbZkU3MnBYt57mmGi&#10;7Y0PdD36QgQIuwQVlN43iZQuL8mgG9iGOHg/tjXog2wLqVu8Bbip5SiK3qTBisNCiQ19lJSfjxej&#10;YJ9tv6f38Wodf9Z6tYuzzSWtxko997vlOwhPnf8P/7U3WkEcv8LvmXAE5P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6Nh+pxgAAANwAAAAPAAAAAAAAAAAAAAAAAJcCAABkcnMv&#10;ZG93bnJldi54bWxQSwUGAAAAAAQABAD1AAAAigMAAAAA&#10;" filled="f" strokeweight="1pt">
                  <v:textbox inset="1mm,0,1mm,0">
                    <w:txbxContent>
                      <w:p w14:paraId="5E5A3987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6" o:spid="_x0000_s1143" type="#_x0000_t202" style="position:absolute;left:155194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5IHexgAA&#10;ANwAAAAPAAAAZHJzL2Rvd25yZXYueG1sRI/RasJAFETfC/2H5Qq+1Y2NSI1uQmnRWrCIMR9wzV6T&#10;0OzdkF01/n23UOjjMDNnmFU2mFZcqXeNZQXTSQSCuLS64UpBcVw/vYBwHllja5kU3MlBlj4+rDDR&#10;9sYHuua+EgHCLkEFtfddIqUrazLoJrYjDt7Z9gZ9kH0ldY+3ADetfI6iuTTYcFiosaO3msrv/GIU&#10;7E+fu8V9tvmI31u9+YpP20vRzJQaj4bXJQhPg/8P/7W3WkEcz+H3TDgCMv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K5IHexgAAANwAAAAPAAAAAAAAAAAAAAAAAJcCAABkcnMv&#10;ZG93bnJldi54bWxQSwUGAAAAAAQABAD1AAAAigMAAAAA&#10;" filled="f" strokeweight="1pt">
                  <v:textbox inset="1mm,0,1mm,0">
                    <w:txbxContent>
                      <w:p w14:paraId="465DE142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7" o:spid="_x0000_s1144" type="#_x0000_t202" style="position:absolute;left:12903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qCRFxgAA&#10;ANwAAAAPAAAAZHJzL2Rvd25yZXYueG1sRI/dasJAFITvC77DcoTe1Y1GWk1dRVrqD1REzQOcZE+T&#10;YPZsyK4a394tFHo5zMw3zGzRmVpcqXWVZQXDQQSCOLe64kJBevp6mYBwHlljbZkU3MnBYt57mmGi&#10;7Y0PdD36QgQIuwQVlN43iZQuL8mgG9iGOHg/tjXog2wLqVu8Bbip5SiKXqXBisNCiQ19lJSfjxej&#10;YJ9tv6f38Wodf9Z6tYuzzSWtxko997vlOwhPnf8P/7U3WkEcv8HvmXAE5P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qCRFxgAAANwAAAAPAAAAAAAAAAAAAAAAAJcCAABkcnMv&#10;ZG93bnJldi54bWxQSwUGAAAAAAQABAD1AAAAigMAAAAA&#10;" filled="f" strokeweight="1pt">
                  <v:textbox inset="1mm,0,1mm,0">
                    <w:txbxContent>
                      <w:p w14:paraId="1A978C6D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38" o:spid="_x0000_s1145" type="#_x0000_t202" style="position:absolute;left:103378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N7A3wgAA&#10;ANwAAAAPAAAAZHJzL2Rvd25yZXYueG1sRE/LisIwFN0L/kO4A7ObpmNFtBpFlPEByjDqB1yba1ts&#10;bkoTtf69WQy4PJz3ZNaaStypcaVlBd9RDII4s7rkXMHp+PM1BOE8ssbKMil4koPZtNuZYKrtg//o&#10;fvC5CCHsUlRQeF+nUrqsIIMusjVx4C62MegDbHKpG3yEcFPJXhwPpMGSQ0OBNS0Kyq6Hm1Hwe97u&#10;Rs/+ap0sK73aJ+fN7VT2lfr8aOdjEJ5a/xb/uzdaQZKEteFMOAJy+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Q3sDfCAAAA3AAAAA8AAAAAAAAAAAAAAAAAlwIAAGRycy9kb3du&#10;cmV2LnhtbFBLBQYAAAAABAAEAPUAAACGAwAAAAA=&#10;" filled="f" strokeweight="1pt">
                  <v:textbox inset="1mm,0,1mm,0">
                    <w:txbxContent>
                      <w:p w14:paraId="42F2F735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sz w:val="36"/>
          <w:lang w:val="en-US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0DB34DB3" wp14:editId="6B7E6CDA">
                <wp:simplePos x="0" y="0"/>
                <wp:positionH relativeFrom="column">
                  <wp:posOffset>2971800</wp:posOffset>
                </wp:positionH>
                <wp:positionV relativeFrom="paragraph">
                  <wp:posOffset>414655</wp:posOffset>
                </wp:positionV>
                <wp:extent cx="1421765" cy="473710"/>
                <wp:effectExtent l="0" t="0" r="26035" b="34290"/>
                <wp:wrapThrough wrapText="bothSides">
                  <wp:wrapPolygon edited="0">
                    <wp:start x="4631" y="0"/>
                    <wp:lineTo x="0" y="13898"/>
                    <wp:lineTo x="0" y="22005"/>
                    <wp:lineTo x="21610" y="22005"/>
                    <wp:lineTo x="21610" y="13898"/>
                    <wp:lineTo x="16979" y="0"/>
                    <wp:lineTo x="4631" y="0"/>
                  </wp:wrapPolygon>
                </wp:wrapThrough>
                <wp:docPr id="339" name="Group 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473710"/>
                          <a:chOff x="0" y="0"/>
                          <a:chExt cx="2069465" cy="689610"/>
                        </a:xfrm>
                      </wpg:grpSpPr>
                      <wps:wsp>
                        <wps:cNvPr id="340" name="Text Box 340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C10790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Text Box 341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4BEA05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Text Box 342"/>
                        <wps:cNvSpPr txBox="1"/>
                        <wps:spPr>
                          <a:xfrm>
                            <a:off x="51816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5D78F6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Text Box 343"/>
                        <wps:cNvSpPr txBox="1"/>
                        <wps:spPr>
                          <a:xfrm>
                            <a:off x="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F66996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Text Box 344"/>
                        <wps:cNvSpPr txBox="1"/>
                        <wps:spPr>
                          <a:xfrm>
                            <a:off x="103378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3D487B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Text Box 345"/>
                        <wps:cNvSpPr txBox="1"/>
                        <wps:spPr>
                          <a:xfrm>
                            <a:off x="1551940" y="46101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1257DF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Text Box 346"/>
                        <wps:cNvSpPr txBox="1"/>
                        <wps:spPr>
                          <a:xfrm>
                            <a:off x="1290320" y="2298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C1E0E6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" name="Text Box 347"/>
                        <wps:cNvSpPr txBox="1"/>
                        <wps:spPr>
                          <a:xfrm>
                            <a:off x="1033780" y="12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DDBE0E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9" o:spid="_x0000_s1146" style="position:absolute;margin-left:234pt;margin-top:32.65pt;width:111.95pt;height:37.3pt;z-index:251799552;mso-width-relative:margin;mso-height-relative:margin" coordsize="2069465,6896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">
                <v:shape id="Text Box 340" o:spid="_x0000_s1147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R89MwwAA&#10;ANwAAAAPAAAAZHJzL2Rvd25yZXYueG1sRE/dasIwFL4f+A7hDLzTdLaM2TUtY6Jz4BhTH+DYnLXF&#10;5qQ0qda3Xy6EXX58/1kxmlZcqHeNZQVP8wgEcWl1w5WC42E9ewHhPLLG1jIpuJGDIp88ZJhqe+Uf&#10;uux9JUIIuxQV1N53qZSurMmgm9uOOHC/tjfoA+wrqXu8hnDTykUUPUuDDYeGGjt6r6k87wej4Pv0&#10;uVveks1HvGr15is+bYdjkyg1fRzfXkF4Gv2/+O7eagVxEuaHM+EIyPw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R89MwwAAANwAAAAPAAAAAAAAAAAAAAAAAJcCAABkcnMvZG93&#10;bnJldi54bWxQSwUGAAAAAAQABAD1AAAAhwMAAAAA&#10;" filled="f" strokeweight="1pt">
                  <v:textbox inset="1mm,0,1mm,0">
                    <w:txbxContent>
                      <w:p w14:paraId="33C10790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1" o:spid="_x0000_s1148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C2rXxgAA&#10;ANwAAAAPAAAAZHJzL2Rvd25yZXYueG1sRI/dasJAFITvC77DcgTvdKMJpY2uUiz1ByylNg9wkj0m&#10;odmzIbtqfHu3IPRymJlvmMWqN424UOdqywqmkwgEcWF1zaWC7Odj/ALCeWSNjWVScCMHq+XgaYGp&#10;tlf+psvRlyJA2KWooPK+TaV0RUUG3cS2xME72c6gD7Irpe7wGuCmkbMoepYGaw4LFba0rqj4PZ6N&#10;gq98f3i9JZtt/N7ozWec785ZnSg1GvZvcxCeev8ffrR3WkGcTOHvTDgCcnk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C2rXxgAAANwAAAAPAAAAAAAAAAAAAAAAAJcCAABkcnMv&#10;ZG93bnJldi54bWxQSwUGAAAAAAQABAD1AAAAigMAAAAA&#10;" filled="f" strokeweight="1pt">
                  <v:textbox inset="1mm,0,1mm,0">
                    <w:txbxContent>
                      <w:p w14:paraId="0F4BEA05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2" o:spid="_x0000_s1149" type="#_x0000_t202" style="position:absolute;left:51816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2fSgxQAA&#10;ANwAAAAPAAAAZHJzL2Rvd25yZXYueG1sRI/dasJAFITvC77Dcgre1U1NEE1dpVT8A0X8eYBj9jQJ&#10;Zs+G7Krx7V2h0MthZr5hxtPWVOJGjSstK/jsRSCIM6tLzhWcjvOPIQjnkTVWlknBgxxMJ523Maba&#10;3nlPt4PPRYCwS1FB4X2dSumyggy6nq2Jg/drG4M+yCaXusF7gJtK9qNoIA2WHBYKrOmnoOxyuBoF&#10;u/N6M3oki2U8q/RiG59X11OZKNV9b7+/QHhq/X/4r73SCuKkD68z4QjIy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3Z9KDFAAAA3AAAAA8AAAAAAAAAAAAAAAAAlwIAAGRycy9k&#10;b3ducmV2LnhtbFBLBQYAAAAABAAEAPUAAACJAwAAAAA=&#10;" filled="f" strokeweight="1pt">
                  <v:textbox inset="1mm,0,1mm,0">
                    <w:txbxContent>
                      <w:p w14:paraId="6E5D78F6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3" o:spid="_x0000_s1150" type="#_x0000_t202" style="position:absolute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lVE7xQAA&#10;ANwAAAAPAAAAZHJzL2Rvd25yZXYueG1sRI/RasJAFETfC/7DcoW+6aYmiI2uIpZaBUWqfsA1e5sE&#10;s3dDdtX4964g9HGYmTPMZNaaSlypcaVlBR/9CARxZnXJuYLj4bs3AuE8ssbKMim4k4PZtPM2wVTb&#10;G//Sde9zESDsUlRQeF+nUrqsIIOub2vi4P3ZxqAPssmlbvAW4KaSgygaSoMlh4UCa1oUlJ33F6Ng&#10;d1pvPu/J8if+qvRyG59Wl2OZKPXebedjEJ5a/x9+tVdaQZzE8DwTjoCcP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KVUTvFAAAA3AAAAA8AAAAAAAAAAAAAAAAAlwIAAGRycy9k&#10;b3ducmV2LnhtbFBLBQYAAAAABAAEAPUAAACJAwAAAAA=&#10;" filled="f" strokeweight="1pt">
                  <v:textbox inset="1mm,0,1mm,0">
                    <w:txbxContent>
                      <w:p w14:paraId="12F66996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4" o:spid="_x0000_s1151" type="#_x0000_t202" style="position:absolute;left:103378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fMlPxgAA&#10;ANwAAAAPAAAAZHJzL2Rvd25yZXYueG1sRI/RasJAFETfhf7Dcgt9M5uaUNroKsVSq6CUqh9wk71N&#10;QrN3Q3aj8e/dguDjMDNnmNliMI04UedqywqeoxgEcWF1zaWC4+Fz/ArCeWSNjWVScCEHi/nDaIaZ&#10;tmf+odPelyJA2GWooPK+zaR0RUUGXWRb4uD92s6gD7Irpe7wHOCmkZM4fpEGaw4LFba0rKj42/dG&#10;wXe+2b5d0tVX8tHo1S7J1/2xTpV6ehzepyA8Df4evrXXWkGSpvB/JhwBOb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NfMlPxgAAANwAAAAPAAAAAAAAAAAAAAAAAJcCAABkcnMv&#10;ZG93bnJldi54bWxQSwUGAAAAAAQABAD1AAAAigMAAAAA&#10;" filled="f" strokeweight="1pt">
                  <v:textbox inset="1mm,0,1mm,0">
                    <w:txbxContent>
                      <w:p w14:paraId="123D487B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5" o:spid="_x0000_s1152" type="#_x0000_t202" style="position:absolute;left:155194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MGzUxgAA&#10;ANwAAAAPAAAAZHJzL2Rvd25yZXYueG1sRI/dasJAFITvBd9hOYXe6aYmLRpdRVpqFSrizwMcs8ck&#10;mD0bsqvGt+8WBC+HmfmGmcxaU4krNa60rOCtH4EgzqwuOVdw2H/3hiCcR9ZYWSYFd3Iwm3Y7E0y1&#10;vfGWrjufiwBhl6KCwvs6ldJlBRl0fVsTB+9kG4M+yCaXusFbgJtKDqLoQxosOSwUWNNnQdl5dzEK&#10;NsfV7+ieLH7ir0ov1vFxeTmUiVKvL+18DMJT65/hR3upFcTJO/yfCUdAT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MGzUxgAAANwAAAAPAAAAAAAAAAAAAAAAAJcCAABkcnMv&#10;ZG93bnJldi54bWxQSwUGAAAAAAQABAD1AAAAigMAAAAA&#10;" filled="f" strokeweight="1pt">
                  <v:textbox inset="1mm,0,1mm,0">
                    <w:txbxContent>
                      <w:p w14:paraId="541257DF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6" o:spid="_x0000_s1153" type="#_x0000_t202" style="position:absolute;left:12903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4vKjxgAA&#10;ANwAAAAPAAAAZHJzL2Rvd25yZXYueG1sRI/RasJAFETfC/7DcoW+6cYmiE1dRSxVC0qpzQfcZG+T&#10;YPZuyK4a/94tCH0cZuYMM1/2phEX6lxtWcFkHIEgLqyuuVSQ/XyMZiCcR9bYWCYFN3KwXAye5phq&#10;e+Vvuhx9KQKEXYoKKu/bVEpXVGTQjW1LHLxf2xn0QXal1B1eA9w08iWKptJgzWGhwpbWFRWn49ko&#10;+Mo/96+3ZLON3xu9OcT57pzViVLPw371BsJT7//Dj/ZOK4iTKfydCUdALu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S4vKjxgAAANwAAAAPAAAAAAAAAAAAAAAAAJcCAABkcnMv&#10;ZG93bnJldi54bWxQSwUGAAAAAAQABAD1AAAAigMAAAAA&#10;" filled="f" strokeweight="1pt">
                  <v:textbox inset="1mm,0,1mm,0">
                    <w:txbxContent>
                      <w:p w14:paraId="5EC1E0E6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47" o:spid="_x0000_s1154" type="#_x0000_t202" style="position:absolute;left:103378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rlc4xgAA&#10;ANwAAAAPAAAAZHJzL2Rvd25yZXYueG1sRI/dasJAFITvBd9hOYXe6aYmtBpdRVpqFSrizwMcs8ck&#10;mD0bsqvGt+8WBC+HmfmGmcxaU4krNa60rOCtH4EgzqwuOVdw2H/3hiCcR9ZYWSYFd3Iwm3Y7E0y1&#10;vfGWrjufiwBhl6KCwvs6ldJlBRl0fVsTB+9kG4M+yCaXusFbgJtKDqLoXRosOSwUWNNnQdl5dzEK&#10;NsfV7+ieLH7ir0ov1vFxeTmUiVKvL+18DMJT65/hR3upFcTJB/yfCUdAT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9rlc4xgAAANwAAAAPAAAAAAAAAAAAAAAAAJcCAABkcnMv&#10;ZG93bnJldi54bWxQSwUGAAAAAAQABAD1AAAAigMAAAAA&#10;" filled="f" strokeweight="1pt">
                  <v:textbox inset="1mm,0,1mm,0">
                    <w:txbxContent>
                      <w:p w14:paraId="4EDDBE0E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D40365">
        <w:rPr>
          <w:noProof/>
          <w:sz w:val="36"/>
          <w:lang w:val="en-US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78F7A74C" wp14:editId="75E19E2F">
                <wp:simplePos x="0" y="0"/>
                <wp:positionH relativeFrom="column">
                  <wp:posOffset>4457700</wp:posOffset>
                </wp:positionH>
                <wp:positionV relativeFrom="paragraph">
                  <wp:posOffset>414655</wp:posOffset>
                </wp:positionV>
                <wp:extent cx="1421765" cy="473710"/>
                <wp:effectExtent l="0" t="0" r="26035" b="34290"/>
                <wp:wrapThrough wrapText="bothSides">
                  <wp:wrapPolygon edited="0">
                    <wp:start x="4631" y="0"/>
                    <wp:lineTo x="0" y="13898"/>
                    <wp:lineTo x="0" y="22005"/>
                    <wp:lineTo x="21610" y="22005"/>
                    <wp:lineTo x="21610" y="13898"/>
                    <wp:lineTo x="16979" y="0"/>
                    <wp:lineTo x="4631" y="0"/>
                  </wp:wrapPolygon>
                </wp:wrapThrough>
                <wp:docPr id="348" name="Group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473710"/>
                          <a:chOff x="0" y="0"/>
                          <a:chExt cx="2069465" cy="689610"/>
                        </a:xfrm>
                      </wpg:grpSpPr>
                      <wps:wsp>
                        <wps:cNvPr id="349" name="Text Box 349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64119F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Text Box 350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04CE17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Text Box 351"/>
                        <wps:cNvSpPr txBox="1"/>
                        <wps:spPr>
                          <a:xfrm>
                            <a:off x="51816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FECE0C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Text Box 352"/>
                        <wps:cNvSpPr txBox="1"/>
                        <wps:spPr>
                          <a:xfrm>
                            <a:off x="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923DCD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Text Box 353"/>
                        <wps:cNvSpPr txBox="1"/>
                        <wps:spPr>
                          <a:xfrm>
                            <a:off x="1033780" y="45974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62277E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Text Box 354"/>
                        <wps:cNvSpPr txBox="1"/>
                        <wps:spPr>
                          <a:xfrm>
                            <a:off x="1551940" y="46101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8006C8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Text Box 355"/>
                        <wps:cNvSpPr txBox="1"/>
                        <wps:spPr>
                          <a:xfrm>
                            <a:off x="1290320" y="2298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AAB262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" name="Text Box 356"/>
                        <wps:cNvSpPr txBox="1"/>
                        <wps:spPr>
                          <a:xfrm>
                            <a:off x="1033780" y="127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6EEF8E" w14:textId="77777777" w:rsidR="000A00AE" w:rsidRPr="007267EB" w:rsidRDefault="000A00AE" w:rsidP="00AA538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48" o:spid="_x0000_s1155" style="position:absolute;margin-left:351pt;margin-top:32.65pt;width:111.95pt;height:37.3pt;z-index:251801600;mso-width-relative:margin;mso-height-relative:margin" coordsize="2069465,6896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">
                <v:shape id="Text Box 349" o:spid="_x0000_s1156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fWbRxgAA&#10;ANwAAAAPAAAAZHJzL2Rvd25yZXYueG1sRI/dasJAFITvhb7Dcgq9M5uaUDS6SlG0FhTx5wGO2dMk&#10;NHs2ZFeNb98tCF4OM/MNM5l1phZXal1lWcF7FIMgzq2uuFBwOi77QxDOI2usLZOCOzmYTV96E8y0&#10;vfGergdfiABhl6GC0vsmk9LlJRl0kW2Ig/djW4M+yLaQusVbgJtaDuL4QxqsOCyU2NC8pPz3cDEK&#10;dufvzeierr6SRa1X2+S8vpyqVKm31+5zDMJT55/hR3utFSTpCP7PhCMgp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jfWbRxgAAANwAAAAPAAAAAAAAAAAAAAAAAJcCAABkcnMv&#10;ZG93bnJldi54bWxQSwUGAAAAAAQABAD1AAAAigMAAAAA&#10;" filled="f" strokeweight="1pt">
                  <v:textbox inset="1mm,0,1mm,0">
                    <w:txbxContent>
                      <w:p w14:paraId="2464119F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0" o:spid="_x0000_s1157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nlmRxAAA&#10;ANwAAAAPAAAAZHJzL2Rvd25yZXYueG1sRE/dasIwFL4f+A7hCN7N1NXJVo1FJnMdTMbUBzg2x7bY&#10;nJQm1fbtl4vBLj++/1Xam1rcqHWVZQWzaQSCOLe64kLB6fj++ALCeWSNtWVSMJCDdD16WGGi7Z1/&#10;6HbwhQgh7BJUUHrfJFK6vCSDbmob4sBdbGvQB9gWUrd4D+Gmlk9RtJAGKw4NJTb0VlJ+PXRGwff5&#10;8+t1mO8+4m2td/v4nHWnaq7UZNxvliA89f5f/OfOtIL4OcwPZ8IRkO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55ZkcQAAADcAAAADwAAAAAAAAAAAAAAAACXAgAAZHJzL2Rv&#10;d25yZXYueG1sUEsFBgAAAAAEAAQA9QAAAIgDAAAAAA==&#10;" filled="f" strokeweight="1pt">
                  <v:textbox inset="1mm,0,1mm,0">
                    <w:txbxContent>
                      <w:p w14:paraId="2E04CE17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1" o:spid="_x0000_s1158" type="#_x0000_t202" style="position:absolute;left:51816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0vwKxgAA&#10;ANwAAAAPAAAAZHJzL2Rvd25yZXYueG1sRI/RasJAFETfC/7DcoW+NRsblZq6SmmpVVCK1g+4yV6T&#10;YPZuyG40/n1XKPRxmJkzzHzZm1pcqHWVZQWjKAZBnFtdcaHg+PP59ALCeWSNtWVScCMHy8XgYY6p&#10;tlfe0+XgCxEg7FJUUHrfpFK6vCSDLrINcfBOtjXog2wLqVu8Brip5XMcT6XBisNCiQ29l5SfD51R&#10;8J1ttrPbePWVfNR6tUuydXesxko9Dvu3VxCeev8f/muvtYJkMoL7mXAE5OI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Y0vwKxgAAANwAAAAPAAAAAAAAAAAAAAAAAJcCAABkcnMv&#10;ZG93bnJldi54bWxQSwUGAAAAAAQABAD1AAAAigMAAAAA&#10;" filled="f" strokeweight="1pt">
                  <v:textbox inset="1mm,0,1mm,0">
                    <w:txbxContent>
                      <w:p w14:paraId="37FECE0C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2" o:spid="_x0000_s1159" type="#_x0000_t202" style="position:absolute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AGJ9xgAA&#10;ANwAAAAPAAAAZHJzL2Rvd25yZXYueG1sRI/dasJAFITvBd9hOULvdFNji0ZXkZZaCy3izwOcZE+T&#10;YPZsyG40vn23IHg5zMw3zGLVmUpcqHGlZQXPowgEcWZ1ybmC0/FjOAXhPLLGyjIpuJGD1bLfW2Ci&#10;7ZX3dDn4XAQIuwQVFN7XiZQuK8igG9maOHi/tjHog2xyqRu8Brip5DiKXqXBksNCgTW9FZSdD61R&#10;sEu/vme3yeYzfq/05idOt+2pnCj1NOjWcxCeOv8I39tbrSB+GcP/mXAE5PI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oAGJ9xgAAANwAAAAPAAAAAAAAAAAAAAAAAJcCAABkcnMv&#10;ZG93bnJldi54bWxQSwUGAAAAAAQABAD1AAAAigMAAAAA&#10;" filled="f" strokeweight="1pt">
                  <v:textbox inset="1mm,0,1mm,0">
                    <w:txbxContent>
                      <w:p w14:paraId="63923DCD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3" o:spid="_x0000_s1160" type="#_x0000_t202" style="position:absolute;left:103378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TMfmxgAA&#10;ANwAAAAPAAAAZHJzL2Rvd25yZXYueG1sRI/dasJAFITvC77DcoTe1Y3GFk1dRVrqD1REzQOcZE+T&#10;YPZsyK4a394tFHo5zMw3zGzRmVpcqXWVZQXDQQSCOLe64kJBevp6mYBwHlljbZkU3MnBYt57mmGi&#10;7Y0PdD36QgQIuwQVlN43iZQuL8mgG9iGOHg/tjXog2wLqVu8Bbip5SiK3qTBisNCiQ19lJSfjxej&#10;YJ9tv6f38Wodf9Z6tYuzzSWtxko997vlOwhPnf8P/7U3WkH8GsPvmXAE5P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HTMfmxgAAANwAAAAPAAAAAAAAAAAAAAAAAJcCAABkcnMv&#10;ZG93bnJldi54bWxQSwUGAAAAAAQABAD1AAAAigMAAAAA&#10;" filled="f" strokeweight="1pt">
                  <v:textbox inset="1mm,0,1mm,0">
                    <w:txbxContent>
                      <w:p w14:paraId="1B62277E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4" o:spid="_x0000_s1161" type="#_x0000_t202" style="position:absolute;left:155194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pV+SxgAA&#10;ANwAAAAPAAAAZHJzL2Rvd25yZXYueG1sRI/dasJAFITvBd9hOYXe6aYmLRpdRVpqFSrizwMcs8ck&#10;mD0bsqvGt+8WBC+HmfmGmcxaU4krNa60rOCtH4EgzqwuOVdw2H/3hiCcR9ZYWSYFd3Iwm3Y7E0y1&#10;vfGWrjufiwBhl6KCwvs6ldJlBRl0fVsTB+9kG4M+yCaXusFbgJtKDqLoQxosOSwUWNNnQdl5dzEK&#10;NsfV7+ieLH7ir0ov1vFxeTmUiVKvL+18DMJT65/hR3upFcTvCfyfCUdAT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pV+SxgAAANwAAAAPAAAAAAAAAAAAAAAAAJcCAABkcnMv&#10;ZG93bnJldi54bWxQSwUGAAAAAAQABAD1AAAAigMAAAAA&#10;" filled="f" strokeweight="1pt">
                  <v:textbox inset="1mm,0,1mm,0">
                    <w:txbxContent>
                      <w:p w14:paraId="388006C8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5" o:spid="_x0000_s1162" type="#_x0000_t202" style="position:absolute;left:12903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6foJxgAA&#10;ANwAAAAPAAAAZHJzL2Rvd25yZXYueG1sRI/dasJAFITvhb7DcgremU2Nlpq6SlH8A0vR+gDH7GkS&#10;mj0bsqvGt3cFwcthZr5hxtPWVOJMjSstK3iLYhDEmdUl5woOv4veBwjnkTVWlknBlRxMJy+dMaba&#10;XnhH573PRYCwS1FB4X2dSumyggy6yNbEwfuzjUEfZJNL3eAlwE0l+3H8Lg2WHBYKrGlWUPa/PxkF&#10;P8fNdnQdLFfJvNLL7+S4Ph3KgVLd1/brE4Sn1j/Dj/ZaK0iGQ7ifCUdATm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6foJxgAAANwAAAAPAAAAAAAAAAAAAAAAAJcCAABkcnMv&#10;ZG93bnJldi54bWxQSwUGAAAAAAQABAD1AAAAigMAAAAA&#10;" filled="f" strokeweight="1pt">
                  <v:textbox inset="1mm,0,1mm,0">
                    <w:txbxContent>
                      <w:p w14:paraId="2DAAB262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56" o:spid="_x0000_s1163" type="#_x0000_t202" style="position:absolute;left:103378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O2R+xgAA&#10;ANwAAAAPAAAAZHJzL2Rvd25yZXYueG1sRI/dasJAFITvC77DcoTe1Y2NFY2uIi21FhTx5wFOssck&#10;mD0bshuNb98tFHo5zMw3zHzZmUrcqHGlZQXDQQSCOLO65FzB+fT5MgHhPLLGyjIpeJCD5aL3NMdE&#10;2zsf6Hb0uQgQdgkqKLyvEyldVpBBN7A1cfAutjHog2xyqRu8B7ip5GsUjaXBksNCgTW9F5Rdj61R&#10;sE+/t9PHaP0Vf1R6vYvTTXsuR0o997vVDISnzv+H/9obrSB+G8PvmXAE5OI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XO2R+xgAAANwAAAAPAAAAAAAAAAAAAAAAAJcCAABkcnMv&#10;ZG93bnJldi54bWxQSwUGAAAAAAQABAD1AAAAigMAAAAA&#10;" filled="f" strokeweight="1pt">
                  <v:textbox inset="1mm,0,1mm,0">
                    <w:txbxContent>
                      <w:p w14:paraId="356EEF8E" w14:textId="77777777" w:rsidR="000A00AE" w:rsidRPr="007267EB" w:rsidRDefault="000A00AE" w:rsidP="00AA538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B456DB">
        <w:t>Zum Ausprobieren:</w:t>
      </w:r>
      <w:r w:rsidR="00AA5383" w:rsidRPr="00AA5383">
        <w:rPr>
          <w:noProof/>
          <w:sz w:val="36"/>
          <w:lang w:val="en-US"/>
        </w:rPr>
        <w:t xml:space="preserve"> </w:t>
      </w:r>
    </w:p>
    <w:sectPr w:rsidR="007620D2" w:rsidRPr="00D40365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B37B6" w14:textId="77777777" w:rsidR="000A00AE" w:rsidRDefault="000A00AE" w:rsidP="00E61129">
      <w:pPr>
        <w:spacing w:after="0"/>
      </w:pPr>
      <w:r>
        <w:separator/>
      </w:r>
    </w:p>
  </w:endnote>
  <w:endnote w:type="continuationSeparator" w:id="0">
    <w:p w14:paraId="371535C3" w14:textId="77777777" w:rsidR="000A00AE" w:rsidRDefault="000A00A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7400B" w14:textId="77777777" w:rsidR="000A00AE" w:rsidRPr="00A52340" w:rsidRDefault="000A00A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FC5F94">
      <w:fldChar w:fldCharType="begin"/>
    </w:r>
    <w:r w:rsidR="00FC5F94">
      <w:instrText xml:space="preserve"> FILENAME </w:instrText>
    </w:r>
    <w:r w:rsidR="00FC5F94">
      <w:fldChar w:fldCharType="separate"/>
    </w:r>
    <w:r w:rsidR="00FC5F94">
      <w:rPr>
        <w:noProof/>
      </w:rPr>
      <w:t>MA_A03-1_Zahlenmauern - Loesungen.docx</w:t>
    </w:r>
    <w:r w:rsidR="00FC5F9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FC5F94" w:rsidRPr="00FC5F94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FC5F94">
      <w:fldChar w:fldCharType="begin"/>
    </w:r>
    <w:r w:rsidR="00FC5F94">
      <w:instrText>NUMPAGES  \* Arabic  \* MERGEFORMAT</w:instrText>
    </w:r>
    <w:r w:rsidR="00FC5F94">
      <w:fldChar w:fldCharType="separate"/>
    </w:r>
    <w:r w:rsidR="00FC5F94" w:rsidRPr="00FC5F94">
      <w:rPr>
        <w:noProof/>
        <w:lang w:val="de-DE"/>
      </w:rPr>
      <w:t>1</w:t>
    </w:r>
    <w:r w:rsidR="00FC5F94">
      <w:rPr>
        <w:noProof/>
        <w:lang w:val="de-DE"/>
      </w:rPr>
      <w:fldChar w:fldCharType="end"/>
    </w:r>
  </w:p>
  <w:p w14:paraId="5B40A994" w14:textId="77777777" w:rsidR="000A00AE" w:rsidRDefault="000A00A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629D0" w14:textId="77777777" w:rsidR="000A00AE" w:rsidRDefault="000A00A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FC5F94">
      <w:fldChar w:fldCharType="begin"/>
    </w:r>
    <w:r w:rsidR="00FC5F94">
      <w:instrText xml:space="preserve"> FILENAME </w:instrText>
    </w:r>
    <w:r w:rsidR="00FC5F94">
      <w:fldChar w:fldCharType="separate"/>
    </w:r>
    <w:r w:rsidR="00FC5F94">
      <w:rPr>
        <w:noProof/>
      </w:rPr>
      <w:t>MA_A03-1_Zahlenmauern - Loesungen.docx</w:t>
    </w:r>
    <w:r w:rsidR="00FC5F9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FC5F94">
      <w:fldChar w:fldCharType="begin"/>
    </w:r>
    <w:r w:rsidR="00FC5F94">
      <w:instrText>NUMPAGES  \* Arabic  \* MERGEFORMAT</w:instrText>
    </w:r>
    <w:r w:rsidR="00FC5F94">
      <w:fldChar w:fldCharType="separate"/>
    </w:r>
    <w:r w:rsidR="00FC5F94" w:rsidRPr="00FC5F94">
      <w:rPr>
        <w:noProof/>
        <w:lang w:val="de-DE"/>
      </w:rPr>
      <w:t>2</w:t>
    </w:r>
    <w:r w:rsidR="00FC5F94">
      <w:rPr>
        <w:noProof/>
        <w:lang w:val="de-DE"/>
      </w:rPr>
      <w:fldChar w:fldCharType="end"/>
    </w:r>
  </w:p>
  <w:p w14:paraId="1FFF16E9" w14:textId="77777777" w:rsidR="000A00AE" w:rsidRDefault="000A00A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67E6F" w14:textId="77777777" w:rsidR="000A00AE" w:rsidRDefault="000A00AE" w:rsidP="00E61129">
      <w:pPr>
        <w:spacing w:after="0"/>
      </w:pPr>
      <w:r>
        <w:separator/>
      </w:r>
    </w:p>
  </w:footnote>
  <w:footnote w:type="continuationSeparator" w:id="0">
    <w:p w14:paraId="39FDAD4A" w14:textId="77777777" w:rsidR="000A00AE" w:rsidRDefault="000A00A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91218" w14:textId="02738E2A" w:rsidR="000A00AE" w:rsidRPr="00F25B93" w:rsidRDefault="000A00A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262194BC" wp14:editId="7153C1F8">
              <wp:simplePos x="0" y="0"/>
              <wp:positionH relativeFrom="column">
                <wp:posOffset>-81280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078E17" w14:textId="77777777" w:rsidR="000A00AE" w:rsidRDefault="000A00AE" w:rsidP="00002B5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164" type="#_x0000_t202" style="position:absolute;left:0;text-align:left;margin-left:-6.35pt;margin-top:-.65pt;width:328.75pt;height:3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PcS88CAAAQ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" filled="f" stroked="f">
              <v:textbox>
                <w:txbxContent>
                  <w:p w14:paraId="51078E17" w14:textId="77777777" w:rsidR="000A00AE" w:rsidRDefault="000A00AE" w:rsidP="00002B5E"/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85C9F2" wp14:editId="5CA1273F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24A9DF" w14:textId="77777777" w:rsidR="000A00AE" w:rsidRPr="00093725" w:rsidRDefault="000A00AE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6395C3D9" w14:textId="77777777" w:rsidR="000A00AE" w:rsidRPr="00BB20F6" w:rsidRDefault="000A00AE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165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" fillcolor="#8ab2e2" stroked="f">
              <v:textbox>
                <w:txbxContent>
                  <w:p w14:paraId="5224A9DF" w14:textId="77777777" w:rsidR="000A00AE" w:rsidRPr="00093725" w:rsidRDefault="000A00AE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6395C3D9" w14:textId="77777777" w:rsidR="000A00AE" w:rsidRPr="00BB20F6" w:rsidRDefault="000A00AE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D6B9007" wp14:editId="128124DA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F6F7D88" wp14:editId="732FCF67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C348C25" wp14:editId="56F1264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C576762" wp14:editId="40260DC4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3617DBBD" w14:textId="77777777" w:rsidR="000A00AE" w:rsidRDefault="000A00A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C0E983C" wp14:editId="66F300D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5505F" w14:textId="77777777" w:rsidR="000A00AE" w:rsidRDefault="000A00A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3756B5E" wp14:editId="1AA4AE65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71DC3B" w14:textId="77777777" w:rsidR="000A00AE" w:rsidRPr="00093725" w:rsidRDefault="000A00A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166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6671DC3B" w14:textId="77777777" w:rsidR="000A00AE" w:rsidRPr="00093725" w:rsidRDefault="000A00A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AC329D7" wp14:editId="6C28EC1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F5A656" wp14:editId="02FB20D1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2690DE" wp14:editId="1D909588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EC536C8" wp14:editId="7ED36F3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EAC03" wp14:editId="1AF99B86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2D16CF" w14:textId="77777777" w:rsidR="000A00AE" w:rsidRDefault="000A00A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5D0D9BE" w14:textId="77777777" w:rsidR="000A00AE" w:rsidRDefault="000A00A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167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D2D16CF" w14:textId="77777777" w:rsidR="000A00AE" w:rsidRDefault="000A00A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5D0D9BE" w14:textId="77777777" w:rsidR="000A00AE" w:rsidRDefault="000A00A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4D03280" wp14:editId="722E5BFF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78C3D72" wp14:editId="5A1E295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482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22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62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02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42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82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2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62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02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1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8C"/>
    <w:rsid w:val="00002B5E"/>
    <w:rsid w:val="00017B2B"/>
    <w:rsid w:val="000234B5"/>
    <w:rsid w:val="00027A8D"/>
    <w:rsid w:val="00046A29"/>
    <w:rsid w:val="0006077C"/>
    <w:rsid w:val="00063B3E"/>
    <w:rsid w:val="000826F2"/>
    <w:rsid w:val="00084412"/>
    <w:rsid w:val="00091A70"/>
    <w:rsid w:val="00093725"/>
    <w:rsid w:val="000A00AE"/>
    <w:rsid w:val="000A1533"/>
    <w:rsid w:val="000D5FE5"/>
    <w:rsid w:val="000D778F"/>
    <w:rsid w:val="001052B3"/>
    <w:rsid w:val="001055AD"/>
    <w:rsid w:val="00131F08"/>
    <w:rsid w:val="00134BAB"/>
    <w:rsid w:val="001373A3"/>
    <w:rsid w:val="0015559D"/>
    <w:rsid w:val="00166ED4"/>
    <w:rsid w:val="001B0583"/>
    <w:rsid w:val="001B4C36"/>
    <w:rsid w:val="001C2481"/>
    <w:rsid w:val="001F5496"/>
    <w:rsid w:val="001F6EF0"/>
    <w:rsid w:val="002019CA"/>
    <w:rsid w:val="0020629D"/>
    <w:rsid w:val="00214B4B"/>
    <w:rsid w:val="00234D56"/>
    <w:rsid w:val="002467CE"/>
    <w:rsid w:val="00264CBC"/>
    <w:rsid w:val="00285B8B"/>
    <w:rsid w:val="002B17C6"/>
    <w:rsid w:val="002B2FAD"/>
    <w:rsid w:val="002D4FD8"/>
    <w:rsid w:val="00307CF9"/>
    <w:rsid w:val="003131E0"/>
    <w:rsid w:val="00313CCE"/>
    <w:rsid w:val="00324B78"/>
    <w:rsid w:val="003251AC"/>
    <w:rsid w:val="00330322"/>
    <w:rsid w:val="00342F40"/>
    <w:rsid w:val="003E472B"/>
    <w:rsid w:val="003E4C02"/>
    <w:rsid w:val="003F6D59"/>
    <w:rsid w:val="00414C36"/>
    <w:rsid w:val="0042736B"/>
    <w:rsid w:val="004368E9"/>
    <w:rsid w:val="00453748"/>
    <w:rsid w:val="00456EEE"/>
    <w:rsid w:val="00462941"/>
    <w:rsid w:val="00463FD0"/>
    <w:rsid w:val="004731A1"/>
    <w:rsid w:val="00480786"/>
    <w:rsid w:val="00482926"/>
    <w:rsid w:val="00496374"/>
    <w:rsid w:val="004A1355"/>
    <w:rsid w:val="004B4EB6"/>
    <w:rsid w:val="004C17BE"/>
    <w:rsid w:val="004C67C9"/>
    <w:rsid w:val="004D5D12"/>
    <w:rsid w:val="004D606A"/>
    <w:rsid w:val="004F407C"/>
    <w:rsid w:val="00510665"/>
    <w:rsid w:val="00510701"/>
    <w:rsid w:val="00510AEA"/>
    <w:rsid w:val="0051208C"/>
    <w:rsid w:val="00515202"/>
    <w:rsid w:val="00530276"/>
    <w:rsid w:val="00537D5C"/>
    <w:rsid w:val="00542BB1"/>
    <w:rsid w:val="00556BE1"/>
    <w:rsid w:val="00562EDF"/>
    <w:rsid w:val="005679B0"/>
    <w:rsid w:val="0058578B"/>
    <w:rsid w:val="0059437F"/>
    <w:rsid w:val="005A0839"/>
    <w:rsid w:val="005A1975"/>
    <w:rsid w:val="005B0AA8"/>
    <w:rsid w:val="005B22D2"/>
    <w:rsid w:val="005B4A2B"/>
    <w:rsid w:val="005B74AF"/>
    <w:rsid w:val="005C6001"/>
    <w:rsid w:val="005C6F8E"/>
    <w:rsid w:val="005D3260"/>
    <w:rsid w:val="005D5528"/>
    <w:rsid w:val="005E0117"/>
    <w:rsid w:val="00621BC5"/>
    <w:rsid w:val="0062558C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7171B0"/>
    <w:rsid w:val="007201E2"/>
    <w:rsid w:val="007267EB"/>
    <w:rsid w:val="00730CDC"/>
    <w:rsid w:val="007368E6"/>
    <w:rsid w:val="00747BFF"/>
    <w:rsid w:val="00750C7D"/>
    <w:rsid w:val="007620D2"/>
    <w:rsid w:val="007621AF"/>
    <w:rsid w:val="00791B36"/>
    <w:rsid w:val="007E2CFC"/>
    <w:rsid w:val="007F2E0A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8314E"/>
    <w:rsid w:val="008D5487"/>
    <w:rsid w:val="00905B48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C6D16"/>
    <w:rsid w:val="009D0E08"/>
    <w:rsid w:val="009D4029"/>
    <w:rsid w:val="009D4E5B"/>
    <w:rsid w:val="009F5EE3"/>
    <w:rsid w:val="00A10EDD"/>
    <w:rsid w:val="00A40882"/>
    <w:rsid w:val="00A42650"/>
    <w:rsid w:val="00A52340"/>
    <w:rsid w:val="00A71ABD"/>
    <w:rsid w:val="00A922BD"/>
    <w:rsid w:val="00A9626B"/>
    <w:rsid w:val="00AA5383"/>
    <w:rsid w:val="00AD0C62"/>
    <w:rsid w:val="00AE1EF5"/>
    <w:rsid w:val="00AE2523"/>
    <w:rsid w:val="00AE5F2E"/>
    <w:rsid w:val="00AE63FE"/>
    <w:rsid w:val="00AF4F8E"/>
    <w:rsid w:val="00B00077"/>
    <w:rsid w:val="00B0459D"/>
    <w:rsid w:val="00B23375"/>
    <w:rsid w:val="00B23F47"/>
    <w:rsid w:val="00B25321"/>
    <w:rsid w:val="00B26651"/>
    <w:rsid w:val="00B27990"/>
    <w:rsid w:val="00B323B4"/>
    <w:rsid w:val="00B456DB"/>
    <w:rsid w:val="00B55B55"/>
    <w:rsid w:val="00B622D3"/>
    <w:rsid w:val="00B92F68"/>
    <w:rsid w:val="00BC46E0"/>
    <w:rsid w:val="00BC6428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957D0"/>
    <w:rsid w:val="00CA0082"/>
    <w:rsid w:val="00CA6C8E"/>
    <w:rsid w:val="00CC2326"/>
    <w:rsid w:val="00CE3698"/>
    <w:rsid w:val="00CF6440"/>
    <w:rsid w:val="00D03892"/>
    <w:rsid w:val="00D05344"/>
    <w:rsid w:val="00D32604"/>
    <w:rsid w:val="00D40365"/>
    <w:rsid w:val="00D41BC7"/>
    <w:rsid w:val="00D47ECD"/>
    <w:rsid w:val="00D57C25"/>
    <w:rsid w:val="00D67F3A"/>
    <w:rsid w:val="00D7295A"/>
    <w:rsid w:val="00D75776"/>
    <w:rsid w:val="00DA1857"/>
    <w:rsid w:val="00DA6D2C"/>
    <w:rsid w:val="00DC0400"/>
    <w:rsid w:val="00DF5285"/>
    <w:rsid w:val="00E056F4"/>
    <w:rsid w:val="00E17C4C"/>
    <w:rsid w:val="00E249A8"/>
    <w:rsid w:val="00E25771"/>
    <w:rsid w:val="00E3400A"/>
    <w:rsid w:val="00E50362"/>
    <w:rsid w:val="00E55DC1"/>
    <w:rsid w:val="00E61129"/>
    <w:rsid w:val="00E641FE"/>
    <w:rsid w:val="00E71205"/>
    <w:rsid w:val="00E7607E"/>
    <w:rsid w:val="00E76EF5"/>
    <w:rsid w:val="00E95816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680D"/>
    <w:rsid w:val="00F14879"/>
    <w:rsid w:val="00F25B93"/>
    <w:rsid w:val="00F26B73"/>
    <w:rsid w:val="00F31068"/>
    <w:rsid w:val="00F503E6"/>
    <w:rsid w:val="00FC2FB0"/>
    <w:rsid w:val="00FC5F94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62C5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166ED4"/>
    <w:pPr>
      <w:pBdr>
        <w:bottom w:val="single" w:sz="4" w:space="1" w:color="3C5D9F"/>
      </w:pBdr>
      <w:tabs>
        <w:tab w:val="right" w:pos="9420"/>
      </w:tabs>
      <w:spacing w:before="16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791B36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paragraph" w:customStyle="1" w:styleId="Checkbox">
    <w:name w:val="Checkbox"/>
    <w:basedOn w:val="ListParagraph"/>
    <w:qFormat/>
    <w:rsid w:val="00791B36"/>
    <w:pPr>
      <w:numPr>
        <w:numId w:val="24"/>
      </w:numPr>
      <w:tabs>
        <w:tab w:val="left" w:pos="510"/>
      </w:tabs>
    </w:pPr>
  </w:style>
  <w:style w:type="character" w:customStyle="1" w:styleId="CheckboxText">
    <w:name w:val="Checkbox Text"/>
    <w:basedOn w:val="NoSpacingChar"/>
    <w:uiPriority w:val="1"/>
    <w:qFormat/>
    <w:rsid w:val="009D4E5B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  <w:style w:type="character" w:customStyle="1" w:styleId="Schriftrot">
    <w:name w:val="Schrift rot"/>
    <w:basedOn w:val="DefaultParagraphFont"/>
    <w:uiPriority w:val="1"/>
    <w:qFormat/>
    <w:rsid w:val="00166ED4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166ED4"/>
    <w:pPr>
      <w:pBdr>
        <w:bottom w:val="single" w:sz="4" w:space="1" w:color="3C5D9F"/>
      </w:pBdr>
      <w:tabs>
        <w:tab w:val="right" w:pos="9420"/>
      </w:tabs>
      <w:spacing w:before="16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791B36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paragraph" w:customStyle="1" w:styleId="Checkbox">
    <w:name w:val="Checkbox"/>
    <w:basedOn w:val="ListParagraph"/>
    <w:qFormat/>
    <w:rsid w:val="00791B36"/>
    <w:pPr>
      <w:numPr>
        <w:numId w:val="24"/>
      </w:numPr>
      <w:tabs>
        <w:tab w:val="left" w:pos="510"/>
      </w:tabs>
    </w:pPr>
  </w:style>
  <w:style w:type="character" w:customStyle="1" w:styleId="CheckboxText">
    <w:name w:val="Checkbox Text"/>
    <w:basedOn w:val="NoSpacingChar"/>
    <w:uiPriority w:val="1"/>
    <w:qFormat/>
    <w:rsid w:val="009D4E5B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  <w:style w:type="character" w:customStyle="1" w:styleId="Schriftrot">
    <w:name w:val="Schrift rot"/>
    <w:basedOn w:val="DefaultParagraphFont"/>
    <w:uiPriority w:val="1"/>
    <w:qFormat/>
    <w:rsid w:val="00166ED4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8084D-95B3-944F-AC20-2F02F83EF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172</TotalTime>
  <Pages>1</Pages>
  <Words>399</Words>
  <Characters>2278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2672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22</cp:revision>
  <cp:lastPrinted>2014-10-12T09:33:00Z</cp:lastPrinted>
  <dcterms:created xsi:type="dcterms:W3CDTF">2014-09-04T04:43:00Z</dcterms:created>
  <dcterms:modified xsi:type="dcterms:W3CDTF">2014-10-12T09:33:00Z</dcterms:modified>
  <cp:category/>
</cp:coreProperties>
</file>