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ECA64" w14:textId="64DDD8D4" w:rsidR="000E3713" w:rsidRPr="000E3713" w:rsidRDefault="00BD362C" w:rsidP="007B0DDA">
      <w:pPr>
        <w:pStyle w:val="AufgabenID"/>
        <w:tabs>
          <w:tab w:val="right" w:pos="9448"/>
        </w:tabs>
      </w:pPr>
      <w:bookmarkStart w:id="0" w:name="_GoBack"/>
      <w:bookmarkEnd w:id="0"/>
      <w:r w:rsidRPr="008173B5">
        <w:t>MAGISCHE QUADRATE</w:t>
      </w:r>
      <w:r w:rsidR="007B0DDA">
        <w:tab/>
      </w:r>
      <w:r w:rsidR="007B0DDA" w:rsidRPr="00702B43">
        <w:rPr>
          <w:rStyle w:val="Eingabefeld0"/>
          <w:bCs w:val="0"/>
          <w:position w:val="0"/>
          <w:sz w:val="28"/>
          <w:szCs w:val="28"/>
        </w:rPr>
        <w:t>Ab September</w:t>
      </w:r>
    </w:p>
    <w:p w14:paraId="767B8967" w14:textId="535CFFAE" w:rsidR="004C67C9" w:rsidRPr="00A40882" w:rsidRDefault="00EF7104" w:rsidP="000E3713">
      <w:pPr>
        <w:pStyle w:val="KurzbeschriebTitel"/>
        <w:spacing w:before="160"/>
      </w:pPr>
      <w:r w:rsidRPr="00EF7104">
        <w:t>Lösungen</w:t>
      </w:r>
      <w:r w:rsidR="00D41BC7">
        <w:tab/>
      </w:r>
    </w:p>
    <w:p w14:paraId="7C5334C4" w14:textId="77777777" w:rsidR="00BD362C" w:rsidRPr="008173B5" w:rsidRDefault="00017B2B" w:rsidP="007B0DDA">
      <w:r>
        <w:br/>
      </w:r>
      <w:r w:rsidR="00BD362C" w:rsidRPr="008173B5">
        <w:t>Beispiel:</w:t>
      </w:r>
    </w:p>
    <w:tbl>
      <w:tblPr>
        <w:tblStyle w:val="TableGrid"/>
        <w:tblW w:w="5000" w:type="pct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804"/>
        <w:gridCol w:w="4815"/>
        <w:gridCol w:w="820"/>
      </w:tblGrid>
      <w:tr w:rsidR="00BD362C" w14:paraId="7389BE27" w14:textId="77777777" w:rsidTr="00EF7104">
        <w:trPr>
          <w:trHeight w:val="4312"/>
        </w:trPr>
        <w:tc>
          <w:tcPr>
            <w:tcW w:w="3806" w:type="dxa"/>
          </w:tcPr>
          <w:tbl>
            <w:tblPr>
              <w:tblStyle w:val="TableGrid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794"/>
              <w:gridCol w:w="794"/>
            </w:tblGrid>
            <w:tr w:rsidR="00BD362C" w:rsidRPr="00B502D5" w14:paraId="64A2A656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1F1C4941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1B32F471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0CD864E0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</w:t>
                  </w:r>
                </w:p>
              </w:tc>
            </w:tr>
            <w:tr w:rsidR="00BD362C" w:rsidRPr="00B502D5" w14:paraId="55EA3D18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4ED41D97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3A7FF65C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A1AEC5B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</w:t>
                  </w:r>
                </w:p>
              </w:tc>
            </w:tr>
            <w:tr w:rsidR="00BD362C" w:rsidRPr="00B502D5" w14:paraId="14606923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163699FD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7BE3156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66779372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8</w:t>
                  </w:r>
                </w:p>
              </w:tc>
            </w:tr>
          </w:tbl>
          <w:p w14:paraId="51AE2CB2" w14:textId="77777777" w:rsidR="00BD362C" w:rsidRDefault="00BD362C" w:rsidP="00EF7104">
            <w:r>
              <w:br/>
            </w:r>
          </w:p>
          <w:p w14:paraId="21F57F5C" w14:textId="77777777" w:rsidR="00BD362C" w:rsidRDefault="00BD362C" w:rsidP="00EF7104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11AB948A" wp14:editId="2DF1D203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-442595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7" name="Oval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C7CB88" w14:textId="77777777" w:rsidR="00DF5AAD" w:rsidRPr="00582A7F" w:rsidRDefault="00DF5AAD" w:rsidP="00BD362C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582A7F"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  <w: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124.6pt;margin-top:-34.8pt;width:39.65pt;height:39.6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" filled="f" strokeweight="1.5pt">
                      <v:path arrowok="t"/>
                      <o:lock v:ext="edit" aspectratio="t"/>
                      <v:textbox inset="0,0,0,0">
                        <w:txbxContent>
                          <w:p w14:paraId="7CC7CB88" w14:textId="77777777" w:rsidR="00DF5AAD" w:rsidRPr="00582A7F" w:rsidRDefault="00DF5AAD" w:rsidP="00BD362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82A7F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15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  <w:p w14:paraId="6223A5F7" w14:textId="77777777" w:rsidR="00BD362C" w:rsidRPr="00765A58" w:rsidRDefault="00BD362C" w:rsidP="00EF7104">
            <w:r>
              <w:br/>
            </w:r>
            <w:r w:rsidRPr="000B07B5">
              <w:t>Ein solches Quadrat heisst magisch.</w:t>
            </w:r>
          </w:p>
        </w:tc>
        <w:tc>
          <w:tcPr>
            <w:tcW w:w="4818" w:type="dxa"/>
          </w:tcPr>
          <w:p w14:paraId="0CA2E1C1" w14:textId="77777777" w:rsidR="00BD362C" w:rsidRDefault="00BD362C" w:rsidP="00EF7104"/>
          <w:p w14:paraId="5FBB679A" w14:textId="77777777" w:rsidR="00BD362C" w:rsidRDefault="00BD362C" w:rsidP="00EF7104">
            <w:r w:rsidRPr="00EE08CD">
              <w:t>In diesem Quadrat hat jede Zeile die Sum</w:t>
            </w:r>
            <w:r>
              <w:t>me 15</w:t>
            </w:r>
          </w:p>
          <w:p w14:paraId="33826B84" w14:textId="77777777" w:rsidR="00BD362C" w:rsidRPr="00347BA1" w:rsidRDefault="00BD362C" w:rsidP="00EF7104">
            <w:pPr>
              <w:rPr>
                <w:sz w:val="24"/>
                <w:szCs w:val="24"/>
              </w:rPr>
            </w:pPr>
            <w:r w:rsidRPr="00173BE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3691A8C" wp14:editId="3D863E9C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288601</wp:posOffset>
                      </wp:positionV>
                      <wp:extent cx="457200" cy="0"/>
                      <wp:effectExtent l="25400" t="0" r="25400" b="0"/>
                      <wp:wrapNone/>
                      <wp:docPr id="65" name="Straight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5" o:spid="_x0000_s1026" style="position:absolute;rotation:9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9pt,22.7pt" to="267.9pt,2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" strokecolor="#3c5d9f" strokeweight="3pt"/>
                  </w:pict>
                </mc:Fallback>
              </mc:AlternateContent>
            </w:r>
          </w:p>
          <w:p w14:paraId="2D63885D" w14:textId="77777777" w:rsidR="00BD362C" w:rsidRDefault="00BD362C" w:rsidP="00EF7104">
            <w:pPr>
              <w:spacing w:before="240"/>
            </w:pPr>
            <w:r w:rsidRPr="00587006">
              <w:t>Auc</w:t>
            </w:r>
            <w:r>
              <w:t>h jede Spalte hat die Summe 15</w:t>
            </w:r>
          </w:p>
          <w:p w14:paraId="5E73105B" w14:textId="77777777" w:rsidR="00BD362C" w:rsidRDefault="00BD362C" w:rsidP="00EF7104"/>
          <w:p w14:paraId="7F475237" w14:textId="77777777" w:rsidR="00BD362C" w:rsidRDefault="00BD362C" w:rsidP="00EF7104">
            <w:pPr>
              <w:spacing w:before="360"/>
            </w:pPr>
            <w:r w:rsidRPr="00587006">
              <w:t>Und auch jede Diagonale hat die Summe 15</w:t>
            </w:r>
          </w:p>
          <w:p w14:paraId="6E29FC0B" w14:textId="77777777" w:rsidR="00BD362C" w:rsidRDefault="00BD362C" w:rsidP="00EF7104"/>
        </w:tc>
        <w:tc>
          <w:tcPr>
            <w:tcW w:w="820" w:type="dxa"/>
          </w:tcPr>
          <w:tbl>
            <w:tblPr>
              <w:tblStyle w:val="TableGrid"/>
              <w:tblpPr w:leftFromText="180" w:rightFromText="180" w:vertAnchor="text" w:horzAnchor="page" w:tblpX="185" w:tblpY="-25"/>
              <w:tblOverlap w:val="never"/>
              <w:tblW w:w="0" w:type="auto"/>
              <w:tblBorders>
                <w:top w:val="single" w:sz="6" w:space="0" w:color="3C5D9F"/>
                <w:left w:val="single" w:sz="6" w:space="0" w:color="3C5D9F"/>
                <w:bottom w:val="single" w:sz="6" w:space="0" w:color="3C5D9F"/>
                <w:right w:val="single" w:sz="6" w:space="0" w:color="3C5D9F"/>
                <w:insideH w:val="single" w:sz="6" w:space="0" w:color="3C5D9F"/>
                <w:insideV w:val="single" w:sz="6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255"/>
              <w:gridCol w:w="255"/>
            </w:tblGrid>
            <w:tr w:rsidR="00BD362C" w:rsidRPr="00B502D5" w14:paraId="3F1A5663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5BB719C5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1A648A70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1E1FA56F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121673B0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</w:tcPr>
                <w:p w14:paraId="7070DD3E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</w:tcPr>
                <w:p w14:paraId="34E48617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</w:tcPr>
                <w:p w14:paraId="3DF8EFDB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4D745335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0260D339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5793F298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61CE9699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A8FA1D" w14:textId="77777777" w:rsidR="00BD362C" w:rsidRDefault="00BD362C" w:rsidP="00EF7104"/>
          <w:tbl>
            <w:tblPr>
              <w:tblStyle w:val="TableGrid"/>
              <w:tblpPr w:leftFromText="180" w:rightFromText="180" w:vertAnchor="text" w:horzAnchor="page" w:tblpX="185" w:tblpY="-207"/>
              <w:tblOverlap w:val="never"/>
              <w:tblW w:w="765" w:type="dxa"/>
              <w:tblBorders>
                <w:top w:val="single" w:sz="6" w:space="0" w:color="3C5D9F"/>
                <w:left w:val="single" w:sz="6" w:space="0" w:color="3C5D9F"/>
                <w:bottom w:val="single" w:sz="6" w:space="0" w:color="3C5D9F"/>
                <w:right w:val="single" w:sz="6" w:space="0" w:color="3C5D9F"/>
                <w:insideH w:val="single" w:sz="6" w:space="0" w:color="3C5D9F"/>
                <w:insideV w:val="single" w:sz="6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255"/>
              <w:gridCol w:w="255"/>
            </w:tblGrid>
            <w:tr w:rsidR="00BD362C" w:rsidRPr="00B502D5" w14:paraId="1D561913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</w:tcPr>
                <w:p w14:paraId="278FE68E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</w:tcPr>
                <w:p w14:paraId="568C9C05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</w:tcPr>
                <w:p w14:paraId="6B4A52C4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3DA9DE71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0B0CA8BA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7FB18B3C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59376851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23E76333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38C767EC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54EA9E87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47D07A0F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D55585" w14:textId="77777777" w:rsidR="00BD362C" w:rsidRDefault="00BD362C" w:rsidP="00EF7104"/>
          <w:tbl>
            <w:tblPr>
              <w:tblStyle w:val="TableGrid"/>
              <w:tblpPr w:leftFromText="180" w:rightFromText="180" w:vertAnchor="text" w:horzAnchor="page" w:tblpX="185" w:tblpY="-700"/>
              <w:tblOverlap w:val="never"/>
              <w:tblW w:w="765" w:type="dxa"/>
              <w:tblBorders>
                <w:top w:val="single" w:sz="6" w:space="0" w:color="3C5D9F"/>
                <w:left w:val="single" w:sz="6" w:space="0" w:color="3C5D9F"/>
                <w:bottom w:val="single" w:sz="6" w:space="0" w:color="3C5D9F"/>
                <w:right w:val="single" w:sz="6" w:space="0" w:color="3C5D9F"/>
                <w:insideH w:val="single" w:sz="6" w:space="0" w:color="3C5D9F"/>
                <w:insideV w:val="single" w:sz="6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255"/>
              <w:gridCol w:w="255"/>
            </w:tblGrid>
            <w:tr w:rsidR="00BD362C" w:rsidRPr="00B502D5" w14:paraId="26D2D082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593EBFC8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57504E38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3ED5B022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05DA3020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0095E1FF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110BB427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090AFEB6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362C" w:rsidRPr="00B502D5" w14:paraId="5D5AA818" w14:textId="77777777" w:rsidTr="00EF7104">
              <w:trPr>
                <w:trHeight w:hRule="exact" w:val="255"/>
                <w:tblHeader/>
              </w:trPr>
              <w:tc>
                <w:tcPr>
                  <w:tcW w:w="255" w:type="dxa"/>
                  <w:noWrap/>
                  <w:vAlign w:val="center"/>
                </w:tcPr>
                <w:p w14:paraId="1E74E699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05BF48CD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" w:type="dxa"/>
                  <w:noWrap/>
                  <w:vAlign w:val="center"/>
                </w:tcPr>
                <w:p w14:paraId="165887B3" w14:textId="77777777" w:rsidR="00BD362C" w:rsidRPr="004057CA" w:rsidRDefault="00BD362C" w:rsidP="00EF7104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EF7C8A" w14:textId="77777777" w:rsidR="00BD362C" w:rsidRDefault="00BD362C" w:rsidP="00EF7104">
            <w:r w:rsidRPr="00173BE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B94E52E" wp14:editId="4E83F67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-884866</wp:posOffset>
                      </wp:positionV>
                      <wp:extent cx="457200" cy="0"/>
                      <wp:effectExtent l="0" t="177800" r="0" b="17780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89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" o:spid="_x0000_s1026" style="position:absolute;rotation:-45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-69.6pt" to="39.35pt,-6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" strokecolor="#3c5d9f" strokeweight="3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ABDBC78" wp14:editId="2DBD06B4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-891864</wp:posOffset>
                      </wp:positionV>
                      <wp:extent cx="457200" cy="0"/>
                      <wp:effectExtent l="177800" t="0" r="177800" b="0"/>
                      <wp:wrapNone/>
                      <wp:docPr id="68" name="Straight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7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8" o:spid="_x0000_s1026" style="position:absolute;rotation:45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-70.2pt" to="39.35pt,-7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" strokecolor="#3c5d9f" strokeweight="3pt"/>
                  </w:pict>
                </mc:Fallback>
              </mc:AlternateContent>
            </w:r>
            <w:r w:rsidRPr="00173BE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18ADBCA" wp14:editId="2B8F010E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-1571625</wp:posOffset>
                      </wp:positionV>
                      <wp:extent cx="457200" cy="0"/>
                      <wp:effectExtent l="25400" t="0" r="25400" b="0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7" o:spid="_x0000_s1026" style="position:absolute;rotation: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9pt,-123.7pt" to="51.9pt,-12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" strokecolor="#3c5d9f" strokeweight="3pt"/>
                  </w:pict>
                </mc:Fallback>
              </mc:AlternateContent>
            </w:r>
            <w:r w:rsidRPr="00173BE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B70FC05" wp14:editId="02042AE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-1571625</wp:posOffset>
                      </wp:positionV>
                      <wp:extent cx="457200" cy="0"/>
                      <wp:effectExtent l="25400" t="0" r="25400" b="0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6" o:spid="_x0000_s1026" style="position:absolute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-123.7pt" to="39.6pt,-12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" strokecolor="#3c5d9f" strokeweight="3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29915A3" wp14:editId="590AD8ED">
                      <wp:simplePos x="0" y="0"/>
                      <wp:positionH relativeFrom="column">
                        <wp:posOffset>47301</wp:posOffset>
                      </wp:positionH>
                      <wp:positionV relativeFrom="paragraph">
                        <wp:posOffset>-2094230</wp:posOffset>
                      </wp:positionV>
                      <wp:extent cx="457200" cy="0"/>
                      <wp:effectExtent l="0" t="25400" r="0" b="254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pt,-164.85pt" to="39.7pt,-164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" strokecolor="#3c5d9f" strokeweight="3pt"/>
                  </w:pict>
                </mc:Fallback>
              </mc:AlternateContent>
            </w:r>
            <w:r w:rsidRPr="00737B2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86EE2ED" wp14:editId="7533A7E9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-2258060</wp:posOffset>
                      </wp:positionV>
                      <wp:extent cx="457200" cy="0"/>
                      <wp:effectExtent l="0" t="25400" r="0" b="2540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0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pt,-177.75pt" to="39.7pt,-17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" strokecolor="#3c5d9f" strokeweight="3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01E8A87" wp14:editId="3DE4923C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-2415540</wp:posOffset>
                      </wp:positionV>
                      <wp:extent cx="457200" cy="0"/>
                      <wp:effectExtent l="0" t="25400" r="0" b="254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5pt,-190.15pt" to="39.55pt,-19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" strokecolor="#3c5d9f" strokeweight="3pt"/>
                  </w:pict>
                </mc:Fallback>
              </mc:AlternateContent>
            </w:r>
          </w:p>
        </w:tc>
      </w:tr>
    </w:tbl>
    <w:p w14:paraId="0650E079" w14:textId="77777777" w:rsidR="00E3400A" w:rsidRPr="00E3400A" w:rsidRDefault="006F1B56" w:rsidP="000E3713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BD362C">
        <w:t>3</w:t>
      </w:r>
      <w:r w:rsidR="0020629D">
        <w:t xml:space="preserve"> P.</w:t>
      </w:r>
    </w:p>
    <w:tbl>
      <w:tblPr>
        <w:tblStyle w:val="TableGrid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4274"/>
      </w:tblGrid>
      <w:tr w:rsidR="00BD362C" w14:paraId="32E2E552" w14:textId="77777777" w:rsidTr="00EF7104">
        <w:tc>
          <w:tcPr>
            <w:tcW w:w="5325" w:type="dxa"/>
          </w:tcPr>
          <w:p w14:paraId="67C030A3" w14:textId="77777777" w:rsidR="00BD362C" w:rsidRDefault="00BD362C" w:rsidP="00EF7104">
            <w:r>
              <w:t>Bestimme die Summe der obersten Zeile und schreibe sie in den Kreis.</w:t>
            </w:r>
          </w:p>
          <w:p w14:paraId="5316BD46" w14:textId="77777777" w:rsidR="00BD362C" w:rsidRDefault="00BD362C" w:rsidP="00EF7104">
            <w:r>
              <w:t xml:space="preserve">Fülle die leeren Felder so, dass das Quadrat </w:t>
            </w:r>
            <w:r>
              <w:br/>
              <w:t>magisch wird.</w:t>
            </w:r>
          </w:p>
          <w:p w14:paraId="22843FD2" w14:textId="45F6069E" w:rsidR="00EF7104" w:rsidRPr="00EF7104" w:rsidRDefault="00EF7104" w:rsidP="00EF7104">
            <w:pPr>
              <w:rPr>
                <w:color w:val="E50600"/>
              </w:rPr>
            </w:pPr>
            <w:r w:rsidRPr="00EF7104">
              <w:rPr>
                <w:rStyle w:val="Schriftrot"/>
              </w:rPr>
              <w:t>Pro richtige Zahl   ½ P</w:t>
            </w:r>
          </w:p>
          <w:p w14:paraId="2A67FB06" w14:textId="77777777" w:rsidR="00BD362C" w:rsidRPr="00765A58" w:rsidRDefault="00BD362C" w:rsidP="00EF7104"/>
        </w:tc>
        <w:tc>
          <w:tcPr>
            <w:tcW w:w="4274" w:type="dxa"/>
          </w:tcPr>
          <w:tbl>
            <w:tblPr>
              <w:tblStyle w:val="TableGrid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2"/>
              <w:gridCol w:w="802"/>
              <w:gridCol w:w="802"/>
            </w:tblGrid>
            <w:tr w:rsidR="00BD362C" w:rsidRPr="00B502D5" w14:paraId="6A804612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7215F1CA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EE9BFB4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23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786C36D3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20</w:t>
                  </w:r>
                </w:p>
              </w:tc>
            </w:tr>
            <w:tr w:rsidR="00BD362C" w:rsidRPr="00B502D5" w14:paraId="72423548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60CFF79" w14:textId="0A68AC8D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EF7104">
                    <w:rPr>
                      <w:rStyle w:val="Schriftrot"/>
                      <w:sz w:val="32"/>
                      <w:szCs w:val="32"/>
                    </w:rPr>
                    <w:t>29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BB1A41E" w14:textId="6CB045D5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EF7104">
                    <w:rPr>
                      <w:rStyle w:val="Schriftrot"/>
                      <w:sz w:val="32"/>
                      <w:szCs w:val="32"/>
                    </w:rPr>
                    <w:t>17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78F1E099" w14:textId="4173E774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EF7104">
                    <w:rPr>
                      <w:rStyle w:val="Schriftrot"/>
                      <w:sz w:val="32"/>
                      <w:szCs w:val="32"/>
                    </w:rPr>
                    <w:t>5</w:t>
                  </w:r>
                </w:p>
              </w:tc>
            </w:tr>
            <w:tr w:rsidR="00BD362C" w:rsidRPr="00B502D5" w14:paraId="0237DEE6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7102F3FA" w14:textId="16831659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EF7104">
                    <w:rPr>
                      <w:rStyle w:val="Schriftrot"/>
                      <w:sz w:val="32"/>
                      <w:szCs w:val="32"/>
                    </w:rPr>
                    <w:t>14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1956C285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3071362B" w14:textId="3DFD1991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EF7104">
                    <w:rPr>
                      <w:rStyle w:val="Schriftrot"/>
                      <w:sz w:val="32"/>
                      <w:szCs w:val="32"/>
                    </w:rPr>
                    <w:t>26</w:t>
                  </w:r>
                </w:p>
              </w:tc>
            </w:tr>
          </w:tbl>
          <w:p w14:paraId="346ED7C6" w14:textId="77777777" w:rsidR="00BD362C" w:rsidRDefault="00BD362C" w:rsidP="00EF7104">
            <w:r>
              <w:br/>
            </w:r>
          </w:p>
          <w:p w14:paraId="1B58A5F2" w14:textId="77777777" w:rsidR="00BD362C" w:rsidRPr="000A7293" w:rsidRDefault="00BD362C" w:rsidP="00EF7104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6608" behindDoc="1" locked="0" layoutInCell="1" allowOverlap="1" wp14:anchorId="39A566A9" wp14:editId="5D908C25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-442595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69" name="Oval 6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2BCC14" w14:textId="31CAA339" w:rsidR="00DF5AAD" w:rsidRPr="00EF7104" w:rsidRDefault="00DF5AAD" w:rsidP="00BD362C">
                                  <w:pPr>
                                    <w:spacing w:after="0"/>
                                    <w:jc w:val="center"/>
                                    <w:rPr>
                                      <w:rStyle w:val="Schriftrot"/>
                                      <w:sz w:val="32"/>
                                      <w:szCs w:val="32"/>
                                    </w:rPr>
                                  </w:pPr>
                                  <w:r w:rsidRPr="00EF7104">
                                    <w:rPr>
                                      <w:rStyle w:val="Schriftrot"/>
                                      <w:sz w:val="32"/>
                                      <w:szCs w:val="32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9" o:spid="_x0000_s1027" style="position:absolute;margin-left:124.6pt;margin-top:-34.8pt;width:39.65pt;height:39.6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" filled="f" strokeweight="1.5pt">
                      <v:path arrowok="t"/>
                      <o:lock v:ext="edit" aspectratio="t"/>
                      <v:textbox inset="0,0,0,0">
                        <w:txbxContent>
                          <w:p w14:paraId="572BCC14" w14:textId="31CAA339" w:rsidR="00DF5AAD" w:rsidRPr="00EF7104" w:rsidRDefault="00DF5AAD" w:rsidP="00BD362C">
                            <w:pPr>
                              <w:spacing w:after="0"/>
                              <w:jc w:val="center"/>
                              <w:rPr>
                                <w:rStyle w:val="Schriftrot"/>
                                <w:sz w:val="32"/>
                                <w:szCs w:val="32"/>
                              </w:rPr>
                            </w:pPr>
                            <w:r w:rsidRPr="00EF7104">
                              <w:rPr>
                                <w:rStyle w:val="Schriftrot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</w:tc>
      </w:tr>
    </w:tbl>
    <w:p w14:paraId="45843B4D" w14:textId="77777777" w:rsidR="005B0AA8" w:rsidRDefault="004368E9" w:rsidP="000E3713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BD362C">
        <w:t>3</w:t>
      </w:r>
      <w:r w:rsidR="0020629D">
        <w:t xml:space="preserve"> P.</w:t>
      </w:r>
    </w:p>
    <w:tbl>
      <w:tblPr>
        <w:tblStyle w:val="TableGrid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4274"/>
      </w:tblGrid>
      <w:tr w:rsidR="00BD362C" w14:paraId="171D174D" w14:textId="77777777" w:rsidTr="00EF7104">
        <w:tc>
          <w:tcPr>
            <w:tcW w:w="5325" w:type="dxa"/>
          </w:tcPr>
          <w:p w14:paraId="7CE3E1DE" w14:textId="77777777" w:rsidR="00BD362C" w:rsidRDefault="00BD362C" w:rsidP="00EF7104">
            <w:r>
              <w:t>Bestimme die Summe in der hintersten Spalte und schreibe sie in den Kreis.</w:t>
            </w:r>
          </w:p>
          <w:p w14:paraId="4D5D0D3D" w14:textId="77777777" w:rsidR="00BD362C" w:rsidRDefault="00BD362C" w:rsidP="00EF7104">
            <w:r>
              <w:t>Fülle die leeren Felder so, dass das Quadrat m</w:t>
            </w:r>
            <w:r>
              <w:t>a</w:t>
            </w:r>
            <w:r>
              <w:t>gisch wird.</w:t>
            </w:r>
          </w:p>
          <w:p w14:paraId="76535A25" w14:textId="77777777" w:rsidR="00BD362C" w:rsidRDefault="00EF7104" w:rsidP="00EF7104">
            <w:pPr>
              <w:rPr>
                <w:rStyle w:val="Schriftrot"/>
              </w:rPr>
            </w:pPr>
            <w:r w:rsidRPr="00EF7104">
              <w:rPr>
                <w:rStyle w:val="Schriftrot"/>
              </w:rPr>
              <w:t>Pro richtige Zahl   ½ P</w:t>
            </w:r>
          </w:p>
          <w:p w14:paraId="05D1C64A" w14:textId="6B7B5AB2" w:rsidR="00EF7104" w:rsidRPr="00765A58" w:rsidRDefault="00EF7104" w:rsidP="00EF7104"/>
        </w:tc>
        <w:tc>
          <w:tcPr>
            <w:tcW w:w="4274" w:type="dxa"/>
          </w:tcPr>
          <w:tbl>
            <w:tblPr>
              <w:tblStyle w:val="TableGrid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2"/>
              <w:gridCol w:w="802"/>
              <w:gridCol w:w="802"/>
            </w:tblGrid>
            <w:tr w:rsidR="00BD362C" w:rsidRPr="00B502D5" w14:paraId="695754F9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BB0B24A" w14:textId="76B62477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>
                    <w:rPr>
                      <w:rStyle w:val="Schriftrot"/>
                      <w:sz w:val="32"/>
                      <w:szCs w:val="32"/>
                    </w:rPr>
                    <w:t>550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4B49D92" w14:textId="44A1E024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>
                    <w:rPr>
                      <w:rStyle w:val="Schriftrot"/>
                      <w:sz w:val="32"/>
                      <w:szCs w:val="32"/>
                    </w:rPr>
                    <w:t>3050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00DB7F7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2550</w:t>
                  </w:r>
                </w:p>
              </w:tc>
            </w:tr>
            <w:tr w:rsidR="00BD362C" w:rsidRPr="00B502D5" w14:paraId="125DFA2F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663B0EB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4050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98706C1" w14:textId="1120A91C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EF7104">
                    <w:rPr>
                      <w:rStyle w:val="Schriftrot"/>
                      <w:sz w:val="32"/>
                      <w:szCs w:val="32"/>
                    </w:rPr>
                    <w:t>2050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C1AFCB8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50</w:t>
                  </w:r>
                </w:p>
              </w:tc>
            </w:tr>
            <w:tr w:rsidR="00BD362C" w:rsidRPr="00B502D5" w14:paraId="480B91F3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3A53A0A9" w14:textId="136119B3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EF7104">
                    <w:rPr>
                      <w:rStyle w:val="Schriftrot"/>
                      <w:sz w:val="32"/>
                      <w:szCs w:val="32"/>
                    </w:rPr>
                    <w:t>1550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35474717" w14:textId="1B821385" w:rsidR="00BD362C" w:rsidRPr="00EF7104" w:rsidRDefault="00EF7104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EF7104">
                    <w:rPr>
                      <w:rStyle w:val="Schriftrot"/>
                      <w:sz w:val="32"/>
                      <w:szCs w:val="32"/>
                    </w:rPr>
                    <w:t>1050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0A7F1314" w14:textId="2A1EC406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3550</w:t>
                  </w:r>
                </w:p>
              </w:tc>
            </w:tr>
          </w:tbl>
          <w:p w14:paraId="7EEAED24" w14:textId="7952D346" w:rsidR="00BD362C" w:rsidRDefault="00E90328" w:rsidP="00EF7104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02B3F89" wp14:editId="0B2F84EE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148167</wp:posOffset>
                      </wp:positionV>
                      <wp:extent cx="685800" cy="342900"/>
                      <wp:effectExtent l="0" t="0" r="0" b="1270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B87B8A" w14:textId="77777777" w:rsidR="00E90328" w:rsidRPr="00E90328" w:rsidRDefault="00E90328" w:rsidP="00E90328">
                                  <w:pPr>
                                    <w:spacing w:after="0"/>
                                    <w:jc w:val="center"/>
                                    <w:rPr>
                                      <w:rStyle w:val="Schriftrot"/>
                                      <w:sz w:val="32"/>
                                      <w:szCs w:val="32"/>
                                    </w:rPr>
                                  </w:pPr>
                                  <w:r w:rsidRPr="00E90328">
                                    <w:rPr>
                                      <w:rStyle w:val="Schriftrot"/>
                                      <w:sz w:val="32"/>
                                      <w:szCs w:val="32"/>
                                    </w:rPr>
                                    <w:t>6150</w:t>
                                  </w:r>
                                </w:p>
                                <w:p w14:paraId="689E6C5D" w14:textId="77777777" w:rsidR="00E90328" w:rsidRDefault="00E9032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8" o:spid="_x0000_s1028" type="#_x0000_t202" style="position:absolute;margin-left:117.55pt;margin-top:11.65pt;width:54pt;height:2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" filled="f" stroked="f">
                      <v:textbox>
                        <w:txbxContent>
                          <w:p w14:paraId="2AB87B8A" w14:textId="77777777" w:rsidR="00E90328" w:rsidRPr="00E90328" w:rsidRDefault="00E90328" w:rsidP="00E90328">
                            <w:pPr>
                              <w:spacing w:after="0"/>
                              <w:jc w:val="center"/>
                              <w:rPr>
                                <w:rStyle w:val="Schriftrot"/>
                                <w:sz w:val="32"/>
                                <w:szCs w:val="32"/>
                              </w:rPr>
                            </w:pPr>
                            <w:r w:rsidRPr="00E90328">
                              <w:rPr>
                                <w:rStyle w:val="Schriftrot"/>
                                <w:sz w:val="32"/>
                                <w:szCs w:val="32"/>
                              </w:rPr>
                              <w:t>6150</w:t>
                            </w:r>
                          </w:p>
                          <w:p w14:paraId="689E6C5D" w14:textId="77777777" w:rsidR="00E90328" w:rsidRDefault="00E90328"/>
                        </w:txbxContent>
                      </v:textbox>
                    </v:shape>
                  </w:pict>
                </mc:Fallback>
              </mc:AlternateContent>
            </w:r>
            <w:r w:rsidR="00BD362C">
              <w:br/>
            </w:r>
          </w:p>
          <w:p w14:paraId="1598846D" w14:textId="0A3A8364" w:rsidR="00BD362C" w:rsidRPr="000A7293" w:rsidRDefault="00BD362C" w:rsidP="00EF7104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C45F90A" wp14:editId="1BAAF247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-442595</wp:posOffset>
                      </wp:positionV>
                      <wp:extent cx="503555" cy="503555"/>
                      <wp:effectExtent l="0" t="0" r="29845" b="29845"/>
                      <wp:wrapNone/>
                      <wp:docPr id="85" name="Oval 8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21664C" w14:textId="02681555" w:rsidR="00DF5AAD" w:rsidRPr="00EF7104" w:rsidRDefault="00DF5AAD" w:rsidP="00BD362C">
                                  <w:pPr>
                                    <w:spacing w:after="0"/>
                                    <w:jc w:val="center"/>
                                    <w:rPr>
                                      <w:rStyle w:val="Schriftrot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5" o:spid="_x0000_s1029" style="position:absolute;margin-left:124.6pt;margin-top:-34.8pt;width:39.65pt;height:39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" filled="f" strokeweight="1.5pt">
                      <v:path arrowok="t"/>
                      <o:lock v:ext="edit" aspectratio="t"/>
                      <v:textbox inset="0,0,0,0">
                        <w:txbxContent>
                          <w:p w14:paraId="4721664C" w14:textId="02681555" w:rsidR="00DF5AAD" w:rsidRPr="00EF7104" w:rsidRDefault="00DF5AAD" w:rsidP="00BD362C">
                            <w:pPr>
                              <w:spacing w:after="0"/>
                              <w:jc w:val="center"/>
                              <w:rPr>
                                <w:rStyle w:val="Schriftrot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14:paraId="5213A64F" w14:textId="77777777" w:rsidR="00805198" w:rsidRPr="005B0AA8" w:rsidRDefault="004368E9" w:rsidP="000E3713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BD362C">
        <w:t>3</w:t>
      </w:r>
      <w:r w:rsidR="0020629D">
        <w:t xml:space="preserve"> P.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</w:tblCellMar>
        <w:tblLook w:val="04A0" w:firstRow="1" w:lastRow="0" w:firstColumn="1" w:lastColumn="0" w:noHBand="0" w:noVBand="1"/>
      </w:tblPr>
      <w:tblGrid>
        <w:gridCol w:w="2249"/>
        <w:gridCol w:w="2457"/>
        <w:gridCol w:w="495"/>
        <w:gridCol w:w="2811"/>
        <w:gridCol w:w="1535"/>
      </w:tblGrid>
      <w:tr w:rsidR="00A257C1" w14:paraId="0A5C486E" w14:textId="77777777" w:rsidTr="00A257C1">
        <w:trPr>
          <w:trHeight w:val="1654"/>
        </w:trPr>
        <w:tc>
          <w:tcPr>
            <w:tcW w:w="2249" w:type="dxa"/>
            <w:noWrap/>
            <w:tcMar>
              <w:top w:w="57" w:type="dxa"/>
            </w:tcMar>
          </w:tcPr>
          <w:p w14:paraId="56E00D86" w14:textId="77777777" w:rsidR="00A257C1" w:rsidRDefault="00A257C1" w:rsidP="00EF7104">
            <w:r>
              <w:br/>
              <w:t>Dividiere jede Zahl des Quadrates durch 4 und schreibe das Ergebnis in das rec</w:t>
            </w:r>
            <w:r>
              <w:t>h</w:t>
            </w:r>
            <w:r>
              <w:t>te Quadrat.</w:t>
            </w:r>
            <w:r w:rsidRPr="002D4FD8">
              <w:rPr>
                <w:noProof/>
                <w:lang w:val="en-US"/>
              </w:rPr>
              <w:t xml:space="preserve"> </w:t>
            </w:r>
          </w:p>
          <w:p w14:paraId="6C73ABF0" w14:textId="77777777" w:rsidR="00A257C1" w:rsidRDefault="00A257C1" w:rsidP="00EF7104">
            <w:r>
              <w:t>Überprüfe, ob das rechte Quadrat auch magisch ist.</w:t>
            </w:r>
          </w:p>
          <w:p w14:paraId="2C98035C" w14:textId="77777777" w:rsidR="00A257C1" w:rsidRPr="00765A58" w:rsidRDefault="00A257C1" w:rsidP="00A257C1"/>
        </w:tc>
        <w:tc>
          <w:tcPr>
            <w:tcW w:w="2457" w:type="dxa"/>
            <w:noWrap/>
            <w:tcMar>
              <w:top w:w="57" w:type="dxa"/>
              <w:left w:w="0" w:type="dxa"/>
              <w:right w:w="0" w:type="dxa"/>
            </w:tcMar>
          </w:tcPr>
          <w:p w14:paraId="5EC5ACEC" w14:textId="77777777" w:rsidR="00A257C1" w:rsidRDefault="00A257C1" w:rsidP="00EF7104"/>
          <w:tbl>
            <w:tblPr>
              <w:tblStyle w:val="TableGrid"/>
              <w:tblpPr w:leftFromText="180" w:rightFromText="180" w:vertAnchor="text" w:horzAnchor="page" w:tblpX="1135" w:tblpY="-159"/>
              <w:tblOverlap w:val="never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794"/>
              <w:gridCol w:w="794"/>
            </w:tblGrid>
            <w:tr w:rsidR="00A257C1" w:rsidRPr="00B502D5" w14:paraId="23BC94B8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6087C508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39EA1F1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07B772D2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60</w:t>
                  </w:r>
                </w:p>
              </w:tc>
            </w:tr>
            <w:tr w:rsidR="00A257C1" w:rsidRPr="00B502D5" w14:paraId="4B40A88C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14A213B0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8DA0D4C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03CE597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10</w:t>
                  </w:r>
                </w:p>
              </w:tc>
            </w:tr>
            <w:tr w:rsidR="00A257C1" w:rsidRPr="00B502D5" w14:paraId="7E11C384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0A8EE2C5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69E663A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5C47D90" w14:textId="77777777" w:rsidR="00A257C1" w:rsidRPr="00777B9E" w:rsidRDefault="00A257C1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80</w:t>
                  </w:r>
                </w:p>
              </w:tc>
            </w:tr>
          </w:tbl>
          <w:p w14:paraId="6AB6E624" w14:textId="77777777" w:rsidR="00A257C1" w:rsidRDefault="00A257C1" w:rsidP="00EF7104">
            <w:pPr>
              <w:rPr>
                <w:sz w:val="32"/>
                <w:szCs w:val="32"/>
              </w:rPr>
            </w:pPr>
          </w:p>
        </w:tc>
        <w:tc>
          <w:tcPr>
            <w:tcW w:w="495" w:type="dxa"/>
            <w:vMerge w:val="restart"/>
            <w:noWrap/>
            <w:tcMar>
              <w:top w:w="57" w:type="dxa"/>
              <w:left w:w="28" w:type="dxa"/>
              <w:right w:w="28" w:type="dxa"/>
            </w:tcMar>
          </w:tcPr>
          <w:p w14:paraId="05A7D23E" w14:textId="77777777" w:rsidR="00A257C1" w:rsidRDefault="00A257C1" w:rsidP="00EF7104"/>
          <w:p w14:paraId="12393BDD" w14:textId="77777777" w:rsidR="00A257C1" w:rsidRDefault="00A257C1" w:rsidP="00EF7104"/>
          <w:p w14:paraId="38BA4EA0" w14:textId="77777777" w:rsidR="00A257C1" w:rsidRPr="0090019C" w:rsidRDefault="00A257C1" w:rsidP="00EF7104">
            <w:pPr>
              <w:spacing w:before="360"/>
              <w:rPr>
                <w:sz w:val="32"/>
                <w:szCs w:val="32"/>
              </w:rPr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04E6C4A" wp14:editId="51D4285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537210</wp:posOffset>
                      </wp:positionV>
                      <wp:extent cx="203835" cy="0"/>
                      <wp:effectExtent l="0" t="76200" r="50165" b="101600"/>
                      <wp:wrapNone/>
                      <wp:docPr id="8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.45pt;margin-top:42.3pt;width:16.05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">
                      <v:stroke endarrow="block"/>
                    </v:shape>
                  </w:pict>
                </mc:Fallback>
              </mc:AlternateContent>
            </w:r>
            <w:r>
              <w:br/>
            </w:r>
            <w:r w:rsidRPr="0090019C">
              <w:rPr>
                <w:sz w:val="32"/>
                <w:szCs w:val="32"/>
              </w:rPr>
              <w:t>:4</w:t>
            </w:r>
          </w:p>
        </w:tc>
        <w:tc>
          <w:tcPr>
            <w:tcW w:w="2811" w:type="dxa"/>
            <w:vMerge w:val="restart"/>
            <w:noWrap/>
            <w:tcMar>
              <w:top w:w="57" w:type="dxa"/>
              <w:left w:w="28" w:type="dxa"/>
              <w:right w:w="28" w:type="dxa"/>
            </w:tcMar>
          </w:tcPr>
          <w:p w14:paraId="5E671296" w14:textId="77777777" w:rsidR="00A257C1" w:rsidRDefault="00A257C1" w:rsidP="00EF7104">
            <w:pPr>
              <w:spacing w:after="0"/>
              <w:rPr>
                <w:sz w:val="32"/>
                <w:szCs w:val="32"/>
              </w:rPr>
            </w:pP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681D59F" wp14:editId="531C1367">
                      <wp:simplePos x="0" y="0"/>
                      <wp:positionH relativeFrom="column">
                        <wp:posOffset>1545272</wp:posOffset>
                      </wp:positionH>
                      <wp:positionV relativeFrom="paragraph">
                        <wp:posOffset>1944999</wp:posOffset>
                      </wp:positionV>
                      <wp:extent cx="294005" cy="0"/>
                      <wp:effectExtent l="121603" t="0" r="183197" b="30798"/>
                      <wp:wrapNone/>
                      <wp:docPr id="9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2700000"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121.65pt;margin-top:153.15pt;width:23.15pt;height:0;rotation:45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BAEEC1A" wp14:editId="77213E0A">
                      <wp:simplePos x="0" y="0"/>
                      <wp:positionH relativeFrom="column">
                        <wp:posOffset>599446</wp:posOffset>
                      </wp:positionH>
                      <wp:positionV relativeFrom="paragraph">
                        <wp:posOffset>1974533</wp:posOffset>
                      </wp:positionV>
                      <wp:extent cx="294005" cy="0"/>
                      <wp:effectExtent l="45403" t="5397" r="81597" b="56198"/>
                      <wp:wrapNone/>
                      <wp:docPr id="9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47.2pt;margin-top:155.5pt;width:23.15pt;height:0;rotation:9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BEA6CF0" wp14:editId="51560DDA">
                      <wp:simplePos x="0" y="0"/>
                      <wp:positionH relativeFrom="column">
                        <wp:posOffset>1120781</wp:posOffset>
                      </wp:positionH>
                      <wp:positionV relativeFrom="paragraph">
                        <wp:posOffset>1973898</wp:posOffset>
                      </wp:positionV>
                      <wp:extent cx="294005" cy="0"/>
                      <wp:effectExtent l="45403" t="5397" r="81597" b="56198"/>
                      <wp:wrapNone/>
                      <wp:docPr id="9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88.25pt;margin-top:155.45pt;width:23.15pt;height:0;rotation:9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F26EE6D" wp14:editId="6D5E46B9">
                      <wp:simplePos x="0" y="0"/>
                      <wp:positionH relativeFrom="column">
                        <wp:posOffset>72396</wp:posOffset>
                      </wp:positionH>
                      <wp:positionV relativeFrom="paragraph">
                        <wp:posOffset>1974533</wp:posOffset>
                      </wp:positionV>
                      <wp:extent cx="294005" cy="0"/>
                      <wp:effectExtent l="45403" t="5397" r="81597" b="56198"/>
                      <wp:wrapNone/>
                      <wp:docPr id="9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5.7pt;margin-top:155.5pt;width:23.15pt;height:0;rotation:9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  <w:p w14:paraId="3340E2C1" w14:textId="77777777" w:rsidR="00A257C1" w:rsidRDefault="00A257C1" w:rsidP="00EF7104">
            <w:pPr>
              <w:spacing w:after="0"/>
              <w:rPr>
                <w:sz w:val="32"/>
                <w:szCs w:val="32"/>
              </w:rPr>
            </w:pPr>
          </w:p>
          <w:tbl>
            <w:tblPr>
              <w:tblStyle w:val="TableGrid"/>
              <w:tblpPr w:leftFromText="180" w:rightFromText="180" w:vertAnchor="page" w:horzAnchor="page" w:tblpX="1" w:tblpY="339"/>
              <w:tblOverlap w:val="never"/>
              <w:tblW w:w="2382" w:type="dxa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794"/>
              <w:gridCol w:w="794"/>
            </w:tblGrid>
            <w:tr w:rsidR="00A257C1" w:rsidRPr="00B502D5" w14:paraId="05EFA7F1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B47CCEB" w14:textId="4D4B4BFE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6C8D4629" w14:textId="5CAF2511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17,5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02C9773A" w14:textId="79E8A6BF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15</w:t>
                  </w:r>
                </w:p>
              </w:tc>
            </w:tr>
            <w:tr w:rsidR="00A257C1" w:rsidRPr="00B502D5" w14:paraId="50AC38A4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560A810C" w14:textId="677EE78C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22,5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6C05988B" w14:textId="0A85C639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12,5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DB9EC55" w14:textId="49121C73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2,5</w:t>
                  </w:r>
                </w:p>
              </w:tc>
            </w:tr>
            <w:tr w:rsidR="00A257C1" w:rsidRPr="00B502D5" w14:paraId="42A9FA60" w14:textId="77777777" w:rsidTr="00EF7104">
              <w:trPr>
                <w:trHeight w:hRule="exact" w:val="794"/>
                <w:tblHeader/>
              </w:trPr>
              <w:tc>
                <w:tcPr>
                  <w:tcW w:w="794" w:type="dxa"/>
                  <w:noWrap/>
                  <w:vAlign w:val="center"/>
                </w:tcPr>
                <w:p w14:paraId="7A05DB85" w14:textId="603005EF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4DC36564" w14:textId="2D609E95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7,5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C1592B4" w14:textId="6EB07E29" w:rsidR="00A257C1" w:rsidRPr="00A257C1" w:rsidRDefault="00A257C1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A257C1">
                    <w:rPr>
                      <w:rStyle w:val="Schriftrot"/>
                      <w:sz w:val="32"/>
                      <w:szCs w:val="32"/>
                    </w:rPr>
                    <w:t>20</w:t>
                  </w:r>
                </w:p>
              </w:tc>
            </w:tr>
          </w:tbl>
          <w:p w14:paraId="0DF71FCD" w14:textId="3F0E43FD" w:rsidR="00A257C1" w:rsidRPr="00396B5D" w:rsidRDefault="00C17827" w:rsidP="00EF7104">
            <w:r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F50964A" wp14:editId="65416C14">
                      <wp:simplePos x="0" y="0"/>
                      <wp:positionH relativeFrom="column">
                        <wp:posOffset>1559560</wp:posOffset>
                      </wp:positionH>
                      <wp:positionV relativeFrom="paragraph">
                        <wp:posOffset>-756073</wp:posOffset>
                      </wp:positionV>
                      <wp:extent cx="294005" cy="0"/>
                      <wp:effectExtent l="0" t="76200" r="36195" b="101600"/>
                      <wp:wrapNone/>
                      <wp:docPr id="9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122.8pt;margin-top:-59.5pt;width:23.15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A257C1">
              <w:rPr>
                <w:rStyle w:val="Schriftrot"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A835EB5" wp14:editId="21531EB9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-1769322</wp:posOffset>
                      </wp:positionV>
                      <wp:extent cx="294005" cy="0"/>
                      <wp:effectExtent l="0" t="76200" r="36195" b="101600"/>
                      <wp:wrapNone/>
                      <wp:docPr id="9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122.95pt;margin-top:-139.25pt;width:23.15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A257C1" w:rsidRPr="002D4F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FF17BB5" wp14:editId="2580910A">
                      <wp:simplePos x="0" y="0"/>
                      <wp:positionH relativeFrom="column">
                        <wp:posOffset>1559871</wp:posOffset>
                      </wp:positionH>
                      <wp:positionV relativeFrom="paragraph">
                        <wp:posOffset>-1248410</wp:posOffset>
                      </wp:positionV>
                      <wp:extent cx="294005" cy="0"/>
                      <wp:effectExtent l="0" t="76200" r="36195" b="101600"/>
                      <wp:wrapNone/>
                      <wp:docPr id="9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40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122.8pt;margin-top:-98.25pt;width:23.15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">
                      <v:stroke endarrow="block"/>
                    </v:shape>
                  </w:pict>
                </mc:Fallback>
              </mc:AlternateContent>
            </w:r>
            <w:r>
              <w:rPr>
                <w:rStyle w:val="Eingabefeld0"/>
              </w:rPr>
              <w:t>37,5</w:t>
            </w:r>
            <w:r w:rsidR="00A257C1" w:rsidRPr="00396B5D">
              <w:t xml:space="preserve"> </w:t>
            </w:r>
            <w:r w:rsidR="00A257C1" w:rsidRPr="00D94702">
              <w:t xml:space="preserve"> </w:t>
            </w:r>
            <w:r>
              <w:rPr>
                <w:rStyle w:val="Eingabefeld0"/>
              </w:rPr>
              <w:t>37,5</w:t>
            </w:r>
            <w:r w:rsidR="00A257C1" w:rsidRPr="00D94702">
              <w:t xml:space="preserve"> </w:t>
            </w:r>
            <w:r w:rsidR="00A257C1">
              <w:t xml:space="preserve"> </w:t>
            </w:r>
            <w:r>
              <w:rPr>
                <w:rStyle w:val="Eingabefeld0"/>
              </w:rPr>
              <w:t>37,5</w:t>
            </w:r>
          </w:p>
          <w:p w14:paraId="5C8BB6AA" w14:textId="77777777" w:rsidR="00A257C1" w:rsidRPr="00B903FA" w:rsidRDefault="00A257C1" w:rsidP="00EF7104">
            <w:r w:rsidRPr="00B903FA">
              <w:t>Spaltensumme</w:t>
            </w:r>
          </w:p>
        </w:tc>
        <w:tc>
          <w:tcPr>
            <w:tcW w:w="1535" w:type="dxa"/>
            <w:vMerge w:val="restart"/>
            <w:noWrap/>
            <w:tcMar>
              <w:top w:w="57" w:type="dxa"/>
            </w:tcMar>
          </w:tcPr>
          <w:p w14:paraId="76EB84A0" w14:textId="77777777" w:rsidR="00A257C1" w:rsidRDefault="00A257C1" w:rsidP="00EF7104">
            <w:r w:rsidRPr="00B903FA">
              <w:t>Zeilensumme</w:t>
            </w:r>
          </w:p>
          <w:p w14:paraId="444BEB68" w14:textId="5DA55777" w:rsidR="00A257C1" w:rsidRDefault="00A257C1" w:rsidP="00C17827">
            <w:pPr>
              <w:spacing w:before="80" w:after="440"/>
            </w:pPr>
            <w:r w:rsidRPr="00D94702">
              <w:t xml:space="preserve">  </w:t>
            </w:r>
            <w:r w:rsidR="00C17827">
              <w:rPr>
                <w:rStyle w:val="Eingabefeld0"/>
              </w:rPr>
              <w:t>37,5</w:t>
            </w:r>
          </w:p>
          <w:p w14:paraId="2F92C33C" w14:textId="60255648" w:rsidR="00A257C1" w:rsidRDefault="00A257C1" w:rsidP="00C17827">
            <w:pPr>
              <w:spacing w:after="440"/>
            </w:pPr>
            <w:r w:rsidRPr="00D94702">
              <w:t xml:space="preserve">  </w:t>
            </w:r>
            <w:r w:rsidR="00C17827">
              <w:rPr>
                <w:rStyle w:val="Eingabefeld0"/>
              </w:rPr>
              <w:t>37,5</w:t>
            </w:r>
          </w:p>
          <w:p w14:paraId="5C764B55" w14:textId="3ACDCF56" w:rsidR="00A257C1" w:rsidRDefault="00A257C1" w:rsidP="00C17827">
            <w:pPr>
              <w:spacing w:after="740"/>
            </w:pPr>
            <w:r w:rsidRPr="00D94702">
              <w:t xml:space="preserve">  </w:t>
            </w:r>
            <w:r w:rsidR="00C17827">
              <w:rPr>
                <w:rStyle w:val="Eingabefeld0"/>
              </w:rPr>
              <w:t>37,5</w:t>
            </w:r>
            <w:r>
              <w:br/>
            </w:r>
          </w:p>
          <w:p w14:paraId="4134DDE3" w14:textId="4B37DDA8" w:rsidR="00A257C1" w:rsidRDefault="00A257C1" w:rsidP="00EF7104">
            <w:r w:rsidRPr="00D94702">
              <w:t xml:space="preserve">  </w:t>
            </w:r>
            <w:r w:rsidR="00C17827">
              <w:rPr>
                <w:rStyle w:val="Eingabefeld0"/>
              </w:rPr>
              <w:t>37,5</w:t>
            </w:r>
          </w:p>
          <w:p w14:paraId="2431176C" w14:textId="77777777" w:rsidR="00A257C1" w:rsidRPr="00B903FA" w:rsidRDefault="00A257C1" w:rsidP="00A257C1">
            <w:pPr>
              <w:spacing w:after="0"/>
            </w:pPr>
            <w:r w:rsidRPr="00B903FA">
              <w:t>Diagonalen-summe</w:t>
            </w:r>
          </w:p>
        </w:tc>
      </w:tr>
      <w:tr w:rsidR="00A257C1" w14:paraId="0382AA93" w14:textId="77777777" w:rsidTr="00A257C1">
        <w:trPr>
          <w:trHeight w:val="1244"/>
        </w:trPr>
        <w:tc>
          <w:tcPr>
            <w:tcW w:w="4706" w:type="dxa"/>
            <w:gridSpan w:val="2"/>
            <w:noWrap/>
            <w:tcMar>
              <w:top w:w="57" w:type="dxa"/>
            </w:tcMar>
          </w:tcPr>
          <w:p w14:paraId="01EC9CE1" w14:textId="77777777" w:rsidR="00A257C1" w:rsidRDefault="00A257C1" w:rsidP="00A257C1"/>
        </w:tc>
        <w:tc>
          <w:tcPr>
            <w:tcW w:w="495" w:type="dxa"/>
            <w:vMerge/>
            <w:noWrap/>
            <w:tcMar>
              <w:top w:w="57" w:type="dxa"/>
              <w:left w:w="28" w:type="dxa"/>
              <w:right w:w="28" w:type="dxa"/>
            </w:tcMar>
          </w:tcPr>
          <w:p w14:paraId="6D4B1530" w14:textId="77777777" w:rsidR="00A257C1" w:rsidRDefault="00A257C1" w:rsidP="00EF7104"/>
        </w:tc>
        <w:tc>
          <w:tcPr>
            <w:tcW w:w="2811" w:type="dxa"/>
            <w:vMerge/>
            <w:noWrap/>
            <w:tcMar>
              <w:top w:w="57" w:type="dxa"/>
              <w:left w:w="28" w:type="dxa"/>
              <w:right w:w="28" w:type="dxa"/>
            </w:tcMar>
          </w:tcPr>
          <w:p w14:paraId="7478CE25" w14:textId="77777777" w:rsidR="00A257C1" w:rsidRPr="002D4FD8" w:rsidRDefault="00A257C1" w:rsidP="00EF7104">
            <w:pPr>
              <w:spacing w:after="0"/>
              <w:rPr>
                <w:noProof/>
                <w:lang w:val="en-US"/>
              </w:rPr>
            </w:pPr>
          </w:p>
        </w:tc>
        <w:tc>
          <w:tcPr>
            <w:tcW w:w="1535" w:type="dxa"/>
            <w:vMerge/>
            <w:noWrap/>
            <w:tcMar>
              <w:top w:w="57" w:type="dxa"/>
            </w:tcMar>
          </w:tcPr>
          <w:p w14:paraId="59894E03" w14:textId="77777777" w:rsidR="00A257C1" w:rsidRPr="00B903FA" w:rsidRDefault="00A257C1" w:rsidP="00EF7104"/>
        </w:tc>
      </w:tr>
      <w:tr w:rsidR="00A257C1" w14:paraId="3C1578C2" w14:textId="77777777" w:rsidTr="00A257C1">
        <w:trPr>
          <w:trHeight w:val="1244"/>
        </w:trPr>
        <w:tc>
          <w:tcPr>
            <w:tcW w:w="9547" w:type="dxa"/>
            <w:gridSpan w:val="5"/>
            <w:noWrap/>
            <w:tcMar>
              <w:top w:w="57" w:type="dxa"/>
            </w:tcMar>
          </w:tcPr>
          <w:p w14:paraId="35890742" w14:textId="5A139CA9" w:rsidR="00A257C1" w:rsidRPr="00A257C1" w:rsidRDefault="00A257C1" w:rsidP="00DF5AAD">
            <w:pPr>
              <w:tabs>
                <w:tab w:val="left" w:pos="3686"/>
                <w:tab w:val="left" w:pos="4962"/>
              </w:tabs>
              <w:spacing w:after="80"/>
              <w:rPr>
                <w:rStyle w:val="Schriftrot"/>
              </w:rPr>
            </w:pPr>
            <w:r w:rsidRPr="00A257C1">
              <w:rPr>
                <w:rStyle w:val="Schriftrot"/>
              </w:rPr>
              <w:t>Mindest</w:t>
            </w:r>
            <w:r>
              <w:rPr>
                <w:rStyle w:val="Schriftrot"/>
              </w:rPr>
              <w:t>ens zwei Zeilen überprüft</w:t>
            </w:r>
            <w:r>
              <w:rPr>
                <w:rStyle w:val="Schriftrot"/>
              </w:rPr>
              <w:tab/>
            </w:r>
            <w:r w:rsidRPr="00A257C1">
              <w:rPr>
                <w:rStyle w:val="Schriftrot"/>
              </w:rPr>
              <w:t>1P</w:t>
            </w:r>
            <w:r>
              <w:rPr>
                <w:rStyle w:val="Schriftrot"/>
              </w:rPr>
              <w:tab/>
            </w:r>
            <w:r w:rsidRPr="00A257C1">
              <w:rPr>
                <w:rStyle w:val="Schriftrot"/>
              </w:rPr>
              <w:t>(ohne Summe, nur umgerechnet  ½ P)</w:t>
            </w:r>
          </w:p>
          <w:p w14:paraId="64E83F39" w14:textId="3D6DF302" w:rsidR="00A257C1" w:rsidRPr="00A257C1" w:rsidRDefault="00A257C1" w:rsidP="00DF5AAD">
            <w:pPr>
              <w:tabs>
                <w:tab w:val="left" w:pos="3686"/>
                <w:tab w:val="left" w:pos="4962"/>
              </w:tabs>
              <w:spacing w:after="80"/>
              <w:rPr>
                <w:rStyle w:val="Schriftrot"/>
              </w:rPr>
            </w:pPr>
            <w:r w:rsidRPr="00A257C1">
              <w:rPr>
                <w:rStyle w:val="Schriftrot"/>
              </w:rPr>
              <w:t>Mindeste</w:t>
            </w:r>
            <w:r>
              <w:rPr>
                <w:rStyle w:val="Schriftrot"/>
              </w:rPr>
              <w:t>ns zwei Spalten überprüft</w:t>
            </w:r>
            <w:r>
              <w:rPr>
                <w:rStyle w:val="Schriftrot"/>
              </w:rPr>
              <w:tab/>
            </w:r>
            <w:r w:rsidRPr="00A257C1">
              <w:rPr>
                <w:rStyle w:val="Schriftrot"/>
              </w:rPr>
              <w:t>1P</w:t>
            </w:r>
            <w:r>
              <w:rPr>
                <w:rStyle w:val="Schriftrot"/>
              </w:rPr>
              <w:tab/>
            </w:r>
            <w:r w:rsidRPr="00A257C1">
              <w:rPr>
                <w:rStyle w:val="Schriftrot"/>
              </w:rPr>
              <w:t>(ohne Summe, nur umgerechnet  ½ P)</w:t>
            </w:r>
          </w:p>
          <w:p w14:paraId="5168C9E0" w14:textId="3E1077FB" w:rsidR="00A257C1" w:rsidRPr="00A257C1" w:rsidRDefault="00A257C1" w:rsidP="000E3713">
            <w:pPr>
              <w:tabs>
                <w:tab w:val="left" w:pos="3686"/>
                <w:tab w:val="left" w:pos="4962"/>
              </w:tabs>
              <w:spacing w:after="320"/>
              <w:rPr>
                <w:color w:val="E50600"/>
              </w:rPr>
            </w:pPr>
            <w:r>
              <w:rPr>
                <w:rStyle w:val="Schriftrot"/>
              </w:rPr>
              <w:t>Eine Diagonale überprüft</w:t>
            </w:r>
            <w:r>
              <w:rPr>
                <w:rStyle w:val="Schriftrot"/>
              </w:rPr>
              <w:tab/>
            </w:r>
            <w:r w:rsidRPr="00A257C1">
              <w:rPr>
                <w:rStyle w:val="Schriftrot"/>
              </w:rPr>
              <w:t>1P</w:t>
            </w:r>
            <w:r>
              <w:rPr>
                <w:rStyle w:val="Schriftrot"/>
              </w:rPr>
              <w:tab/>
            </w:r>
            <w:r w:rsidRPr="00A257C1">
              <w:rPr>
                <w:rStyle w:val="Schriftrot"/>
              </w:rPr>
              <w:t>(ohne Summe, nur umgerechnet  ½ P)</w:t>
            </w:r>
          </w:p>
        </w:tc>
      </w:tr>
    </w:tbl>
    <w:p w14:paraId="11534E4C" w14:textId="77777777" w:rsidR="00C44135" w:rsidRPr="005B0AA8" w:rsidRDefault="00C44135" w:rsidP="000E3713">
      <w:pPr>
        <w:pStyle w:val="KurzbeschriebTitel"/>
      </w:pPr>
      <w:r>
        <w:t>D</w:t>
      </w:r>
      <w:r w:rsidRPr="00E3400A">
        <w:t xml:space="preserve"> </w:t>
      </w:r>
      <w:r>
        <w:tab/>
      </w:r>
      <w:r w:rsidR="00BD362C">
        <w:t>3</w:t>
      </w:r>
      <w:r w:rsidR="0020629D">
        <w:t xml:space="preserve"> P.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402"/>
        <w:gridCol w:w="3282"/>
      </w:tblGrid>
      <w:tr w:rsidR="00BD362C" w14:paraId="51DF724B" w14:textId="77777777" w:rsidTr="00EF7104">
        <w:trPr>
          <w:trHeight w:val="4319"/>
        </w:trPr>
        <w:tc>
          <w:tcPr>
            <w:tcW w:w="2943" w:type="dxa"/>
          </w:tcPr>
          <w:p w14:paraId="43EF8523" w14:textId="77777777" w:rsidR="00BD362C" w:rsidRDefault="00BD362C" w:rsidP="00EF7104"/>
          <w:p w14:paraId="56D36D26" w14:textId="77777777" w:rsidR="00BD362C" w:rsidRDefault="00BD362C" w:rsidP="00EF7104">
            <w:r>
              <w:t>Die Zahlen im rechten Quadrat sind fünfmal so gross wie die Zahlen des gleichen Feldes im linken Quadrat.</w:t>
            </w:r>
          </w:p>
          <w:p w14:paraId="080F380E" w14:textId="5BF848C4" w:rsidR="00BD362C" w:rsidRDefault="00BD362C" w:rsidP="00EF7104">
            <w:r>
              <w:t>Fülle die leeren Felder so, dass die beiden Quadrate magisch sind</w:t>
            </w:r>
            <w:r w:rsidR="00193709">
              <w:t>.</w:t>
            </w:r>
          </w:p>
          <w:p w14:paraId="4F37182D" w14:textId="0F940672" w:rsidR="00DF5AAD" w:rsidRPr="00DF5AAD" w:rsidRDefault="00DF5AAD" w:rsidP="000E3713">
            <w:pPr>
              <w:tabs>
                <w:tab w:val="left" w:pos="2069"/>
              </w:tabs>
              <w:rPr>
                <w:rStyle w:val="Schriftrot"/>
              </w:rPr>
            </w:pPr>
            <w:r w:rsidRPr="00DF5AAD">
              <w:rPr>
                <w:rStyle w:val="Schriftrot"/>
              </w:rPr>
              <w:t xml:space="preserve">Pro korrektes </w:t>
            </w:r>
            <w:r w:rsidR="000E3713">
              <w:rPr>
                <w:rStyle w:val="Schriftrot"/>
              </w:rPr>
              <w:br/>
              <w:t>Quadrat</w:t>
            </w:r>
            <w:r w:rsidR="000E3713">
              <w:rPr>
                <w:rStyle w:val="Schriftrot"/>
              </w:rPr>
              <w:tab/>
            </w:r>
            <w:r w:rsidRPr="00DF5AAD">
              <w:rPr>
                <w:rStyle w:val="Schriftrot"/>
              </w:rPr>
              <w:t>1½ P</w:t>
            </w:r>
          </w:p>
          <w:p w14:paraId="0FA74733" w14:textId="77777777" w:rsidR="00DF5AAD" w:rsidRPr="00DF5AAD" w:rsidRDefault="00DF5AAD" w:rsidP="00DF5AAD">
            <w:pPr>
              <w:rPr>
                <w:rStyle w:val="Schriftrot"/>
              </w:rPr>
            </w:pPr>
          </w:p>
          <w:p w14:paraId="1F6322A1" w14:textId="58A55001" w:rsidR="00DF5AAD" w:rsidRPr="00DF5AAD" w:rsidRDefault="00DF5AAD" w:rsidP="000E3713">
            <w:pPr>
              <w:spacing w:after="40"/>
              <w:rPr>
                <w:rStyle w:val="Schriftrot"/>
              </w:rPr>
            </w:pPr>
            <w:r w:rsidRPr="00DF5AAD">
              <w:rPr>
                <w:rStyle w:val="Schriftrot"/>
              </w:rPr>
              <w:t xml:space="preserve">(Zwei richtige </w:t>
            </w:r>
            <w:r w:rsidR="000E3713">
              <w:rPr>
                <w:rStyle w:val="Schriftrot"/>
              </w:rPr>
              <w:t>Zahlen im linken Quadrat</w:t>
            </w:r>
            <w:r w:rsidR="000E3713">
              <w:rPr>
                <w:rStyle w:val="Schriftrot"/>
              </w:rPr>
              <w:tab/>
            </w:r>
            <w:r w:rsidRPr="00DF5AAD">
              <w:rPr>
                <w:rStyle w:val="Schriftrot"/>
              </w:rPr>
              <w:t>½ P</w:t>
            </w:r>
          </w:p>
          <w:p w14:paraId="39344FAF" w14:textId="6B235056" w:rsidR="00DF5AAD" w:rsidRPr="00DF5AAD" w:rsidRDefault="00DF5AAD" w:rsidP="000E3713">
            <w:pPr>
              <w:spacing w:after="40"/>
              <w:rPr>
                <w:rStyle w:val="Schriftrot"/>
              </w:rPr>
            </w:pPr>
            <w:r w:rsidRPr="00DF5AAD">
              <w:rPr>
                <w:rStyle w:val="Schriftrot"/>
              </w:rPr>
              <w:t>Zwei richtig</w:t>
            </w:r>
            <w:r w:rsidR="000E3713">
              <w:rPr>
                <w:rStyle w:val="Schriftrot"/>
              </w:rPr>
              <w:t>e Zahlen im rechten Quadrat</w:t>
            </w:r>
            <w:r w:rsidR="000E3713">
              <w:rPr>
                <w:rStyle w:val="Schriftrot"/>
              </w:rPr>
              <w:tab/>
            </w:r>
            <w:r w:rsidRPr="00DF5AAD">
              <w:rPr>
                <w:rStyle w:val="Schriftrot"/>
              </w:rPr>
              <w:t>½ P</w:t>
            </w:r>
          </w:p>
          <w:p w14:paraId="26E1B435" w14:textId="352218AA" w:rsidR="00DF5AAD" w:rsidRPr="00DF5AAD" w:rsidRDefault="000E3713" w:rsidP="000E3713">
            <w:pPr>
              <w:tabs>
                <w:tab w:val="left" w:pos="2127"/>
              </w:tabs>
              <w:spacing w:after="40"/>
              <w:rPr>
                <w:rStyle w:val="Schriftrot"/>
              </w:rPr>
            </w:pPr>
            <w:r>
              <w:rPr>
                <w:rStyle w:val="Schriftrot"/>
              </w:rPr>
              <w:t>Summe 24</w:t>
            </w:r>
            <w:r>
              <w:rPr>
                <w:rStyle w:val="Schriftrot"/>
              </w:rPr>
              <w:tab/>
            </w:r>
            <w:r w:rsidR="00DF5AAD" w:rsidRPr="00DF5AAD">
              <w:rPr>
                <w:rStyle w:val="Schriftrot"/>
              </w:rPr>
              <w:t>½ P</w:t>
            </w:r>
          </w:p>
          <w:p w14:paraId="3BCB219B" w14:textId="7818F5F1" w:rsidR="00DF5AAD" w:rsidRPr="00DF5AAD" w:rsidRDefault="000E3713" w:rsidP="000E3713">
            <w:pPr>
              <w:tabs>
                <w:tab w:val="left" w:pos="2127"/>
              </w:tabs>
              <w:spacing w:after="40"/>
              <w:rPr>
                <w:rStyle w:val="Schriftrot"/>
              </w:rPr>
            </w:pPr>
            <w:r>
              <w:rPr>
                <w:rStyle w:val="Schriftrot"/>
              </w:rPr>
              <w:t>Summe 120</w:t>
            </w:r>
            <w:r>
              <w:rPr>
                <w:rStyle w:val="Schriftrot"/>
              </w:rPr>
              <w:tab/>
            </w:r>
            <w:r w:rsidR="00DF5AAD" w:rsidRPr="00DF5AAD">
              <w:rPr>
                <w:rStyle w:val="Schriftrot"/>
              </w:rPr>
              <w:t>½ P)</w:t>
            </w:r>
          </w:p>
          <w:p w14:paraId="4AE61E1E" w14:textId="77777777" w:rsidR="00BD362C" w:rsidRDefault="00BD362C" w:rsidP="00EF7104"/>
        </w:tc>
        <w:tc>
          <w:tcPr>
            <w:tcW w:w="3402" w:type="dxa"/>
          </w:tcPr>
          <w:p w14:paraId="791E451A" w14:textId="77777777" w:rsidR="00BD362C" w:rsidRDefault="00BD362C" w:rsidP="00EF710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7417554" wp14:editId="5048FDA1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11430</wp:posOffset>
                      </wp:positionV>
                      <wp:extent cx="2159635" cy="342900"/>
                      <wp:effectExtent l="0" t="0" r="0" b="1270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963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EEB30C" w14:textId="77777777" w:rsidR="00DF5AAD" w:rsidRDefault="00DF5AAD" w:rsidP="00BD362C">
                                  <w:pPr>
                                    <w:jc w:val="center"/>
                                  </w:pPr>
                                  <w:r w:rsidRPr="0090019C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sym w:font="Wingdings 2" w:char="F096"/>
                                  </w:r>
                                  <w:r w:rsidRPr="0090019C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0" type="#_x0000_t202" style="position:absolute;margin-left:55.9pt;margin-top:.9pt;width:170.05pt;height:2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LTxtMCAAAX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" filled="f" stroked="f">
                      <v:textbox>
                        <w:txbxContent>
                          <w:p w14:paraId="26EEB30C" w14:textId="77777777" w:rsidR="00DF5AAD" w:rsidRDefault="00DF5AAD" w:rsidP="00BD362C">
                            <w:pPr>
                              <w:jc w:val="center"/>
                            </w:pPr>
                            <w:r w:rsidRPr="0090019C">
                              <w:rPr>
                                <w:b/>
                                <w:sz w:val="32"/>
                                <w:szCs w:val="32"/>
                              </w:rPr>
                              <w:sym w:font="Wingdings 2" w:char="F096"/>
                            </w:r>
                            <w:r w:rsidRPr="0090019C">
                              <w:rPr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04C4C689" wp14:editId="1B36F0E4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320040</wp:posOffset>
                      </wp:positionV>
                      <wp:extent cx="2171700" cy="295275"/>
                      <wp:effectExtent l="0" t="0" r="114300" b="85725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1700" cy="295275"/>
                                <a:chOff x="0" y="0"/>
                                <a:chExt cx="2610485" cy="295275"/>
                              </a:xfrm>
                            </wpg:grpSpPr>
                            <wps:wsp>
                              <wps:cNvPr id="17" name="AutoShape 2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459672" y="148273"/>
                                  <a:ext cx="29400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2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-142558" y="147003"/>
                                  <a:ext cx="29400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270"/>
                                  <a:ext cx="2610485" cy="1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31" o:spid="_x0000_s1026" style="position:absolute;margin-left:54.95pt;margin-top:25.2pt;width:171pt;height:23.25pt;z-index:251731968;mso-width-relative:margin" coordsize="2610485,2952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">
                      <v:shape id="AutoShape 2" o:spid="_x0000_s1027" type="#_x0000_t32" style="position:absolute;left:2459672;top:148273;width:294005;height:0;rotation:9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NcoysMAAADbAAAADwAAAGRycy9kb3ducmV2LnhtbERPS2vCQBC+F/oflil4KXWjxQepq4gi&#10;aD2ZFMTbmB2T0OxsyK6a+uvdguBtPr7nTGatqcSFGldaVtDrRiCIM6tLzhX8pKuPMQjnkTVWlknB&#10;HzmYTV9fJhhre+UdXRKfixDCLkYFhfd1LKXLCjLourYmDtzJNgZ9gE0udYPXEG4q2Y+ioTRYcmgo&#10;sKZFQdlvcjYKhtVWJ4N3Zw+fPp2f9pvb5vu4VKrz1s6/QHhq/VP8cK91mD+C/1/CAXJ6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TXKMrDAAAA2wAAAA8AAAAAAAAAAAAA&#10;AAAAoQIAAGRycy9kb3ducmV2LnhtbFBLBQYAAAAABAAEAPkAAACRAwAAAAA=&#10;">
                        <v:stroke endarrow="block"/>
                      </v:shape>
                      <v:shape id="AutoShape 2" o:spid="_x0000_s1028" type="#_x0000_t32" style="position:absolute;left:-142558;top:147003;width:294005;height:0;rotation:9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SlTsMMAAADbAAAADwAAAGRycy9kb3ducmV2LnhtbESP3YrCMBSE7wXfIZwF7zRd/5CuaZEF&#10;QfRCdPsAh+bYdrc5KU22rW9vBMHLYWa+YbbpYGrRUesqywo+ZxEI4tzqigsF2c9+ugHhPLLG2jIp&#10;uJODNBmPthhr2/OFuqsvRICwi1FB6X0TS+nykgy6mW2Ig3ezrUEfZFtI3WIf4KaW8yhaS4MVh4US&#10;G/ouKf+7/hsFp83SF7+Xm11k3Xklm+i4z/q1UpOPYfcFwtPg3+FX+6AVzFfw/BJ+gEwe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UpU7DDAAAA2wAAAA8AAAAAAAAAAAAA&#10;AAAAoQIAAGRycy9kb3ducmV2LnhtbFBLBQYAAAAABAAEAPkAAACRAwAAAAA=&#10;"/>
                      <v:shape id="AutoShape 2" o:spid="_x0000_s1029" type="#_x0000_t32" style="position:absolute;top:1270;width:2610485;height:127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FwH3vxAAAANsAAAAPAAAAAAAAAAAA&#10;AAAAAKECAABkcnMvZG93bnJldi54bWxQSwUGAAAAAAQABAD5AAAAkgMAAAAA&#10;"/>
                    </v:group>
                  </w:pict>
                </mc:Fallback>
              </mc:AlternateContent>
            </w:r>
          </w:p>
          <w:p w14:paraId="194DFF58" w14:textId="77777777" w:rsidR="00BD362C" w:rsidRDefault="00BD362C" w:rsidP="00EF7104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0944" behindDoc="1" locked="0" layoutInCell="1" allowOverlap="1" wp14:anchorId="24671E40" wp14:editId="25C427C8">
                      <wp:simplePos x="0" y="0"/>
                      <wp:positionH relativeFrom="column">
                        <wp:posOffset>1459865</wp:posOffset>
                      </wp:positionH>
                      <wp:positionV relativeFrom="paragraph">
                        <wp:posOffset>1884045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16" name="Oval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8B9281" w14:textId="2AD903CD" w:rsidR="00DF5AAD" w:rsidRPr="000E3713" w:rsidRDefault="00DF5AAD" w:rsidP="00BD362C">
                                  <w:pPr>
                                    <w:spacing w:after="0"/>
                                    <w:jc w:val="center"/>
                                    <w:rPr>
                                      <w:rStyle w:val="Schriftrot"/>
                                      <w:sz w:val="30"/>
                                      <w:szCs w:val="30"/>
                                    </w:rPr>
                                  </w:pPr>
                                  <w:r w:rsidRPr="000E3713">
                                    <w:rPr>
                                      <w:rStyle w:val="Schriftrot"/>
                                      <w:sz w:val="30"/>
                                      <w:szCs w:val="30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31" style="position:absolute;margin-left:114.95pt;margin-top:148.35pt;width:39.65pt;height:39.6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" filled="f" strokeweight="1.5pt">
                      <v:path arrowok="t"/>
                      <o:lock v:ext="edit" aspectratio="t"/>
                      <v:textbox inset="0,0,0,0">
                        <w:txbxContent>
                          <w:p w14:paraId="718B9281" w14:textId="2AD903CD" w:rsidR="00DF5AAD" w:rsidRPr="000E3713" w:rsidRDefault="00DF5AAD" w:rsidP="00BD362C">
                            <w:pPr>
                              <w:spacing w:after="0"/>
                              <w:jc w:val="center"/>
                              <w:rPr>
                                <w:rStyle w:val="Schriftrot"/>
                                <w:sz w:val="30"/>
                                <w:szCs w:val="30"/>
                              </w:rPr>
                            </w:pPr>
                            <w:r w:rsidRPr="000E3713">
                              <w:rPr>
                                <w:rStyle w:val="Schriftrot"/>
                                <w:sz w:val="30"/>
                                <w:szCs w:val="30"/>
                              </w:rPr>
                              <w:t>24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  <w:p w14:paraId="6049810C" w14:textId="77777777" w:rsidR="00BD362C" w:rsidRDefault="00BD362C" w:rsidP="00EF7104"/>
          <w:p w14:paraId="7EE89E65" w14:textId="77777777" w:rsidR="00BD362C" w:rsidRDefault="00BD362C" w:rsidP="00EF7104"/>
          <w:tbl>
            <w:tblPr>
              <w:tblStyle w:val="TableGrid"/>
              <w:tblpPr w:leftFromText="180" w:rightFromText="180" w:vertAnchor="page" w:horzAnchor="page" w:tblpX="58" w:tblpY="1026"/>
              <w:tblOverlap w:val="never"/>
              <w:tblW w:w="2303" w:type="dxa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"/>
              <w:gridCol w:w="794"/>
              <w:gridCol w:w="794"/>
            </w:tblGrid>
            <w:tr w:rsidR="00BD362C" w:rsidRPr="00B502D5" w14:paraId="6528BD2B" w14:textId="77777777" w:rsidTr="00EF7104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3D117E41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63255D4D" w14:textId="05AFA7BA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12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B793D13" w14:textId="3EC244A4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5</w:t>
                  </w:r>
                </w:p>
              </w:tc>
            </w:tr>
            <w:tr w:rsidR="00BD362C" w:rsidRPr="00B502D5" w14:paraId="3D81E844" w14:textId="77777777" w:rsidTr="00EF7104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66EE0E75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5AD97A9" w14:textId="3DD018A7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7FA02394" w14:textId="734E86AC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10</w:t>
                  </w:r>
                </w:p>
              </w:tc>
            </w:tr>
            <w:tr w:rsidR="00BD362C" w:rsidRPr="00B502D5" w14:paraId="1C71599C" w14:textId="77777777" w:rsidTr="00EF7104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3BB84A27" w14:textId="269163AE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8017EA7" w14:textId="32A9D2F8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5C64A741" w14:textId="380F35E2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9</w:t>
                  </w:r>
                </w:p>
              </w:tc>
            </w:tr>
          </w:tbl>
          <w:p w14:paraId="438765DA" w14:textId="77777777" w:rsidR="00BD362C" w:rsidRDefault="00BD362C" w:rsidP="00EF7104"/>
          <w:p w14:paraId="3C5B2E2B" w14:textId="77777777" w:rsidR="00BD362C" w:rsidRDefault="00BD362C" w:rsidP="00EF7104"/>
          <w:p w14:paraId="1106F686" w14:textId="0DDDF6AA" w:rsidR="00BD362C" w:rsidRDefault="00193709" w:rsidP="00EF7104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174C9ABF" wp14:editId="4F60C127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304800</wp:posOffset>
                      </wp:positionV>
                      <wp:extent cx="2195830" cy="617855"/>
                      <wp:effectExtent l="50800" t="50800" r="13970" b="42545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5830" cy="617855"/>
                                <a:chOff x="0" y="0"/>
                                <a:chExt cx="2195830" cy="617855"/>
                              </a:xfrm>
                            </wpg:grpSpPr>
                            <wps:wsp>
                              <wps:cNvPr id="72" name="AutoShape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192020" y="12700"/>
                                  <a:ext cx="0" cy="6038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AutoShape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175" y="0"/>
                                  <a:ext cx="0" cy="6178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AutoShape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615950"/>
                                  <a:ext cx="2195830" cy="11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" o:spid="_x0000_s1026" style="position:absolute;margin-left:53.75pt;margin-top:24pt;width:172.9pt;height:48.65pt;z-index:251736064" coordsize="2195830,6178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">
                      <v:shape id="AutoShape 2" o:spid="_x0000_s1027" type="#_x0000_t32" style="position:absolute;left:2192020;top:12700;width:0;height:60388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lM5BrDAAAA2wAAAA8AAAAAAAAAAAAA&#10;AAAAoQIAAGRycy9kb3ducmV2LnhtbFBLBQYAAAAABAAEAPkAAACRAwAAAAA=&#10;"/>
                      <v:shape id="AutoShape 2" o:spid="_x0000_s1028" type="#_x0000_t32" style="position:absolute;left:3175;width:0;height:61785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drjMIAAADbAAAADwAAAGRycy9kb3ducmV2LnhtbESPQWsCMRSE74L/ITyhN81aqcrWKCoI&#10;0ouohXp8bF53g5uXZZNu1n/fCIUeh5n5hllteluLjlpvHCuYTjIQxIXThksFn9fDeAnCB2SNtWNS&#10;8CAPm/VwsMJcu8hn6i6hFAnCPkcFVQhNLqUvKrLoJ64hTt63ay2GJNtS6hZjgttavmbZXFo0nBYq&#10;bGhfUXG//FgFJp5M1xz3cffxdfM6knm8OaPUy6jfvoMI1If/8F/7qBUsZvD8kn6AXP8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ndrjMIAAADbAAAADwAAAAAAAAAAAAAA&#10;AAChAgAAZHJzL2Rvd25yZXYueG1sUEsFBgAAAAAEAAQA+QAAAJADAAAAAA==&#10;">
                        <v:stroke endarrow="block"/>
                      </v:shape>
                      <v:shape id="AutoShape 2" o:spid="_x0000_s1029" type="#_x0000_t32" style="position:absolute;top:615950;width:2195830;height:1188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enZ9c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eId/r6kHyD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6dn1xAAAANsAAAAPAAAAAAAAAAAA&#10;AAAAAKECAABkcnMvZG93bnJldi54bWxQSwUGAAAAAAQABAD5AAAAkgMAAAAA&#10;"/>
                    </v:group>
                  </w:pict>
                </mc:Fallback>
              </mc:AlternateContent>
            </w:r>
          </w:p>
          <w:p w14:paraId="532C306B" w14:textId="68ED30E0" w:rsidR="00BD362C" w:rsidRDefault="000E3713" w:rsidP="00EF710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4B162C8" wp14:editId="54D04149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317077</wp:posOffset>
                      </wp:positionV>
                      <wp:extent cx="2175510" cy="342900"/>
                      <wp:effectExtent l="0" t="0" r="0" b="12700"/>
                      <wp:wrapNone/>
                      <wp:docPr id="75" name="Text Box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551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5567C3" w14:textId="77777777" w:rsidR="00DF5AAD" w:rsidRDefault="00DF5AAD" w:rsidP="00BD362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:</w:t>
                                  </w:r>
                                  <w:r w:rsidRPr="0090019C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32" type="#_x0000_t202" style="position:absolute;margin-left:55.35pt;margin-top:24.95pt;width:171.3pt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JbPtMCAAAX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" filled="f" stroked="f">
                      <v:textbox>
                        <w:txbxContent>
                          <w:p w14:paraId="1E5567C3" w14:textId="77777777" w:rsidR="00DF5AAD" w:rsidRDefault="00DF5AAD" w:rsidP="00BD362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90019C">
                              <w:rPr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82" w:type="dxa"/>
          </w:tcPr>
          <w:p w14:paraId="614A6C7C" w14:textId="77777777" w:rsidR="00BD362C" w:rsidRDefault="00BD362C" w:rsidP="00EF7104"/>
          <w:p w14:paraId="7F30B54C" w14:textId="77777777" w:rsidR="00BD362C" w:rsidRDefault="00BD362C" w:rsidP="00EF7104">
            <w:r>
              <w:rPr>
                <w:rFonts w:ascii="Arial Unicode MS" w:eastAsia="Arial Unicode MS" w:cs="Arial Unicode MS"/>
                <w:noProof/>
                <w:sz w:val="40"/>
                <w:szCs w:val="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1" locked="0" layoutInCell="1" allowOverlap="1" wp14:anchorId="394E3998" wp14:editId="549BADBE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1875790</wp:posOffset>
                      </wp:positionV>
                      <wp:extent cx="503555" cy="503555"/>
                      <wp:effectExtent l="0" t="0" r="29845" b="29845"/>
                      <wp:wrapTight wrapText="bothSides">
                        <wp:wrapPolygon edited="0">
                          <wp:start x="4358" y="0"/>
                          <wp:lineTo x="0" y="4358"/>
                          <wp:lineTo x="0" y="18522"/>
                          <wp:lineTo x="4358" y="21791"/>
                          <wp:lineTo x="17433" y="21791"/>
                          <wp:lineTo x="21791" y="18522"/>
                          <wp:lineTo x="21791" y="4358"/>
                          <wp:lineTo x="17433" y="0"/>
                          <wp:lineTo x="4358" y="0"/>
                        </wp:wrapPolygon>
                      </wp:wrapTight>
                      <wp:docPr id="12" name="Oval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DAEE3D" w14:textId="62738B30" w:rsidR="00DF5AAD" w:rsidRPr="000E3713" w:rsidRDefault="00DF5AAD" w:rsidP="00BD362C">
                                  <w:pPr>
                                    <w:spacing w:after="0"/>
                                    <w:jc w:val="center"/>
                                    <w:rPr>
                                      <w:rStyle w:val="Schriftrot"/>
                                      <w:sz w:val="30"/>
                                      <w:szCs w:val="30"/>
                                    </w:rPr>
                                  </w:pPr>
                                  <w:r w:rsidRPr="000E3713">
                                    <w:rPr>
                                      <w:rStyle w:val="Schriftrot"/>
                                      <w:sz w:val="30"/>
                                      <w:szCs w:val="30"/>
                                    </w:rPr>
                                    <w:t>120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33" style="position:absolute;margin-left:115.85pt;margin-top:147.7pt;width:39.65pt;height:39.6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" filled="f" strokeweight="1.5pt">
                      <v:path arrowok="t"/>
                      <o:lock v:ext="edit" aspectratio="t"/>
                      <v:textbox inset="0,0,0,0">
                        <w:txbxContent>
                          <w:p w14:paraId="5DDAEE3D" w14:textId="62738B30" w:rsidR="00DF5AAD" w:rsidRPr="000E3713" w:rsidRDefault="00DF5AAD" w:rsidP="00BD362C">
                            <w:pPr>
                              <w:spacing w:after="0"/>
                              <w:jc w:val="center"/>
                              <w:rPr>
                                <w:rStyle w:val="Schriftrot"/>
                                <w:sz w:val="30"/>
                                <w:szCs w:val="30"/>
                              </w:rPr>
                            </w:pPr>
                            <w:r w:rsidRPr="000E3713">
                              <w:rPr>
                                <w:rStyle w:val="Schriftrot"/>
                                <w:sz w:val="30"/>
                                <w:szCs w:val="30"/>
                              </w:rPr>
                              <w:t>120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  <w:p w14:paraId="0AA8262A" w14:textId="77777777" w:rsidR="00BD362C" w:rsidRDefault="00BD362C" w:rsidP="00EF7104"/>
          <w:p w14:paraId="6FCCCEFB" w14:textId="77777777" w:rsidR="00BD362C" w:rsidRDefault="00BD362C" w:rsidP="00EF7104">
            <w:pPr>
              <w:spacing w:after="0"/>
              <w:rPr>
                <w:sz w:val="32"/>
                <w:szCs w:val="32"/>
              </w:rPr>
            </w:pPr>
          </w:p>
          <w:tbl>
            <w:tblPr>
              <w:tblStyle w:val="TableGrid"/>
              <w:tblpPr w:leftFromText="180" w:rightFromText="180" w:vertAnchor="page" w:horzAnchor="page" w:tblpX="78" w:tblpY="1026"/>
              <w:tblOverlap w:val="never"/>
              <w:tblW w:w="2303" w:type="dxa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Layout w:type="fixed"/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"/>
              <w:gridCol w:w="794"/>
              <w:gridCol w:w="794"/>
            </w:tblGrid>
            <w:tr w:rsidR="00BD362C" w:rsidRPr="00B502D5" w14:paraId="29405541" w14:textId="77777777" w:rsidTr="00EF7104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1F2D5617" w14:textId="3A92E503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35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294C8134" w14:textId="306869A0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7705815A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25</w:t>
                  </w:r>
                </w:p>
              </w:tc>
            </w:tr>
            <w:tr w:rsidR="00BD362C" w:rsidRPr="00B502D5" w14:paraId="5A2164CC" w14:textId="77777777" w:rsidTr="00EF7104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24136652" w14:textId="30A8E82E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17492B1D" w14:textId="5AE00A5F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6D07AA69" w14:textId="5FFABA4C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50</w:t>
                  </w:r>
                </w:p>
              </w:tc>
            </w:tr>
            <w:tr w:rsidR="00BD362C" w:rsidRPr="00B502D5" w14:paraId="317C0403" w14:textId="77777777" w:rsidTr="00EF7104">
              <w:trPr>
                <w:trHeight w:hRule="exact" w:val="794"/>
                <w:tblHeader/>
              </w:trPr>
              <w:tc>
                <w:tcPr>
                  <w:tcW w:w="715" w:type="dxa"/>
                  <w:noWrap/>
                  <w:vAlign w:val="center"/>
                </w:tcPr>
                <w:p w14:paraId="4E24BA41" w14:textId="77777777" w:rsidR="00BD362C" w:rsidRPr="00777B9E" w:rsidRDefault="00BD362C" w:rsidP="00EF7104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720A28C6" w14:textId="30C9E302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794" w:type="dxa"/>
                  <w:noWrap/>
                  <w:vAlign w:val="center"/>
                </w:tcPr>
                <w:p w14:paraId="0ACB39FB" w14:textId="4C167EB2" w:rsidR="00BD362C" w:rsidRPr="000E3713" w:rsidRDefault="00DF5AAD" w:rsidP="00EF7104">
                  <w:pPr>
                    <w:spacing w:after="0"/>
                    <w:jc w:val="center"/>
                    <w:rPr>
                      <w:rStyle w:val="Schriftrot"/>
                      <w:sz w:val="32"/>
                      <w:szCs w:val="32"/>
                    </w:rPr>
                  </w:pPr>
                  <w:r w:rsidRPr="000E3713">
                    <w:rPr>
                      <w:rStyle w:val="Schriftrot"/>
                      <w:sz w:val="32"/>
                      <w:szCs w:val="32"/>
                    </w:rPr>
                    <w:t>45</w:t>
                  </w:r>
                </w:p>
              </w:tc>
            </w:tr>
          </w:tbl>
          <w:p w14:paraId="7DB2B8E8" w14:textId="77777777" w:rsidR="00BD362C" w:rsidRDefault="00BD362C" w:rsidP="00EF7104">
            <w:pPr>
              <w:spacing w:after="0"/>
              <w:rPr>
                <w:sz w:val="32"/>
                <w:szCs w:val="32"/>
              </w:rPr>
            </w:pPr>
          </w:p>
          <w:p w14:paraId="4C6CA9F8" w14:textId="77777777" w:rsidR="00BD362C" w:rsidRDefault="00BD362C" w:rsidP="00EF7104">
            <w:pPr>
              <w:spacing w:after="0"/>
              <w:rPr>
                <w:sz w:val="32"/>
                <w:szCs w:val="32"/>
              </w:rPr>
            </w:pPr>
          </w:p>
          <w:p w14:paraId="7FC17B83" w14:textId="77777777" w:rsidR="00BD362C" w:rsidRPr="00B903FA" w:rsidRDefault="00BD362C" w:rsidP="00EF7104"/>
          <w:p w14:paraId="3CAC4A6C" w14:textId="7CABCE24" w:rsidR="00BD362C" w:rsidRPr="001B05BD" w:rsidRDefault="00BD362C" w:rsidP="00EF7104">
            <w:pPr>
              <w:spacing w:after="0"/>
              <w:rPr>
                <w:sz w:val="32"/>
                <w:szCs w:val="32"/>
              </w:rPr>
            </w:pPr>
          </w:p>
          <w:p w14:paraId="38AFF890" w14:textId="2ED9D482" w:rsidR="00BD362C" w:rsidRDefault="00BD362C" w:rsidP="00EF7104"/>
        </w:tc>
      </w:tr>
    </w:tbl>
    <w:p w14:paraId="04309A1D" w14:textId="12B5F10D" w:rsidR="00134BAB" w:rsidRDefault="00134BAB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</w:p>
    <w:sectPr w:rsidR="00134BAB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0F111" w14:textId="77777777" w:rsidR="00DF5AAD" w:rsidRDefault="00DF5AAD" w:rsidP="00E61129">
      <w:pPr>
        <w:spacing w:after="0"/>
      </w:pPr>
      <w:r>
        <w:separator/>
      </w:r>
    </w:p>
  </w:endnote>
  <w:endnote w:type="continuationSeparator" w:id="0">
    <w:p w14:paraId="79517A24" w14:textId="77777777" w:rsidR="00DF5AAD" w:rsidRDefault="00DF5AA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3CA44" w14:textId="77777777" w:rsidR="00DF5AAD" w:rsidRPr="00A52340" w:rsidRDefault="00DF5AA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FF2613">
      <w:fldChar w:fldCharType="begin"/>
    </w:r>
    <w:r w:rsidR="00FF2613">
      <w:instrText xml:space="preserve"> FILENAME </w:instrText>
    </w:r>
    <w:r w:rsidR="00FF2613">
      <w:fldChar w:fldCharType="separate"/>
    </w:r>
    <w:r w:rsidR="00FF2613">
      <w:rPr>
        <w:noProof/>
      </w:rPr>
      <w:t>MA_A02-1_Magische Quadrate - Loesungen.docx</w:t>
    </w:r>
    <w:r w:rsidR="00FF261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F2613" w:rsidRPr="00FF261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F2613">
      <w:fldChar w:fldCharType="begin"/>
    </w:r>
    <w:r w:rsidR="00FF2613">
      <w:instrText>NUMPAGES  \* Arabic  \* MERGEFORMAT</w:instrText>
    </w:r>
    <w:r w:rsidR="00FF2613">
      <w:fldChar w:fldCharType="separate"/>
    </w:r>
    <w:r w:rsidR="00FF2613" w:rsidRPr="00FF2613">
      <w:rPr>
        <w:noProof/>
        <w:lang w:val="de-DE"/>
      </w:rPr>
      <w:t>1</w:t>
    </w:r>
    <w:r w:rsidR="00FF2613">
      <w:rPr>
        <w:noProof/>
        <w:lang w:val="de-DE"/>
      </w:rPr>
      <w:fldChar w:fldCharType="end"/>
    </w:r>
  </w:p>
  <w:p w14:paraId="1B834EE0" w14:textId="77777777" w:rsidR="00DF5AAD" w:rsidRDefault="00DF5AAD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EB30F" w14:textId="77777777" w:rsidR="00DF5AAD" w:rsidRDefault="00DF5AA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FF2613">
      <w:fldChar w:fldCharType="begin"/>
    </w:r>
    <w:r w:rsidR="00FF2613">
      <w:instrText xml:space="preserve"> FILENAME </w:instrText>
    </w:r>
    <w:r w:rsidR="00FF2613">
      <w:fldChar w:fldCharType="separate"/>
    </w:r>
    <w:r w:rsidR="00FF2613">
      <w:rPr>
        <w:noProof/>
      </w:rPr>
      <w:t>MA_A02-1_Magische Quadrate - Loesungen.docx</w:t>
    </w:r>
    <w:r w:rsidR="00FF261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F2613">
      <w:fldChar w:fldCharType="begin"/>
    </w:r>
    <w:r w:rsidR="00FF2613">
      <w:instrText>NUMPAGES  \* Arabic  \* MERGEFORMAT</w:instrText>
    </w:r>
    <w:r w:rsidR="00FF2613">
      <w:fldChar w:fldCharType="separate"/>
    </w:r>
    <w:r w:rsidR="00FF2613" w:rsidRPr="00FF2613">
      <w:rPr>
        <w:noProof/>
        <w:lang w:val="de-DE"/>
      </w:rPr>
      <w:t>2</w:t>
    </w:r>
    <w:r w:rsidR="00FF2613">
      <w:rPr>
        <w:noProof/>
        <w:lang w:val="de-DE"/>
      </w:rPr>
      <w:fldChar w:fldCharType="end"/>
    </w:r>
  </w:p>
  <w:p w14:paraId="6D0806CF" w14:textId="77777777" w:rsidR="00DF5AAD" w:rsidRDefault="00DF5AA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C0313" w14:textId="77777777" w:rsidR="00DF5AAD" w:rsidRDefault="00DF5AAD" w:rsidP="00E61129">
      <w:pPr>
        <w:spacing w:after="0"/>
      </w:pPr>
      <w:r>
        <w:separator/>
      </w:r>
    </w:p>
  </w:footnote>
  <w:footnote w:type="continuationSeparator" w:id="0">
    <w:p w14:paraId="360CEB1D" w14:textId="77777777" w:rsidR="00DF5AAD" w:rsidRDefault="00DF5AA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9AE2F" w14:textId="4AA34468" w:rsidR="00DF5AAD" w:rsidRPr="00F25B93" w:rsidRDefault="00DF5AAD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7484268A" wp14:editId="0CC77765">
              <wp:simplePos x="0" y="0"/>
              <wp:positionH relativeFrom="column">
                <wp:posOffset>-81280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2752E2" w14:textId="77777777" w:rsidR="00DF5AAD" w:rsidRDefault="00DF5AAD" w:rsidP="00C3453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34" type="#_x0000_t202" style="position:absolute;left:0;text-align:left;margin-left:-6.35pt;margin-top:-.65pt;width:328.75pt;height:3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PcS88CAAAQ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" filled="f" stroked="f">
              <v:textbox>
                <w:txbxContent>
                  <w:p w14:paraId="1E2752E2" w14:textId="77777777" w:rsidR="00DF5AAD" w:rsidRDefault="00DF5AAD" w:rsidP="00C3453B"/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438E7DA" wp14:editId="16233B70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FBAAB0" w14:textId="77777777" w:rsidR="00DF5AAD" w:rsidRPr="00093725" w:rsidRDefault="00DF5AAD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52D020F1" w14:textId="77777777" w:rsidR="00DF5AAD" w:rsidRPr="00BB20F6" w:rsidRDefault="00DF5AAD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35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" fillcolor="#8ab2e2" stroked="f">
              <v:textbox>
                <w:txbxContent>
                  <w:p w14:paraId="75FBAAB0" w14:textId="77777777" w:rsidR="00DF5AAD" w:rsidRPr="00093725" w:rsidRDefault="00DF5AAD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52D020F1" w14:textId="77777777" w:rsidR="00DF5AAD" w:rsidRPr="00BB20F6" w:rsidRDefault="00DF5AAD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0ABF5BA" wp14:editId="3FFEC9B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C8C856F" wp14:editId="25E7D00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923D104" wp14:editId="7E165CB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AEEF520" wp14:editId="7C3EAC2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2F2C07F5" w14:textId="77777777" w:rsidR="00DF5AAD" w:rsidRDefault="00DF5AAD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360313" wp14:editId="4B20DAA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09850" w14:textId="77777777" w:rsidR="00DF5AAD" w:rsidRDefault="00DF5AA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671F28B" wp14:editId="1C729437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2A933" w14:textId="77777777" w:rsidR="00DF5AAD" w:rsidRPr="00093725" w:rsidRDefault="00DF5AAD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36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39D2A933" w14:textId="77777777" w:rsidR="00DF5AAD" w:rsidRPr="00093725" w:rsidRDefault="00DF5AAD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ACD406" wp14:editId="6B4EE66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CEA2A47" wp14:editId="4E64C16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A5D786C" wp14:editId="3EE18A72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D890EA1" wp14:editId="3E0320D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0E9BD0" wp14:editId="607C42A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A607BD" w14:textId="77777777" w:rsidR="00DF5AAD" w:rsidRDefault="00DF5AAD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F83ED3A" w14:textId="77777777" w:rsidR="00DF5AAD" w:rsidRDefault="00DF5AA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37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FA607BD" w14:textId="77777777" w:rsidR="00DF5AAD" w:rsidRDefault="00DF5AAD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F83ED3A" w14:textId="77777777" w:rsidR="00DF5AAD" w:rsidRDefault="00DF5AAD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1583BE" wp14:editId="466BD4A8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1CA198F" wp14:editId="3143455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F0"/>
    <w:rsid w:val="00017B2B"/>
    <w:rsid w:val="000234B5"/>
    <w:rsid w:val="00027A8D"/>
    <w:rsid w:val="00046A29"/>
    <w:rsid w:val="00063B3E"/>
    <w:rsid w:val="000826F2"/>
    <w:rsid w:val="000845F0"/>
    <w:rsid w:val="00093725"/>
    <w:rsid w:val="000A1533"/>
    <w:rsid w:val="000D5FE5"/>
    <w:rsid w:val="000D778F"/>
    <w:rsid w:val="000E3713"/>
    <w:rsid w:val="001055AD"/>
    <w:rsid w:val="00131F08"/>
    <w:rsid w:val="00134BAB"/>
    <w:rsid w:val="0015559D"/>
    <w:rsid w:val="00193709"/>
    <w:rsid w:val="001B0583"/>
    <w:rsid w:val="001B4C36"/>
    <w:rsid w:val="001C2481"/>
    <w:rsid w:val="001F5496"/>
    <w:rsid w:val="001F6EF0"/>
    <w:rsid w:val="002019CA"/>
    <w:rsid w:val="0020629D"/>
    <w:rsid w:val="00234D56"/>
    <w:rsid w:val="00241A01"/>
    <w:rsid w:val="002467CE"/>
    <w:rsid w:val="00285B8B"/>
    <w:rsid w:val="002B17C6"/>
    <w:rsid w:val="002B2FAD"/>
    <w:rsid w:val="002D4FD8"/>
    <w:rsid w:val="00307CF9"/>
    <w:rsid w:val="003131E0"/>
    <w:rsid w:val="00313CCE"/>
    <w:rsid w:val="00324B78"/>
    <w:rsid w:val="003251AC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AEA"/>
    <w:rsid w:val="00515202"/>
    <w:rsid w:val="00530276"/>
    <w:rsid w:val="00537D5C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6F8E"/>
    <w:rsid w:val="005D3260"/>
    <w:rsid w:val="005D5528"/>
    <w:rsid w:val="005E0117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702B43"/>
    <w:rsid w:val="007171B0"/>
    <w:rsid w:val="007201E2"/>
    <w:rsid w:val="00730CDC"/>
    <w:rsid w:val="007368E6"/>
    <w:rsid w:val="00750C7D"/>
    <w:rsid w:val="007620D2"/>
    <w:rsid w:val="007621AF"/>
    <w:rsid w:val="007B0DDA"/>
    <w:rsid w:val="007E2CFC"/>
    <w:rsid w:val="007F62B3"/>
    <w:rsid w:val="008018F0"/>
    <w:rsid w:val="00805198"/>
    <w:rsid w:val="00810524"/>
    <w:rsid w:val="00810E6F"/>
    <w:rsid w:val="008118C8"/>
    <w:rsid w:val="008131ED"/>
    <w:rsid w:val="008241E3"/>
    <w:rsid w:val="00825A2A"/>
    <w:rsid w:val="00825D87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F5EE3"/>
    <w:rsid w:val="00A10EDD"/>
    <w:rsid w:val="00A257C1"/>
    <w:rsid w:val="00A40882"/>
    <w:rsid w:val="00A52340"/>
    <w:rsid w:val="00A71ABD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55B55"/>
    <w:rsid w:val="00B622D3"/>
    <w:rsid w:val="00B77034"/>
    <w:rsid w:val="00B92F68"/>
    <w:rsid w:val="00BC46E0"/>
    <w:rsid w:val="00BC6428"/>
    <w:rsid w:val="00BD362C"/>
    <w:rsid w:val="00BF5EB3"/>
    <w:rsid w:val="00C01F72"/>
    <w:rsid w:val="00C17827"/>
    <w:rsid w:val="00C237BD"/>
    <w:rsid w:val="00C25CFD"/>
    <w:rsid w:val="00C27D3B"/>
    <w:rsid w:val="00C3453B"/>
    <w:rsid w:val="00C36A67"/>
    <w:rsid w:val="00C44135"/>
    <w:rsid w:val="00C46E3D"/>
    <w:rsid w:val="00C55BA0"/>
    <w:rsid w:val="00C62C1F"/>
    <w:rsid w:val="00C74456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E1FC4"/>
    <w:rsid w:val="00DF5285"/>
    <w:rsid w:val="00DF5AAD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0328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104"/>
    <w:rsid w:val="00EF7946"/>
    <w:rsid w:val="00F14879"/>
    <w:rsid w:val="00F25B93"/>
    <w:rsid w:val="00F26B73"/>
    <w:rsid w:val="00F31068"/>
    <w:rsid w:val="00F503E6"/>
    <w:rsid w:val="00FC2FB0"/>
    <w:rsid w:val="00FE1E01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2CD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E3713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C17827"/>
    <w:rPr>
      <w:rFonts w:asciiTheme="minorHAnsi" w:hAnsiTheme="minorHAnsi" w:cstheme="minorHAnsi"/>
      <w:color w:val="E50600"/>
      <w:spacing w:val="30"/>
      <w:position w:val="-6"/>
      <w:sz w:val="32"/>
      <w:szCs w:val="40"/>
      <w:shd w:val="clear" w:color="auto" w:fill="E3EFFF"/>
    </w:rPr>
  </w:style>
  <w:style w:type="character" w:customStyle="1" w:styleId="Schriftrot">
    <w:name w:val="Schrift rot"/>
    <w:basedOn w:val="DefaultParagraphFont"/>
    <w:uiPriority w:val="1"/>
    <w:qFormat/>
    <w:rsid w:val="00EF7104"/>
    <w:rPr>
      <w:color w:val="E50600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E3713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C17827"/>
    <w:rPr>
      <w:rFonts w:asciiTheme="minorHAnsi" w:hAnsiTheme="minorHAnsi" w:cstheme="minorHAnsi"/>
      <w:color w:val="E50600"/>
      <w:spacing w:val="30"/>
      <w:position w:val="-6"/>
      <w:sz w:val="32"/>
      <w:szCs w:val="40"/>
      <w:shd w:val="clear" w:color="auto" w:fill="E3EFFF"/>
    </w:rPr>
  </w:style>
  <w:style w:type="character" w:customStyle="1" w:styleId="Schriftrot">
    <w:name w:val="Schrift rot"/>
    <w:basedOn w:val="DefaultParagraphFont"/>
    <w:uiPriority w:val="1"/>
    <w:qFormat/>
    <w:rsid w:val="00EF7104"/>
    <w:rPr>
      <w:color w:val="E50600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A5E82-DD67-D941-8881-B8894AF9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52</TotalTime>
  <Pages>1</Pages>
  <Words>245</Words>
  <Characters>1401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1643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15</cp:revision>
  <cp:lastPrinted>2014-10-12T09:34:00Z</cp:lastPrinted>
  <dcterms:created xsi:type="dcterms:W3CDTF">2014-09-17T21:57:00Z</dcterms:created>
  <dcterms:modified xsi:type="dcterms:W3CDTF">2014-10-12T09:34:00Z</dcterms:modified>
  <cp:category/>
</cp:coreProperties>
</file>