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FE147E" w14:textId="01B468D5" w:rsidR="007620D2" w:rsidRPr="00C27D3B" w:rsidRDefault="004A3F24" w:rsidP="00A40882">
      <w:pPr>
        <w:pStyle w:val="AufgabenID"/>
      </w:pPr>
      <w:bookmarkStart w:id="0" w:name="_GoBack"/>
      <w:bookmarkEnd w:id="0"/>
      <w:r w:rsidRPr="004A3F24">
        <w:rPr>
          <w:lang w:val="en-US"/>
        </w:rPr>
        <w:t>JEU DES FAMILLES</w:t>
      </w:r>
    </w:p>
    <w:p w14:paraId="4EBF07D5" w14:textId="5F76D443" w:rsidR="00093A14" w:rsidRPr="00F96E13" w:rsidRDefault="00093A14" w:rsidP="00093A14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90"/>
          <w:tab w:val="left" w:pos="227"/>
        </w:tabs>
        <w:spacing w:before="240" w:after="120" w:line="360" w:lineRule="auto"/>
        <w:ind w:left="369" w:right="57"/>
        <w:contextualSpacing/>
      </w:pPr>
      <w:r w:rsidRPr="00093A14">
        <w:t>Du spielst mit anderen zusammen ein</w:t>
      </w:r>
      <w:r>
        <w:t xml:space="preserve"> Kartenspiel.</w:t>
      </w:r>
    </w:p>
    <w:p w14:paraId="741CAC1D" w14:textId="77777777" w:rsidR="0047414F" w:rsidRDefault="0047414F" w:rsidP="0047414F">
      <w:pPr>
        <w:spacing w:after="0"/>
      </w:pPr>
    </w:p>
    <w:p w14:paraId="32FCF3C4" w14:textId="6A171F46" w:rsidR="0047414F" w:rsidRDefault="0047414F" w:rsidP="0047414F">
      <w:r>
        <w:t>Du hast viele Sehenswürdigkeiten und Veranstaltungen in der Suisse romande und in Fran</w:t>
      </w:r>
      <w:r>
        <w:t>k</w:t>
      </w:r>
      <w:r>
        <w:t>reich kennen gelernt. Hier begegnest du ihnen in einem Kartenspiel wieder.</w:t>
      </w:r>
    </w:p>
    <w:p w14:paraId="2D2069DD" w14:textId="1417B22D" w:rsidR="0047414F" w:rsidRDefault="0047414F" w:rsidP="0047414F">
      <w:r>
        <w:t>Wer kann am meisten Kartentrios sammeln?</w:t>
      </w:r>
    </w:p>
    <w:p w14:paraId="0D5A40C9" w14:textId="6F64AEA8" w:rsidR="004A3F24" w:rsidRPr="004A3F24" w:rsidRDefault="004A3F24" w:rsidP="004A3F24">
      <w:r>
        <w:rPr>
          <w:noProof/>
          <w:lang w:val="en-US"/>
        </w:rPr>
        <w:drawing>
          <wp:anchor distT="0" distB="0" distL="114300" distR="114300" simplePos="0" relativeHeight="251741184" behindDoc="0" locked="0" layoutInCell="1" allowOverlap="1" wp14:anchorId="20FC9398" wp14:editId="0344FB59">
            <wp:simplePos x="0" y="0"/>
            <wp:positionH relativeFrom="column">
              <wp:posOffset>-338879</wp:posOffset>
            </wp:positionH>
            <wp:positionV relativeFrom="paragraph">
              <wp:posOffset>313055</wp:posOffset>
            </wp:positionV>
            <wp:extent cx="287655" cy="244475"/>
            <wp:effectExtent l="0" t="0" r="0" b="9525"/>
            <wp:wrapNone/>
            <wp:docPr id="12" name="Picture 12" descr="Macintosh HD:Users:urszwygart:Desktop:Franz Dokumente:symbole_einzeln:4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urszwygart:Desktop:Franz Dokumente:symbole_einzeln:4e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E1A004" w14:textId="276E7174" w:rsidR="004A3F24" w:rsidRPr="004A3F24" w:rsidRDefault="004A3F24" w:rsidP="004A3F24">
      <w:r w:rsidRPr="004A3F24">
        <w:t xml:space="preserve">» Lest die Spielregeln und schaut die Illustration an. </w:t>
      </w:r>
    </w:p>
    <w:p w14:paraId="7BC49C81" w14:textId="77777777" w:rsidR="004A3F24" w:rsidRPr="004A3F24" w:rsidRDefault="004A3F24" w:rsidP="004A3F24">
      <w:r w:rsidRPr="004A3F24">
        <w:t xml:space="preserve">» Spielt das Spiel. </w:t>
      </w:r>
    </w:p>
    <w:p w14:paraId="40B50603" w14:textId="21A5D967" w:rsidR="004A3F24" w:rsidRPr="004A3F24" w:rsidRDefault="004A3F24" w:rsidP="004A3F24">
      <w:pPr>
        <w:tabs>
          <w:tab w:val="left" w:pos="210"/>
        </w:tabs>
      </w:pPr>
      <w:r>
        <w:tab/>
      </w:r>
      <w:r w:rsidRPr="004A3F24">
        <w:t xml:space="preserve">- Sprecht ausschliesslich Französisch. </w:t>
      </w:r>
    </w:p>
    <w:p w14:paraId="7BB47262" w14:textId="729217CF" w:rsidR="004A3F24" w:rsidRPr="004A3F24" w:rsidRDefault="004A3F24" w:rsidP="004A3F24">
      <w:pPr>
        <w:tabs>
          <w:tab w:val="left" w:pos="210"/>
        </w:tabs>
      </w:pPr>
      <w:r>
        <w:tab/>
      </w:r>
      <w:r w:rsidRPr="004A3F24">
        <w:t xml:space="preserve">- Benutzt verschiedene Satzstrukturen. </w:t>
      </w:r>
    </w:p>
    <w:p w14:paraId="54951CE0" w14:textId="69A866C5" w:rsidR="004A3F24" w:rsidRPr="004A3F24" w:rsidRDefault="004A3F24" w:rsidP="004A3F24">
      <w:pPr>
        <w:tabs>
          <w:tab w:val="left" w:pos="210"/>
        </w:tabs>
      </w:pPr>
      <w:r>
        <w:tab/>
      </w:r>
      <w:r w:rsidRPr="004A3F24">
        <w:t xml:space="preserve">- Verwendet auch den Spielwortschatz: «Mélange les cartes. Distribue les cartes.    </w:t>
      </w:r>
    </w:p>
    <w:p w14:paraId="5A7413FE" w14:textId="7C8CCA03" w:rsidR="004A3F24" w:rsidRDefault="004A3F24" w:rsidP="00093A14">
      <w:pPr>
        <w:tabs>
          <w:tab w:val="left" w:pos="350"/>
        </w:tabs>
      </w:pPr>
      <w:r>
        <w:tab/>
      </w:r>
      <w:r w:rsidRPr="004A3F24">
        <w:t>Commence. Continue. C’est mon tour. C’est ton tour. Gagné...»</w:t>
      </w:r>
    </w:p>
    <w:p w14:paraId="7930D0AD" w14:textId="77777777" w:rsidR="004A3F24" w:rsidRPr="0074589A" w:rsidRDefault="004A3F24" w:rsidP="0074589A">
      <w:pPr>
        <w:pStyle w:val="Kurzbeschrieb"/>
        <w:numPr>
          <w:ilvl w:val="0"/>
          <w:numId w:val="0"/>
        </w:numPr>
        <w:ind w:left="227"/>
        <w:rPr>
          <w:b/>
          <w:color w:val="3C5D9F"/>
        </w:rPr>
      </w:pPr>
      <w:r w:rsidRPr="0074589A">
        <w:rPr>
          <w:b/>
          <w:color w:val="3C5D9F"/>
        </w:rPr>
        <w:t>Spielregeln</w:t>
      </w:r>
    </w:p>
    <w:p w14:paraId="60C280CB" w14:textId="4A972A12" w:rsidR="004A3F24" w:rsidRDefault="004A3F24" w:rsidP="00675FBC">
      <w:pPr>
        <w:pStyle w:val="Kurzbeschrieb"/>
        <w:numPr>
          <w:ilvl w:val="0"/>
          <w:numId w:val="33"/>
        </w:numPr>
        <w:tabs>
          <w:tab w:val="clear" w:pos="490"/>
        </w:tabs>
        <w:spacing w:after="160"/>
        <w:ind w:left="584" w:hanging="357"/>
      </w:pPr>
      <w:r w:rsidRPr="004A3F24">
        <w:t>Mischt die Karten und verteilt sie.</w:t>
      </w:r>
    </w:p>
    <w:p w14:paraId="22C626A6" w14:textId="06BBE18A" w:rsidR="004A3F24" w:rsidRPr="004A3F24" w:rsidRDefault="004A3F24" w:rsidP="00675FBC">
      <w:pPr>
        <w:pStyle w:val="Kurzbeschrieb"/>
        <w:tabs>
          <w:tab w:val="clear" w:pos="490"/>
        </w:tabs>
        <w:spacing w:after="160"/>
        <w:ind w:left="584" w:hanging="357"/>
      </w:pPr>
      <w:r w:rsidRPr="004A3F24">
        <w:t xml:space="preserve">Versucht je 3 Karten einer </w:t>
      </w:r>
      <w:r w:rsidRPr="0047414F">
        <w:rPr>
          <w:i/>
        </w:rPr>
        <w:t>famille</w:t>
      </w:r>
      <w:r w:rsidRPr="004A3F24">
        <w:t xml:space="preserve"> zu sammeln. </w:t>
      </w:r>
    </w:p>
    <w:p w14:paraId="22BB5302" w14:textId="370DB3AA" w:rsidR="004A3F24" w:rsidRPr="004A3F24" w:rsidRDefault="004A3F24" w:rsidP="00675FBC">
      <w:pPr>
        <w:pStyle w:val="Kurzbeschrieb"/>
        <w:tabs>
          <w:tab w:val="clear" w:pos="490"/>
        </w:tabs>
        <w:spacing w:after="160"/>
        <w:ind w:left="584" w:hanging="357"/>
      </w:pPr>
      <w:r w:rsidRPr="004A3F24">
        <w:t xml:space="preserve">Fehlende Karten verlangt ihr vom Spieler, der sie vermutlich besitzt. Nennt dazu die </w:t>
      </w:r>
      <w:r w:rsidR="0074589A">
        <w:br/>
      </w:r>
      <w:r w:rsidRPr="004A3F24">
        <w:t>entsprechende grau geschriebene Information. Formuliert ganze Sätze. Die Texte in den Sprechblasen können euch dabei helfen.</w:t>
      </w:r>
    </w:p>
    <w:p w14:paraId="69478E5B" w14:textId="3256312A" w:rsidR="004A3F24" w:rsidRPr="004A3F24" w:rsidRDefault="004A3F24" w:rsidP="00675FBC">
      <w:pPr>
        <w:pStyle w:val="Kurzbeschrieb"/>
        <w:tabs>
          <w:tab w:val="clear" w:pos="490"/>
        </w:tabs>
        <w:spacing w:after="160"/>
        <w:ind w:left="584" w:hanging="357"/>
      </w:pPr>
      <w:r w:rsidRPr="004A3F24">
        <w:t xml:space="preserve">Legt die vollständigen </w:t>
      </w:r>
      <w:r w:rsidRPr="0047414F">
        <w:rPr>
          <w:i/>
        </w:rPr>
        <w:t>familles</w:t>
      </w:r>
      <w:r w:rsidRPr="004A3F24">
        <w:t xml:space="preserve"> vor euch ab. </w:t>
      </w:r>
    </w:p>
    <w:p w14:paraId="0E43020B" w14:textId="4B342381" w:rsidR="004A3F24" w:rsidRPr="004A3F24" w:rsidRDefault="00093A14" w:rsidP="00675FBC">
      <w:pPr>
        <w:pStyle w:val="Kurzbeschrieb"/>
        <w:tabs>
          <w:tab w:val="clear" w:pos="490"/>
        </w:tabs>
        <w:spacing w:after="160"/>
        <w:ind w:left="584" w:hanging="357"/>
      </w:pPr>
      <w:r>
        <w:rPr>
          <w:noProof/>
          <w:lang w:val="en-US"/>
        </w:rPr>
        <w:drawing>
          <wp:anchor distT="0" distB="0" distL="114300" distR="114300" simplePos="0" relativeHeight="251743232" behindDoc="0" locked="0" layoutInCell="1" allowOverlap="1" wp14:anchorId="369BF5D3" wp14:editId="7145CAFB">
            <wp:simplePos x="0" y="0"/>
            <wp:positionH relativeFrom="column">
              <wp:posOffset>2240916</wp:posOffset>
            </wp:positionH>
            <wp:positionV relativeFrom="paragraph">
              <wp:posOffset>273685</wp:posOffset>
            </wp:positionV>
            <wp:extent cx="3336582" cy="1390885"/>
            <wp:effectExtent l="76200" t="203200" r="92710" b="209550"/>
            <wp:wrapNone/>
            <wp:docPr id="31" name="Bild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Bild 10" descr="Bild 4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-411402">
                      <a:off x="0" y="0"/>
                      <a:ext cx="3336582" cy="1390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3F24" w:rsidRPr="004A3F24">
        <w:t xml:space="preserve">Gewonnen: Wer am meisten </w:t>
      </w:r>
      <w:r w:rsidR="004A3F24" w:rsidRPr="0047414F">
        <w:rPr>
          <w:i/>
        </w:rPr>
        <w:t>familles</w:t>
      </w:r>
      <w:r w:rsidR="004A3F24" w:rsidRPr="004A3F24">
        <w:t xml:space="preserve"> hat</w:t>
      </w:r>
      <w:r w:rsidR="004A3F24">
        <w:t>.</w:t>
      </w:r>
    </w:p>
    <w:p w14:paraId="6010A09C" w14:textId="68BAE5B4" w:rsidR="00144933" w:rsidRDefault="00144933" w:rsidP="00144933"/>
    <w:p w14:paraId="4D59D881" w14:textId="77777777" w:rsidR="0074589A" w:rsidRDefault="0074589A" w:rsidP="00144933"/>
    <w:p w14:paraId="402EC615" w14:textId="162E6ACC" w:rsidR="00093A14" w:rsidRDefault="00093A14" w:rsidP="00144933"/>
    <w:p w14:paraId="1A98DFE6" w14:textId="77777777" w:rsidR="00144933" w:rsidRDefault="00144933" w:rsidP="00144933"/>
    <w:tbl>
      <w:tblPr>
        <w:tblStyle w:val="TableGrid"/>
        <w:tblW w:w="0" w:type="auto"/>
        <w:tblInd w:w="113" w:type="dxa"/>
        <w:tblBorders>
          <w:top w:val="single" w:sz="4" w:space="0" w:color="3C5D9F"/>
          <w:left w:val="single" w:sz="4" w:space="0" w:color="3C5D9F"/>
          <w:bottom w:val="single" w:sz="4" w:space="0" w:color="3C5D9F"/>
          <w:right w:val="single" w:sz="4" w:space="0" w:color="3C5D9F"/>
          <w:insideH w:val="single" w:sz="4" w:space="0" w:color="3C5D9F"/>
          <w:insideV w:val="single" w:sz="4" w:space="0" w:color="3C5D9F"/>
        </w:tblBorders>
        <w:tblLook w:val="04A0" w:firstRow="1" w:lastRow="0" w:firstColumn="1" w:lastColumn="0" w:noHBand="0" w:noVBand="1"/>
      </w:tblPr>
      <w:tblGrid>
        <w:gridCol w:w="6062"/>
      </w:tblGrid>
      <w:tr w:rsidR="00144933" w14:paraId="0315F681" w14:textId="77777777" w:rsidTr="00093A14">
        <w:tc>
          <w:tcPr>
            <w:tcW w:w="6062" w:type="dxa"/>
          </w:tcPr>
          <w:p w14:paraId="4F1325D2" w14:textId="77777777" w:rsidR="00144933" w:rsidRPr="00144933" w:rsidRDefault="00144933" w:rsidP="00144933">
            <w:pPr>
              <w:rPr>
                <w:b/>
                <w:color w:val="3C5D9F"/>
              </w:rPr>
            </w:pPr>
            <w:r w:rsidRPr="00144933">
              <w:rPr>
                <w:b/>
                <w:color w:val="3C5D9F"/>
              </w:rPr>
              <w:t>Une famille</w:t>
            </w:r>
          </w:p>
          <w:p w14:paraId="2C9EC946" w14:textId="77777777" w:rsidR="00144933" w:rsidRPr="00144933" w:rsidRDefault="00144933" w:rsidP="00144933">
            <w:r w:rsidRPr="00144933">
              <w:t xml:space="preserve">Die </w:t>
            </w:r>
            <w:r w:rsidRPr="00DA20C2">
              <w:rPr>
                <w:rFonts w:eastAsia="Cambria" w:cs="Times New Roman"/>
                <w:b/>
                <w:color w:val="E50600"/>
                <w:szCs w:val="24"/>
                <w:lang w:val="de-DE"/>
              </w:rPr>
              <w:t>rot</w:t>
            </w:r>
            <w:r w:rsidRPr="00144933">
              <w:t xml:space="preserve"> geschriebene Information bezeichnet die Karte.</w:t>
            </w:r>
          </w:p>
          <w:p w14:paraId="497405F9" w14:textId="2C5D83DF" w:rsidR="00144933" w:rsidRDefault="00144933" w:rsidP="00144933">
            <w:r w:rsidRPr="00144933">
              <w:t xml:space="preserve">Die </w:t>
            </w:r>
            <w:r w:rsidRPr="00144933">
              <w:rPr>
                <w:b/>
                <w:color w:val="808080" w:themeColor="background1" w:themeShade="80"/>
              </w:rPr>
              <w:t>grau</w:t>
            </w:r>
            <w:r w:rsidRPr="00144933">
              <w:t xml:space="preserve"> geschriebenen Informationen geben an, </w:t>
            </w:r>
            <w:r>
              <w:br/>
            </w:r>
            <w:r w:rsidRPr="00144933">
              <w:t xml:space="preserve">welche beiden anderen Karten zu dieser </w:t>
            </w:r>
            <w:r w:rsidRPr="00C30ABD">
              <w:rPr>
                <w:i/>
              </w:rPr>
              <w:t>famille</w:t>
            </w:r>
            <w:r w:rsidRPr="00144933">
              <w:t xml:space="preserve"> gehören.</w:t>
            </w:r>
          </w:p>
        </w:tc>
      </w:tr>
    </w:tbl>
    <w:p w14:paraId="1289912C" w14:textId="16563FD9" w:rsidR="00144933" w:rsidRPr="00486050" w:rsidRDefault="00144933" w:rsidP="00144933">
      <w:r w:rsidRPr="00486050">
        <w:br w:type="page"/>
      </w:r>
    </w:p>
    <w:p w14:paraId="73468C29" w14:textId="4022A702" w:rsidR="005B0AA8" w:rsidRPr="00144933" w:rsidRDefault="0074589A" w:rsidP="0047414F">
      <w:pPr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2C9D53C8" wp14:editId="1BF56EE8">
            <wp:extent cx="4226560" cy="5033645"/>
            <wp:effectExtent l="0" t="0" r="0" b="0"/>
            <wp:docPr id="2" name="Bild 1" descr="Bild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.pn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593" b="593"/>
                    <a:stretch/>
                  </pic:blipFill>
                  <pic:spPr bwMode="auto">
                    <a:xfrm>
                      <a:off x="0" y="0"/>
                      <a:ext cx="4226560" cy="50336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E49DFB2" w14:textId="77777777" w:rsidR="0074589A" w:rsidRPr="00CF343A" w:rsidRDefault="0074589A" w:rsidP="00CF343A">
      <w:pPr>
        <w:pStyle w:val="Kurzbeschrieb"/>
        <w:numPr>
          <w:ilvl w:val="0"/>
          <w:numId w:val="0"/>
        </w:numPr>
        <w:ind w:left="227"/>
        <w:rPr>
          <w:b/>
          <w:color w:val="3C5D9F"/>
        </w:rPr>
      </w:pPr>
      <w:r w:rsidRPr="00CF343A">
        <w:rPr>
          <w:b/>
          <w:color w:val="3C5D9F"/>
        </w:rPr>
        <w:t>Beurteilung:</w:t>
      </w:r>
    </w:p>
    <w:p w14:paraId="131774FA" w14:textId="77777777" w:rsidR="0074589A" w:rsidRPr="0074589A" w:rsidRDefault="0074589A" w:rsidP="00675FBC">
      <w:pPr>
        <w:pStyle w:val="Kurzbeschrieb"/>
        <w:spacing w:after="160"/>
        <w:ind w:left="584" w:hanging="357"/>
      </w:pPr>
      <w:r w:rsidRPr="0074589A">
        <w:t>Du erfragst die richtigen Inhalte.</w:t>
      </w:r>
    </w:p>
    <w:p w14:paraId="05EF4EF9" w14:textId="77777777" w:rsidR="0074589A" w:rsidRPr="0074589A" w:rsidRDefault="0074589A" w:rsidP="00675FBC">
      <w:pPr>
        <w:pStyle w:val="Kurzbeschrieb"/>
        <w:spacing w:after="160"/>
        <w:ind w:left="584" w:hanging="357"/>
      </w:pPr>
      <w:r w:rsidRPr="0074589A">
        <w:t>Du verwendest verschiedene Satzstrukturen.</w:t>
      </w:r>
    </w:p>
    <w:p w14:paraId="48B56A1E" w14:textId="77777777" w:rsidR="0074589A" w:rsidRPr="0074589A" w:rsidRDefault="0074589A" w:rsidP="00675FBC">
      <w:pPr>
        <w:pStyle w:val="Kurzbeschrieb"/>
        <w:spacing w:after="160"/>
        <w:ind w:left="584" w:hanging="357"/>
      </w:pPr>
      <w:r w:rsidRPr="0074589A">
        <w:t>Deine Aussprache ist korrekt.</w:t>
      </w:r>
    </w:p>
    <w:p w14:paraId="72B4DB8F" w14:textId="77777777" w:rsidR="0074589A" w:rsidRPr="0074589A" w:rsidRDefault="0074589A" w:rsidP="00675FBC">
      <w:pPr>
        <w:pStyle w:val="Kurzbeschrieb"/>
        <w:spacing w:after="160"/>
        <w:ind w:left="584" w:hanging="357"/>
      </w:pPr>
      <w:r w:rsidRPr="0074589A">
        <w:t>Du verwendest Ausdrücke des Spielwortschatzes, um das Spiel in Gang zu halten.</w:t>
      </w:r>
    </w:p>
    <w:p w14:paraId="30DA193E" w14:textId="5330814E" w:rsidR="006F6A80" w:rsidRDefault="0074589A" w:rsidP="002E0971">
      <w:pPr>
        <w:pStyle w:val="Kurzbeschrieb"/>
        <w:spacing w:after="160"/>
        <w:ind w:left="584" w:hanging="357"/>
      </w:pPr>
      <w:r w:rsidRPr="0074589A">
        <w:t>Du verstehst die Äusserungen deiner Mitspielerinnen und Mitspieler.</w:t>
      </w:r>
    </w:p>
    <w:p w14:paraId="2C179BA8" w14:textId="77777777" w:rsidR="0047414F" w:rsidRDefault="0047414F" w:rsidP="0047414F">
      <w:pPr>
        <w:pStyle w:val="KurzbeschriebTitel"/>
      </w:pPr>
    </w:p>
    <w:p w14:paraId="7D11D30D" w14:textId="77777777" w:rsidR="00463FD0" w:rsidRDefault="00463FD0" w:rsidP="0047414F">
      <w:pPr>
        <w:pStyle w:val="KurzbeschriebTitel"/>
      </w:pPr>
      <w:r w:rsidRPr="0019303E">
        <w:t>Beurteilung</w:t>
      </w:r>
    </w:p>
    <w:p w14:paraId="2FDA9D00" w14:textId="4BC1E14A" w:rsidR="007620D2" w:rsidRDefault="007620D2" w:rsidP="00131F08"/>
    <w:tbl>
      <w:tblPr>
        <w:tblStyle w:val="Beurteilung2"/>
        <w:tblW w:w="4000" w:type="pct"/>
        <w:tblBorders>
          <w:bottom w:val="single" w:sz="48" w:space="0" w:color="3C5D9F"/>
        </w:tblBorders>
        <w:tblLook w:val="0060" w:firstRow="1" w:lastRow="1" w:firstColumn="0" w:lastColumn="0" w:noHBand="0" w:noVBand="0"/>
      </w:tblPr>
      <w:tblGrid>
        <w:gridCol w:w="1896"/>
        <w:gridCol w:w="2726"/>
        <w:gridCol w:w="3080"/>
      </w:tblGrid>
      <w:tr w:rsidR="001C2481" w14:paraId="21A29222" w14:textId="77777777" w:rsidTr="006F6A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bottom w:val="single" w:sz="48" w:space="0" w:color="3C5D9F"/>
            </w:tcBorders>
            <w:shd w:val="clear" w:color="auto" w:fill="3C5D9F"/>
          </w:tcPr>
          <w:p w14:paraId="70C5C577" w14:textId="5AF29F61" w:rsidR="00C237BD" w:rsidRDefault="006F6A80" w:rsidP="005404AA">
            <w:pPr>
              <w:spacing w:before="100" w:after="0" w:line="240" w:lineRule="auto"/>
            </w:pPr>
            <w:r>
              <w:t>Teila</w:t>
            </w:r>
            <w:r w:rsidR="008018F0">
              <w:t>ufgabe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bottom w:val="single" w:sz="48" w:space="0" w:color="3C5D9F"/>
            </w:tcBorders>
            <w:shd w:val="clear" w:color="auto" w:fill="3C5D9F"/>
          </w:tcPr>
          <w:p w14:paraId="6E355678" w14:textId="77777777" w:rsidR="00C237BD" w:rsidRDefault="008018F0" w:rsidP="001C2481">
            <w:pPr>
              <w:spacing w:before="100" w:after="0" w:line="240" w:lineRule="auto"/>
              <w:jc w:val="center"/>
            </w:pPr>
            <w:r>
              <w:t>Maximale Punktzahl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bottom w:val="single" w:sz="48" w:space="0" w:color="3C5D9F"/>
            </w:tcBorders>
            <w:shd w:val="clear" w:color="auto" w:fill="3C5D9F"/>
          </w:tcPr>
          <w:p w14:paraId="0F433DB2" w14:textId="77777777" w:rsidR="00C237BD" w:rsidRDefault="008018F0" w:rsidP="001C2481">
            <w:pPr>
              <w:spacing w:before="100" w:after="0" w:line="240" w:lineRule="auto"/>
              <w:jc w:val="center"/>
            </w:pPr>
            <w:r>
              <w:t>Erreichte Punktzahl</w:t>
            </w:r>
          </w:p>
        </w:tc>
      </w:tr>
      <w:tr w:rsidR="001C2481" w14:paraId="7D103614" w14:textId="77777777" w:rsidTr="006F6A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63C01DF" w14:textId="078B5B10" w:rsidR="008018F0" w:rsidRPr="00093A14" w:rsidRDefault="00093A14" w:rsidP="00093A14">
            <w:r>
              <w:t>Jeu des familles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7207964" w14:textId="608D346F" w:rsidR="008018F0" w:rsidRDefault="00093A14" w:rsidP="001C2481">
            <w:pPr>
              <w:jc w:val="center"/>
            </w:pPr>
            <w:r>
              <w:t>11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3DDBFB4" w14:textId="3D5AA5BA" w:rsidR="008018F0" w:rsidRDefault="008018F0" w:rsidP="001C2481">
            <w:pPr>
              <w:jc w:val="center"/>
            </w:pPr>
          </w:p>
        </w:tc>
      </w:tr>
      <w:tr w:rsidR="001C2481" w14:paraId="5A2E1ED7" w14:textId="77777777" w:rsidTr="006F6A8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41C561B4" w14:textId="76371801" w:rsidR="00C237BD" w:rsidRDefault="00C237BD" w:rsidP="005404AA"/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4C4213E7" w14:textId="3AA0CF35" w:rsidR="00C237BD" w:rsidRDefault="006F6A80" w:rsidP="00911027">
            <w:pPr>
              <w:jc w:val="center"/>
            </w:pPr>
            <w:r>
              <w:t>Total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1E0252C5" w14:textId="5994B379" w:rsidR="00C237BD" w:rsidRDefault="00C237BD" w:rsidP="00911027">
            <w:pPr>
              <w:jc w:val="center"/>
            </w:pPr>
          </w:p>
        </w:tc>
      </w:tr>
    </w:tbl>
    <w:p w14:paraId="5717B742" w14:textId="77777777" w:rsidR="007620D2" w:rsidRPr="00C55BA0" w:rsidRDefault="007620D2" w:rsidP="00131F08"/>
    <w:sectPr w:rsidR="007620D2" w:rsidRPr="00C55BA0" w:rsidSect="00E65D23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C30BD1" w14:textId="77777777" w:rsidR="00DA20C2" w:rsidRDefault="00DA20C2" w:rsidP="00E61129">
      <w:pPr>
        <w:spacing w:after="0"/>
      </w:pPr>
      <w:r>
        <w:separator/>
      </w:r>
    </w:p>
  </w:endnote>
  <w:endnote w:type="continuationSeparator" w:id="0">
    <w:p w14:paraId="04A01BEA" w14:textId="77777777" w:rsidR="00DA20C2" w:rsidRDefault="00DA20C2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5E7708" w14:textId="77777777" w:rsidR="00DA20C2" w:rsidRPr="00A52340" w:rsidRDefault="00DA20C2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786BEC">
      <w:fldChar w:fldCharType="begin"/>
    </w:r>
    <w:r w:rsidR="00786BEC">
      <w:instrText xml:space="preserve"> FILENAME </w:instrText>
    </w:r>
    <w:r w:rsidR="00786BEC">
      <w:fldChar w:fldCharType="separate"/>
    </w:r>
    <w:r w:rsidR="00786BEC">
      <w:rPr>
        <w:noProof/>
      </w:rPr>
      <w:t>FR01-H-Jeu des familles.docx</w:t>
    </w:r>
    <w:r w:rsidR="00786BEC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786BEC" w:rsidRPr="00786BEC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786BEC">
      <w:fldChar w:fldCharType="begin"/>
    </w:r>
    <w:r w:rsidR="00786BEC">
      <w:instrText>NUMPAGES  \* Arabic  \* MERGEFORMAT</w:instrText>
    </w:r>
    <w:r w:rsidR="00786BEC">
      <w:fldChar w:fldCharType="separate"/>
    </w:r>
    <w:r w:rsidR="00786BEC" w:rsidRPr="00786BEC">
      <w:rPr>
        <w:noProof/>
        <w:lang w:val="de-DE"/>
      </w:rPr>
      <w:t>1</w:t>
    </w:r>
    <w:r w:rsidR="00786BEC">
      <w:rPr>
        <w:noProof/>
        <w:lang w:val="de-DE"/>
      </w:rPr>
      <w:fldChar w:fldCharType="end"/>
    </w:r>
  </w:p>
  <w:p w14:paraId="12093FCE" w14:textId="77777777" w:rsidR="00DA20C2" w:rsidRDefault="00DA20C2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8C8DAC" w14:textId="77777777" w:rsidR="00DA20C2" w:rsidRDefault="00DA20C2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786BEC">
      <w:fldChar w:fldCharType="begin"/>
    </w:r>
    <w:r w:rsidR="00786BEC">
      <w:instrText xml:space="preserve"> FILENAME </w:instrText>
    </w:r>
    <w:r w:rsidR="00786BEC">
      <w:fldChar w:fldCharType="separate"/>
    </w:r>
    <w:r w:rsidR="00786BEC">
      <w:rPr>
        <w:noProof/>
      </w:rPr>
      <w:t>FR01-H-Jeu des familles.docx</w:t>
    </w:r>
    <w:r w:rsidR="00786BEC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E65D23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786BEC">
      <w:fldChar w:fldCharType="begin"/>
    </w:r>
    <w:r w:rsidR="00786BEC">
      <w:instrText>NUMPAGES  \* Arabic  \* MERGEFORMAT</w:instrText>
    </w:r>
    <w:r w:rsidR="00786BEC">
      <w:fldChar w:fldCharType="separate"/>
    </w:r>
    <w:r w:rsidR="00786BEC" w:rsidRPr="00786BEC">
      <w:rPr>
        <w:noProof/>
        <w:lang w:val="de-DE"/>
      </w:rPr>
      <w:t>2</w:t>
    </w:r>
    <w:r w:rsidR="00786BEC">
      <w:rPr>
        <w:noProof/>
        <w:lang w:val="de-DE"/>
      </w:rPr>
      <w:fldChar w:fldCharType="end"/>
    </w:r>
  </w:p>
  <w:p w14:paraId="2923B07D" w14:textId="77777777" w:rsidR="00DA20C2" w:rsidRDefault="00DA20C2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97A47A" w14:textId="77777777" w:rsidR="00DA20C2" w:rsidRDefault="00DA20C2" w:rsidP="00E61129">
      <w:pPr>
        <w:spacing w:after="0"/>
      </w:pPr>
      <w:r>
        <w:separator/>
      </w:r>
    </w:p>
  </w:footnote>
  <w:footnote w:type="continuationSeparator" w:id="0">
    <w:p w14:paraId="2EC6ABCA" w14:textId="77777777" w:rsidR="00DA20C2" w:rsidRDefault="00DA20C2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21579B" w14:textId="27CD6CF4" w:rsidR="00DA20C2" w:rsidRPr="00F25B93" w:rsidRDefault="00DA20C2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76403545" wp14:editId="10005F9D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3F31277" w14:textId="77777777" w:rsidR="00DA20C2" w:rsidRPr="007C58BB" w:rsidRDefault="00DA20C2" w:rsidP="00F15495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13014045" w14:textId="715423EC" w:rsidR="00DA20C2" w:rsidRPr="00BB20F6" w:rsidRDefault="00DA20C2" w:rsidP="00F15495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7" o:spid="_x0000_s1026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NHjWH/lAgAANwYAAA4AAAAAAAAA&#10;AAAAAAAALAIAAGRycy9lMm9Eb2MueG1sUEsBAi0AFAAGAAgAAAAhAMx9W4/fAAAACAEAAA8AAAAA&#10;AAAAAAAAAAAAPQUAAGRycy9kb3ducmV2LnhtbFBLBQYAAAAABAAEAPMAAABJBgAAAAA=&#10;" fillcolor="#8ab2e2" stroked="f">
              <v:textbox>
                <w:txbxContent>
                  <w:p w14:paraId="43F31277" w14:textId="77777777" w:rsidR="00CF343A" w:rsidRPr="007C58BB" w:rsidRDefault="00CF343A" w:rsidP="00F15495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13014045" w14:textId="715423EC" w:rsidR="00CF343A" w:rsidRPr="00BB20F6" w:rsidRDefault="00CF343A" w:rsidP="00F15495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6EDAAAD5" wp14:editId="3E2746A9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DpiAb2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72127B1F" wp14:editId="4A0A41CE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068B6B42" wp14:editId="2D9E7A46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5JnDwPsAAADhAQAAEwAAAAAAAAAAAAAAAAAAAAAAW0NvbnRlbnRfVHlw&#10;ZXNdLnhtbFBLAQItABQABgAIAAAAIQAjsmrh1wAAAJQBAAALAAAAAAAAAAAAAAAAACwBAABfcmVs&#10;cy8ucmVsc1BLAQItABQABgAIAAAAIQCkDTYa9gEAAFsEAAAOAAAAAAAAAAAAAAAAACw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33C5AB38" wp14:editId="41464A60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" strokecolor="black [3213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40A02635" wp14:editId="2F92A095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E8AEE84" w14:textId="77777777" w:rsidR="00DA20C2" w:rsidRDefault="00DA20C2" w:rsidP="00F25B9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5" o:spid="_x0000_s1027" type="#_x0000_t202" style="position:absolute;left:0;text-align:left;margin-left:-6.35pt;margin-top:-.65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    <v:textbox>
                <w:txbxContent>
                  <w:p w14:paraId="6E8AEE84" w14:textId="77777777" w:rsidR="00DA20C2" w:rsidRDefault="00DA20C2" w:rsidP="00F25B93"/>
                </w:txbxContent>
              </v:textbox>
            </v:shape>
          </w:pict>
        </mc:Fallback>
      </mc:AlternateContent>
    </w:r>
  </w:p>
  <w:p w14:paraId="0D2AA08A" w14:textId="77777777" w:rsidR="00DA20C2" w:rsidRDefault="00DA20C2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409D2400" wp14:editId="677AEB11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6F0C6D" w14:textId="77777777" w:rsidR="00DA20C2" w:rsidRDefault="00DA20C2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7198C78F" wp14:editId="0D2CB7BB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Cq6r6P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791414D" wp14:editId="6A82DB92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5JnDwPsAAADhAQAAEwAAAAAAAAAAAAAAAAAAAAAAW0NvbnRlbnRfVHlwZXNd&#10;LnhtbFBLAQItABQABgAIAAAAIQAjsmrh1wAAAJQBAAALAAAAAAAAAAAAAAAAACwBAABfcmVscy8u&#10;cmVsc1BLAQItABQABgAIAAAAIQCy/7vl9wEAAFsEAAAOAAAAAAAAAAAAAAAAACw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92E5D83" wp14:editId="42C62C87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7A70AE3" wp14:editId="6E598A1E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C149110" wp14:editId="3C0E0FDE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6A14352" w14:textId="77777777" w:rsidR="00DA20C2" w:rsidRDefault="00DA20C2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 Heimberg</w:t>
                          </w:r>
                        </w:p>
                        <w:p w14:paraId="63A08198" w14:textId="77777777" w:rsidR="00DA20C2" w:rsidRDefault="00DA20C2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6" o:spid="_x0000_s1028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    <v:textbox>
                <w:txbxContent>
                  <w:p w14:paraId="36A14352" w14:textId="77777777" w:rsidR="00CF343A" w:rsidRDefault="00CF343A" w:rsidP="00D75776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63A08198" w14:textId="77777777" w:rsidR="00CF343A" w:rsidRDefault="00CF343A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028397A3" wp14:editId="0D5CEF7B">
              <wp:simplePos x="0" y="0"/>
              <wp:positionH relativeFrom="column">
                <wp:posOffset>4271059</wp:posOffset>
              </wp:positionH>
              <wp:positionV relativeFrom="paragraph">
                <wp:posOffset>29845</wp:posOffset>
              </wp:positionV>
              <wp:extent cx="1770380" cy="366395"/>
              <wp:effectExtent l="0" t="0" r="0" b="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66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C112A1E" w14:textId="77777777" w:rsidR="00DA20C2" w:rsidRPr="00093725" w:rsidRDefault="00DA20C2" w:rsidP="007C58BB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aps/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79898B99" w14:textId="77777777" w:rsidR="00DA20C2" w:rsidRPr="007C58BB" w:rsidRDefault="00DA20C2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4" o:spid="_x0000_s1029" type="#_x0000_t202" style="position:absolute;margin-left:336.3pt;margin-top:2.35pt;width:139.4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" filled="f" stroked="f">
              <v:textbox>
                <w:txbxContent>
                  <w:p w14:paraId="3C112A1E" w14:textId="77777777" w:rsidR="00CF343A" w:rsidRPr="00093725" w:rsidRDefault="00CF343A" w:rsidP="007C58BB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aps/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79898B99" w14:textId="77777777" w:rsidR="00CF343A" w:rsidRPr="007C58BB" w:rsidRDefault="00CF343A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15BFC0E" wp14:editId="00E182AD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665ED54D" wp14:editId="5F29DC7D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5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3">
    <w:nsid w:val="12417F55"/>
    <w:multiLevelType w:val="multilevel"/>
    <w:tmpl w:val="1F9A9AD0"/>
    <w:numStyleLink w:val="ListeNummernAltL"/>
  </w:abstractNum>
  <w:abstractNum w:abstractNumId="4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813722"/>
    <w:multiLevelType w:val="hybridMultilevel"/>
    <w:tmpl w:val="B3C4D952"/>
    <w:lvl w:ilvl="0" w:tplc="A9E89350">
      <w:start w:val="1"/>
      <w:numFmt w:val="bullet"/>
      <w:pStyle w:val="Kurzbeschrieb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8">
    <w:nsid w:val="2435401D"/>
    <w:multiLevelType w:val="hybridMultilevel"/>
    <w:tmpl w:val="D91CA0C4"/>
    <w:lvl w:ilvl="0" w:tplc="ED184A6E">
      <w:numFmt w:val="bullet"/>
      <w:lvlText w:val="-"/>
      <w:lvlJc w:val="left"/>
      <w:pPr>
        <w:ind w:left="587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9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0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4931730"/>
    <w:multiLevelType w:val="multilevel"/>
    <w:tmpl w:val="3DAC6782"/>
    <w:numStyleLink w:val="ListeAufzhlungAltX"/>
  </w:abstractNum>
  <w:abstractNum w:abstractNumId="12">
    <w:nsid w:val="3BB138E9"/>
    <w:multiLevelType w:val="hybridMultilevel"/>
    <w:tmpl w:val="FF620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4B2D24"/>
    <w:multiLevelType w:val="hybridMultilevel"/>
    <w:tmpl w:val="CFB62B9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880B3C"/>
    <w:multiLevelType w:val="hybridMultilevel"/>
    <w:tmpl w:val="462EE044"/>
    <w:lvl w:ilvl="0" w:tplc="33B89ED6">
      <w:start w:val="1"/>
      <w:numFmt w:val="bullet"/>
      <w:lvlText w:val="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 w:val="0"/>
        <w:i w:val="0"/>
        <w:color w:val="808080"/>
        <w:sz w:val="24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F8900AB"/>
    <w:multiLevelType w:val="hybridMultilevel"/>
    <w:tmpl w:val="B156E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8333F7"/>
    <w:multiLevelType w:val="hybridMultilevel"/>
    <w:tmpl w:val="6A4E8AEE"/>
    <w:lvl w:ilvl="0" w:tplc="C958E082">
      <w:start w:val="2"/>
      <w:numFmt w:val="bullet"/>
      <w:lvlText w:val="-"/>
      <w:lvlJc w:val="left"/>
      <w:pPr>
        <w:ind w:left="360" w:hanging="360"/>
      </w:pPr>
      <w:rPr>
        <w:rFonts w:ascii="Arial" w:eastAsia="Times New Roman" w:hAnsi="Aria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21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3">
    <w:nsid w:val="70AC573B"/>
    <w:multiLevelType w:val="hybridMultilevel"/>
    <w:tmpl w:val="71F2BC90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4">
    <w:nsid w:val="70C74770"/>
    <w:multiLevelType w:val="hybridMultilevel"/>
    <w:tmpl w:val="04C8B86E"/>
    <w:lvl w:ilvl="0" w:tplc="BCA45EBE">
      <w:numFmt w:val="bullet"/>
      <w:lvlText w:val="-"/>
      <w:lvlJc w:val="left"/>
      <w:pPr>
        <w:ind w:left="587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5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6">
    <w:nsid w:val="73834372"/>
    <w:multiLevelType w:val="hybridMultilevel"/>
    <w:tmpl w:val="88CA2B8E"/>
    <w:lvl w:ilvl="0" w:tplc="476EA114">
      <w:start w:val="1"/>
      <w:numFmt w:val="bullet"/>
      <w:pStyle w:val="NoSpacing"/>
      <w:lvlText w:val=""/>
      <w:lvlJc w:val="left"/>
      <w:pPr>
        <w:tabs>
          <w:tab w:val="num" w:pos="7661"/>
        </w:tabs>
        <w:ind w:left="7718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74" w:hanging="360"/>
      </w:pPr>
      <w:rPr>
        <w:rFonts w:ascii="Wingdings" w:hAnsi="Wingdings" w:hint="default"/>
      </w:rPr>
    </w:lvl>
  </w:abstractNum>
  <w:abstractNum w:abstractNumId="27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28">
    <w:nsid w:val="746E6D75"/>
    <w:multiLevelType w:val="hybridMultilevel"/>
    <w:tmpl w:val="EEFE2C3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19"/>
  </w:num>
  <w:num w:numId="7">
    <w:abstractNumId w:val="21"/>
  </w:num>
  <w:num w:numId="8">
    <w:abstractNumId w:val="10"/>
  </w:num>
  <w:num w:numId="9">
    <w:abstractNumId w:val="27"/>
  </w:num>
  <w:num w:numId="10">
    <w:abstractNumId w:val="1"/>
  </w:num>
  <w:num w:numId="11">
    <w:abstractNumId w:val="6"/>
  </w:num>
  <w:num w:numId="12">
    <w:abstractNumId w:val="25"/>
  </w:num>
  <w:num w:numId="13">
    <w:abstractNumId w:val="25"/>
  </w:num>
  <w:num w:numId="14">
    <w:abstractNumId w:val="25"/>
  </w:num>
  <w:num w:numId="15">
    <w:abstractNumId w:val="25"/>
  </w:num>
  <w:num w:numId="16">
    <w:abstractNumId w:val="25"/>
  </w:num>
  <w:num w:numId="17">
    <w:abstractNumId w:val="15"/>
  </w:num>
  <w:num w:numId="18">
    <w:abstractNumId w:val="14"/>
  </w:num>
  <w:num w:numId="19">
    <w:abstractNumId w:val="0"/>
  </w:num>
  <w:num w:numId="20">
    <w:abstractNumId w:val="20"/>
  </w:num>
  <w:num w:numId="21">
    <w:abstractNumId w:val="19"/>
  </w:num>
  <w:num w:numId="22">
    <w:abstractNumId w:val="3"/>
  </w:num>
  <w:num w:numId="23">
    <w:abstractNumId w:val="11"/>
  </w:num>
  <w:num w:numId="24">
    <w:abstractNumId w:val="2"/>
  </w:num>
  <w:num w:numId="25">
    <w:abstractNumId w:val="9"/>
  </w:num>
  <w:num w:numId="26">
    <w:abstractNumId w:val="22"/>
  </w:num>
  <w:num w:numId="27">
    <w:abstractNumId w:val="26"/>
  </w:num>
  <w:num w:numId="28">
    <w:abstractNumId w:val="16"/>
  </w:num>
  <w:num w:numId="29">
    <w:abstractNumId w:val="18"/>
  </w:num>
  <w:num w:numId="30">
    <w:abstractNumId w:val="12"/>
  </w:num>
  <w:num w:numId="31">
    <w:abstractNumId w:val="28"/>
  </w:num>
  <w:num w:numId="32">
    <w:abstractNumId w:val="13"/>
  </w:num>
  <w:num w:numId="33">
    <w:abstractNumId w:val="23"/>
  </w:num>
  <w:num w:numId="34">
    <w:abstractNumId w:val="8"/>
  </w:num>
  <w:num w:numId="35">
    <w:abstractNumId w:val="7"/>
  </w:num>
  <w:num w:numId="36">
    <w:abstractNumId w:val="24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hideSpellingErrors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D23"/>
    <w:rsid w:val="000234B5"/>
    <w:rsid w:val="00027A8D"/>
    <w:rsid w:val="00046A29"/>
    <w:rsid w:val="00063B3E"/>
    <w:rsid w:val="000826F2"/>
    <w:rsid w:val="00093725"/>
    <w:rsid w:val="00093A14"/>
    <w:rsid w:val="000A1533"/>
    <w:rsid w:val="000D5FE5"/>
    <w:rsid w:val="000D778F"/>
    <w:rsid w:val="000F4754"/>
    <w:rsid w:val="001055AD"/>
    <w:rsid w:val="00131F08"/>
    <w:rsid w:val="00144933"/>
    <w:rsid w:val="0015559D"/>
    <w:rsid w:val="00163F6A"/>
    <w:rsid w:val="001B0583"/>
    <w:rsid w:val="001C2481"/>
    <w:rsid w:val="001F4B86"/>
    <w:rsid w:val="001F5496"/>
    <w:rsid w:val="001F6EF0"/>
    <w:rsid w:val="002019CA"/>
    <w:rsid w:val="00234D56"/>
    <w:rsid w:val="002467CE"/>
    <w:rsid w:val="00285B8B"/>
    <w:rsid w:val="002B17C6"/>
    <w:rsid w:val="002B2FAD"/>
    <w:rsid w:val="002D4FD8"/>
    <w:rsid w:val="002E0971"/>
    <w:rsid w:val="00307CF9"/>
    <w:rsid w:val="003131E0"/>
    <w:rsid w:val="00313CCE"/>
    <w:rsid w:val="0032035E"/>
    <w:rsid w:val="00324B78"/>
    <w:rsid w:val="003251AC"/>
    <w:rsid w:val="00342F40"/>
    <w:rsid w:val="003E472B"/>
    <w:rsid w:val="003E4C02"/>
    <w:rsid w:val="003F6D59"/>
    <w:rsid w:val="0042736B"/>
    <w:rsid w:val="004368E9"/>
    <w:rsid w:val="00453748"/>
    <w:rsid w:val="00456EEE"/>
    <w:rsid w:val="00462941"/>
    <w:rsid w:val="00463FD0"/>
    <w:rsid w:val="004731A1"/>
    <w:rsid w:val="00473A1B"/>
    <w:rsid w:val="0047414F"/>
    <w:rsid w:val="00480786"/>
    <w:rsid w:val="00482794"/>
    <w:rsid w:val="00496374"/>
    <w:rsid w:val="004A3F24"/>
    <w:rsid w:val="004B4EB6"/>
    <w:rsid w:val="004C17BE"/>
    <w:rsid w:val="004C347F"/>
    <w:rsid w:val="004C67C9"/>
    <w:rsid w:val="004D606A"/>
    <w:rsid w:val="004F407C"/>
    <w:rsid w:val="00503C78"/>
    <w:rsid w:val="00510AEA"/>
    <w:rsid w:val="00515202"/>
    <w:rsid w:val="005213CD"/>
    <w:rsid w:val="00530276"/>
    <w:rsid w:val="005404AA"/>
    <w:rsid w:val="00556BE1"/>
    <w:rsid w:val="00562EDF"/>
    <w:rsid w:val="0058578B"/>
    <w:rsid w:val="0059437F"/>
    <w:rsid w:val="005A1975"/>
    <w:rsid w:val="005B0AA8"/>
    <w:rsid w:val="005B22D2"/>
    <w:rsid w:val="005B4A2B"/>
    <w:rsid w:val="005B74AF"/>
    <w:rsid w:val="005C243D"/>
    <w:rsid w:val="005C6F8E"/>
    <w:rsid w:val="005D5528"/>
    <w:rsid w:val="00622FBB"/>
    <w:rsid w:val="00634654"/>
    <w:rsid w:val="00634953"/>
    <w:rsid w:val="006376CC"/>
    <w:rsid w:val="006464E7"/>
    <w:rsid w:val="00651E15"/>
    <w:rsid w:val="00665E44"/>
    <w:rsid w:val="00666F57"/>
    <w:rsid w:val="00675FBC"/>
    <w:rsid w:val="00677494"/>
    <w:rsid w:val="006901A8"/>
    <w:rsid w:val="00691DD4"/>
    <w:rsid w:val="006A5EDD"/>
    <w:rsid w:val="006D0330"/>
    <w:rsid w:val="006D36D8"/>
    <w:rsid w:val="006F1B56"/>
    <w:rsid w:val="006F6A80"/>
    <w:rsid w:val="007171B0"/>
    <w:rsid w:val="00717AE9"/>
    <w:rsid w:val="007201E2"/>
    <w:rsid w:val="00730CDC"/>
    <w:rsid w:val="007368E6"/>
    <w:rsid w:val="0074589A"/>
    <w:rsid w:val="007620D2"/>
    <w:rsid w:val="007621AF"/>
    <w:rsid w:val="00771B32"/>
    <w:rsid w:val="00772578"/>
    <w:rsid w:val="00786BEC"/>
    <w:rsid w:val="00797AE2"/>
    <w:rsid w:val="007C58BB"/>
    <w:rsid w:val="007E2CFC"/>
    <w:rsid w:val="007E6F86"/>
    <w:rsid w:val="007F62B3"/>
    <w:rsid w:val="00800316"/>
    <w:rsid w:val="008018F0"/>
    <w:rsid w:val="00805198"/>
    <w:rsid w:val="00810E6F"/>
    <w:rsid w:val="008118C8"/>
    <w:rsid w:val="008131ED"/>
    <w:rsid w:val="008241E3"/>
    <w:rsid w:val="00825A2A"/>
    <w:rsid w:val="00825D87"/>
    <w:rsid w:val="00844A86"/>
    <w:rsid w:val="0088314E"/>
    <w:rsid w:val="00903060"/>
    <w:rsid w:val="00905B48"/>
    <w:rsid w:val="00911027"/>
    <w:rsid w:val="00925A82"/>
    <w:rsid w:val="00925CDB"/>
    <w:rsid w:val="009403DB"/>
    <w:rsid w:val="009453CA"/>
    <w:rsid w:val="009514A0"/>
    <w:rsid w:val="00954DF4"/>
    <w:rsid w:val="009773BD"/>
    <w:rsid w:val="0099117F"/>
    <w:rsid w:val="00994AE1"/>
    <w:rsid w:val="009A7F42"/>
    <w:rsid w:val="009B57D7"/>
    <w:rsid w:val="009C0A93"/>
    <w:rsid w:val="009D0E08"/>
    <w:rsid w:val="009D4029"/>
    <w:rsid w:val="009E1EE2"/>
    <w:rsid w:val="00A10EDD"/>
    <w:rsid w:val="00A173E9"/>
    <w:rsid w:val="00A40882"/>
    <w:rsid w:val="00A52340"/>
    <w:rsid w:val="00A702BD"/>
    <w:rsid w:val="00A712F8"/>
    <w:rsid w:val="00A71ABD"/>
    <w:rsid w:val="00A922BD"/>
    <w:rsid w:val="00A9626B"/>
    <w:rsid w:val="00AC5027"/>
    <w:rsid w:val="00AD0C62"/>
    <w:rsid w:val="00AE1EF5"/>
    <w:rsid w:val="00AE2523"/>
    <w:rsid w:val="00AE5F2E"/>
    <w:rsid w:val="00AE63FE"/>
    <w:rsid w:val="00AF4F8E"/>
    <w:rsid w:val="00B0459D"/>
    <w:rsid w:val="00B05E4A"/>
    <w:rsid w:val="00B23375"/>
    <w:rsid w:val="00B23F47"/>
    <w:rsid w:val="00B25321"/>
    <w:rsid w:val="00B27990"/>
    <w:rsid w:val="00B36ECF"/>
    <w:rsid w:val="00B53CA4"/>
    <w:rsid w:val="00B55B55"/>
    <w:rsid w:val="00B622D3"/>
    <w:rsid w:val="00B92F68"/>
    <w:rsid w:val="00BC46E0"/>
    <w:rsid w:val="00BC6428"/>
    <w:rsid w:val="00BF2FA3"/>
    <w:rsid w:val="00BF5EB3"/>
    <w:rsid w:val="00C01F72"/>
    <w:rsid w:val="00C22719"/>
    <w:rsid w:val="00C237BD"/>
    <w:rsid w:val="00C25CFD"/>
    <w:rsid w:val="00C27D3B"/>
    <w:rsid w:val="00C30ABD"/>
    <w:rsid w:val="00C36A67"/>
    <w:rsid w:val="00C44135"/>
    <w:rsid w:val="00C46E3D"/>
    <w:rsid w:val="00C55BA0"/>
    <w:rsid w:val="00C62C1F"/>
    <w:rsid w:val="00C735AF"/>
    <w:rsid w:val="00C9457C"/>
    <w:rsid w:val="00C957D0"/>
    <w:rsid w:val="00CA0082"/>
    <w:rsid w:val="00CA6C8E"/>
    <w:rsid w:val="00CC2326"/>
    <w:rsid w:val="00CE3698"/>
    <w:rsid w:val="00CF343A"/>
    <w:rsid w:val="00CF6440"/>
    <w:rsid w:val="00D03892"/>
    <w:rsid w:val="00D32604"/>
    <w:rsid w:val="00D32F84"/>
    <w:rsid w:val="00D47ECD"/>
    <w:rsid w:val="00D57C25"/>
    <w:rsid w:val="00D643A2"/>
    <w:rsid w:val="00D67F3A"/>
    <w:rsid w:val="00D75776"/>
    <w:rsid w:val="00DA1857"/>
    <w:rsid w:val="00DA20C2"/>
    <w:rsid w:val="00DA6D2C"/>
    <w:rsid w:val="00DC0400"/>
    <w:rsid w:val="00DD70F1"/>
    <w:rsid w:val="00DF5285"/>
    <w:rsid w:val="00E056F4"/>
    <w:rsid w:val="00E17C4C"/>
    <w:rsid w:val="00E25771"/>
    <w:rsid w:val="00E3400A"/>
    <w:rsid w:val="00E61129"/>
    <w:rsid w:val="00E641FE"/>
    <w:rsid w:val="00E65D23"/>
    <w:rsid w:val="00E71205"/>
    <w:rsid w:val="00E7607E"/>
    <w:rsid w:val="00E76EF5"/>
    <w:rsid w:val="00E77CF9"/>
    <w:rsid w:val="00E95816"/>
    <w:rsid w:val="00E97DD2"/>
    <w:rsid w:val="00EB011D"/>
    <w:rsid w:val="00EC3945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7946"/>
    <w:rsid w:val="00F00F96"/>
    <w:rsid w:val="00F14879"/>
    <w:rsid w:val="00F15495"/>
    <w:rsid w:val="00F25B93"/>
    <w:rsid w:val="00F26B73"/>
    <w:rsid w:val="00F31068"/>
    <w:rsid w:val="00F503E6"/>
    <w:rsid w:val="00F9536B"/>
    <w:rsid w:val="00FA584B"/>
    <w:rsid w:val="00FC2FB0"/>
    <w:rsid w:val="00FE1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A23BD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47414F"/>
    <w:pPr>
      <w:pBdr>
        <w:bottom w:val="single" w:sz="4" w:space="1" w:color="3C5D9F"/>
      </w:pBdr>
      <w:tabs>
        <w:tab w:val="right" w:pos="9498"/>
      </w:tabs>
      <w:spacing w:after="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74589A"/>
    <w:pPr>
      <w:numPr>
        <w:numId w:val="35"/>
      </w:numPr>
      <w:pBdr>
        <w:top w:val="single" w:sz="48" w:space="0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90"/>
      </w:tabs>
      <w:spacing w:line="240" w:lineRule="auto"/>
      <w:ind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paragraph" w:customStyle="1" w:styleId="AugabeTextAbstand15">
    <w:name w:val="Augabe Text Abstand 1.5"/>
    <w:basedOn w:val="Normal"/>
    <w:qFormat/>
    <w:rsid w:val="006464E7"/>
    <w:pPr>
      <w:spacing w:line="360" w:lineRule="auto"/>
    </w:pPr>
    <w:rPr>
      <w:sz w:val="24"/>
      <w:szCs w:val="24"/>
      <w:lang w:val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47414F"/>
    <w:pPr>
      <w:pBdr>
        <w:bottom w:val="single" w:sz="4" w:space="1" w:color="3C5D9F"/>
      </w:pBdr>
      <w:tabs>
        <w:tab w:val="right" w:pos="9498"/>
      </w:tabs>
      <w:spacing w:after="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74589A"/>
    <w:pPr>
      <w:numPr>
        <w:numId w:val="35"/>
      </w:numPr>
      <w:pBdr>
        <w:top w:val="single" w:sz="48" w:space="0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90"/>
      </w:tabs>
      <w:spacing w:line="240" w:lineRule="auto"/>
      <w:ind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paragraph" w:customStyle="1" w:styleId="AugabeTextAbstand15">
    <w:name w:val="Augabe Text Abstand 1.5"/>
    <w:basedOn w:val="Normal"/>
    <w:qFormat/>
    <w:rsid w:val="006464E7"/>
    <w:pPr>
      <w:spacing w:line="360" w:lineRule="auto"/>
    </w:pPr>
    <w:rPr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png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header" Target="header2.xml"/><Relationship Id="rId15" Type="http://schemas.openxmlformats.org/officeDocument/2006/relationships/footer" Target="footer2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E8203-D93C-654B-B7BC-5FC92145D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226</Words>
  <Characters>1293</Characters>
  <Application>Microsoft Macintosh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Standardvorlage GEF</vt:lpstr>
    </vt:vector>
  </TitlesOfParts>
  <Manager/>
  <Company>Erziehungsdirektion des Kantons Bern</Company>
  <LinksUpToDate>false</LinksUpToDate>
  <CharactersWithSpaces>1516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13</cp:revision>
  <cp:lastPrinted>2014-10-03T01:36:00Z</cp:lastPrinted>
  <dcterms:created xsi:type="dcterms:W3CDTF">2014-09-13T10:03:00Z</dcterms:created>
  <dcterms:modified xsi:type="dcterms:W3CDTF">2014-10-03T01:36:00Z</dcterms:modified>
  <cp:category/>
</cp:coreProperties>
</file>