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AC87C" w14:textId="1973C3F5" w:rsidR="00CA0C4B" w:rsidRPr="003969AB" w:rsidRDefault="003D2D53" w:rsidP="003969AB">
      <w:pPr>
        <w:pStyle w:val="AufgabenID"/>
        <w:rPr>
          <w:lang w:val="de-DE"/>
        </w:rPr>
      </w:pPr>
      <w:bookmarkStart w:id="0" w:name="_GoBack"/>
      <w:bookmarkEnd w:id="0"/>
      <w:r w:rsidRPr="003D2D53">
        <w:rPr>
          <w:lang w:val="de-DE"/>
        </w:rPr>
        <w:t xml:space="preserve">MIT DOPPELKONSONANTEN UND &lt;CK&gt;, &lt;TZ&gt; KORREKT </w:t>
      </w:r>
      <w:r>
        <w:rPr>
          <w:lang w:val="de-DE"/>
        </w:rPr>
        <w:br/>
        <w:t>UMGEHEN</w:t>
      </w:r>
    </w:p>
    <w:p w14:paraId="40164C7E" w14:textId="56E0CD01" w:rsidR="003969AB" w:rsidRDefault="003969AB" w:rsidP="003969AB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3969AB">
        <w:t>Fokussiert wird die Kompetenz, Doppelkonsonanten und &lt;</w:t>
      </w:r>
      <w:proofErr w:type="spellStart"/>
      <w:r w:rsidRPr="003969AB">
        <w:t>ck</w:t>
      </w:r>
      <w:proofErr w:type="spellEnd"/>
      <w:r w:rsidRPr="003969AB">
        <w:t>&gt;, &lt;</w:t>
      </w:r>
      <w:proofErr w:type="spellStart"/>
      <w:r w:rsidRPr="003969AB">
        <w:t>tz</w:t>
      </w:r>
      <w:proofErr w:type="spellEnd"/>
      <w:r w:rsidRPr="003969AB">
        <w:t>&gt; beim Schreiben korrekt zu verwenden.</w:t>
      </w:r>
    </w:p>
    <w:p w14:paraId="3281555E" w14:textId="09258E30" w:rsidR="003969AB" w:rsidRDefault="003969AB" w:rsidP="003969AB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432A5D">
        <w:t>10 Min.</w:t>
      </w:r>
    </w:p>
    <w:p w14:paraId="26B4B797" w14:textId="77777777" w:rsidR="003969AB" w:rsidRDefault="003969AB" w:rsidP="003969AB">
      <w:pPr>
        <w:pStyle w:val="KurzbeschriebTitel"/>
      </w:pPr>
    </w:p>
    <w:p w14:paraId="7DF3D76C" w14:textId="77777777" w:rsidR="003969AB" w:rsidRDefault="003969AB" w:rsidP="003969AB">
      <w:pPr>
        <w:pStyle w:val="KurzbeschriebTitel"/>
      </w:pPr>
      <w:r w:rsidRPr="006C7606">
        <w:t>Hinweise zur Durchführung, Erläuterungen zur Aufgabe</w:t>
      </w:r>
    </w:p>
    <w:p w14:paraId="0E9C3396" w14:textId="057425B1" w:rsidR="003969AB" w:rsidRPr="00432A5D" w:rsidRDefault="003969AB" w:rsidP="003969AB">
      <w:pPr>
        <w:spacing w:before="160"/>
        <w:rPr>
          <w:rFonts w:cs="Arial"/>
        </w:rPr>
      </w:pPr>
      <w:r w:rsidRPr="003969AB">
        <w:t>Da die Doppelkonsonanten und &lt;</w:t>
      </w:r>
      <w:proofErr w:type="spellStart"/>
      <w:r w:rsidRPr="003969AB">
        <w:t>ck</w:t>
      </w:r>
      <w:proofErr w:type="spellEnd"/>
      <w:r w:rsidRPr="003969AB">
        <w:t>&gt;, &lt;</w:t>
      </w:r>
      <w:proofErr w:type="spellStart"/>
      <w:r w:rsidRPr="003969AB">
        <w:t>tz</w:t>
      </w:r>
      <w:proofErr w:type="spellEnd"/>
      <w:r w:rsidRPr="003969AB">
        <w:t>&gt; denselben orthographischen Gesetzmässigkeiten folgen, treten sie vorliegend gemeinsam auf.</w:t>
      </w:r>
    </w:p>
    <w:p w14:paraId="5DBD3E92" w14:textId="77777777" w:rsidR="003969AB" w:rsidRDefault="003969AB" w:rsidP="00CA0C4B">
      <w:pPr>
        <w:pStyle w:val="KurzbeschriebTitel"/>
      </w:pPr>
    </w:p>
    <w:p w14:paraId="51DA1383" w14:textId="77777777" w:rsidR="00CA0C4B" w:rsidRDefault="00CA0C4B" w:rsidP="00CA0C4B">
      <w:pPr>
        <w:pStyle w:val="KurzbeschriebTitel"/>
      </w:pPr>
      <w:r w:rsidRPr="00BB1BD8">
        <w:t>Lösung / Korrekturanleitung / Beurteilung</w:t>
      </w:r>
    </w:p>
    <w:p w14:paraId="09F59104" w14:textId="77777777" w:rsidR="003969AB" w:rsidRPr="003969AB" w:rsidRDefault="003969AB" w:rsidP="003969AB">
      <w:pPr>
        <w:spacing w:before="160"/>
        <w:rPr>
          <w:lang w:val="de-DE"/>
        </w:rPr>
      </w:pPr>
      <w:r w:rsidRPr="003969AB">
        <w:rPr>
          <w:lang w:val="de-DE"/>
        </w:rPr>
        <w:t xml:space="preserve">Es können </w:t>
      </w:r>
      <w:r w:rsidRPr="00132964">
        <w:rPr>
          <w:b/>
          <w:lang w:val="de-DE"/>
        </w:rPr>
        <w:t>10 Punkte</w:t>
      </w:r>
      <w:r w:rsidRPr="003969AB">
        <w:rPr>
          <w:lang w:val="de-DE"/>
        </w:rPr>
        <w:t xml:space="preserve"> erworben werden, pro korrekt geschriebenes Wort: ¼ Punkt. Am Schluss der Beurteilung werden ¼ auf ½ und ¾ auf 1 aufgerundet.</w:t>
      </w:r>
    </w:p>
    <w:p w14:paraId="1696A57A" w14:textId="622F1DA4" w:rsidR="00832FF4" w:rsidRPr="003969AB" w:rsidRDefault="003969AB" w:rsidP="003969AB">
      <w:pPr>
        <w:rPr>
          <w:lang w:val="de-DE"/>
        </w:rPr>
      </w:pPr>
      <w:r w:rsidRPr="003969AB">
        <w:rPr>
          <w:lang w:val="de-DE"/>
        </w:rPr>
        <w:t xml:space="preserve">Korrekt sind die folgenden Antworten: </w:t>
      </w:r>
    </w:p>
    <w:tbl>
      <w:tblPr>
        <w:tblStyle w:val="Beurteilung2"/>
        <w:tblW w:w="4963" w:type="pct"/>
        <w:tblInd w:w="113" w:type="dxa"/>
        <w:tblBorders>
          <w:bottom w:val="single" w:sz="48" w:space="0" w:color="3C5D9F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11"/>
        <w:gridCol w:w="800"/>
        <w:gridCol w:w="166"/>
        <w:gridCol w:w="1838"/>
        <w:gridCol w:w="72"/>
        <w:gridCol w:w="1912"/>
        <w:gridCol w:w="142"/>
        <w:gridCol w:w="1802"/>
        <w:gridCol w:w="1698"/>
      </w:tblGrid>
      <w:tr w:rsidR="00832FF4" w14:paraId="70DC01CF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1B585938" w14:textId="77777777" w:rsidR="005F523F" w:rsidRPr="00BA4E6E" w:rsidRDefault="005F523F" w:rsidP="005F523F">
            <w:pPr>
              <w:spacing w:before="60" w:after="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76387CC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 xml:space="preserve">t / </w:t>
            </w:r>
            <w:proofErr w:type="spellStart"/>
            <w:r w:rsidRPr="00025DA5">
              <w:t>tt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A81026D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05D5768" w14:textId="08B773A2" w:rsidR="005F523F" w:rsidRPr="00025DA5" w:rsidRDefault="005F523F" w:rsidP="003969AB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mi  </w:t>
            </w:r>
            <w:r w:rsidR="003969AB" w:rsidRPr="00132964">
              <w:rPr>
                <w:rStyle w:val="Eingabefeld0"/>
                <w:color w:val="E50600"/>
                <w:sz w:val="28"/>
                <w:szCs w:val="28"/>
              </w:rPr>
              <w:t>t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159DF38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7EEF066" w14:textId="2E12D6AD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No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t</w:t>
            </w:r>
            <w:r w:rsidRPr="00025DA5">
              <w:rPr>
                <w:position w:val="-4"/>
              </w:rPr>
              <w:t xml:space="preserve">  en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3E21C39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748934B2" w14:textId="74F3CD70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Krawa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tt</w:t>
            </w:r>
            <w:proofErr w:type="spellEnd"/>
            <w:r w:rsidRPr="00025DA5">
              <w:rPr>
                <w:position w:val="-4"/>
              </w:rPr>
              <w:t xml:space="preserve">  e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EB780FB" w14:textId="25E2D4AA" w:rsidR="005F523F" w:rsidRPr="0091336E" w:rsidRDefault="005F523F" w:rsidP="0091336E">
            <w:pPr>
              <w:spacing w:before="0" w:after="0"/>
              <w:ind w:left="86"/>
              <w:rPr>
                <w:rStyle w:val="Schriftrot20"/>
              </w:rPr>
            </w:pPr>
            <w:r w:rsidRPr="00025DA5">
              <w:rPr>
                <w:position w:val="-4"/>
              </w:rPr>
              <w:t xml:space="preserve">(er)  </w:t>
            </w:r>
            <w:proofErr w:type="spellStart"/>
            <w:r w:rsidRPr="00025DA5">
              <w:rPr>
                <w:position w:val="-4"/>
              </w:rPr>
              <w:t>schni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tt</w:t>
            </w:r>
            <w:proofErr w:type="spellEnd"/>
          </w:p>
        </w:tc>
      </w:tr>
      <w:tr w:rsidR="00832FF4" w14:paraId="3FD415A3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433E603B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AFE7EFD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 xml:space="preserve">k / </w:t>
            </w:r>
            <w:proofErr w:type="spellStart"/>
            <w:r w:rsidRPr="00025DA5">
              <w:t>ck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3CCCEF6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05A9BA9" w14:textId="27A1766E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tro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ck</w:t>
            </w:r>
            <w:proofErr w:type="spellEnd"/>
            <w:r w:rsidRPr="00025DA5">
              <w:rPr>
                <w:position w:val="-4"/>
              </w:rPr>
              <w:t xml:space="preserve"> </w:t>
            </w:r>
            <w:r w:rsidR="00132964">
              <w:rPr>
                <w:position w:val="-4"/>
              </w:rPr>
              <w:t xml:space="preserve"> </w:t>
            </w:r>
            <w:r w:rsidRPr="00025DA5">
              <w:rPr>
                <w:position w:val="-4"/>
              </w:rPr>
              <w:t>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659B036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F125D83" w14:textId="61145C57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Scho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k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olade</w:t>
            </w:r>
            <w:proofErr w:type="spellEnd"/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D402387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E9A507F" w14:textId="325300BD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Ra  </w:t>
            </w:r>
            <w:r w:rsidR="0091336E" w:rsidRPr="00132964">
              <w:rPr>
                <w:rStyle w:val="Schriftrot20"/>
                <w:sz w:val="28"/>
                <w:szCs w:val="28"/>
              </w:rPr>
              <w:t>k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ete</w:t>
            </w:r>
            <w:proofErr w:type="spellEnd"/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10ECCD0" w14:textId="5F664091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Bal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k</w:t>
            </w:r>
            <w:r w:rsidRPr="00025DA5">
              <w:rPr>
                <w:position w:val="-4"/>
              </w:rPr>
              <w:t xml:space="preserve">  en</w:t>
            </w:r>
          </w:p>
        </w:tc>
      </w:tr>
      <w:tr w:rsidR="00832FF4" w14:paraId="3688A6EE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464EF265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DB5E0E9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 xml:space="preserve">g / </w:t>
            </w:r>
            <w:proofErr w:type="spellStart"/>
            <w:r w:rsidRPr="00025DA5">
              <w:t>gg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068515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5822AC8" w14:textId="40DF7335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Ba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gg</w:t>
            </w:r>
            <w:proofErr w:type="spellEnd"/>
            <w:r w:rsidRPr="00025DA5">
              <w:rPr>
                <w:position w:val="-4"/>
              </w:rPr>
              <w:t xml:space="preserve">  er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2E2590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DAFEFDC" w14:textId="3AB4046D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ma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g</w:t>
            </w:r>
            <w:r w:rsidRPr="00025DA5">
              <w:rPr>
                <w:position w:val="-4"/>
              </w:rPr>
              <w:t xml:space="preserve">  er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02DE34B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1917D0D" w14:textId="45C2FCED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(du)  </w:t>
            </w:r>
            <w:proofErr w:type="spellStart"/>
            <w:r w:rsidRPr="00025DA5">
              <w:rPr>
                <w:position w:val="-4"/>
              </w:rPr>
              <w:t>ma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g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st</w:t>
            </w:r>
            <w:proofErr w:type="spellEnd"/>
            <w:r w:rsidRPr="00025DA5">
              <w:rPr>
                <w:position w:val="-4"/>
              </w:rPr>
              <w:t xml:space="preserve">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577230E" w14:textId="67CB6CD3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Fla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gg</w:t>
            </w:r>
            <w:proofErr w:type="spellEnd"/>
            <w:r w:rsidRPr="00025DA5">
              <w:rPr>
                <w:position w:val="-4"/>
              </w:rPr>
              <w:t xml:space="preserve">  e</w:t>
            </w:r>
          </w:p>
        </w:tc>
      </w:tr>
      <w:tr w:rsidR="00832FF4" w14:paraId="30A33BED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3378BFF2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A686554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>f / ff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9B4C6DA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2042D1E" w14:textId="5648CEE9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pfei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f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A1603C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543BD6E" w14:textId="433BF672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(er)  </w:t>
            </w:r>
            <w:proofErr w:type="spellStart"/>
            <w:r w:rsidRPr="00025DA5">
              <w:rPr>
                <w:position w:val="-4"/>
              </w:rPr>
              <w:t>gri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ff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748355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12C6DD29" w14:textId="0113D1EA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Brie  </w:t>
            </w:r>
            <w:r w:rsidR="0091336E" w:rsidRPr="00132964">
              <w:rPr>
                <w:rStyle w:val="Schriftrot20"/>
                <w:sz w:val="28"/>
                <w:szCs w:val="28"/>
              </w:rPr>
              <w:t>f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21F2A36" w14:textId="7DC398D1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Ho  </w:t>
            </w:r>
            <w:r w:rsidR="0091336E" w:rsidRPr="00132964">
              <w:rPr>
                <w:rStyle w:val="Schriftrot20"/>
                <w:sz w:val="28"/>
                <w:szCs w:val="28"/>
              </w:rPr>
              <w:t>ff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nung</w:t>
            </w:r>
            <w:proofErr w:type="spellEnd"/>
          </w:p>
        </w:tc>
      </w:tr>
      <w:tr w:rsidR="00832FF4" w14:paraId="463BC456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013EB291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D551261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 xml:space="preserve">s / </w:t>
            </w:r>
            <w:proofErr w:type="spellStart"/>
            <w:r w:rsidRPr="00025DA5">
              <w:t>ss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85598C0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3AF0BCD" w14:textId="1BD1695C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ein  bi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ss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chen</w:t>
            </w:r>
            <w:proofErr w:type="spellEnd"/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328500E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D648062" w14:textId="2C2C5A76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Ta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ss</w:t>
            </w:r>
            <w:proofErr w:type="spellEnd"/>
            <w:r w:rsidRPr="00025DA5">
              <w:rPr>
                <w:position w:val="-4"/>
              </w:rPr>
              <w:t xml:space="preserve">  e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9E3520F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39DD8F6" w14:textId="0C2D978C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Ku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ss</w:t>
            </w:r>
            <w:proofErr w:type="spellEnd"/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9993966" w14:textId="590B876B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bi  </w:t>
            </w:r>
            <w:r w:rsidR="0091336E" w:rsidRPr="00132964">
              <w:rPr>
                <w:rStyle w:val="Schriftrot20"/>
                <w:sz w:val="28"/>
                <w:szCs w:val="28"/>
              </w:rPr>
              <w:t>s</w:t>
            </w:r>
            <w:r w:rsidRPr="00025DA5">
              <w:rPr>
                <w:position w:val="-4"/>
              </w:rPr>
              <w:t xml:space="preserve">  her</w:t>
            </w:r>
          </w:p>
        </w:tc>
      </w:tr>
      <w:tr w:rsidR="00832FF4" w14:paraId="2CFD4143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7DE7FF9D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8462B36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>m / mm</w:t>
            </w:r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933AEDD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6F49627" w14:textId="6784E746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ste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mm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E02403A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0312059" w14:textId="2B48A13F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kli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m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pern</w:t>
            </w:r>
            <w:proofErr w:type="spellEnd"/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F8C25AD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7B2C96D" w14:textId="76587355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Ka  </w:t>
            </w:r>
            <w:r w:rsidR="0091336E" w:rsidRPr="00132964">
              <w:rPr>
                <w:rStyle w:val="Schriftrot20"/>
                <w:sz w:val="28"/>
                <w:szCs w:val="28"/>
              </w:rPr>
              <w:t>m</w:t>
            </w:r>
            <w:r w:rsidRPr="00025DA5">
              <w:rPr>
                <w:position w:val="-4"/>
              </w:rPr>
              <w:t xml:space="preserve">  in 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0E6454B" w14:textId="4960FBEE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(er)  </w:t>
            </w:r>
            <w:proofErr w:type="spellStart"/>
            <w:r w:rsidRPr="00025DA5">
              <w:rPr>
                <w:position w:val="-4"/>
              </w:rPr>
              <w:t>ka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m</w:t>
            </w:r>
          </w:p>
        </w:tc>
      </w:tr>
      <w:tr w:rsidR="00832FF4" w14:paraId="3FA63760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0ABD7A37" w14:textId="77777777" w:rsidR="005F523F" w:rsidRPr="00BA4E6E" w:rsidRDefault="005F523F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2063F6A" w14:textId="77777777" w:rsidR="005F523F" w:rsidRPr="00025DA5" w:rsidRDefault="005F523F" w:rsidP="00132964">
            <w:pPr>
              <w:pStyle w:val="11ptBlau"/>
              <w:spacing w:before="0" w:after="0"/>
            </w:pPr>
            <w:r w:rsidRPr="00025DA5">
              <w:t xml:space="preserve">n / </w:t>
            </w:r>
            <w:proofErr w:type="spellStart"/>
            <w:r w:rsidRPr="00025DA5">
              <w:t>nn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CA3A97B" w14:textId="77777777" w:rsidR="005F523F" w:rsidRPr="00025DA5" w:rsidRDefault="005F523F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4BB7828" w14:textId="2A4E87F3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spe  </w:t>
            </w:r>
            <w:r w:rsidR="0091336E" w:rsidRPr="00132964">
              <w:rPr>
                <w:rStyle w:val="Schriftrot20"/>
                <w:sz w:val="28"/>
                <w:szCs w:val="28"/>
              </w:rPr>
              <w:t>n</w:t>
            </w:r>
            <w:r w:rsidRPr="00025DA5">
              <w:rPr>
                <w:position w:val="-4"/>
              </w:rPr>
              <w:t xml:space="preserve">  den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52975AAC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6FD8EA5" w14:textId="32E40BCB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(sie)  </w:t>
            </w:r>
            <w:proofErr w:type="spellStart"/>
            <w:r w:rsidRPr="00025DA5">
              <w:rPr>
                <w:position w:val="-4"/>
              </w:rPr>
              <w:t>woh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91336E" w:rsidRPr="00132964">
              <w:rPr>
                <w:rStyle w:val="Schriftrot20"/>
                <w:sz w:val="28"/>
                <w:szCs w:val="28"/>
              </w:rPr>
              <w:t>n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te</w:t>
            </w:r>
            <w:proofErr w:type="spellEnd"/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5077B12" w14:textId="77777777" w:rsidR="005F523F" w:rsidRPr="00025DA5" w:rsidRDefault="005F523F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485609F0" w14:textId="68CCC820" w:rsidR="005F523F" w:rsidRPr="00025DA5" w:rsidRDefault="005F523F" w:rsidP="0091336E">
            <w:pPr>
              <w:spacing w:before="0"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spa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91336E" w:rsidRPr="00132964">
              <w:rPr>
                <w:rStyle w:val="Schriftrot20"/>
                <w:sz w:val="28"/>
                <w:szCs w:val="28"/>
              </w:rPr>
              <w:t>nn</w:t>
            </w:r>
            <w:proofErr w:type="spellEnd"/>
            <w:r w:rsidRPr="00025DA5">
              <w:rPr>
                <w:position w:val="-4"/>
              </w:rPr>
              <w:t xml:space="preserve">  end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7C8064B" w14:textId="4084D3BF" w:rsidR="005F523F" w:rsidRPr="00025DA5" w:rsidRDefault="005F523F" w:rsidP="0091336E">
            <w:pPr>
              <w:spacing w:before="0" w:after="0"/>
              <w:ind w:left="86"/>
              <w:rPr>
                <w:position w:val="-4"/>
              </w:rPr>
            </w:pPr>
            <w:r w:rsidRPr="00025DA5">
              <w:rPr>
                <w:position w:val="-4"/>
              </w:rPr>
              <w:t xml:space="preserve">Ka  </w:t>
            </w:r>
            <w:r w:rsidR="0091336E" w:rsidRPr="00132964">
              <w:rPr>
                <w:rStyle w:val="Schriftrot20"/>
                <w:sz w:val="28"/>
                <w:szCs w:val="28"/>
              </w:rPr>
              <w:t>n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inchen</w:t>
            </w:r>
            <w:proofErr w:type="spellEnd"/>
            <w:r w:rsidRPr="00025DA5">
              <w:rPr>
                <w:position w:val="-4"/>
              </w:rPr>
              <w:t xml:space="preserve"> </w:t>
            </w:r>
          </w:p>
        </w:tc>
      </w:tr>
      <w:tr w:rsidR="0091336E" w14:paraId="4AB3E527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66A72654" w14:textId="77777777" w:rsidR="0091336E" w:rsidRPr="00BA4E6E" w:rsidRDefault="0091336E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5765728" w14:textId="3DDB6C9B" w:rsidR="0091336E" w:rsidRPr="00025DA5" w:rsidRDefault="0091336E" w:rsidP="00132964">
            <w:pPr>
              <w:pStyle w:val="11ptBlau"/>
              <w:spacing w:before="0" w:after="0"/>
            </w:pPr>
            <w:r w:rsidRPr="0056623A">
              <w:t xml:space="preserve">l / </w:t>
            </w:r>
            <w:proofErr w:type="spellStart"/>
            <w:r w:rsidRPr="0056623A">
              <w:t>ll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EF80F5" w14:textId="77777777" w:rsidR="0091336E" w:rsidRPr="00025DA5" w:rsidRDefault="0091336E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17FA6FED" w14:textId="581CD4DB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proofErr w:type="spellStart"/>
            <w:r>
              <w:rPr>
                <w:position w:val="-4"/>
              </w:rPr>
              <w:t>mah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l</w:t>
            </w:r>
            <w:r w:rsidRPr="0056623A">
              <w:t xml:space="preserve">  </w:t>
            </w:r>
            <w:r w:rsidRPr="0056623A">
              <w:rPr>
                <w:position w:val="-4"/>
              </w:rPr>
              <w:t>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79D22C7E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7DA49B21" w14:textId="6621A361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r w:rsidRPr="0056623A">
              <w:rPr>
                <w:position w:val="-4"/>
              </w:rPr>
              <w:t>(du)  wo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="00FE0666" w:rsidRPr="00132964">
              <w:rPr>
                <w:rStyle w:val="Schriftrot20"/>
                <w:sz w:val="28"/>
                <w:szCs w:val="28"/>
              </w:rPr>
              <w:t>ll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>
              <w:rPr>
                <w:position w:val="-4"/>
              </w:rPr>
              <w:t>test</w:t>
            </w:r>
            <w:proofErr w:type="spellEnd"/>
            <w:r w:rsidRPr="00025DA5">
              <w:rPr>
                <w:position w:val="-4"/>
              </w:rPr>
              <w:t xml:space="preserve">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A69555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EE03E7F" w14:textId="29B968D1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r>
              <w:rPr>
                <w:position w:val="-4"/>
              </w:rPr>
              <w:t>ei</w:t>
            </w:r>
            <w:r w:rsidRPr="00025DA5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l</w:t>
            </w:r>
            <w:r w:rsidRPr="00025DA5">
              <w:rPr>
                <w:position w:val="-4"/>
              </w:rPr>
              <w:t xml:space="preserve">  e</w:t>
            </w:r>
            <w:r>
              <w:rPr>
                <w:position w:val="-4"/>
              </w:rPr>
              <w:t>n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BCA4B33" w14:textId="40DC26F3" w:rsidR="0091336E" w:rsidRPr="00025DA5" w:rsidRDefault="0091336E" w:rsidP="00FE0666">
            <w:pPr>
              <w:spacing w:before="0" w:after="0"/>
              <w:ind w:left="86"/>
              <w:rPr>
                <w:position w:val="-4"/>
              </w:rPr>
            </w:pPr>
            <w:r>
              <w:rPr>
                <w:position w:val="-4"/>
              </w:rPr>
              <w:t>mi</w:t>
            </w:r>
            <w:r w:rsidRPr="00025DA5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l</w:t>
            </w:r>
            <w:r w:rsidRPr="0056623A">
              <w:t xml:space="preserve">  </w:t>
            </w:r>
            <w:r w:rsidRPr="0056623A">
              <w:rPr>
                <w:position w:val="-4"/>
              </w:rPr>
              <w:t>d</w:t>
            </w:r>
          </w:p>
        </w:tc>
      </w:tr>
      <w:tr w:rsidR="0091336E" w14:paraId="640D9554" w14:textId="77777777" w:rsidTr="00832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726AEC4C" w14:textId="77777777" w:rsidR="0091336E" w:rsidRPr="00BA4E6E" w:rsidRDefault="0091336E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AF8055E" w14:textId="1931680B" w:rsidR="0091336E" w:rsidRPr="00025DA5" w:rsidRDefault="0091336E" w:rsidP="00132964">
            <w:pPr>
              <w:pStyle w:val="11ptBlau"/>
              <w:spacing w:before="0" w:after="0"/>
            </w:pPr>
            <w:r w:rsidRPr="0056623A">
              <w:t xml:space="preserve">r / </w:t>
            </w:r>
            <w:proofErr w:type="spellStart"/>
            <w:r w:rsidRPr="0056623A">
              <w:t>rr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95888C3" w14:textId="77777777" w:rsidR="0091336E" w:rsidRPr="00025DA5" w:rsidRDefault="0091336E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7F28E09" w14:textId="1B7B14A0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proofErr w:type="spellStart"/>
            <w:r w:rsidRPr="0056623A">
              <w:rPr>
                <w:position w:val="-4"/>
              </w:rPr>
              <w:t>mu</w:t>
            </w:r>
            <w:proofErr w:type="spellEnd"/>
            <w:r w:rsidRPr="0056623A">
              <w:rPr>
                <w:position w:val="-4"/>
              </w:rPr>
              <w:t xml:space="preserve">  </w:t>
            </w:r>
            <w:proofErr w:type="spellStart"/>
            <w:r w:rsidR="00FE0666" w:rsidRPr="00132964">
              <w:rPr>
                <w:rStyle w:val="Schriftrot20"/>
                <w:sz w:val="28"/>
                <w:szCs w:val="28"/>
              </w:rPr>
              <w:t>rr</w:t>
            </w:r>
            <w:proofErr w:type="spellEnd"/>
            <w:r w:rsidRPr="0056623A">
              <w:rPr>
                <w:position w:val="-4"/>
              </w:rPr>
              <w:t xml:space="preserve">  en</w:t>
            </w:r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118010A7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F3FD386" w14:textId="46D06F83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proofErr w:type="spellStart"/>
            <w:r w:rsidRPr="0056623A">
              <w:rPr>
                <w:position w:val="-4"/>
              </w:rPr>
              <w:t>Pe</w:t>
            </w:r>
            <w:proofErr w:type="spellEnd"/>
            <w:r w:rsidRPr="0056623A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r</w:t>
            </w:r>
            <w:r w:rsidRPr="0056623A">
              <w:rPr>
                <w:position w:val="-4"/>
              </w:rPr>
              <w:t xml:space="preserve">  </w:t>
            </w:r>
            <w:proofErr w:type="spellStart"/>
            <w:r w:rsidRPr="0056623A">
              <w:rPr>
                <w:position w:val="-4"/>
              </w:rPr>
              <w:t>ücke</w:t>
            </w:r>
            <w:proofErr w:type="spellEnd"/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62BC5E1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2EA296DE" w14:textId="1721C87A" w:rsidR="0091336E" w:rsidRPr="00025DA5" w:rsidRDefault="0091336E" w:rsidP="00FE0666">
            <w:pPr>
              <w:spacing w:before="0" w:after="0"/>
              <w:rPr>
                <w:position w:val="-4"/>
              </w:rPr>
            </w:pPr>
            <w:r w:rsidRPr="0056623A">
              <w:rPr>
                <w:position w:val="-4"/>
              </w:rPr>
              <w:t xml:space="preserve">(sie)  i  </w:t>
            </w:r>
            <w:proofErr w:type="spellStart"/>
            <w:r w:rsidR="00FE0666" w:rsidRPr="00132964">
              <w:rPr>
                <w:rStyle w:val="Schriftrot20"/>
                <w:sz w:val="28"/>
                <w:szCs w:val="28"/>
              </w:rPr>
              <w:t>rr</w:t>
            </w:r>
            <w:proofErr w:type="spellEnd"/>
            <w:r w:rsidRPr="0056623A">
              <w:rPr>
                <w:position w:val="-4"/>
              </w:rPr>
              <w:t xml:space="preserve">  t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2E829EA9" w14:textId="6354FE54" w:rsidR="0091336E" w:rsidRPr="00025DA5" w:rsidRDefault="0091336E" w:rsidP="00FE0666">
            <w:pPr>
              <w:spacing w:before="0" w:after="0"/>
              <w:ind w:left="86"/>
              <w:rPr>
                <w:position w:val="-4"/>
              </w:rPr>
            </w:pPr>
            <w:r w:rsidRPr="0056623A">
              <w:rPr>
                <w:position w:val="-4"/>
              </w:rPr>
              <w:t xml:space="preserve">ä  </w:t>
            </w:r>
            <w:r w:rsidR="00FE0666" w:rsidRPr="00132964">
              <w:rPr>
                <w:rStyle w:val="Schriftrot20"/>
                <w:sz w:val="28"/>
                <w:szCs w:val="28"/>
              </w:rPr>
              <w:t>r</w:t>
            </w:r>
            <w:r w:rsidRPr="0056623A">
              <w:rPr>
                <w:position w:val="-4"/>
              </w:rPr>
              <w:t xml:space="preserve">  gern</w:t>
            </w:r>
          </w:p>
        </w:tc>
      </w:tr>
      <w:tr w:rsidR="0091336E" w14:paraId="52FB8966" w14:textId="77777777" w:rsidTr="00832F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0"/>
        </w:trPr>
        <w:tc>
          <w:tcPr>
            <w:tcW w:w="911" w:type="dxa"/>
            <w:tcBorders>
              <w:top w:val="single" w:sz="6" w:space="0" w:color="3C5D9F"/>
              <w:bottom w:val="single" w:sz="6" w:space="0" w:color="3C5D9F"/>
              <w:right w:val="nil"/>
            </w:tcBorders>
            <w:shd w:val="clear" w:color="auto" w:fill="FFFFFF"/>
            <w:vAlign w:val="center"/>
          </w:tcPr>
          <w:p w14:paraId="310E47BA" w14:textId="77777777" w:rsidR="0091336E" w:rsidRPr="00BA4E6E" w:rsidRDefault="0091336E" w:rsidP="005F523F">
            <w:pPr>
              <w:spacing w:before="60" w:after="80"/>
              <w:rPr>
                <w:rStyle w:val="BlauUnterstrichen"/>
              </w:rPr>
            </w:pPr>
          </w:p>
        </w:tc>
        <w:tc>
          <w:tcPr>
            <w:tcW w:w="800" w:type="dxa"/>
            <w:tcBorders>
              <w:top w:val="single" w:sz="6" w:space="0" w:color="3C5D9F"/>
              <w:left w:val="nil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0BE26ADD" w14:textId="236C1671" w:rsidR="0091336E" w:rsidRPr="0056623A" w:rsidRDefault="0091336E" w:rsidP="00132964">
            <w:pPr>
              <w:pStyle w:val="11ptBlau"/>
              <w:spacing w:before="0" w:after="0"/>
            </w:pPr>
            <w:r w:rsidRPr="00025DA5">
              <w:t xml:space="preserve">z / </w:t>
            </w:r>
            <w:proofErr w:type="spellStart"/>
            <w:r w:rsidRPr="00025DA5">
              <w:t>tz</w:t>
            </w:r>
            <w:proofErr w:type="spellEnd"/>
          </w:p>
        </w:tc>
        <w:tc>
          <w:tcPr>
            <w:tcW w:w="166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082A4DEC" w14:textId="77777777" w:rsidR="0091336E" w:rsidRPr="00025DA5" w:rsidRDefault="0091336E" w:rsidP="005F523F">
            <w:pPr>
              <w:pStyle w:val="11ptBlau"/>
              <w:spacing w:after="0"/>
            </w:pPr>
          </w:p>
        </w:tc>
        <w:tc>
          <w:tcPr>
            <w:tcW w:w="1838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59FBFB99" w14:textId="7B44BB31" w:rsidR="0091336E" w:rsidRPr="0056623A" w:rsidRDefault="0091336E" w:rsidP="00FE0666">
            <w:pPr>
              <w:spacing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spa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z</w:t>
            </w:r>
            <w:r w:rsidRPr="00025DA5">
              <w:rPr>
                <w:position w:val="-4"/>
              </w:rPr>
              <w:t xml:space="preserve">  </w:t>
            </w:r>
            <w:proofErr w:type="spellStart"/>
            <w:r w:rsidRPr="00025DA5">
              <w:rPr>
                <w:position w:val="-4"/>
              </w:rPr>
              <w:t>ieren</w:t>
            </w:r>
            <w:proofErr w:type="spellEnd"/>
          </w:p>
        </w:tc>
        <w:tc>
          <w:tcPr>
            <w:tcW w:w="7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32F00482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91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3CE9C698" w14:textId="7F4AE85A" w:rsidR="0091336E" w:rsidRPr="0056623A" w:rsidRDefault="0091336E" w:rsidP="00FE0666">
            <w:pPr>
              <w:spacing w:after="0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stol</w:t>
            </w:r>
            <w:proofErr w:type="spellEnd"/>
            <w:r w:rsidRPr="00025DA5">
              <w:rPr>
                <w:position w:val="-4"/>
              </w:rPr>
              <w:t xml:space="preserve">  </w:t>
            </w:r>
            <w:r w:rsidR="00FE0666" w:rsidRPr="00132964">
              <w:rPr>
                <w:rStyle w:val="Schriftrot20"/>
                <w:sz w:val="28"/>
                <w:szCs w:val="28"/>
              </w:rPr>
              <w:t>z</w:t>
            </w:r>
            <w:r w:rsidRPr="00025DA5">
              <w:rPr>
                <w:position w:val="-4"/>
              </w:rPr>
              <w:t xml:space="preserve"> </w:t>
            </w:r>
          </w:p>
        </w:tc>
        <w:tc>
          <w:tcPr>
            <w:tcW w:w="142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6F74871D" w14:textId="77777777" w:rsidR="0091336E" w:rsidRPr="00025DA5" w:rsidRDefault="0091336E" w:rsidP="005F523F">
            <w:pPr>
              <w:spacing w:after="0"/>
              <w:rPr>
                <w:position w:val="-4"/>
              </w:rPr>
            </w:pPr>
          </w:p>
        </w:tc>
        <w:tc>
          <w:tcPr>
            <w:tcW w:w="1802" w:type="dxa"/>
            <w:tcBorders>
              <w:top w:val="single" w:sz="6" w:space="0" w:color="3C5D9F"/>
              <w:bottom w:val="single" w:sz="6" w:space="0" w:color="3C5D9F"/>
              <w:right w:val="single" w:sz="2" w:space="0" w:color="CAE4FF"/>
            </w:tcBorders>
            <w:shd w:val="clear" w:color="auto" w:fill="FFFFFF"/>
            <w:vAlign w:val="center"/>
          </w:tcPr>
          <w:p w14:paraId="647051D4" w14:textId="39EC9644" w:rsidR="0091336E" w:rsidRPr="0056623A" w:rsidRDefault="0091336E" w:rsidP="00FE0666">
            <w:pPr>
              <w:spacing w:after="0"/>
              <w:rPr>
                <w:position w:val="-4"/>
              </w:rPr>
            </w:pPr>
            <w:r w:rsidRPr="00025DA5">
              <w:rPr>
                <w:position w:val="-4"/>
              </w:rPr>
              <w:t xml:space="preserve">hei  </w:t>
            </w:r>
            <w:r w:rsidR="00FE0666" w:rsidRPr="00132964">
              <w:rPr>
                <w:rStyle w:val="Schriftrot20"/>
                <w:sz w:val="28"/>
                <w:szCs w:val="28"/>
              </w:rPr>
              <w:t>z</w:t>
            </w:r>
            <w:r w:rsidRPr="00025DA5">
              <w:rPr>
                <w:position w:val="-4"/>
              </w:rPr>
              <w:t xml:space="preserve">  en</w:t>
            </w:r>
          </w:p>
        </w:tc>
        <w:tc>
          <w:tcPr>
            <w:tcW w:w="1698" w:type="dxa"/>
            <w:tcBorders>
              <w:top w:val="single" w:sz="6" w:space="0" w:color="3C5D9F"/>
              <w:left w:val="single" w:sz="2" w:space="0" w:color="CAE4FF"/>
              <w:bottom w:val="single" w:sz="6" w:space="0" w:color="3C5D9F"/>
            </w:tcBorders>
            <w:shd w:val="clear" w:color="auto" w:fill="FFFFFF"/>
            <w:vAlign w:val="center"/>
          </w:tcPr>
          <w:p w14:paraId="44001A3E" w14:textId="6A4BB2E5" w:rsidR="0091336E" w:rsidRPr="0056623A" w:rsidRDefault="0091336E" w:rsidP="00FE0666">
            <w:pPr>
              <w:spacing w:after="0"/>
              <w:ind w:left="86"/>
              <w:rPr>
                <w:position w:val="-4"/>
              </w:rPr>
            </w:pPr>
            <w:proofErr w:type="spellStart"/>
            <w:r w:rsidRPr="00025DA5">
              <w:rPr>
                <w:position w:val="-4"/>
              </w:rPr>
              <w:t>tro</w:t>
            </w:r>
            <w:proofErr w:type="spellEnd"/>
            <w:r w:rsidRPr="00025DA5">
              <w:rPr>
                <w:position w:val="-4"/>
              </w:rPr>
              <w:t xml:space="preserve">  </w:t>
            </w:r>
            <w:proofErr w:type="spellStart"/>
            <w:r w:rsidR="00FE0666" w:rsidRPr="00132964">
              <w:rPr>
                <w:rStyle w:val="Schriftrot20"/>
                <w:sz w:val="28"/>
                <w:szCs w:val="28"/>
              </w:rPr>
              <w:t>tz</w:t>
            </w:r>
            <w:proofErr w:type="spellEnd"/>
            <w:r w:rsidRPr="00025DA5">
              <w:rPr>
                <w:position w:val="-4"/>
              </w:rPr>
              <w:t xml:space="preserve">  dem</w:t>
            </w:r>
          </w:p>
        </w:tc>
      </w:tr>
    </w:tbl>
    <w:p w14:paraId="01B4631B" w14:textId="2B528D2E" w:rsidR="007620D2" w:rsidRPr="0091336E" w:rsidRDefault="007620D2" w:rsidP="0091336E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</w:p>
    <w:sectPr w:rsidR="007620D2" w:rsidRPr="0091336E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9AF72" w14:textId="77777777" w:rsidR="00445DA2" w:rsidRDefault="00445DA2" w:rsidP="00E61129">
      <w:pPr>
        <w:spacing w:after="0"/>
      </w:pPr>
      <w:r>
        <w:separator/>
      </w:r>
    </w:p>
  </w:endnote>
  <w:endnote w:type="continuationSeparator" w:id="0">
    <w:p w14:paraId="228415F6" w14:textId="77777777" w:rsidR="00445DA2" w:rsidRDefault="00445DA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1A637" w14:textId="77777777" w:rsidR="0091336E" w:rsidRPr="00A52340" w:rsidRDefault="0091336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F0E21">
      <w:fldChar w:fldCharType="begin"/>
    </w:r>
    <w:r w:rsidR="005F0E21">
      <w:instrText xml:space="preserve"> FILENAME </w:instrText>
    </w:r>
    <w:r w:rsidR="005F0E21">
      <w:fldChar w:fldCharType="separate"/>
    </w:r>
    <w:r w:rsidR="005F0E21">
      <w:rPr>
        <w:noProof/>
      </w:rPr>
      <w:t>DE03-R-Mit Doppelkonsonanten und -ck- -tz- korrekt umgehen - Loesungen.docx</w:t>
    </w:r>
    <w:r w:rsidR="005F0E2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F0E21" w:rsidRPr="005F0E2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F0E21">
      <w:fldChar w:fldCharType="begin"/>
    </w:r>
    <w:r w:rsidR="005F0E21">
      <w:instrText>NUMPAGES  \* Arabic  \* MERGEFORMAT</w:instrText>
    </w:r>
    <w:r w:rsidR="005F0E21">
      <w:fldChar w:fldCharType="separate"/>
    </w:r>
    <w:r w:rsidR="005F0E21" w:rsidRPr="005F0E21">
      <w:rPr>
        <w:noProof/>
        <w:lang w:val="de-DE"/>
      </w:rPr>
      <w:t>1</w:t>
    </w:r>
    <w:r w:rsidR="005F0E21">
      <w:rPr>
        <w:noProof/>
        <w:lang w:val="de-DE"/>
      </w:rPr>
      <w:fldChar w:fldCharType="end"/>
    </w:r>
  </w:p>
  <w:p w14:paraId="67129074" w14:textId="77777777" w:rsidR="0091336E" w:rsidRDefault="0091336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F9E1A" w14:textId="77777777" w:rsidR="0091336E" w:rsidRDefault="0091336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F0E21">
      <w:fldChar w:fldCharType="begin"/>
    </w:r>
    <w:r w:rsidR="005F0E21">
      <w:instrText xml:space="preserve"> FILENAME </w:instrText>
    </w:r>
    <w:r w:rsidR="005F0E21">
      <w:fldChar w:fldCharType="separate"/>
    </w:r>
    <w:r w:rsidR="005F0E21">
      <w:rPr>
        <w:noProof/>
      </w:rPr>
      <w:t>DE03-R-Mit Doppelkonsonanten und -ck- -tz- korrekt umgehen - Loesungen.docx</w:t>
    </w:r>
    <w:r w:rsidR="005F0E2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F0E21">
      <w:fldChar w:fldCharType="begin"/>
    </w:r>
    <w:r w:rsidR="005F0E21">
      <w:instrText>NUMPAGES  \* Arabic  \* MERGEFORMAT</w:instrText>
    </w:r>
    <w:r w:rsidR="005F0E21">
      <w:fldChar w:fldCharType="separate"/>
    </w:r>
    <w:r w:rsidR="005F0E21" w:rsidRPr="005F0E21">
      <w:rPr>
        <w:noProof/>
        <w:lang w:val="de-DE"/>
      </w:rPr>
      <w:t>1</w:t>
    </w:r>
    <w:r w:rsidR="005F0E21">
      <w:rPr>
        <w:noProof/>
        <w:lang w:val="de-DE"/>
      </w:rPr>
      <w:fldChar w:fldCharType="end"/>
    </w:r>
  </w:p>
  <w:p w14:paraId="3E31262F" w14:textId="77777777" w:rsidR="0091336E" w:rsidRDefault="0091336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C8232" w14:textId="77777777" w:rsidR="00445DA2" w:rsidRDefault="00445DA2" w:rsidP="00E61129">
      <w:pPr>
        <w:spacing w:after="0"/>
      </w:pPr>
      <w:r>
        <w:separator/>
      </w:r>
    </w:p>
  </w:footnote>
  <w:footnote w:type="continuationSeparator" w:id="0">
    <w:p w14:paraId="55F6E0DF" w14:textId="77777777" w:rsidR="00445DA2" w:rsidRDefault="00445DA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D132" w14:textId="77777777" w:rsidR="0091336E" w:rsidRPr="00F25B93" w:rsidRDefault="0091336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102C089" wp14:editId="21A1169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EC8430" w14:textId="77777777" w:rsidR="0091336E" w:rsidRPr="00BB20F6" w:rsidRDefault="0091336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6EC8430" w14:textId="77777777" w:rsidR="0091336E" w:rsidRPr="00BB20F6" w:rsidRDefault="0091336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BECA25B" wp14:editId="001D4E6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F56B5D6" wp14:editId="3C8AD7D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5864591" wp14:editId="7B27A0F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A563284" wp14:editId="6E0D885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9E25AAF" wp14:editId="66BC389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07703" w14:textId="77777777" w:rsidR="0091336E" w:rsidRDefault="0091336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3F07703" w14:textId="77777777" w:rsidR="0091336E" w:rsidRDefault="0091336E" w:rsidP="00F25B93"/>
                </w:txbxContent>
              </v:textbox>
            </v:shape>
          </w:pict>
        </mc:Fallback>
      </mc:AlternateContent>
    </w:r>
  </w:p>
  <w:p w14:paraId="65CF4081" w14:textId="77777777" w:rsidR="0091336E" w:rsidRDefault="0091336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437F1E" wp14:editId="4970801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1E48C" w14:textId="77777777" w:rsidR="0091336E" w:rsidRDefault="0091336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BEE8BD4" wp14:editId="09773AE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1C7A21" wp14:editId="65860A4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244E171" wp14:editId="078986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07ABD2" wp14:editId="3B57617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430BB1" wp14:editId="012449A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BB8D9" w14:textId="77777777" w:rsidR="0091336E" w:rsidRDefault="0091336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129F51B9" w14:textId="77777777" w:rsidR="0091336E" w:rsidRDefault="0091336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F6BB8D9" w14:textId="77777777" w:rsidR="0091336E" w:rsidRDefault="0091336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29F51B9" w14:textId="77777777" w:rsidR="0091336E" w:rsidRDefault="0091336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829BEDD" wp14:editId="248C1D8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D2C874" w14:textId="77777777" w:rsidR="0091336E" w:rsidRPr="00093725" w:rsidRDefault="0091336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5C60C628" w14:textId="77777777" w:rsidR="0091336E" w:rsidRPr="007C58BB" w:rsidRDefault="0091336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7D2C874" w14:textId="77777777" w:rsidR="0091336E" w:rsidRPr="00093725" w:rsidRDefault="0091336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5C60C628" w14:textId="77777777" w:rsidR="0091336E" w:rsidRPr="007C58BB" w:rsidRDefault="0091336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555893" wp14:editId="1B33D067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DCEC075" wp14:editId="6FBA1574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6A0"/>
    <w:rsid w:val="000234B5"/>
    <w:rsid w:val="00025DA5"/>
    <w:rsid w:val="00027A8D"/>
    <w:rsid w:val="00046A29"/>
    <w:rsid w:val="00063B3E"/>
    <w:rsid w:val="000826F2"/>
    <w:rsid w:val="00093725"/>
    <w:rsid w:val="000A1533"/>
    <w:rsid w:val="000B09C3"/>
    <w:rsid w:val="000D5FE5"/>
    <w:rsid w:val="000D778F"/>
    <w:rsid w:val="000F4754"/>
    <w:rsid w:val="001055AD"/>
    <w:rsid w:val="00131F08"/>
    <w:rsid w:val="00132964"/>
    <w:rsid w:val="0015559D"/>
    <w:rsid w:val="00163F6A"/>
    <w:rsid w:val="001B0583"/>
    <w:rsid w:val="001C2481"/>
    <w:rsid w:val="001F4B86"/>
    <w:rsid w:val="001F5496"/>
    <w:rsid w:val="001F6EF0"/>
    <w:rsid w:val="002019CA"/>
    <w:rsid w:val="00222267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969AB"/>
    <w:rsid w:val="003A120B"/>
    <w:rsid w:val="003D2D53"/>
    <w:rsid w:val="003E472B"/>
    <w:rsid w:val="003E4C02"/>
    <w:rsid w:val="003F6D59"/>
    <w:rsid w:val="0040663E"/>
    <w:rsid w:val="00413117"/>
    <w:rsid w:val="0042736B"/>
    <w:rsid w:val="004368E9"/>
    <w:rsid w:val="00445DA2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0E21"/>
    <w:rsid w:val="005F523F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2FF4"/>
    <w:rsid w:val="00844A86"/>
    <w:rsid w:val="0088314E"/>
    <w:rsid w:val="008F5A2F"/>
    <w:rsid w:val="00905B48"/>
    <w:rsid w:val="00905DAA"/>
    <w:rsid w:val="00911027"/>
    <w:rsid w:val="0091336E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0C4B"/>
    <w:rsid w:val="00CA6C8E"/>
    <w:rsid w:val="00CC2326"/>
    <w:rsid w:val="00CE3698"/>
    <w:rsid w:val="00CF6440"/>
    <w:rsid w:val="00D03892"/>
    <w:rsid w:val="00D32604"/>
    <w:rsid w:val="00D366A0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0666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F99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20">
    <w:name w:val="Schrift rot 20"/>
    <w:basedOn w:val="Eingabefeld0"/>
    <w:uiPriority w:val="1"/>
    <w:qFormat/>
    <w:rsid w:val="0091336E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20">
    <w:name w:val="Schrift rot 20"/>
    <w:basedOn w:val="Eingabefeld0"/>
    <w:uiPriority w:val="1"/>
    <w:qFormat/>
    <w:rsid w:val="0091336E"/>
    <w:rPr>
      <w:rFonts w:asciiTheme="minorHAnsi" w:hAnsiTheme="minorHAnsi" w:cstheme="minorHAnsi"/>
      <w:color w:val="E50600"/>
      <w:spacing w:val="30"/>
      <w:position w:val="-6"/>
      <w:sz w:val="40"/>
      <w:szCs w:val="40"/>
      <w:shd w:val="clear" w:color="auto" w:fill="E3E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018B-08F1-A045-BEE6-0F5DB792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1197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2014-10-21T10:38:00Z</cp:lastPrinted>
  <dcterms:created xsi:type="dcterms:W3CDTF">2014-09-07T02:04:00Z</dcterms:created>
  <dcterms:modified xsi:type="dcterms:W3CDTF">2014-10-21T10:38:00Z</dcterms:modified>
  <cp:category/>
</cp:coreProperties>
</file>