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8B592" w14:textId="3F8CA72E" w:rsidR="00B45027" w:rsidRPr="00B45027" w:rsidRDefault="00B45027" w:rsidP="00B45027">
      <w:pPr>
        <w:pStyle w:val="AufgabenID"/>
        <w:rPr>
          <w:lang w:val="de-DE"/>
        </w:rPr>
      </w:pPr>
      <w:r w:rsidRPr="00B45027">
        <w:rPr>
          <w:lang w:val="de-DE"/>
        </w:rPr>
        <w:t>DAS GESPENST</w:t>
      </w:r>
    </w:p>
    <w:p w14:paraId="264A6CD2" w14:textId="77777777" w:rsidR="00632854" w:rsidRDefault="00B45027" w:rsidP="00632854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>
        <w:t xml:space="preserve">Aufgabe: </w:t>
      </w:r>
      <w:r w:rsidRPr="00B45027">
        <w:t>Diktat</w:t>
      </w:r>
    </w:p>
    <w:p w14:paraId="2B51DF39" w14:textId="77777777" w:rsidR="00376AD0" w:rsidRDefault="00376AD0" w:rsidP="002E0971"/>
    <w:p w14:paraId="0813A9EB" w14:textId="77777777" w:rsidR="00000635" w:rsidRDefault="00000635" w:rsidP="00000635">
      <w:pPr>
        <w:tabs>
          <w:tab w:val="right" w:leader="dot" w:pos="9392"/>
        </w:tabs>
      </w:pPr>
      <w:r>
        <w:tab/>
      </w:r>
    </w:p>
    <w:p w14:paraId="756A57C9" w14:textId="77777777" w:rsidR="00000635" w:rsidRDefault="00000635" w:rsidP="00000635">
      <w:pPr>
        <w:tabs>
          <w:tab w:val="right" w:leader="dot" w:pos="9392"/>
        </w:tabs>
      </w:pPr>
      <w:r>
        <w:tab/>
      </w:r>
    </w:p>
    <w:p w14:paraId="0BB6BBCD" w14:textId="77777777" w:rsidR="00000635" w:rsidRDefault="00000635" w:rsidP="00000635">
      <w:pPr>
        <w:tabs>
          <w:tab w:val="right" w:leader="dot" w:pos="9392"/>
        </w:tabs>
      </w:pPr>
      <w:r>
        <w:tab/>
      </w:r>
    </w:p>
    <w:p w14:paraId="7C4F4BA9" w14:textId="77777777" w:rsidR="00000635" w:rsidRDefault="00000635" w:rsidP="00000635">
      <w:pPr>
        <w:tabs>
          <w:tab w:val="right" w:leader="dot" w:pos="9392"/>
        </w:tabs>
      </w:pPr>
      <w:r>
        <w:tab/>
      </w:r>
    </w:p>
    <w:p w14:paraId="09168856" w14:textId="77777777" w:rsidR="00000635" w:rsidRDefault="00000635" w:rsidP="00000635">
      <w:pPr>
        <w:tabs>
          <w:tab w:val="right" w:leader="dot" w:pos="9392"/>
        </w:tabs>
      </w:pPr>
      <w:r>
        <w:tab/>
      </w:r>
    </w:p>
    <w:p w14:paraId="4078FB1F" w14:textId="77777777" w:rsidR="00000635" w:rsidRDefault="00000635" w:rsidP="00000635">
      <w:pPr>
        <w:tabs>
          <w:tab w:val="right" w:leader="dot" w:pos="9392"/>
        </w:tabs>
      </w:pPr>
      <w:r>
        <w:tab/>
      </w:r>
    </w:p>
    <w:p w14:paraId="7C46B0B8" w14:textId="77777777" w:rsidR="00000635" w:rsidRDefault="00000635" w:rsidP="00000635">
      <w:pPr>
        <w:tabs>
          <w:tab w:val="right" w:leader="dot" w:pos="9392"/>
        </w:tabs>
      </w:pPr>
      <w:r>
        <w:tab/>
      </w:r>
    </w:p>
    <w:p w14:paraId="3EF68897" w14:textId="77777777" w:rsidR="00000635" w:rsidRDefault="00000635" w:rsidP="00000635">
      <w:pPr>
        <w:tabs>
          <w:tab w:val="right" w:leader="dot" w:pos="9392"/>
        </w:tabs>
      </w:pPr>
      <w:r>
        <w:tab/>
      </w:r>
    </w:p>
    <w:p w14:paraId="12E2EB8A" w14:textId="77777777" w:rsidR="00000635" w:rsidRDefault="00000635" w:rsidP="00000635">
      <w:pPr>
        <w:tabs>
          <w:tab w:val="right" w:leader="dot" w:pos="9392"/>
        </w:tabs>
      </w:pPr>
      <w:r>
        <w:tab/>
      </w:r>
    </w:p>
    <w:p w14:paraId="2672C914" w14:textId="77777777" w:rsidR="00000635" w:rsidRDefault="00000635" w:rsidP="00000635">
      <w:pPr>
        <w:tabs>
          <w:tab w:val="right" w:leader="dot" w:pos="9392"/>
        </w:tabs>
      </w:pPr>
      <w:r>
        <w:tab/>
      </w:r>
    </w:p>
    <w:p w14:paraId="1C98C3BB" w14:textId="77777777" w:rsidR="00000635" w:rsidRDefault="00000635" w:rsidP="00000635">
      <w:pPr>
        <w:tabs>
          <w:tab w:val="right" w:leader="dot" w:pos="9392"/>
        </w:tabs>
      </w:pPr>
      <w:r>
        <w:tab/>
      </w:r>
    </w:p>
    <w:p w14:paraId="2B99B101" w14:textId="77777777" w:rsidR="00000635" w:rsidRDefault="00000635" w:rsidP="00000635">
      <w:pPr>
        <w:tabs>
          <w:tab w:val="right" w:leader="dot" w:pos="9392"/>
        </w:tabs>
      </w:pPr>
      <w:r>
        <w:tab/>
      </w:r>
    </w:p>
    <w:p w14:paraId="4228458F" w14:textId="77777777" w:rsidR="00000635" w:rsidRDefault="00000635" w:rsidP="00000635">
      <w:pPr>
        <w:tabs>
          <w:tab w:val="right" w:leader="dot" w:pos="9392"/>
        </w:tabs>
      </w:pPr>
      <w:r>
        <w:tab/>
      </w:r>
    </w:p>
    <w:p w14:paraId="1E0162C2" w14:textId="77777777" w:rsidR="00000635" w:rsidRDefault="00000635" w:rsidP="00000635">
      <w:pPr>
        <w:tabs>
          <w:tab w:val="right" w:leader="dot" w:pos="9392"/>
        </w:tabs>
      </w:pPr>
      <w:r>
        <w:tab/>
      </w:r>
    </w:p>
    <w:p w14:paraId="36365DDB" w14:textId="77777777" w:rsidR="00000635" w:rsidRDefault="00000635" w:rsidP="00000635">
      <w:pPr>
        <w:tabs>
          <w:tab w:val="right" w:leader="dot" w:pos="9392"/>
        </w:tabs>
      </w:pPr>
      <w:r>
        <w:tab/>
      </w:r>
    </w:p>
    <w:p w14:paraId="4B11E1E3" w14:textId="56B57283" w:rsidR="00000635" w:rsidRDefault="00000635" w:rsidP="00000635"/>
    <w:p w14:paraId="09F6F5B1" w14:textId="77777777" w:rsidR="00000635" w:rsidRDefault="00000635" w:rsidP="00000635">
      <w:bookmarkStart w:id="0" w:name="_GoBack"/>
      <w:bookmarkEnd w:id="0"/>
    </w:p>
    <w:p w14:paraId="7EED581B" w14:textId="77777777" w:rsidR="00463FD0" w:rsidRDefault="00463FD0" w:rsidP="000D778F">
      <w:pPr>
        <w:pStyle w:val="KurzbeschriebTitel"/>
      </w:pPr>
      <w:r w:rsidRPr="0019303E">
        <w:t>Beurteilung</w:t>
      </w:r>
    </w:p>
    <w:p w14:paraId="725A122B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505434C7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04780053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0AB117A5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46E4BDDA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05BF3A42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979954D" w14:textId="77777777" w:rsidR="008018F0" w:rsidRDefault="00B45027" w:rsidP="005404AA">
            <w:r w:rsidRPr="00B45027">
              <w:t>Das Gespenst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619119" w14:textId="77777777" w:rsidR="008018F0" w:rsidRDefault="00B45027" w:rsidP="001C2481">
            <w:pPr>
              <w:jc w:val="center"/>
            </w:pPr>
            <w: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2085C07" w14:textId="77777777" w:rsidR="008018F0" w:rsidRDefault="008018F0" w:rsidP="00E12D02">
            <w:pPr>
              <w:jc w:val="center"/>
            </w:pPr>
          </w:p>
        </w:tc>
      </w:tr>
      <w:tr w:rsidR="001C2481" w14:paraId="229D19E4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42AB4EB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56B6507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40F8639" w14:textId="77777777" w:rsidR="00C237BD" w:rsidRDefault="00C237BD" w:rsidP="00911027">
            <w:pPr>
              <w:jc w:val="center"/>
            </w:pPr>
          </w:p>
        </w:tc>
      </w:tr>
    </w:tbl>
    <w:p w14:paraId="7FF709DB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357743" w14:textId="77777777" w:rsidR="0047299E" w:rsidRDefault="0047299E" w:rsidP="00E61129">
      <w:pPr>
        <w:spacing w:after="0"/>
      </w:pPr>
      <w:r>
        <w:separator/>
      </w:r>
    </w:p>
  </w:endnote>
  <w:endnote w:type="continuationSeparator" w:id="0">
    <w:p w14:paraId="3D1BC991" w14:textId="77777777" w:rsidR="0047299E" w:rsidRDefault="0047299E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9AD3" w14:textId="77777777" w:rsidR="00BC297E" w:rsidRPr="00A52340" w:rsidRDefault="00BC297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D31E00">
      <w:fldChar w:fldCharType="begin"/>
    </w:r>
    <w:r w:rsidR="00D31E00">
      <w:instrText xml:space="preserve"> FILENAME </w:instrText>
    </w:r>
    <w:r w:rsidR="00D31E00">
      <w:fldChar w:fldCharType="separate"/>
    </w:r>
    <w:r w:rsidR="00D31E00">
      <w:rPr>
        <w:noProof/>
      </w:rPr>
      <w:t>DE01-R-Diktat Das Gespenst.docx</w:t>
    </w:r>
    <w:r w:rsidR="00D31E00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D31E00" w:rsidRPr="00D31E00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D31E00">
      <w:fldChar w:fldCharType="begin"/>
    </w:r>
    <w:r w:rsidR="00D31E00">
      <w:instrText>NUMPAGES  \* Arabic  \* MERGEFORMAT</w:instrText>
    </w:r>
    <w:r w:rsidR="00D31E00">
      <w:fldChar w:fldCharType="separate"/>
    </w:r>
    <w:r w:rsidR="00D31E00" w:rsidRPr="00D31E00">
      <w:rPr>
        <w:noProof/>
        <w:lang w:val="de-DE"/>
      </w:rPr>
      <w:t>1</w:t>
    </w:r>
    <w:r w:rsidR="00D31E00">
      <w:rPr>
        <w:noProof/>
        <w:lang w:val="de-DE"/>
      </w:rPr>
      <w:fldChar w:fldCharType="end"/>
    </w:r>
  </w:p>
  <w:p w14:paraId="37FE4FF8" w14:textId="77777777" w:rsidR="00BC297E" w:rsidRDefault="00BC297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820F0" w14:textId="77777777" w:rsidR="00BC297E" w:rsidRDefault="00BC297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D31E00">
      <w:fldChar w:fldCharType="begin"/>
    </w:r>
    <w:r w:rsidR="00D31E00">
      <w:instrText xml:space="preserve"> FILENAME </w:instrText>
    </w:r>
    <w:r w:rsidR="00D31E00">
      <w:fldChar w:fldCharType="separate"/>
    </w:r>
    <w:r w:rsidR="00D31E00">
      <w:rPr>
        <w:noProof/>
      </w:rPr>
      <w:t>DE01-R-Diktat Das Gespenst.docx</w:t>
    </w:r>
    <w:r w:rsidR="00D31E00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D31E00">
      <w:fldChar w:fldCharType="begin"/>
    </w:r>
    <w:r w:rsidR="00D31E00">
      <w:instrText>NUMPAGES  \* Arabic  \* MERGEFORMAT</w:instrText>
    </w:r>
    <w:r w:rsidR="00D31E00">
      <w:fldChar w:fldCharType="separate"/>
    </w:r>
    <w:r w:rsidR="00D31E00" w:rsidRPr="00D31E00">
      <w:rPr>
        <w:noProof/>
        <w:lang w:val="de-DE"/>
      </w:rPr>
      <w:t>1</w:t>
    </w:r>
    <w:r w:rsidR="00D31E00">
      <w:rPr>
        <w:noProof/>
        <w:lang w:val="de-DE"/>
      </w:rPr>
      <w:fldChar w:fldCharType="end"/>
    </w:r>
  </w:p>
  <w:p w14:paraId="4C548EC6" w14:textId="77777777" w:rsidR="00BC297E" w:rsidRDefault="00BC297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20215" w14:textId="77777777" w:rsidR="0047299E" w:rsidRDefault="0047299E" w:rsidP="00E61129">
      <w:pPr>
        <w:spacing w:after="0"/>
      </w:pPr>
      <w:r>
        <w:separator/>
      </w:r>
    </w:p>
  </w:footnote>
  <w:footnote w:type="continuationSeparator" w:id="0">
    <w:p w14:paraId="561C1907" w14:textId="77777777" w:rsidR="0047299E" w:rsidRDefault="0047299E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A70F5" w14:textId="77777777" w:rsidR="00BC297E" w:rsidRPr="00F25B93" w:rsidRDefault="00BC297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63E493C" wp14:editId="7E8C63E7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96CA3C" w14:textId="77777777" w:rsidR="00BC297E" w:rsidRPr="00BB20F6" w:rsidRDefault="00BC297E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1796CA3C" w14:textId="77777777" w:rsidR="00BC297E" w:rsidRPr="00BB20F6" w:rsidRDefault="00BC297E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AE17E57" wp14:editId="67B8BF5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3590A666" wp14:editId="094C695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53717FED" wp14:editId="44457AB8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881B398" wp14:editId="62D3A46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6C563F75" wp14:editId="43CD4F0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10B1B6" w14:textId="77777777" w:rsidR="00BC297E" w:rsidRDefault="00BC297E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0610B1B6" w14:textId="77777777" w:rsidR="00BC297E" w:rsidRDefault="00BC297E" w:rsidP="00F25B93"/>
                </w:txbxContent>
              </v:textbox>
            </v:shape>
          </w:pict>
        </mc:Fallback>
      </mc:AlternateContent>
    </w:r>
  </w:p>
  <w:p w14:paraId="5EBC177B" w14:textId="77777777" w:rsidR="00BC297E" w:rsidRDefault="00BC297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65CE1F5" wp14:editId="245552D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8C283" w14:textId="77777777" w:rsidR="00BC297E" w:rsidRDefault="00BC297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858C079" wp14:editId="7FDCDA23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6A97E67" wp14:editId="3F6321D7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160893" wp14:editId="3D53D69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45BCA2D" wp14:editId="6067F51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325DE8" wp14:editId="1A494C00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6D1DA8" w14:textId="77777777" w:rsidR="00BC297E" w:rsidRDefault="00BC297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17176577" w14:textId="77777777" w:rsidR="00BC297E" w:rsidRDefault="00BC297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0A6D1DA8" w14:textId="77777777" w:rsidR="00BC297E" w:rsidRDefault="00BC297E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17176577" w14:textId="77777777" w:rsidR="00BC297E" w:rsidRDefault="00BC297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8F550C1" wp14:editId="4627AAC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3F07D9" w14:textId="77777777" w:rsidR="00BC297E" w:rsidRPr="00093725" w:rsidRDefault="00BC297E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01CF043" w14:textId="77777777" w:rsidR="00BC297E" w:rsidRPr="007C58BB" w:rsidRDefault="00BC297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F3F07D9" w14:textId="77777777" w:rsidR="00BC297E" w:rsidRPr="00093725" w:rsidRDefault="00BC297E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01CF043" w14:textId="77777777" w:rsidR="00BC297E" w:rsidRPr="007C58BB" w:rsidRDefault="00BC297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AD00DCD" wp14:editId="1AAE6C6F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308294A6" wp14:editId="1C8D723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99E"/>
    <w:rsid w:val="00000635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16423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299E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E1EC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45027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1E00"/>
    <w:rsid w:val="00D32604"/>
    <w:rsid w:val="00D47ECD"/>
    <w:rsid w:val="00D54E6C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94A2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1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6BAAA-423F-1F4F-A29C-EA3DCF04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Master_D_V4.1.dotx</Template>
  <TotalTime>8</TotalTime>
  <Pages>1</Pages>
  <Words>22</Words>
  <Characters>129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7</cp:revision>
  <cp:lastPrinted>2014-10-08T11:56:00Z</cp:lastPrinted>
  <dcterms:created xsi:type="dcterms:W3CDTF">2014-09-06T11:15:00Z</dcterms:created>
  <dcterms:modified xsi:type="dcterms:W3CDTF">2014-10-08T11:57:00Z</dcterms:modified>
  <cp:category/>
</cp:coreProperties>
</file>